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3A1F61" w:rsidP="00D3723C">
      <w:pPr>
        <w:pStyle w:val="PS-rovkd"/>
      </w:pPr>
      <w:r>
        <w:t>PS160048858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75783E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proofErr w:type="gramStart"/>
      <w:r>
        <w:t xml:space="preserve">z </w:t>
      </w:r>
      <w:r w:rsidR="007A06F6">
        <w:t>75</w:t>
      </w:r>
      <w:proofErr w:type="gramEnd"/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7A06F6">
        <w:t>21</w:t>
      </w:r>
      <w:r w:rsidR="004829A2">
        <w:t xml:space="preserve">. </w:t>
      </w:r>
      <w:r w:rsidR="007A06F6">
        <w:t>října</w:t>
      </w:r>
      <w:r w:rsidR="004829A2">
        <w:t xml:space="preserve"> </w:t>
      </w:r>
      <w:r>
        <w:t>201</w:t>
      </w:r>
      <w:r w:rsidR="0075783E">
        <w:t>6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D3723C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37F46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Benda</w:t>
      </w:r>
    </w:p>
    <w:p w:rsidR="00D90D2E" w:rsidRPr="00D90D2E" w:rsidRDefault="004829A2" w:rsidP="00D37F46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D90D2E" w:rsidRPr="00D90D2E" w:rsidRDefault="004829A2" w:rsidP="00D37F46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Jaroslav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Borka</w:t>
      </w:r>
    </w:p>
    <w:p w:rsidR="00D90D2E" w:rsidRPr="00D90D2E" w:rsidRDefault="004829A2" w:rsidP="00D37F46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Farský</w:t>
      </w:r>
    </w:p>
    <w:p w:rsidR="00D90D2E" w:rsidRPr="00D90D2E" w:rsidRDefault="004829A2" w:rsidP="00D37F46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Bc. Pavla </w:t>
      </w:r>
      <w:proofErr w:type="spellStart"/>
      <w:r w:rsidR="00D90D2E" w:rsidRPr="004829A2">
        <w:rPr>
          <w:rFonts w:ascii="Times New Roman" w:eastAsiaTheme="minorHAnsi" w:hAnsi="Times New Roman" w:cstheme="minorBidi"/>
          <w:b/>
          <w:sz w:val="24"/>
        </w:rPr>
        <w:t>Golasowská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, </w:t>
      </w:r>
      <w:proofErr w:type="spellStart"/>
      <w:r w:rsidR="00D90D2E" w:rsidRPr="00D90D2E">
        <w:rPr>
          <w:rFonts w:ascii="Times New Roman" w:eastAsiaTheme="minorHAnsi" w:hAnsi="Times New Roman" w:cstheme="minorBidi"/>
          <w:sz w:val="24"/>
        </w:rPr>
        <w:t>DiS</w:t>
      </w:r>
      <w:proofErr w:type="spellEnd"/>
      <w:r w:rsidR="00D90D2E" w:rsidRPr="00D90D2E">
        <w:rPr>
          <w:rFonts w:ascii="Times New Roman" w:eastAsiaTheme="minorHAnsi" w:hAnsi="Times New Roman" w:cstheme="minorBidi"/>
          <w:sz w:val="24"/>
        </w:rPr>
        <w:t>.</w:t>
      </w:r>
    </w:p>
    <w:p w:rsidR="00D90D2E" w:rsidRPr="00D90D2E" w:rsidRDefault="004829A2" w:rsidP="00D37F46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Stanislav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Grospič</w:t>
      </w:r>
    </w:p>
    <w:p w:rsidR="00D90D2E" w:rsidRPr="00D90D2E" w:rsidRDefault="004829A2" w:rsidP="00D37F46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Chvojka</w:t>
      </w:r>
    </w:p>
    <w:p w:rsidR="00D90D2E" w:rsidRPr="00D90D2E" w:rsidRDefault="004829A2" w:rsidP="00D37F46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PhDr. Zdeněk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Ondráček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D37F46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Ing. Lukáš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Pleticha</w:t>
      </w:r>
    </w:p>
    <w:p w:rsidR="00D90D2E" w:rsidRPr="00D90D2E" w:rsidRDefault="004829A2" w:rsidP="00D37F46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D90D2E" w:rsidRPr="00D90D2E" w:rsidRDefault="004829A2" w:rsidP="00D37F46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Bronislav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Schwarz</w:t>
      </w:r>
    </w:p>
    <w:p w:rsidR="00D90D2E" w:rsidRPr="00D90D2E" w:rsidRDefault="004829A2" w:rsidP="00D37F46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D90D2E" w:rsidRDefault="004829A2" w:rsidP="00D37F46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Radek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Vondráček</w:t>
      </w:r>
    </w:p>
    <w:p w:rsidR="00D90D2E" w:rsidRPr="00D90D2E" w:rsidRDefault="004829A2" w:rsidP="00D37F46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Vlastimil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Vozka</w:t>
      </w:r>
    </w:p>
    <w:p w:rsidR="00D90D2E" w:rsidRPr="00D90D2E" w:rsidRDefault="004829A2" w:rsidP="00D37F46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Bc. Markéta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Wernerová</w:t>
      </w:r>
    </w:p>
    <w:p w:rsidR="00D90D2E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2979A9">
      <w:pPr>
        <w:pStyle w:val="Bezmezer"/>
        <w:ind w:left="-14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Pavel </w:t>
      </w:r>
      <w:r w:rsidR="00D90D2E" w:rsidRPr="004829A2">
        <w:rPr>
          <w:rFonts w:ascii="Times New Roman" w:hAnsi="Times New Roman"/>
          <w:b/>
          <w:sz w:val="24"/>
          <w:szCs w:val="24"/>
        </w:rPr>
        <w:t>Blažek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Ph.D.</w:t>
      </w:r>
    </w:p>
    <w:p w:rsidR="00D90D2E" w:rsidRPr="00D90D2E" w:rsidRDefault="004829A2" w:rsidP="002979A9">
      <w:pPr>
        <w:pStyle w:val="Bezmezer"/>
        <w:ind w:left="-14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Marek </w:t>
      </w:r>
      <w:r w:rsidR="00D90D2E" w:rsidRPr="004829A2">
        <w:rPr>
          <w:rFonts w:ascii="Times New Roman" w:hAnsi="Times New Roman"/>
          <w:b/>
          <w:sz w:val="24"/>
          <w:szCs w:val="24"/>
        </w:rPr>
        <w:t>Černoch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PhDr. Martin </w:t>
      </w:r>
      <w:r w:rsidR="00D90D2E" w:rsidRPr="004829A2">
        <w:rPr>
          <w:rFonts w:ascii="Times New Roman" w:hAnsi="Times New Roman"/>
          <w:b/>
          <w:sz w:val="24"/>
          <w:szCs w:val="24"/>
        </w:rPr>
        <w:t>Komárek</w:t>
      </w:r>
    </w:p>
    <w:p w:rsidR="00D90D2E" w:rsidRPr="00D90D2E" w:rsidRDefault="004829A2" w:rsidP="00100C9A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prof. JUDr. Helena </w:t>
      </w:r>
      <w:r w:rsidR="00D90D2E" w:rsidRPr="004829A2">
        <w:rPr>
          <w:rFonts w:ascii="Times New Roman" w:hAnsi="Times New Roman"/>
          <w:b/>
          <w:sz w:val="24"/>
          <w:szCs w:val="24"/>
        </w:rPr>
        <w:t>Válková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CSc.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</w:rPr>
        <w:sectPr w:rsidR="00D90D2E" w:rsidRP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E4DE1" w:rsidRDefault="00DE4DE1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E4DE1" w:rsidRPr="009E3712" w:rsidRDefault="00DE4DE1" w:rsidP="00DE4DE1">
      <w:pPr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DE4DE1" w:rsidRDefault="00DE4DE1" w:rsidP="00DE4DE1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Schválení programu schůze</w:t>
      </w:r>
    </w:p>
    <w:p w:rsidR="00DE4DE1" w:rsidRDefault="00DE4DE1" w:rsidP="00DE4DE1">
      <w:pPr>
        <w:pStyle w:val="western"/>
        <w:spacing w:before="0" w:beforeAutospacing="0"/>
        <w:ind w:left="714"/>
      </w:pPr>
    </w:p>
    <w:p w:rsidR="00DE4DE1" w:rsidRDefault="00DE4DE1" w:rsidP="00DE4DE1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Návrh termínu a pořadu příští schůze výboru</w:t>
      </w:r>
    </w:p>
    <w:p w:rsidR="00DE4DE1" w:rsidRDefault="00DE4DE1" w:rsidP="00DE4DE1">
      <w:pPr>
        <w:pStyle w:val="Odstavecseseznamem"/>
      </w:pPr>
    </w:p>
    <w:p w:rsidR="00DE4DE1" w:rsidRDefault="00DE4DE1" w:rsidP="00DE4DE1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Sdělení předsedy výboru</w:t>
      </w:r>
    </w:p>
    <w:p w:rsidR="00DE4DE1" w:rsidRDefault="00DE4DE1" w:rsidP="00DE4DE1">
      <w:pPr>
        <w:rPr>
          <w:rFonts w:ascii="Times New Roman" w:hAnsi="Times New Roman"/>
          <w:sz w:val="24"/>
          <w:szCs w:val="24"/>
        </w:rPr>
      </w:pPr>
    </w:p>
    <w:p w:rsidR="00DE4DE1" w:rsidRDefault="00DE4DE1" w:rsidP="00DE4DE1">
      <w:pPr>
        <w:rPr>
          <w:rFonts w:ascii="Times New Roman" w:hAnsi="Times New Roman"/>
          <w:sz w:val="24"/>
          <w:szCs w:val="24"/>
        </w:rPr>
      </w:pPr>
    </w:p>
    <w:p w:rsidR="00DE4DE1" w:rsidRPr="00B21CA0" w:rsidRDefault="00DE4DE1" w:rsidP="00DE4DE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Schůzi výboru zahájil a řídil předseda výboru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JUDr. Jeroným Tejc v 8:45</w:t>
      </w:r>
      <w:r w:rsidRPr="00B21CA0">
        <w:rPr>
          <w:rFonts w:ascii="Times New Roman" w:hAnsi="Times New Roman"/>
          <w:sz w:val="24"/>
          <w:szCs w:val="24"/>
        </w:rPr>
        <w:t xml:space="preserve"> hodin. Úvodem sdělil, že na schůzi výboru se omlouvají poslanci uvedení na začátku zápisu. Vzhledem ke krátkosti schůze se poslanci usnesli, že jednání nebude nahráváno. </w:t>
      </w:r>
    </w:p>
    <w:p w:rsidR="00DE4DE1" w:rsidRPr="00B21CA0" w:rsidRDefault="00DE4DE1" w:rsidP="00DE4DE1">
      <w:pPr>
        <w:rPr>
          <w:rFonts w:ascii="Times New Roman" w:hAnsi="Times New Roman"/>
          <w:sz w:val="24"/>
          <w:szCs w:val="24"/>
        </w:rPr>
      </w:pPr>
    </w:p>
    <w:tbl>
      <w:tblPr>
        <w:tblW w:w="973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39"/>
        <w:gridCol w:w="6196"/>
      </w:tblGrid>
      <w:tr w:rsidR="00DE4DE1" w:rsidRPr="006339E5" w:rsidTr="00095A83">
        <w:trPr>
          <w:tblCellSpacing w:w="0" w:type="dxa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4DE1" w:rsidRPr="00FA43E3" w:rsidRDefault="00DE4DE1" w:rsidP="00095A83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K bodu 1: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4DE1" w:rsidRPr="006339E5" w:rsidRDefault="00DE4DE1" w:rsidP="00095A83">
            <w:pPr>
              <w:ind w:firstLine="199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Schválení programu schůze</w:t>
            </w:r>
          </w:p>
        </w:tc>
      </w:tr>
      <w:tr w:rsidR="00DE4DE1" w:rsidRPr="00B21CA0" w:rsidTr="00095A83">
        <w:trPr>
          <w:trHeight w:val="94"/>
          <w:tblCellSpacing w:w="0" w:type="dxa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4DE1" w:rsidRPr="00B21CA0" w:rsidRDefault="00DE4DE1" w:rsidP="00095A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4DE1" w:rsidRPr="00B21CA0" w:rsidRDefault="00DE4DE1" w:rsidP="00095A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4DE1" w:rsidRPr="00B21CA0" w:rsidRDefault="00DE4DE1" w:rsidP="00DE4DE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 xml:space="preserve">Poté předseda výboru </w:t>
      </w:r>
      <w:proofErr w:type="spellStart"/>
      <w:r w:rsidRPr="00B21CA0">
        <w:rPr>
          <w:rFonts w:ascii="Times New Roman" w:hAnsi="Times New Roman"/>
          <w:sz w:val="24"/>
          <w:szCs w:val="24"/>
        </w:rPr>
        <w:t>posl</w:t>
      </w:r>
      <w:proofErr w:type="spellEnd"/>
      <w:r w:rsidRPr="00B21CA0">
        <w:rPr>
          <w:rFonts w:ascii="Times New Roman" w:hAnsi="Times New Roman"/>
          <w:sz w:val="24"/>
          <w:szCs w:val="24"/>
        </w:rPr>
        <w:t xml:space="preserve">. Tejc uvedl návrh programu dnešní krátké schůze. Všichni přítomní poslanci s tímto návrhem vyslovili souhlas. </w:t>
      </w:r>
    </w:p>
    <w:p w:rsidR="00DE4DE1" w:rsidRPr="00B21CA0" w:rsidRDefault="00DE4DE1" w:rsidP="00DE4DE1">
      <w:pPr>
        <w:rPr>
          <w:rFonts w:ascii="Times New Roman" w:hAnsi="Times New Roman"/>
          <w:sz w:val="24"/>
          <w:szCs w:val="24"/>
        </w:rPr>
      </w:pPr>
    </w:p>
    <w:tbl>
      <w:tblPr>
        <w:tblW w:w="969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24"/>
        <w:gridCol w:w="6166"/>
      </w:tblGrid>
      <w:tr w:rsidR="00DE4DE1" w:rsidRPr="006339E5" w:rsidTr="00095A83">
        <w:trPr>
          <w:tblCellSpacing w:w="0" w:type="dxa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4DE1" w:rsidRPr="00FA43E3" w:rsidRDefault="00DE4DE1" w:rsidP="00095A83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2: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4DE1" w:rsidRPr="006339E5" w:rsidRDefault="00DE4DE1" w:rsidP="00095A83">
            <w:pPr>
              <w:ind w:firstLine="871"/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Návrh termínu a pořadu příští schůze výboru</w:t>
            </w:r>
          </w:p>
        </w:tc>
      </w:tr>
    </w:tbl>
    <w:p w:rsidR="00DE4DE1" w:rsidRDefault="00DE4DE1" w:rsidP="00DE4DE1">
      <w:pPr>
        <w:rPr>
          <w:rFonts w:ascii="Times New Roman" w:hAnsi="Times New Roman"/>
          <w:sz w:val="24"/>
          <w:szCs w:val="24"/>
        </w:rPr>
      </w:pPr>
    </w:p>
    <w:p w:rsidR="00DE4DE1" w:rsidRDefault="00DE4DE1" w:rsidP="00DE4DE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navrhl, aby se příští </w:t>
      </w:r>
      <w:r w:rsidR="006F361D">
        <w:rPr>
          <w:rFonts w:ascii="Times New Roman" w:hAnsi="Times New Roman"/>
          <w:sz w:val="24"/>
          <w:szCs w:val="24"/>
        </w:rPr>
        <w:t>schůze výboru konala 2</w:t>
      </w:r>
      <w:r>
        <w:rPr>
          <w:rFonts w:ascii="Times New Roman" w:hAnsi="Times New Roman"/>
          <w:sz w:val="24"/>
          <w:szCs w:val="24"/>
        </w:rPr>
        <w:t xml:space="preserve">. </w:t>
      </w:r>
      <w:r w:rsidR="006F361D">
        <w:rPr>
          <w:rFonts w:ascii="Times New Roman" w:hAnsi="Times New Roman"/>
          <w:sz w:val="24"/>
          <w:szCs w:val="24"/>
        </w:rPr>
        <w:t>listopadu 2016 nebo 3</w:t>
      </w:r>
      <w:r>
        <w:rPr>
          <w:rFonts w:ascii="Times New Roman" w:hAnsi="Times New Roman"/>
          <w:sz w:val="24"/>
          <w:szCs w:val="24"/>
        </w:rPr>
        <w:t xml:space="preserve">. </w:t>
      </w:r>
      <w:r w:rsidR="006F361D">
        <w:rPr>
          <w:rFonts w:ascii="Times New Roman" w:hAnsi="Times New Roman"/>
          <w:sz w:val="24"/>
          <w:szCs w:val="24"/>
        </w:rPr>
        <w:t>listopadu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2016 a</w:t>
      </w:r>
      <w:r w:rsidR="006F361D">
        <w:rPr>
          <w:rFonts w:ascii="Times New Roman" w:hAnsi="Times New Roman"/>
          <w:sz w:val="24"/>
          <w:szCs w:val="24"/>
        </w:rPr>
        <w:t xml:space="preserve"> nebo 15</w:t>
      </w:r>
      <w:proofErr w:type="gramEnd"/>
      <w:r w:rsidR="006F361D">
        <w:rPr>
          <w:rFonts w:ascii="Times New Roman" w:hAnsi="Times New Roman"/>
          <w:sz w:val="24"/>
          <w:szCs w:val="24"/>
        </w:rPr>
        <w:t>. listopadu 2016.</w:t>
      </w:r>
      <w:r>
        <w:rPr>
          <w:rFonts w:ascii="Times New Roman" w:hAnsi="Times New Roman"/>
          <w:sz w:val="24"/>
          <w:szCs w:val="24"/>
        </w:rPr>
        <w:t xml:space="preserve"> </w:t>
      </w:r>
      <w:r w:rsidR="00850049">
        <w:rPr>
          <w:rFonts w:ascii="Times New Roman" w:hAnsi="Times New Roman"/>
          <w:sz w:val="24"/>
          <w:szCs w:val="24"/>
        </w:rPr>
        <w:t xml:space="preserve">Následně předseda výboru </w:t>
      </w:r>
      <w:proofErr w:type="spellStart"/>
      <w:r w:rsidR="00850049">
        <w:rPr>
          <w:rFonts w:ascii="Times New Roman" w:hAnsi="Times New Roman"/>
          <w:sz w:val="24"/>
          <w:szCs w:val="24"/>
        </w:rPr>
        <w:t>posl</w:t>
      </w:r>
      <w:proofErr w:type="spellEnd"/>
      <w:r w:rsidR="00850049">
        <w:rPr>
          <w:rFonts w:ascii="Times New Roman" w:hAnsi="Times New Roman"/>
          <w:sz w:val="24"/>
          <w:szCs w:val="24"/>
        </w:rPr>
        <w:t xml:space="preserve">. Tejc informoval, že je potřeba na program schůze zařadit rozpočtové kapitoly České republiky na rok 2017 (Kapitola 358 – Ústavní soud ČR, Kapitola 355 – Ústav pro studium totalitních režimů, Kapitola 336 – Ministerstvo spravedlnosti ČR), </w:t>
      </w:r>
      <w:r w:rsidR="00EE2318">
        <w:rPr>
          <w:rFonts w:ascii="Times New Roman" w:hAnsi="Times New Roman"/>
          <w:sz w:val="24"/>
          <w:szCs w:val="24"/>
        </w:rPr>
        <w:t xml:space="preserve">tisky </w:t>
      </w:r>
      <w:r w:rsidR="00850049">
        <w:rPr>
          <w:rFonts w:ascii="Times New Roman" w:hAnsi="Times New Roman"/>
          <w:sz w:val="24"/>
          <w:szCs w:val="24"/>
        </w:rPr>
        <w:t xml:space="preserve">registr smluv (ST 699), insolvence (ST 875), veřejný ochránce práv (ST 379) a stanovit </w:t>
      </w:r>
      <w:r w:rsidR="00EE2318">
        <w:rPr>
          <w:rFonts w:ascii="Times New Roman" w:hAnsi="Times New Roman"/>
          <w:sz w:val="24"/>
          <w:szCs w:val="24"/>
        </w:rPr>
        <w:t>u nich</w:t>
      </w:r>
      <w:r w:rsidR="00FB4C4E">
        <w:rPr>
          <w:rFonts w:ascii="Times New Roman" w:hAnsi="Times New Roman"/>
          <w:sz w:val="24"/>
          <w:szCs w:val="24"/>
        </w:rPr>
        <w:t xml:space="preserve"> hlasovací proceduru. Dále navrhl</w:t>
      </w:r>
      <w:r w:rsidR="009540EA">
        <w:rPr>
          <w:rFonts w:ascii="Times New Roman" w:hAnsi="Times New Roman"/>
          <w:sz w:val="24"/>
          <w:szCs w:val="24"/>
        </w:rPr>
        <w:t xml:space="preserve"> na příští schůzi výboru</w:t>
      </w:r>
      <w:r w:rsidR="00FB4C4E">
        <w:rPr>
          <w:rFonts w:ascii="Times New Roman" w:hAnsi="Times New Roman"/>
          <w:sz w:val="24"/>
          <w:szCs w:val="24"/>
        </w:rPr>
        <w:t xml:space="preserve"> otevřít obecnou rozpravu k tiskům 855 (zpravodajské služby) a 899 (volební zákony) a také debatu k problematice právní úpravy výživného a svěřování dítěte do péče.</w:t>
      </w:r>
      <w:r w:rsidR="00850049">
        <w:rPr>
          <w:rFonts w:ascii="Times New Roman" w:hAnsi="Times New Roman"/>
          <w:sz w:val="24"/>
          <w:szCs w:val="24"/>
        </w:rPr>
        <w:t xml:space="preserve"> </w:t>
      </w:r>
    </w:p>
    <w:p w:rsidR="00DE4DE1" w:rsidRDefault="00DE4DE1" w:rsidP="00DE4DE1">
      <w:pPr>
        <w:pStyle w:val="Odstavecseseznamem"/>
        <w:widowControl/>
        <w:suppressAutoHyphens w:val="0"/>
        <w:autoSpaceDN/>
        <w:textAlignment w:val="auto"/>
        <w:rPr>
          <w:szCs w:val="24"/>
        </w:rPr>
      </w:pPr>
    </w:p>
    <w:p w:rsidR="00FB4C4E" w:rsidRDefault="00FB4C4E" w:rsidP="00DE4DE1">
      <w:pPr>
        <w:pStyle w:val="Odstavecseseznamem"/>
        <w:widowControl/>
        <w:suppressAutoHyphens w:val="0"/>
        <w:autoSpaceDN/>
        <w:textAlignment w:val="auto"/>
        <w:rPr>
          <w:szCs w:val="24"/>
        </w:rPr>
      </w:pPr>
      <w:r>
        <w:rPr>
          <w:szCs w:val="24"/>
        </w:rPr>
        <w:t xml:space="preserve">Po debatě všech členů výboru byla příští schůze výboru </w:t>
      </w:r>
      <w:r w:rsidR="00157ED8">
        <w:rPr>
          <w:szCs w:val="24"/>
        </w:rPr>
        <w:t>svolána dne</w:t>
      </w:r>
      <w:r>
        <w:rPr>
          <w:szCs w:val="24"/>
        </w:rPr>
        <w:t xml:space="preserve"> 3. listopadu 2016.</w:t>
      </w:r>
    </w:p>
    <w:p w:rsidR="00FB4C4E" w:rsidRDefault="00FB4C4E" w:rsidP="00DE4DE1">
      <w:pPr>
        <w:pStyle w:val="Odstavecseseznamem"/>
        <w:widowControl/>
        <w:suppressAutoHyphens w:val="0"/>
        <w:autoSpaceDN/>
        <w:textAlignment w:val="auto"/>
        <w:rPr>
          <w:szCs w:val="24"/>
        </w:rPr>
      </w:pPr>
    </w:p>
    <w:p w:rsidR="00DE4DE1" w:rsidRDefault="00DE4DE1" w:rsidP="00DE4DE1">
      <w:pPr>
        <w:pStyle w:val="Odstavecseseznamem"/>
        <w:widowControl/>
        <w:suppressAutoHyphens w:val="0"/>
        <w:autoSpaceDN/>
        <w:textAlignment w:val="auto"/>
        <w:rPr>
          <w:szCs w:val="24"/>
        </w:rPr>
      </w:pPr>
    </w:p>
    <w:tbl>
      <w:tblPr>
        <w:tblW w:w="969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24"/>
        <w:gridCol w:w="6166"/>
      </w:tblGrid>
      <w:tr w:rsidR="00DE4DE1" w:rsidRPr="006339E5" w:rsidTr="00095A83">
        <w:trPr>
          <w:tblCellSpacing w:w="0" w:type="dxa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4DE1" w:rsidRPr="00FA43E3" w:rsidRDefault="00DE4DE1" w:rsidP="00095A83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3</w:t>
            </w: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4DE1" w:rsidRDefault="00DE4DE1" w:rsidP="00095A83">
            <w:pPr>
              <w:ind w:firstLine="299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Sdělení předsedy výboru</w:t>
            </w:r>
          </w:p>
          <w:p w:rsidR="00FB4C4E" w:rsidRPr="006339E5" w:rsidRDefault="00FB4C4E" w:rsidP="00095A83">
            <w:pPr>
              <w:ind w:firstLine="299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E4DE1" w:rsidRDefault="00DE4DE1" w:rsidP="00EE23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následně informoval o </w:t>
      </w:r>
      <w:r w:rsidR="00FB4C4E">
        <w:rPr>
          <w:rFonts w:ascii="Times New Roman" w:hAnsi="Times New Roman"/>
          <w:sz w:val="24"/>
          <w:szCs w:val="24"/>
        </w:rPr>
        <w:t xml:space="preserve">termínu zahraniční cesty do Berlína, a to ve dnech 23. až 25. listopadu 2016 a případné </w:t>
      </w:r>
      <w:r w:rsidR="00157ED8">
        <w:rPr>
          <w:rFonts w:ascii="Times New Roman" w:hAnsi="Times New Roman"/>
          <w:sz w:val="24"/>
          <w:szCs w:val="24"/>
        </w:rPr>
        <w:t xml:space="preserve">účastníky požádal o sdělení svého </w:t>
      </w:r>
      <w:proofErr w:type="gramStart"/>
      <w:r w:rsidR="00157ED8">
        <w:rPr>
          <w:rFonts w:ascii="Times New Roman" w:hAnsi="Times New Roman"/>
          <w:sz w:val="24"/>
          <w:szCs w:val="24"/>
        </w:rPr>
        <w:t xml:space="preserve">zájmu o </w:t>
      </w:r>
      <w:r w:rsidR="00FB4C4E">
        <w:rPr>
          <w:rFonts w:ascii="Times New Roman" w:hAnsi="Times New Roman"/>
          <w:sz w:val="24"/>
          <w:szCs w:val="24"/>
        </w:rPr>
        <w:t xml:space="preserve"> účast</w:t>
      </w:r>
      <w:proofErr w:type="gramEnd"/>
      <w:r w:rsidR="00FB4C4E">
        <w:rPr>
          <w:rFonts w:ascii="Times New Roman" w:hAnsi="Times New Roman"/>
          <w:sz w:val="24"/>
          <w:szCs w:val="24"/>
        </w:rPr>
        <w:t xml:space="preserve"> na sekretariátu ústavně právního výboru. Dále</w:t>
      </w:r>
      <w:r w:rsidR="009540EA">
        <w:rPr>
          <w:rFonts w:ascii="Times New Roman" w:hAnsi="Times New Roman"/>
          <w:sz w:val="24"/>
          <w:szCs w:val="24"/>
        </w:rPr>
        <w:t xml:space="preserve"> konstatoval, že</w:t>
      </w:r>
      <w:r w:rsidR="00FB4C4E">
        <w:rPr>
          <w:rFonts w:ascii="Times New Roman" w:hAnsi="Times New Roman"/>
          <w:sz w:val="24"/>
          <w:szCs w:val="24"/>
        </w:rPr>
        <w:t xml:space="preserve"> je potřeba vytvořit plán zahraničních cest ústavně právního výboru na příští rok a navrhl Izrael nebo Spojené státy Americké.</w:t>
      </w:r>
    </w:p>
    <w:p w:rsidR="00EE2318" w:rsidRDefault="00EE2318" w:rsidP="00EE23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318" w:rsidRDefault="00EE2318" w:rsidP="00EE2318">
      <w:pPr>
        <w:pStyle w:val="western"/>
        <w:spacing w:before="0" w:beforeAutospacing="0"/>
        <w:ind w:firstLine="708"/>
      </w:pPr>
      <w:r>
        <w:rPr>
          <w:spacing w:val="-4"/>
        </w:rPr>
        <w:t>Ústavně právní</w:t>
      </w:r>
      <w:r w:rsidRPr="00967239">
        <w:rPr>
          <w:spacing w:val="-4"/>
        </w:rPr>
        <w:t xml:space="preserve"> v</w:t>
      </w:r>
      <w:r>
        <w:rPr>
          <w:spacing w:val="-4"/>
        </w:rPr>
        <w:t xml:space="preserve">ýbor </w:t>
      </w:r>
      <w:r w:rsidRPr="00967239">
        <w:t>po</w:t>
      </w:r>
      <w:r>
        <w:t xml:space="preserve"> úvodním slově předsedy</w:t>
      </w:r>
      <w:r w:rsidRPr="00967239">
        <w:t xml:space="preserve"> ústavně právní</w:t>
      </w:r>
      <w:r>
        <w:t>ho</w:t>
      </w:r>
      <w:r w:rsidRPr="00967239">
        <w:t xml:space="preserve"> výbor</w:t>
      </w:r>
      <w:r>
        <w:t>u JUDr. Jeronýma Tejce a po rozpravě</w:t>
      </w:r>
      <w:r w:rsidRPr="00967239">
        <w:t xml:space="preserve"> přijal </w:t>
      </w:r>
      <w:r w:rsidRPr="00940680">
        <w:rPr>
          <w:b/>
          <w:u w:val="single"/>
        </w:rPr>
        <w:t>usnesení č. 2</w:t>
      </w:r>
      <w:r>
        <w:rPr>
          <w:b/>
          <w:u w:val="single"/>
        </w:rPr>
        <w:t>63</w:t>
      </w:r>
      <w:r w:rsidRPr="00967239">
        <w:t xml:space="preserve"> (viz příloha č. </w:t>
      </w:r>
      <w:r>
        <w:t>1</w:t>
      </w:r>
      <w:r w:rsidRPr="00967239">
        <w:t>).</w:t>
      </w:r>
    </w:p>
    <w:p w:rsidR="00EE2318" w:rsidRDefault="00EE2318" w:rsidP="00EE231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E2318" w:rsidRDefault="00EE2318" w:rsidP="00EE231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263 z 15 přítomných poslanců</w:t>
      </w:r>
    </w:p>
    <w:p w:rsidR="00EE2318" w:rsidRDefault="00EE2318" w:rsidP="00EE2318">
      <w:pPr>
        <w:pStyle w:val="Odstavecseseznamem"/>
        <w:widowControl/>
        <w:numPr>
          <w:ilvl w:val="0"/>
          <w:numId w:val="3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 xml:space="preserve">15 hlasovalo pro – Benda, Benešová, Borka, Farský, </w:t>
      </w:r>
      <w:proofErr w:type="spellStart"/>
      <w:r>
        <w:rPr>
          <w:szCs w:val="24"/>
        </w:rPr>
        <w:t>Golasowská</w:t>
      </w:r>
      <w:proofErr w:type="spellEnd"/>
      <w:r>
        <w:rPr>
          <w:szCs w:val="24"/>
        </w:rPr>
        <w:t>, Grospič, Chvojka, Ondráček, Pleticha, Plíšek, Schwarz, Tejc, Vondráček, Vozka, Wernerová</w:t>
      </w:r>
    </w:p>
    <w:p w:rsidR="009540EA" w:rsidRDefault="009540EA" w:rsidP="00DE4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40EA" w:rsidRDefault="009540EA" w:rsidP="00DE4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4DE1" w:rsidRDefault="00DE4DE1" w:rsidP="00DE4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4DE1" w:rsidRPr="00B21CA0" w:rsidRDefault="00DE4DE1" w:rsidP="00DE4DE1">
      <w:pPr>
        <w:jc w:val="center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/Sc</w:t>
      </w:r>
      <w:r>
        <w:rPr>
          <w:rFonts w:ascii="Times New Roman" w:hAnsi="Times New Roman"/>
          <w:sz w:val="24"/>
          <w:szCs w:val="24"/>
        </w:rPr>
        <w:t>hůze výboru byla ukončena v 8:55</w:t>
      </w:r>
      <w:r w:rsidRPr="00B21C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1CA0">
        <w:rPr>
          <w:rFonts w:ascii="Times New Roman" w:hAnsi="Times New Roman"/>
          <w:sz w:val="24"/>
          <w:szCs w:val="24"/>
        </w:rPr>
        <w:t>hodin./</w:t>
      </w:r>
      <w:proofErr w:type="gramEnd"/>
    </w:p>
    <w:p w:rsidR="00DE4DE1" w:rsidRDefault="00DE4DE1" w:rsidP="00DE4DE1">
      <w:pPr>
        <w:tabs>
          <w:tab w:val="center" w:pos="141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E4DE1" w:rsidRDefault="00DE4DE1" w:rsidP="00DE4DE1">
      <w:pPr>
        <w:tabs>
          <w:tab w:val="center" w:pos="1418"/>
        </w:tabs>
        <w:spacing w:after="0" w:line="240" w:lineRule="auto"/>
        <w:rPr>
          <w:rFonts w:ascii="Times New Roman" w:hAnsi="Times New Roman"/>
          <w:sz w:val="40"/>
          <w:szCs w:val="40"/>
        </w:rPr>
      </w:pPr>
    </w:p>
    <w:p w:rsidR="009540EA" w:rsidRPr="00963010" w:rsidRDefault="009540EA" w:rsidP="00DE4DE1">
      <w:pPr>
        <w:tabs>
          <w:tab w:val="center" w:pos="1418"/>
        </w:tabs>
        <w:spacing w:after="0" w:line="240" w:lineRule="auto"/>
        <w:rPr>
          <w:rFonts w:ascii="Times New Roman" w:hAnsi="Times New Roman"/>
          <w:sz w:val="40"/>
          <w:szCs w:val="40"/>
        </w:rPr>
      </w:pPr>
    </w:p>
    <w:tbl>
      <w:tblPr>
        <w:tblW w:w="9568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4"/>
        <w:gridCol w:w="4784"/>
      </w:tblGrid>
      <w:tr w:rsidR="00DE4DE1" w:rsidRPr="00064806" w:rsidTr="00095A83">
        <w:tc>
          <w:tcPr>
            <w:tcW w:w="47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4DE1" w:rsidRPr="002A27EE" w:rsidRDefault="00FB2D0F" w:rsidP="00095A83">
            <w:pPr>
              <w:pStyle w:val="Standard"/>
              <w:tabs>
                <w:tab w:val="center" w:pos="2247"/>
              </w:tabs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Mgr. </w:t>
            </w:r>
            <w:proofErr w:type="gramStart"/>
            <w:r>
              <w:rPr>
                <w:b/>
                <w:bCs/>
                <w:color w:val="000000"/>
                <w:szCs w:val="24"/>
              </w:rPr>
              <w:t>Jan  Farský</w:t>
            </w:r>
            <w:proofErr w:type="gramEnd"/>
            <w:r w:rsidR="003A1F61">
              <w:rPr>
                <w:b/>
                <w:bCs/>
                <w:color w:val="000000"/>
                <w:szCs w:val="24"/>
              </w:rPr>
              <w:t xml:space="preserve"> v. r.</w:t>
            </w:r>
          </w:p>
          <w:p w:rsidR="00DE4DE1" w:rsidRPr="002A27EE" w:rsidRDefault="00DE4DE1" w:rsidP="00095A83">
            <w:pPr>
              <w:pStyle w:val="Standard"/>
              <w:tabs>
                <w:tab w:val="center" w:pos="2247"/>
              </w:tabs>
              <w:jc w:val="center"/>
              <w:rPr>
                <w:szCs w:val="24"/>
              </w:rPr>
            </w:pPr>
            <w:r w:rsidRPr="002A27EE">
              <w:rPr>
                <w:color w:val="000000"/>
                <w:szCs w:val="24"/>
              </w:rPr>
              <w:t>ověřovatel podvýboru</w:t>
            </w:r>
          </w:p>
        </w:tc>
        <w:tc>
          <w:tcPr>
            <w:tcW w:w="47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4DE1" w:rsidRPr="002A27EE" w:rsidRDefault="00DE4DE1" w:rsidP="00095A83">
            <w:pPr>
              <w:pStyle w:val="Standard"/>
              <w:tabs>
                <w:tab w:val="center" w:pos="1979"/>
              </w:tabs>
              <w:jc w:val="center"/>
              <w:rPr>
                <w:b/>
                <w:bCs/>
                <w:color w:val="000000"/>
                <w:szCs w:val="24"/>
              </w:rPr>
            </w:pPr>
            <w:r w:rsidRPr="002A27EE">
              <w:rPr>
                <w:b/>
                <w:bCs/>
                <w:color w:val="000000"/>
                <w:szCs w:val="24"/>
              </w:rPr>
              <w:t xml:space="preserve">JUDr. Jeroným </w:t>
            </w:r>
            <w:r>
              <w:rPr>
                <w:b/>
                <w:bCs/>
                <w:color w:val="000000"/>
                <w:szCs w:val="24"/>
              </w:rPr>
              <w:t xml:space="preserve"> </w:t>
            </w:r>
            <w:r w:rsidRPr="002A27EE">
              <w:rPr>
                <w:b/>
                <w:bCs/>
                <w:color w:val="000000"/>
                <w:szCs w:val="24"/>
              </w:rPr>
              <w:t>Tejc</w:t>
            </w:r>
            <w:r w:rsidR="003A1F61">
              <w:rPr>
                <w:b/>
                <w:bCs/>
                <w:color w:val="000000"/>
                <w:szCs w:val="24"/>
              </w:rPr>
              <w:t xml:space="preserve"> v. r.</w:t>
            </w:r>
            <w:bookmarkStart w:id="0" w:name="_GoBack"/>
            <w:bookmarkEnd w:id="0"/>
          </w:p>
          <w:p w:rsidR="00DE4DE1" w:rsidRPr="002A27EE" w:rsidRDefault="00DE4DE1" w:rsidP="00095A83">
            <w:pPr>
              <w:pStyle w:val="Standard"/>
              <w:tabs>
                <w:tab w:val="center" w:pos="2002"/>
              </w:tabs>
              <w:jc w:val="center"/>
              <w:rPr>
                <w:color w:val="000000"/>
                <w:szCs w:val="24"/>
              </w:rPr>
            </w:pPr>
            <w:r w:rsidRPr="002A27EE">
              <w:rPr>
                <w:color w:val="000000"/>
                <w:szCs w:val="24"/>
              </w:rPr>
              <w:t>předseda výboru</w:t>
            </w:r>
          </w:p>
        </w:tc>
      </w:tr>
    </w:tbl>
    <w:p w:rsidR="009E3712" w:rsidRPr="00BF2CA8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sectPr w:rsidR="009E3712" w:rsidRPr="00BF2CA8" w:rsidSect="00D90D2E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DA66A8"/>
    <w:multiLevelType w:val="multilevel"/>
    <w:tmpl w:val="EDD6D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3B41045"/>
    <w:multiLevelType w:val="hybridMultilevel"/>
    <w:tmpl w:val="A06CD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6F6"/>
    <w:rsid w:val="00000226"/>
    <w:rsid w:val="00100C9A"/>
    <w:rsid w:val="00157ED8"/>
    <w:rsid w:val="0018747B"/>
    <w:rsid w:val="00230024"/>
    <w:rsid w:val="002979A9"/>
    <w:rsid w:val="002C6BED"/>
    <w:rsid w:val="003A1F61"/>
    <w:rsid w:val="00415577"/>
    <w:rsid w:val="00453F92"/>
    <w:rsid w:val="004829A2"/>
    <w:rsid w:val="005227BF"/>
    <w:rsid w:val="00620764"/>
    <w:rsid w:val="006F361D"/>
    <w:rsid w:val="0075783E"/>
    <w:rsid w:val="007A06F6"/>
    <w:rsid w:val="00850049"/>
    <w:rsid w:val="00890ADB"/>
    <w:rsid w:val="008A500C"/>
    <w:rsid w:val="009540EA"/>
    <w:rsid w:val="009B566E"/>
    <w:rsid w:val="009E3712"/>
    <w:rsid w:val="00BF2CA8"/>
    <w:rsid w:val="00D3723C"/>
    <w:rsid w:val="00D37F46"/>
    <w:rsid w:val="00D90D2E"/>
    <w:rsid w:val="00DE4DE1"/>
    <w:rsid w:val="00EE2318"/>
    <w:rsid w:val="00F06870"/>
    <w:rsid w:val="00FB2D0F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38845-516F-4027-84D4-B358A64A8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andard">
    <w:name w:val="Standard"/>
    <w:rsid w:val="00DE4DE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DE4DE1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63</TotalTime>
  <Pages>2</Pages>
  <Words>451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8</cp:revision>
  <dcterms:created xsi:type="dcterms:W3CDTF">2016-10-24T07:35:00Z</dcterms:created>
  <dcterms:modified xsi:type="dcterms:W3CDTF">2016-11-07T12:20:00Z</dcterms:modified>
</cp:coreProperties>
</file>