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980AF2" w:rsidP="00684000">
      <w:pPr>
        <w:pStyle w:val="PShlavika2"/>
        <w:spacing w:line="240" w:lineRule="auto"/>
      </w:pPr>
      <w:r>
        <w:t>2020</w:t>
      </w:r>
    </w:p>
    <w:p w:rsidR="003E1216" w:rsidRDefault="00574C0F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913459" w:rsidP="008A4B9D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346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C23CD8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C007B">
        <w:t>e</w:t>
      </w:r>
      <w:r w:rsidR="008A4B9D">
        <w:t xml:space="preserve"> </w:t>
      </w:r>
      <w:r w:rsidR="008C007B">
        <w:t>49</w:t>
      </w:r>
      <w:r w:rsidR="00C907C5">
        <w:t>. schůze</w:t>
      </w:r>
    </w:p>
    <w:p w:rsidR="00C907C5" w:rsidRPr="00684000" w:rsidRDefault="008A4B9D" w:rsidP="00574C0F">
      <w:pPr>
        <w:pStyle w:val="PShlavika1"/>
        <w:spacing w:after="96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DB55FC">
        <w:rPr>
          <w:bCs/>
          <w:iCs/>
        </w:rPr>
        <w:t>1</w:t>
      </w:r>
      <w:r w:rsidR="008C007B">
        <w:rPr>
          <w:bCs/>
          <w:iCs/>
        </w:rPr>
        <w:t>8</w:t>
      </w:r>
      <w:r w:rsidR="00E608E0">
        <w:rPr>
          <w:bCs/>
          <w:iCs/>
        </w:rPr>
        <w:t xml:space="preserve">. </w:t>
      </w:r>
      <w:r w:rsidR="00DB55FC">
        <w:rPr>
          <w:bCs/>
          <w:iCs/>
        </w:rPr>
        <w:t>listopadu 20</w:t>
      </w:r>
      <w:r w:rsidR="00F60B04">
        <w:rPr>
          <w:bCs/>
          <w:iCs/>
        </w:rPr>
        <w:t>2</w:t>
      </w:r>
      <w:r w:rsidR="008C007B">
        <w:rPr>
          <w:bCs/>
          <w:iCs/>
        </w:rPr>
        <w:t>0</w:t>
      </w:r>
    </w:p>
    <w:p w:rsidR="00E608E0" w:rsidRDefault="00E608E0" w:rsidP="00574C0F">
      <w:pPr>
        <w:pStyle w:val="Zkladntext3"/>
        <w:jc w:val="center"/>
        <w:rPr>
          <w:b/>
        </w:rPr>
      </w:pPr>
      <w:r>
        <w:rPr>
          <w:sz w:val="24"/>
        </w:rPr>
        <w:t>k </w:t>
      </w:r>
      <w:r w:rsidR="00680710">
        <w:rPr>
          <w:sz w:val="24"/>
        </w:rPr>
        <w:t>R</w:t>
      </w:r>
      <w:r>
        <w:rPr>
          <w:sz w:val="24"/>
        </w:rPr>
        <w:t>ozpočtu Státního fondu dop</w:t>
      </w:r>
      <w:r w:rsidR="008A4B9D">
        <w:rPr>
          <w:sz w:val="24"/>
        </w:rPr>
        <w:t>ravní infrastruktury na rok 20</w:t>
      </w:r>
      <w:r w:rsidR="00DB55FC">
        <w:rPr>
          <w:sz w:val="24"/>
        </w:rPr>
        <w:t>2</w:t>
      </w:r>
      <w:r w:rsidR="008C007B">
        <w:rPr>
          <w:sz w:val="24"/>
        </w:rPr>
        <w:t>1</w:t>
      </w:r>
      <w:r>
        <w:rPr>
          <w:sz w:val="24"/>
        </w:rPr>
        <w:t xml:space="preserve"> a st</w:t>
      </w:r>
      <w:r w:rsidR="008A4B9D">
        <w:rPr>
          <w:sz w:val="24"/>
        </w:rPr>
        <w:t>řednědobé</w:t>
      </w:r>
      <w:r w:rsidR="00680710">
        <w:rPr>
          <w:sz w:val="24"/>
        </w:rPr>
        <w:t>mu</w:t>
      </w:r>
      <w:r w:rsidR="008A4B9D">
        <w:rPr>
          <w:sz w:val="24"/>
        </w:rPr>
        <w:t xml:space="preserve"> výhledu </w:t>
      </w:r>
      <w:r w:rsidR="00680710">
        <w:rPr>
          <w:sz w:val="24"/>
        </w:rPr>
        <w:br/>
      </w:r>
      <w:r w:rsidR="008A4B9D">
        <w:rPr>
          <w:sz w:val="24"/>
        </w:rPr>
        <w:t>na roky 20</w:t>
      </w:r>
      <w:r w:rsidR="00D318BE">
        <w:rPr>
          <w:sz w:val="24"/>
        </w:rPr>
        <w:t>2</w:t>
      </w:r>
      <w:r w:rsidR="008C007B">
        <w:rPr>
          <w:sz w:val="24"/>
        </w:rPr>
        <w:t>2</w:t>
      </w:r>
      <w:r w:rsidR="008A4B9D">
        <w:rPr>
          <w:sz w:val="24"/>
        </w:rPr>
        <w:t xml:space="preserve"> a 20</w:t>
      </w:r>
      <w:r w:rsidR="00574C0F">
        <w:rPr>
          <w:sz w:val="24"/>
        </w:rPr>
        <w:t>2</w:t>
      </w:r>
      <w:r w:rsidR="008C007B">
        <w:rPr>
          <w:sz w:val="24"/>
        </w:rPr>
        <w:t>3</w:t>
      </w:r>
      <w:r w:rsidR="00574C0F">
        <w:rPr>
          <w:sz w:val="24"/>
        </w:rPr>
        <w:t xml:space="preserve"> – </w:t>
      </w:r>
      <w:r w:rsidR="00574C0F" w:rsidRPr="00574C0F">
        <w:rPr>
          <w:b/>
          <w:sz w:val="24"/>
          <w:szCs w:val="24"/>
        </w:rPr>
        <w:t xml:space="preserve">sněmovní tisk </w:t>
      </w:r>
      <w:r w:rsidR="008C007B">
        <w:rPr>
          <w:b/>
          <w:sz w:val="24"/>
          <w:szCs w:val="24"/>
        </w:rPr>
        <w:t>1071</w:t>
      </w:r>
    </w:p>
    <w:p w:rsidR="00574C0F" w:rsidRPr="00574C0F" w:rsidRDefault="00574C0F" w:rsidP="00574C0F">
      <w:pPr>
        <w:pStyle w:val="Zkladntext3"/>
        <w:jc w:val="center"/>
        <w:rPr>
          <w:sz w:val="24"/>
        </w:rPr>
      </w:pPr>
      <w:r>
        <w:rPr>
          <w:b/>
        </w:rPr>
        <w:t>__________________________________________________________________________________________</w:t>
      </w:r>
    </w:p>
    <w:p w:rsidR="00E608E0" w:rsidRDefault="00E608E0" w:rsidP="007878EC">
      <w:pPr>
        <w:pStyle w:val="Zkladntext21"/>
        <w:spacing w:before="480" w:after="360"/>
        <w:ind w:firstLine="709"/>
      </w:pPr>
      <w:r>
        <w:t>Hospodářský výbor Poslanecké sněmovny Parlamentu ČR</w:t>
      </w:r>
      <w:r>
        <w:rPr>
          <w:b/>
        </w:rPr>
        <w:t xml:space="preserve"> </w:t>
      </w:r>
      <w:r>
        <w:t xml:space="preserve">po vyslechnutí </w:t>
      </w:r>
      <w:r w:rsidRPr="00D26E80">
        <w:t>výk</w:t>
      </w:r>
      <w:r w:rsidR="008C249D" w:rsidRPr="00D26E80">
        <w:t>ladu</w:t>
      </w:r>
      <w:r w:rsidR="006F32A2">
        <w:t xml:space="preserve"> </w:t>
      </w:r>
      <w:r w:rsidR="00E00644">
        <w:t>ministra dopravy Karla Havlíčka</w:t>
      </w:r>
      <w:r w:rsidR="00A90E5B">
        <w:t>,</w:t>
      </w:r>
      <w:r w:rsidR="00E90894" w:rsidRPr="00F22893">
        <w:t xml:space="preserve"> </w:t>
      </w:r>
      <w:r w:rsidRPr="00F22893">
        <w:t xml:space="preserve">zpravodajské zprávy poslance </w:t>
      </w:r>
      <w:r w:rsidR="001D50DF" w:rsidRPr="00F22893">
        <w:t xml:space="preserve">Martina </w:t>
      </w:r>
      <w:r w:rsidR="001D50DF">
        <w:t>Kolovratníka</w:t>
      </w:r>
      <w:r>
        <w:t xml:space="preserve"> </w:t>
      </w:r>
      <w:r w:rsidR="00E90894">
        <w:t xml:space="preserve">a </w:t>
      </w:r>
      <w:r>
        <w:t>po obecné a podrobné rozpravě</w:t>
      </w:r>
    </w:p>
    <w:p w:rsidR="00E608E0" w:rsidRDefault="00E608E0" w:rsidP="001D50DF">
      <w:pPr>
        <w:pStyle w:val="Zkladntext21"/>
        <w:numPr>
          <w:ilvl w:val="0"/>
          <w:numId w:val="18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after="360"/>
        <w:ind w:left="709" w:hanging="709"/>
      </w:pPr>
      <w:r>
        <w:rPr>
          <w:b/>
          <w:spacing w:val="40"/>
        </w:rPr>
        <w:t xml:space="preserve">doporučuje </w:t>
      </w:r>
      <w:r>
        <w:t>Poslanecké sněmovně Parlamentu ČR</w:t>
      </w:r>
      <w:r>
        <w:rPr>
          <w:sz w:val="32"/>
        </w:rPr>
        <w:t xml:space="preserve"> </w:t>
      </w:r>
      <w:r>
        <w:rPr>
          <w:spacing w:val="40"/>
        </w:rPr>
        <w:t>projednat a schválit</w:t>
      </w:r>
      <w:r>
        <w:t xml:space="preserve"> </w:t>
      </w:r>
      <w:r w:rsidR="008A4B9D">
        <w:rPr>
          <w:b/>
          <w:i/>
        </w:rPr>
        <w:t xml:space="preserve">sněmovní tisk </w:t>
      </w:r>
      <w:r w:rsidR="008C007B">
        <w:rPr>
          <w:b/>
          <w:i/>
        </w:rPr>
        <w:t>1071</w:t>
      </w:r>
      <w:r w:rsidR="00BF0E5D">
        <w:t xml:space="preserve"> – </w:t>
      </w:r>
      <w:r>
        <w:t>Rozpočet Státního fondu dop</w:t>
      </w:r>
      <w:r w:rsidR="008A4B9D">
        <w:t>ravní infrastruktury na rok 20</w:t>
      </w:r>
      <w:r w:rsidR="00DB55FC">
        <w:t>2</w:t>
      </w:r>
      <w:r w:rsidR="008C007B">
        <w:t>1</w:t>
      </w:r>
      <w:r>
        <w:t xml:space="preserve"> </w:t>
      </w:r>
      <w:r>
        <w:br/>
        <w:t>a střednědobý výhled na roky 20</w:t>
      </w:r>
      <w:r w:rsidR="00AE43B8">
        <w:t>2</w:t>
      </w:r>
      <w:r w:rsidR="008C007B">
        <w:t>2 a 2023</w:t>
      </w:r>
      <w:r>
        <w:t xml:space="preserve"> v předloženém znění. </w:t>
      </w:r>
    </w:p>
    <w:p w:rsidR="00E608E0" w:rsidRDefault="00E608E0" w:rsidP="001D50DF">
      <w:pPr>
        <w:pStyle w:val="Zkladntext21"/>
        <w:spacing w:after="360"/>
        <w:ind w:left="720" w:hanging="720"/>
      </w:pPr>
      <w:r>
        <w:rPr>
          <w:b/>
        </w:rPr>
        <w:t>II.</w:t>
      </w:r>
      <w:r>
        <w:rPr>
          <w:b/>
        </w:rPr>
        <w:tab/>
      </w:r>
      <w:r>
        <w:rPr>
          <w:b/>
          <w:spacing w:val="40"/>
        </w:rPr>
        <w:t>Pověřuje</w:t>
      </w:r>
      <w:r>
        <w:t xml:space="preserve"> předsedu výboru, aby předložil toto usnesení předsedovi Poslanecké sněmovny Parlamentu České republiky.</w:t>
      </w:r>
    </w:p>
    <w:p w:rsidR="00E608E0" w:rsidRDefault="00E608E0" w:rsidP="006766A7">
      <w:pPr>
        <w:pStyle w:val="Zkladntext21"/>
        <w:spacing w:after="1440"/>
        <w:ind w:left="720" w:hanging="720"/>
      </w:pPr>
      <w:r>
        <w:rPr>
          <w:b/>
        </w:rPr>
        <w:t>III.</w:t>
      </w:r>
      <w:r>
        <w:rPr>
          <w:b/>
        </w:rPr>
        <w:tab/>
      </w:r>
      <w:r>
        <w:rPr>
          <w:b/>
          <w:spacing w:val="40"/>
        </w:rPr>
        <w:t xml:space="preserve">Zmocňuje </w:t>
      </w:r>
      <w:r>
        <w:t xml:space="preserve">zpravodaje výboru, aby na schůzi Poslanecké sněmovny Parlamentu ČR přednesl zprávu o výsledcích projednávání </w:t>
      </w:r>
      <w:r w:rsidR="00680710">
        <w:t>R</w:t>
      </w:r>
      <w:r>
        <w:t>ozpočtu Státního fondu dopravní infrastruktury na rok 20</w:t>
      </w:r>
      <w:r w:rsidR="00DB55FC">
        <w:t>2</w:t>
      </w:r>
      <w:r w:rsidR="008C007B">
        <w:t>1</w:t>
      </w:r>
      <w:r>
        <w:t xml:space="preserve"> a střednědobého výhledu na roky 20</w:t>
      </w:r>
      <w:r w:rsidR="00DB55FC">
        <w:t>2</w:t>
      </w:r>
      <w:r w:rsidR="008C007B">
        <w:t>2</w:t>
      </w:r>
      <w:r>
        <w:t xml:space="preserve"> a 20</w:t>
      </w:r>
      <w:r w:rsidR="00680710">
        <w:t>2</w:t>
      </w:r>
      <w:r w:rsidR="008C007B">
        <w:t>3</w:t>
      </w:r>
      <w:r>
        <w:t xml:space="preserve"> </w:t>
      </w:r>
      <w:r>
        <w:br/>
        <w:t>v hospodářském výboru.</w:t>
      </w:r>
    </w:p>
    <w:p w:rsidR="00C3035B" w:rsidRPr="00AE43B8" w:rsidRDefault="006D02C4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 w:rsidR="00D318BE" w:rsidRPr="00134B07">
        <w:rPr>
          <w:rFonts w:ascii="Times New Roman" w:hAnsi="Times New Roman"/>
          <w:sz w:val="24"/>
          <w:szCs w:val="24"/>
          <w:lang w:eastAsia="cs-CZ"/>
        </w:rPr>
        <w:t>Ondřej POLANSKÝ</w:t>
      </w:r>
      <w:r w:rsidR="00895E47" w:rsidRPr="00134B07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E43B8" w:rsidRPr="00134B07">
        <w:rPr>
          <w:rFonts w:ascii="Times New Roman" w:hAnsi="Times New Roman"/>
          <w:sz w:val="24"/>
          <w:szCs w:val="24"/>
          <w:lang w:eastAsia="cs-CZ"/>
        </w:rPr>
        <w:t>v.</w:t>
      </w:r>
      <w:r w:rsidR="00940105" w:rsidRPr="00134B07">
        <w:rPr>
          <w:rFonts w:ascii="Times New Roman" w:hAnsi="Times New Roman"/>
          <w:sz w:val="24"/>
          <w:szCs w:val="24"/>
          <w:lang w:eastAsia="cs-CZ"/>
        </w:rPr>
        <w:t xml:space="preserve"> r</w:t>
      </w:r>
      <w:r w:rsidR="008C007B">
        <w:rPr>
          <w:rFonts w:ascii="Times New Roman" w:hAnsi="Times New Roman"/>
          <w:sz w:val="24"/>
          <w:szCs w:val="24"/>
          <w:lang w:eastAsia="cs-CZ"/>
        </w:rPr>
        <w:t>.</w:t>
      </w:r>
      <w:bookmarkStart w:id="0" w:name="_GoBack"/>
      <w:bookmarkEnd w:id="0"/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 xml:space="preserve">Martin KOLOVRATNÍK </w:t>
      </w:r>
      <w:r w:rsidR="00AE43B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Default="00A47BEA" w:rsidP="008A4B9D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 w:rsidRPr="00AE43B8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680710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895E47">
        <w:rPr>
          <w:rFonts w:ascii="Times New Roman" w:hAnsi="Times New Roman"/>
          <w:sz w:val="24"/>
          <w:szCs w:val="24"/>
          <w:lang w:eastAsia="cs-CZ"/>
        </w:rPr>
        <w:t xml:space="preserve">Radim FIALA </w:t>
      </w:r>
      <w:r w:rsidR="00AE43B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6D02C4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5AC5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D01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0C1E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1E51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362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5"/>
  </w:num>
  <w:num w:numId="14">
    <w:abstractNumId w:val="16"/>
  </w:num>
  <w:num w:numId="15">
    <w:abstractNumId w:val="10"/>
  </w:num>
  <w:num w:numId="16">
    <w:abstractNumId w:val="14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E0"/>
    <w:rsid w:val="00024250"/>
    <w:rsid w:val="0010382A"/>
    <w:rsid w:val="0012275D"/>
    <w:rsid w:val="00134B07"/>
    <w:rsid w:val="0014146B"/>
    <w:rsid w:val="001A68C3"/>
    <w:rsid w:val="001D36F4"/>
    <w:rsid w:val="001D50DF"/>
    <w:rsid w:val="00341CBF"/>
    <w:rsid w:val="003A60CD"/>
    <w:rsid w:val="003E0A61"/>
    <w:rsid w:val="003E1216"/>
    <w:rsid w:val="003F7969"/>
    <w:rsid w:val="004330E7"/>
    <w:rsid w:val="00433B08"/>
    <w:rsid w:val="00474E4A"/>
    <w:rsid w:val="004F072B"/>
    <w:rsid w:val="004F0F9F"/>
    <w:rsid w:val="00574C0F"/>
    <w:rsid w:val="006318CE"/>
    <w:rsid w:val="00637079"/>
    <w:rsid w:val="006766A7"/>
    <w:rsid w:val="00680710"/>
    <w:rsid w:val="00681EC1"/>
    <w:rsid w:val="00684000"/>
    <w:rsid w:val="006B2C00"/>
    <w:rsid w:val="006D02C4"/>
    <w:rsid w:val="006D70EB"/>
    <w:rsid w:val="006F32A2"/>
    <w:rsid w:val="00746895"/>
    <w:rsid w:val="007878EC"/>
    <w:rsid w:val="00895E47"/>
    <w:rsid w:val="008A4B9D"/>
    <w:rsid w:val="008C007B"/>
    <w:rsid w:val="008C249D"/>
    <w:rsid w:val="00913459"/>
    <w:rsid w:val="00940105"/>
    <w:rsid w:val="00980AF2"/>
    <w:rsid w:val="00A32BFA"/>
    <w:rsid w:val="00A47BEA"/>
    <w:rsid w:val="00A6161B"/>
    <w:rsid w:val="00A76253"/>
    <w:rsid w:val="00A90E5B"/>
    <w:rsid w:val="00AE43B8"/>
    <w:rsid w:val="00B44538"/>
    <w:rsid w:val="00BF0E5D"/>
    <w:rsid w:val="00BF65D9"/>
    <w:rsid w:val="00C23CD8"/>
    <w:rsid w:val="00C3035B"/>
    <w:rsid w:val="00C3707F"/>
    <w:rsid w:val="00C4762A"/>
    <w:rsid w:val="00C907C5"/>
    <w:rsid w:val="00D02E9D"/>
    <w:rsid w:val="00D12C35"/>
    <w:rsid w:val="00D264EE"/>
    <w:rsid w:val="00D26E80"/>
    <w:rsid w:val="00D318BE"/>
    <w:rsid w:val="00D4199B"/>
    <w:rsid w:val="00D45898"/>
    <w:rsid w:val="00DB55FC"/>
    <w:rsid w:val="00DD63FC"/>
    <w:rsid w:val="00E00644"/>
    <w:rsid w:val="00E608E0"/>
    <w:rsid w:val="00E90894"/>
    <w:rsid w:val="00EA0554"/>
    <w:rsid w:val="00EE590D"/>
    <w:rsid w:val="00F22893"/>
    <w:rsid w:val="00F55AFD"/>
    <w:rsid w:val="00F60B04"/>
    <w:rsid w:val="00F701F9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09889"/>
  <w15:chartTrackingRefBased/>
  <w15:docId w15:val="{569676D5-F01A-4CC5-8F43-580A43E3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semiHidden/>
    <w:rsid w:val="00E608E0"/>
    <w:pPr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3Char">
    <w:name w:val="Základní text 3 Char"/>
    <w:link w:val="Zkladntext3"/>
    <w:semiHidden/>
    <w:rsid w:val="00E608E0"/>
    <w:rPr>
      <w:rFonts w:ascii="Times New Roman" w:eastAsia="Times New Roman" w:hAnsi="Times New Roman"/>
    </w:rPr>
  </w:style>
  <w:style w:type="paragraph" w:customStyle="1" w:styleId="Zkladntext21">
    <w:name w:val="Základní text 21"/>
    <w:basedOn w:val="Normln"/>
    <w:rsid w:val="00E608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7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98F6E-CA14-4FC6-BDB7-883465A6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4</cp:revision>
  <cp:lastPrinted>2020-11-18T09:49:00Z</cp:lastPrinted>
  <dcterms:created xsi:type="dcterms:W3CDTF">2020-11-18T09:45:00Z</dcterms:created>
  <dcterms:modified xsi:type="dcterms:W3CDTF">2020-11-18T09:49:00Z</dcterms:modified>
</cp:coreProperties>
</file>