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F0F" w:rsidRDefault="009A7129" w:rsidP="00415577">
      <w:pPr>
        <w:pStyle w:val="PS-hlavika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1C5F0F">
        <w:tab/>
      </w:r>
      <w:r w:rsidR="001C5F0F">
        <w:tab/>
        <w:t>PS160045032</w:t>
      </w:r>
    </w:p>
    <w:p w:rsidR="00213765" w:rsidRDefault="009A7129" w:rsidP="00415577">
      <w:pPr>
        <w:pStyle w:val="PS-hlavika1"/>
      </w:pPr>
      <w:r>
        <w:tab/>
      </w:r>
    </w:p>
    <w:p w:rsidR="0018747B" w:rsidRDefault="0018747B" w:rsidP="00415577">
      <w:pPr>
        <w:pStyle w:val="PS-hlavika1"/>
      </w:pPr>
      <w:r>
        <w:t>Parlament České republiky</w:t>
      </w:r>
    </w:p>
    <w:p w:rsidR="00213765" w:rsidRDefault="00213765" w:rsidP="00415577">
      <w:pPr>
        <w:pStyle w:val="PS-hlavika1"/>
      </w:pP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BE4AFB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Pr="00FB5FFF" w:rsidRDefault="0018747B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>z</w:t>
      </w:r>
      <w:r w:rsidR="00E829C9">
        <w:rPr>
          <w:sz w:val="28"/>
          <w:szCs w:val="28"/>
        </w:rPr>
        <w:t>e 44</w:t>
      </w:r>
      <w:r w:rsidR="00213765">
        <w:rPr>
          <w:sz w:val="28"/>
          <w:szCs w:val="28"/>
        </w:rPr>
        <w:t>.</w:t>
      </w:r>
      <w:r w:rsidRPr="00FB5FFF">
        <w:rPr>
          <w:sz w:val="28"/>
          <w:szCs w:val="28"/>
        </w:rPr>
        <w:t xml:space="preserve"> schůze</w:t>
      </w:r>
    </w:p>
    <w:p w:rsidR="0018747B" w:rsidRPr="00FB5FFF" w:rsidRDefault="00C04E40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>Výbor</w:t>
      </w:r>
      <w:r w:rsidR="003B772C">
        <w:rPr>
          <w:sz w:val="28"/>
          <w:szCs w:val="28"/>
        </w:rPr>
        <w:t>u</w:t>
      </w:r>
      <w:r w:rsidRPr="00FB5FFF">
        <w:rPr>
          <w:sz w:val="28"/>
          <w:szCs w:val="28"/>
        </w:rPr>
        <w:t xml:space="preserve"> pro veřejnou správu a regionální rozvoj</w:t>
      </w:r>
      <w:r w:rsidR="0018747B" w:rsidRPr="00FB5FFF">
        <w:rPr>
          <w:sz w:val="28"/>
          <w:szCs w:val="28"/>
        </w:rPr>
        <w:t>,</w:t>
      </w:r>
    </w:p>
    <w:p w:rsidR="0018747B" w:rsidRDefault="0018747B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 xml:space="preserve">která se konala </w:t>
      </w:r>
      <w:r w:rsidR="00890ADB" w:rsidRPr="00FB5FFF">
        <w:rPr>
          <w:sz w:val="28"/>
          <w:szCs w:val="28"/>
        </w:rPr>
        <w:t>dne</w:t>
      </w:r>
      <w:r w:rsidR="005B3138">
        <w:rPr>
          <w:sz w:val="28"/>
          <w:szCs w:val="28"/>
        </w:rPr>
        <w:t xml:space="preserve"> </w:t>
      </w:r>
      <w:r w:rsidR="00E829C9">
        <w:rPr>
          <w:sz w:val="28"/>
          <w:szCs w:val="28"/>
        </w:rPr>
        <w:t>22. června</w:t>
      </w:r>
      <w:r w:rsidR="00213765">
        <w:rPr>
          <w:sz w:val="28"/>
          <w:szCs w:val="28"/>
        </w:rPr>
        <w:t xml:space="preserve"> </w:t>
      </w:r>
      <w:r w:rsidR="00FB01F2">
        <w:rPr>
          <w:sz w:val="28"/>
          <w:szCs w:val="28"/>
        </w:rPr>
        <w:t>2016</w:t>
      </w:r>
    </w:p>
    <w:p w:rsidR="00E829C9" w:rsidRDefault="00E829C9" w:rsidP="00BE4AFB">
      <w:pPr>
        <w:spacing w:after="0"/>
        <w:rPr>
          <w:rFonts w:ascii="Times New Roman" w:hAnsi="Times New Roman"/>
          <w:sz w:val="24"/>
          <w:szCs w:val="24"/>
        </w:rPr>
      </w:pPr>
    </w:p>
    <w:p w:rsidR="003B772C" w:rsidRDefault="003B772C" w:rsidP="003B772C">
      <w:pPr>
        <w:pStyle w:val="PS-msto"/>
      </w:pPr>
      <w:r>
        <w:t xml:space="preserve">Výjezdní zasedání ve spolupráci s Českými drahami a.s. </w:t>
      </w:r>
    </w:p>
    <w:p w:rsidR="003B772C" w:rsidRDefault="003B772C" w:rsidP="003B772C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>Schůzi řídil</w:t>
      </w:r>
      <w:r>
        <w:rPr>
          <w:rFonts w:ascii="Times New Roman" w:hAnsi="Times New Roman"/>
          <w:sz w:val="24"/>
          <w:szCs w:val="24"/>
        </w:rPr>
        <w:t>a</w:t>
      </w:r>
      <w:r w:rsidRPr="00AC7F3B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PaedDr. Milada Halíková, p</w:t>
      </w:r>
      <w:r w:rsidRPr="00AC7F3B">
        <w:rPr>
          <w:rFonts w:ascii="Times New Roman" w:hAnsi="Times New Roman"/>
          <w:sz w:val="24"/>
          <w:szCs w:val="24"/>
        </w:rPr>
        <w:t>ředsed</w:t>
      </w:r>
      <w:r>
        <w:rPr>
          <w:rFonts w:ascii="Times New Roman" w:hAnsi="Times New Roman"/>
          <w:sz w:val="24"/>
          <w:szCs w:val="24"/>
        </w:rPr>
        <w:t>kyně</w:t>
      </w:r>
      <w:r w:rsidRPr="00AC7F3B">
        <w:rPr>
          <w:rFonts w:ascii="Times New Roman" w:hAnsi="Times New Roman"/>
          <w:sz w:val="24"/>
          <w:szCs w:val="24"/>
        </w:rPr>
        <w:t xml:space="preserve"> výboru.</w:t>
      </w:r>
    </w:p>
    <w:p w:rsidR="003B772C" w:rsidRPr="00AC7F3B" w:rsidRDefault="003B772C" w:rsidP="003B772C">
      <w:pPr>
        <w:spacing w:after="0"/>
        <w:rPr>
          <w:rFonts w:ascii="Times New Roman" w:hAnsi="Times New Roman"/>
          <w:sz w:val="24"/>
          <w:szCs w:val="24"/>
        </w:rPr>
      </w:pPr>
    </w:p>
    <w:p w:rsidR="00E829C9" w:rsidRDefault="00BE4AFB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Přítomni: </w:t>
      </w:r>
      <w:r w:rsidR="00F8683A">
        <w:rPr>
          <w:rFonts w:ascii="Times New Roman" w:hAnsi="Times New Roman"/>
          <w:sz w:val="24"/>
          <w:szCs w:val="24"/>
        </w:rPr>
        <w:t xml:space="preserve">p. </w:t>
      </w:r>
      <w:proofErr w:type="spellStart"/>
      <w:r w:rsidR="00DF15F8">
        <w:rPr>
          <w:rFonts w:ascii="Times New Roman" w:hAnsi="Times New Roman"/>
          <w:sz w:val="24"/>
          <w:szCs w:val="24"/>
        </w:rPr>
        <w:t>posl</w:t>
      </w:r>
      <w:proofErr w:type="spellEnd"/>
      <w:r w:rsidR="00DF15F8">
        <w:rPr>
          <w:rFonts w:ascii="Times New Roman" w:hAnsi="Times New Roman"/>
          <w:sz w:val="24"/>
          <w:szCs w:val="24"/>
        </w:rPr>
        <w:t>.</w:t>
      </w:r>
      <w:r w:rsidR="00E71981">
        <w:rPr>
          <w:rFonts w:ascii="Times New Roman" w:hAnsi="Times New Roman"/>
          <w:sz w:val="24"/>
          <w:szCs w:val="24"/>
        </w:rPr>
        <w:t xml:space="preserve"> Bendl, </w:t>
      </w:r>
      <w:proofErr w:type="spellStart"/>
      <w:r w:rsidR="00E71981">
        <w:rPr>
          <w:rFonts w:ascii="Times New Roman" w:hAnsi="Times New Roman"/>
          <w:sz w:val="24"/>
          <w:szCs w:val="24"/>
        </w:rPr>
        <w:t>Berkovec</w:t>
      </w:r>
      <w:proofErr w:type="spellEnd"/>
      <w:r w:rsidR="00E71981">
        <w:rPr>
          <w:rFonts w:ascii="Times New Roman" w:hAnsi="Times New Roman"/>
          <w:sz w:val="24"/>
          <w:szCs w:val="24"/>
        </w:rPr>
        <w:t>, Fischerová, Halíková, Havíř, Horáček, Klán, Kořenek, Koubek,</w:t>
      </w:r>
      <w:r w:rsidR="00833960">
        <w:rPr>
          <w:rFonts w:ascii="Times New Roman" w:hAnsi="Times New Roman"/>
          <w:sz w:val="24"/>
          <w:szCs w:val="24"/>
        </w:rPr>
        <w:t xml:space="preserve"> Petrů, Pleticha, Rutová, Zahradníček.</w:t>
      </w:r>
    </w:p>
    <w:p w:rsidR="00E829C9" w:rsidRDefault="00E829C9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D6D38" w:rsidRDefault="00BD6D38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Průběh zasedání:</w:t>
      </w:r>
    </w:p>
    <w:p w:rsidR="001E4EDF" w:rsidRDefault="001E4EDF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9,00 hodin</w:t>
      </w:r>
    </w:p>
    <w:p w:rsidR="00194F52" w:rsidRDefault="001E4EDF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Všichni poslanci se shromáždili ve vestibulu hlavního nádraží Praha.</w:t>
      </w:r>
      <w:r w:rsidR="00BE4AFB" w:rsidRPr="00FB5FFF">
        <w:rPr>
          <w:rFonts w:ascii="Times New Roman" w:hAnsi="Times New Roman"/>
          <w:sz w:val="24"/>
          <w:szCs w:val="24"/>
        </w:rPr>
        <w:t xml:space="preserve">, </w:t>
      </w:r>
    </w:p>
    <w:p w:rsidR="001E4EDF" w:rsidRDefault="001E4EDF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E4EDF" w:rsidRDefault="001E4EDF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Poté přijetí ve vládním salonku</w:t>
      </w:r>
      <w:r w:rsidR="00A66F43">
        <w:rPr>
          <w:rFonts w:ascii="Times New Roman" w:hAnsi="Times New Roman"/>
          <w:sz w:val="24"/>
          <w:szCs w:val="24"/>
        </w:rPr>
        <w:t xml:space="preserve">. Uvítání </w:t>
      </w:r>
      <w:r w:rsidR="008C70B6">
        <w:rPr>
          <w:rFonts w:ascii="Times New Roman" w:hAnsi="Times New Roman"/>
          <w:sz w:val="24"/>
          <w:szCs w:val="24"/>
        </w:rPr>
        <w:t>panem</w:t>
      </w:r>
      <w:r w:rsidR="00A66F43">
        <w:rPr>
          <w:rFonts w:ascii="Times New Roman" w:hAnsi="Times New Roman"/>
          <w:sz w:val="24"/>
          <w:szCs w:val="24"/>
        </w:rPr>
        <w:t xml:space="preserve"> Ing. Micha</w:t>
      </w:r>
      <w:r w:rsidR="008C70B6">
        <w:rPr>
          <w:rFonts w:ascii="Times New Roman" w:hAnsi="Times New Roman"/>
          <w:sz w:val="24"/>
          <w:szCs w:val="24"/>
        </w:rPr>
        <w:t>lem</w:t>
      </w:r>
      <w:r w:rsidR="003B772C">
        <w:rPr>
          <w:rFonts w:ascii="Times New Roman" w:hAnsi="Times New Roman"/>
          <w:sz w:val="24"/>
          <w:szCs w:val="24"/>
        </w:rPr>
        <w:t xml:space="preserve"> Š</w:t>
      </w:r>
      <w:r w:rsidR="00A66F43">
        <w:rPr>
          <w:rFonts w:ascii="Times New Roman" w:hAnsi="Times New Roman"/>
          <w:sz w:val="24"/>
          <w:szCs w:val="24"/>
        </w:rPr>
        <w:t>těpán</w:t>
      </w:r>
      <w:r w:rsidR="008C70B6">
        <w:rPr>
          <w:rFonts w:ascii="Times New Roman" w:hAnsi="Times New Roman"/>
          <w:sz w:val="24"/>
          <w:szCs w:val="24"/>
        </w:rPr>
        <w:t>em</w:t>
      </w:r>
      <w:r w:rsidR="00A66F43">
        <w:rPr>
          <w:rFonts w:ascii="Times New Roman" w:hAnsi="Times New Roman"/>
          <w:sz w:val="24"/>
          <w:szCs w:val="24"/>
        </w:rPr>
        <w:t>, člen</w:t>
      </w:r>
      <w:r w:rsidR="008C70B6">
        <w:rPr>
          <w:rFonts w:ascii="Times New Roman" w:hAnsi="Times New Roman"/>
          <w:sz w:val="24"/>
          <w:szCs w:val="24"/>
        </w:rPr>
        <w:t>em</w:t>
      </w:r>
      <w:r w:rsidR="00A66F43">
        <w:rPr>
          <w:rFonts w:ascii="Times New Roman" w:hAnsi="Times New Roman"/>
          <w:sz w:val="24"/>
          <w:szCs w:val="24"/>
        </w:rPr>
        <w:t xml:space="preserve"> představenstva ČD</w:t>
      </w:r>
      <w:r w:rsidR="008C70B6">
        <w:rPr>
          <w:rFonts w:ascii="Times New Roman" w:hAnsi="Times New Roman"/>
          <w:sz w:val="24"/>
          <w:szCs w:val="24"/>
        </w:rPr>
        <w:t>, a.s., odpovědného za osobní přepravu.</w:t>
      </w:r>
    </w:p>
    <w:p w:rsidR="00FE2F08" w:rsidRDefault="00FE2F08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C70B6" w:rsidRDefault="008C70B6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9,49 hodin</w:t>
      </w:r>
    </w:p>
    <w:p w:rsidR="008C70B6" w:rsidRDefault="008C70B6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Odjezd vlakem EC 277 – Slovan, společenský vůz </w:t>
      </w:r>
      <w:proofErr w:type="spellStart"/>
      <w:r>
        <w:rPr>
          <w:rFonts w:ascii="Times New Roman" w:hAnsi="Times New Roman"/>
          <w:sz w:val="24"/>
          <w:szCs w:val="24"/>
        </w:rPr>
        <w:t>WRmz</w:t>
      </w:r>
      <w:proofErr w:type="spellEnd"/>
      <w:r>
        <w:rPr>
          <w:rFonts w:ascii="Times New Roman" w:hAnsi="Times New Roman"/>
          <w:sz w:val="24"/>
          <w:szCs w:val="24"/>
        </w:rPr>
        <w:t xml:space="preserve"> 205 do Brna.</w:t>
      </w:r>
    </w:p>
    <w:p w:rsidR="008C70B6" w:rsidRDefault="00BD6D38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Jednání s členem představenstva Ing. Michalem Štěpánem o situ</w:t>
      </w:r>
      <w:r w:rsidR="00E9500E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ci v ČD a.s., vytváření podmínek pro rozvoj, rekonstrukce a modernizaci páteřních tratí a regionálních tratí. Úloha ČD a.s. při zajišťování osobní dopravy. </w:t>
      </w:r>
    </w:p>
    <w:p w:rsidR="00BD6D38" w:rsidRDefault="00BD6D38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C70B6" w:rsidRDefault="008C70B6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12,22 hodin</w:t>
      </w:r>
    </w:p>
    <w:p w:rsidR="008C70B6" w:rsidRDefault="008C70B6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Příjezd do Brna, návštěva Dopravního vzdělávacího institutu, provází pan Ing. Aleš Vodák, člen představenstva ČD a.s.</w:t>
      </w:r>
    </w:p>
    <w:p w:rsidR="008C70B6" w:rsidRDefault="008C70B6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D6D38" w:rsidRDefault="00BD6D38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Vodák představil poslancům systém přípravy drážních dispečerů, ukázal </w:t>
      </w:r>
      <w:proofErr w:type="gramStart"/>
      <w:r>
        <w:rPr>
          <w:rFonts w:ascii="Times New Roman" w:hAnsi="Times New Roman"/>
          <w:sz w:val="24"/>
          <w:szCs w:val="24"/>
        </w:rPr>
        <w:t>školící</w:t>
      </w:r>
      <w:proofErr w:type="gramEnd"/>
      <w:r>
        <w:rPr>
          <w:rFonts w:ascii="Times New Roman" w:hAnsi="Times New Roman"/>
          <w:sz w:val="24"/>
          <w:szCs w:val="24"/>
        </w:rPr>
        <w:t xml:space="preserve"> středisko v Brně, vysvětlil nutnost přípravy v systému osobní i nákladní přepravy.</w:t>
      </w:r>
    </w:p>
    <w:p w:rsidR="00BD6D38" w:rsidRDefault="00BD6D38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C70B6" w:rsidRDefault="008C70B6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13,30</w:t>
      </w:r>
      <w:r w:rsidR="00FE2F08">
        <w:rPr>
          <w:rFonts w:ascii="Times New Roman" w:hAnsi="Times New Roman"/>
          <w:sz w:val="24"/>
          <w:szCs w:val="24"/>
        </w:rPr>
        <w:t xml:space="preserve"> hodin</w:t>
      </w:r>
    </w:p>
    <w:p w:rsidR="00FE2F08" w:rsidRDefault="00FE2F08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Přejezd vlakem do DKV – Depo kolových vozidel</w:t>
      </w:r>
    </w:p>
    <w:p w:rsidR="00BD6D38" w:rsidRDefault="00BD6D38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D6D38" w:rsidRDefault="00BD6D38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Zaměstnanci provedli poslance depem a ukázali stávající střed</w:t>
      </w:r>
      <w:r w:rsidR="003B772C">
        <w:rPr>
          <w:rFonts w:ascii="Times New Roman" w:hAnsi="Times New Roman"/>
          <w:sz w:val="24"/>
          <w:szCs w:val="24"/>
        </w:rPr>
        <w:t>isko oprav kolejových vozidel a </w:t>
      </w:r>
      <w:r>
        <w:rPr>
          <w:rFonts w:ascii="Times New Roman" w:hAnsi="Times New Roman"/>
          <w:sz w:val="24"/>
          <w:szCs w:val="24"/>
        </w:rPr>
        <w:t>představili přípravu nových hal pro opravárenství</w:t>
      </w:r>
      <w:r w:rsidR="00E9500E">
        <w:rPr>
          <w:rFonts w:ascii="Times New Roman" w:hAnsi="Times New Roman"/>
          <w:sz w:val="24"/>
          <w:szCs w:val="24"/>
        </w:rPr>
        <w:t>.</w:t>
      </w:r>
    </w:p>
    <w:p w:rsidR="00FE2F08" w:rsidRDefault="00FE2F08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B772C" w:rsidRDefault="003B772C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E2F08" w:rsidRDefault="00FE2F08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15.40 hodin</w:t>
      </w:r>
    </w:p>
    <w:p w:rsidR="00FE2F08" w:rsidRDefault="00FE2F08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Odjezd z DKV zpět na hlavní nádraží Brno</w:t>
      </w:r>
      <w:r w:rsidR="003B772C">
        <w:rPr>
          <w:rFonts w:ascii="Times New Roman" w:hAnsi="Times New Roman"/>
          <w:sz w:val="24"/>
          <w:szCs w:val="24"/>
        </w:rPr>
        <w:t>.</w:t>
      </w:r>
    </w:p>
    <w:p w:rsidR="00FE2F08" w:rsidRDefault="00FE2F08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E2F08" w:rsidRDefault="00FE2F08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16.20 hodin</w:t>
      </w:r>
    </w:p>
    <w:p w:rsidR="00FE2F08" w:rsidRDefault="00FE2F08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Odjezd z Brna zpět do Prahy vlakem R 976</w:t>
      </w:r>
      <w:r w:rsidR="003B772C">
        <w:rPr>
          <w:rFonts w:ascii="Times New Roman" w:hAnsi="Times New Roman"/>
          <w:sz w:val="24"/>
          <w:szCs w:val="24"/>
        </w:rPr>
        <w:t>.</w:t>
      </w:r>
    </w:p>
    <w:p w:rsidR="00FE2F08" w:rsidRDefault="00FE2F08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D6D38" w:rsidRDefault="00BD6D38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 – předsedkyně výboru – nastínila poslancům práci výboru ve druhém pololetí 2016</w:t>
      </w:r>
    </w:p>
    <w:p w:rsidR="00BD6D38" w:rsidRDefault="00BD6D38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požádala je o návrhy za jednotlivé politické kluby k následujícím tématům:</w:t>
      </w:r>
    </w:p>
    <w:p w:rsidR="00BD6D38" w:rsidRDefault="00BD6D38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D6D38" w:rsidRDefault="00BD6D38" w:rsidP="00BD6D38">
      <w:pPr>
        <w:pStyle w:val="Odstavecseseznamem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Výjezdní zasedání výboru v regionech ČR</w:t>
      </w:r>
      <w:r w:rsidR="003B772C">
        <w:rPr>
          <w:rFonts w:ascii="Times New Roman" w:hAnsi="Times New Roman"/>
          <w:sz w:val="24"/>
          <w:szCs w:val="24"/>
        </w:rPr>
        <w:t>.</w:t>
      </w:r>
    </w:p>
    <w:p w:rsidR="00BD6D38" w:rsidRDefault="00BD6D38" w:rsidP="00BD6D38">
      <w:pPr>
        <w:pStyle w:val="Odstavecseseznamem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Návrhy na zahraniční cesty v prvním pololetí roku 2017</w:t>
      </w:r>
      <w:r w:rsidR="003B772C">
        <w:rPr>
          <w:rFonts w:ascii="Times New Roman" w:hAnsi="Times New Roman"/>
          <w:sz w:val="24"/>
          <w:szCs w:val="24"/>
        </w:rPr>
        <w:t>.</w:t>
      </w:r>
    </w:p>
    <w:p w:rsidR="00BD6D38" w:rsidRDefault="00BD6D38" w:rsidP="00BD6D38">
      <w:pPr>
        <w:pStyle w:val="Odstavecseseznamem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Práce podvýbor</w:t>
      </w:r>
      <w:r w:rsidR="003B772C"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 xml:space="preserve"> a jejich vyhodnocení na některé z příštích schůzí výboru</w:t>
      </w:r>
      <w:r w:rsidR="003B772C">
        <w:rPr>
          <w:rFonts w:ascii="Times New Roman" w:hAnsi="Times New Roman"/>
          <w:sz w:val="24"/>
          <w:szCs w:val="24"/>
        </w:rPr>
        <w:t>.</w:t>
      </w:r>
    </w:p>
    <w:p w:rsidR="00BD6D38" w:rsidRPr="003B772C" w:rsidRDefault="00BD6D38" w:rsidP="003B772C">
      <w:pPr>
        <w:spacing w:after="0"/>
        <w:ind w:left="1425"/>
        <w:jc w:val="both"/>
        <w:rPr>
          <w:rFonts w:ascii="Times New Roman" w:hAnsi="Times New Roman"/>
          <w:sz w:val="24"/>
          <w:szCs w:val="24"/>
        </w:rPr>
      </w:pPr>
    </w:p>
    <w:p w:rsidR="00BD6D38" w:rsidRDefault="00BD6D38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D6D38" w:rsidRDefault="00E9500E" w:rsidP="00E9500E">
      <w:pPr>
        <w:spacing w:after="0"/>
        <w:ind w:left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daná témata probíhala diskuze.</w:t>
      </w:r>
    </w:p>
    <w:p w:rsidR="00BD6D38" w:rsidRDefault="00BD6D38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B772C" w:rsidRDefault="003B772C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E2F08" w:rsidRDefault="00FE2F08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19.51 hodin</w:t>
      </w:r>
    </w:p>
    <w:p w:rsidR="00FE2F08" w:rsidRDefault="00FE2F08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Příjezd do Prahy, hlavního nádraží</w:t>
      </w:r>
      <w:r w:rsidR="00E9500E">
        <w:rPr>
          <w:rFonts w:ascii="Times New Roman" w:hAnsi="Times New Roman"/>
          <w:sz w:val="24"/>
          <w:szCs w:val="24"/>
        </w:rPr>
        <w:t>.</w:t>
      </w:r>
    </w:p>
    <w:p w:rsidR="00E9500E" w:rsidRDefault="00E9500E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Ukončení výjezdního zasedání.</w:t>
      </w:r>
    </w:p>
    <w:p w:rsidR="00E9500E" w:rsidRDefault="00E9500E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9500E" w:rsidRDefault="00E9500E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B772C" w:rsidRDefault="003B772C" w:rsidP="003B772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Odpovídá:</w:t>
      </w:r>
      <w:r>
        <w:rPr>
          <w:rFonts w:ascii="Times New Roman" w:hAnsi="Times New Roman"/>
          <w:sz w:val="24"/>
          <w:szCs w:val="24"/>
        </w:rPr>
        <w:tab/>
        <w:t>Mgr. Miroslav Wolf, tajemník výboru</w:t>
      </w:r>
    </w:p>
    <w:p w:rsidR="00E9500E" w:rsidRDefault="00E9500E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Zapsala:</w:t>
      </w:r>
      <w:r>
        <w:rPr>
          <w:rFonts w:ascii="Times New Roman" w:hAnsi="Times New Roman"/>
          <w:sz w:val="24"/>
          <w:szCs w:val="24"/>
        </w:rPr>
        <w:tab/>
        <w:t>Jindra Kuklíková</w:t>
      </w:r>
    </w:p>
    <w:p w:rsidR="00E9500E" w:rsidRDefault="00E9500E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9500E" w:rsidRDefault="00E9500E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9500E" w:rsidRDefault="00E9500E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9500E" w:rsidRDefault="00E9500E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9500E" w:rsidRDefault="00E9500E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B772C" w:rsidRDefault="003B772C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9500E" w:rsidRDefault="00E9500E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9500E">
        <w:rPr>
          <w:rFonts w:ascii="Times New Roman" w:hAnsi="Times New Roman"/>
          <w:b/>
          <w:sz w:val="24"/>
          <w:szCs w:val="24"/>
        </w:rPr>
        <w:t>PaedDr. Milada   H a l í k o v</w:t>
      </w:r>
      <w:r w:rsidR="001C5F0F">
        <w:rPr>
          <w:rFonts w:ascii="Times New Roman" w:hAnsi="Times New Roman"/>
          <w:b/>
          <w:sz w:val="24"/>
          <w:szCs w:val="24"/>
        </w:rPr>
        <w:t> </w:t>
      </w:r>
      <w:r w:rsidRPr="00E9500E">
        <w:rPr>
          <w:rFonts w:ascii="Times New Roman" w:hAnsi="Times New Roman"/>
          <w:b/>
          <w:sz w:val="24"/>
          <w:szCs w:val="24"/>
        </w:rPr>
        <w:t>á</w:t>
      </w:r>
      <w:r w:rsidR="001C5F0F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1C5F0F">
        <w:rPr>
          <w:rFonts w:ascii="Times New Roman" w:hAnsi="Times New Roman"/>
          <w:b/>
          <w:sz w:val="24"/>
          <w:szCs w:val="24"/>
        </w:rPr>
        <w:t>v.r.</w:t>
      </w:r>
      <w:proofErr w:type="gram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C5F0F">
        <w:rPr>
          <w:rFonts w:ascii="Times New Roman" w:hAnsi="Times New Roman"/>
          <w:sz w:val="24"/>
          <w:szCs w:val="24"/>
        </w:rPr>
        <w:t xml:space="preserve">                 </w:t>
      </w:r>
      <w:r w:rsidRPr="00E9500E">
        <w:rPr>
          <w:rFonts w:ascii="Times New Roman" w:hAnsi="Times New Roman"/>
          <w:b/>
          <w:sz w:val="24"/>
          <w:szCs w:val="24"/>
        </w:rPr>
        <w:t>Mgr. Jan   K l á n</w:t>
      </w:r>
      <w:r w:rsidR="001C5F0F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1C5F0F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E9500E" w:rsidRPr="00213765" w:rsidRDefault="00E9500E" w:rsidP="00E829C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1C5F0F">
        <w:rPr>
          <w:rFonts w:ascii="Times New Roman" w:hAnsi="Times New Roman"/>
          <w:sz w:val="24"/>
          <w:szCs w:val="24"/>
        </w:rPr>
        <w:t xml:space="preserve"> 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předsedkyně výboru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ověřovatel</w:t>
      </w:r>
    </w:p>
    <w:sectPr w:rsidR="00E9500E" w:rsidRPr="00213765" w:rsidSect="00D3723C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71B" w:rsidRDefault="0001571B" w:rsidP="003D6646">
      <w:pPr>
        <w:spacing w:after="0" w:line="240" w:lineRule="auto"/>
      </w:pPr>
      <w:r>
        <w:separator/>
      </w:r>
    </w:p>
  </w:endnote>
  <w:endnote w:type="continuationSeparator" w:id="0">
    <w:p w:rsidR="0001571B" w:rsidRDefault="0001571B" w:rsidP="003D6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5699786"/>
      <w:docPartObj>
        <w:docPartGallery w:val="Page Numbers (Bottom of Page)"/>
        <w:docPartUnique/>
      </w:docPartObj>
    </w:sdtPr>
    <w:sdtEndPr/>
    <w:sdtContent>
      <w:p w:rsidR="0001571B" w:rsidRDefault="0001571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F0F">
          <w:rPr>
            <w:noProof/>
          </w:rPr>
          <w:t>2</w:t>
        </w:r>
        <w:r>
          <w:fldChar w:fldCharType="end"/>
        </w:r>
      </w:p>
    </w:sdtContent>
  </w:sdt>
  <w:p w:rsidR="0001571B" w:rsidRDefault="0001571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71B" w:rsidRDefault="0001571B" w:rsidP="003D6646">
      <w:pPr>
        <w:spacing w:after="0" w:line="240" w:lineRule="auto"/>
      </w:pPr>
      <w:r>
        <w:separator/>
      </w:r>
    </w:p>
  </w:footnote>
  <w:footnote w:type="continuationSeparator" w:id="0">
    <w:p w:rsidR="0001571B" w:rsidRDefault="0001571B" w:rsidP="003D6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3BB2842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0E655D5C"/>
    <w:multiLevelType w:val="hybridMultilevel"/>
    <w:tmpl w:val="090696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F008F"/>
    <w:multiLevelType w:val="hybridMultilevel"/>
    <w:tmpl w:val="2D5EDB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D69A9"/>
    <w:multiLevelType w:val="hybridMultilevel"/>
    <w:tmpl w:val="D2521E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974F8"/>
    <w:multiLevelType w:val="hybridMultilevel"/>
    <w:tmpl w:val="8DE284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0671D0"/>
    <w:multiLevelType w:val="hybridMultilevel"/>
    <w:tmpl w:val="A7364F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28332D"/>
    <w:multiLevelType w:val="hybridMultilevel"/>
    <w:tmpl w:val="71180B84"/>
    <w:lvl w:ilvl="0" w:tplc="4EC2C5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523039E"/>
    <w:multiLevelType w:val="hybridMultilevel"/>
    <w:tmpl w:val="28665AD8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887C4A"/>
    <w:multiLevelType w:val="hybridMultilevel"/>
    <w:tmpl w:val="24E860FC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9620DF"/>
    <w:multiLevelType w:val="hybridMultilevel"/>
    <w:tmpl w:val="B9102472"/>
    <w:lvl w:ilvl="0" w:tplc="E68C4A5A"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>
    <w:nsid w:val="7A8F1938"/>
    <w:multiLevelType w:val="hybridMultilevel"/>
    <w:tmpl w:val="A178DF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382DEA"/>
    <w:multiLevelType w:val="hybridMultilevel"/>
    <w:tmpl w:val="77D6E5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1"/>
  </w:num>
  <w:num w:numId="5">
    <w:abstractNumId w:val="4"/>
  </w:num>
  <w:num w:numId="6">
    <w:abstractNumId w:val="12"/>
  </w:num>
  <w:num w:numId="7">
    <w:abstractNumId w:val="8"/>
  </w:num>
  <w:num w:numId="8">
    <w:abstractNumId w:val="9"/>
  </w:num>
  <w:num w:numId="9">
    <w:abstractNumId w:val="3"/>
  </w:num>
  <w:num w:numId="10">
    <w:abstractNumId w:val="5"/>
  </w:num>
  <w:num w:numId="11">
    <w:abstractNumId w:val="1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40"/>
    <w:rsid w:val="00001260"/>
    <w:rsid w:val="0000733B"/>
    <w:rsid w:val="000114F5"/>
    <w:rsid w:val="00013CF1"/>
    <w:rsid w:val="0001571B"/>
    <w:rsid w:val="00016B33"/>
    <w:rsid w:val="0002020A"/>
    <w:rsid w:val="00022603"/>
    <w:rsid w:val="00022BB9"/>
    <w:rsid w:val="00023749"/>
    <w:rsid w:val="0002443B"/>
    <w:rsid w:val="00027F48"/>
    <w:rsid w:val="00035CBF"/>
    <w:rsid w:val="00036E7B"/>
    <w:rsid w:val="0004633B"/>
    <w:rsid w:val="00057573"/>
    <w:rsid w:val="00081776"/>
    <w:rsid w:val="000830FE"/>
    <w:rsid w:val="000905BB"/>
    <w:rsid w:val="000925CF"/>
    <w:rsid w:val="00094257"/>
    <w:rsid w:val="000A05CD"/>
    <w:rsid w:val="000A35FF"/>
    <w:rsid w:val="000B4004"/>
    <w:rsid w:val="000B618C"/>
    <w:rsid w:val="000B66BB"/>
    <w:rsid w:val="000D0EDF"/>
    <w:rsid w:val="000E02A3"/>
    <w:rsid w:val="000E0EBF"/>
    <w:rsid w:val="000E49C6"/>
    <w:rsid w:val="000E729F"/>
    <w:rsid w:val="000F0784"/>
    <w:rsid w:val="000F3CC6"/>
    <w:rsid w:val="001005F4"/>
    <w:rsid w:val="001035F3"/>
    <w:rsid w:val="001041D5"/>
    <w:rsid w:val="001067EC"/>
    <w:rsid w:val="001114F6"/>
    <w:rsid w:val="001143AB"/>
    <w:rsid w:val="00115CF5"/>
    <w:rsid w:val="00121A36"/>
    <w:rsid w:val="00130223"/>
    <w:rsid w:val="00135A56"/>
    <w:rsid w:val="00143F94"/>
    <w:rsid w:val="00151091"/>
    <w:rsid w:val="001532C5"/>
    <w:rsid w:val="00156AAE"/>
    <w:rsid w:val="001616C3"/>
    <w:rsid w:val="00163E85"/>
    <w:rsid w:val="00167189"/>
    <w:rsid w:val="0017099D"/>
    <w:rsid w:val="00175931"/>
    <w:rsid w:val="001760CC"/>
    <w:rsid w:val="00176726"/>
    <w:rsid w:val="00180808"/>
    <w:rsid w:val="0018120C"/>
    <w:rsid w:val="00183298"/>
    <w:rsid w:val="0018747B"/>
    <w:rsid w:val="00194F52"/>
    <w:rsid w:val="001965DA"/>
    <w:rsid w:val="001A3B75"/>
    <w:rsid w:val="001A4227"/>
    <w:rsid w:val="001B0C29"/>
    <w:rsid w:val="001B40BF"/>
    <w:rsid w:val="001C1F23"/>
    <w:rsid w:val="001C2077"/>
    <w:rsid w:val="001C3EF1"/>
    <w:rsid w:val="001C4CD6"/>
    <w:rsid w:val="001C5F0F"/>
    <w:rsid w:val="001D06F4"/>
    <w:rsid w:val="001D2E25"/>
    <w:rsid w:val="001E3830"/>
    <w:rsid w:val="001E4EDF"/>
    <w:rsid w:val="001F3727"/>
    <w:rsid w:val="001F58AE"/>
    <w:rsid w:val="001F6666"/>
    <w:rsid w:val="00203868"/>
    <w:rsid w:val="00211FE2"/>
    <w:rsid w:val="00213765"/>
    <w:rsid w:val="00214812"/>
    <w:rsid w:val="00215E5E"/>
    <w:rsid w:val="00217F6A"/>
    <w:rsid w:val="00223E3D"/>
    <w:rsid w:val="00230024"/>
    <w:rsid w:val="0023432A"/>
    <w:rsid w:val="00237B07"/>
    <w:rsid w:val="0024247A"/>
    <w:rsid w:val="00244192"/>
    <w:rsid w:val="0024460A"/>
    <w:rsid w:val="00251420"/>
    <w:rsid w:val="00252510"/>
    <w:rsid w:val="00255172"/>
    <w:rsid w:val="00255C54"/>
    <w:rsid w:val="00262F09"/>
    <w:rsid w:val="00267083"/>
    <w:rsid w:val="00270018"/>
    <w:rsid w:val="0027407E"/>
    <w:rsid w:val="002758FC"/>
    <w:rsid w:val="00285F97"/>
    <w:rsid w:val="00295388"/>
    <w:rsid w:val="002955F4"/>
    <w:rsid w:val="00295DE2"/>
    <w:rsid w:val="002A0EAA"/>
    <w:rsid w:val="002A1B85"/>
    <w:rsid w:val="002B2C05"/>
    <w:rsid w:val="002B3327"/>
    <w:rsid w:val="002C3249"/>
    <w:rsid w:val="002C6BED"/>
    <w:rsid w:val="002C7DEE"/>
    <w:rsid w:val="002D61AB"/>
    <w:rsid w:val="002F330A"/>
    <w:rsid w:val="003001E3"/>
    <w:rsid w:val="00302C70"/>
    <w:rsid w:val="003056CD"/>
    <w:rsid w:val="00305CB7"/>
    <w:rsid w:val="0030785B"/>
    <w:rsid w:val="00307F6C"/>
    <w:rsid w:val="0031051E"/>
    <w:rsid w:val="00311E03"/>
    <w:rsid w:val="00311F1E"/>
    <w:rsid w:val="00313D37"/>
    <w:rsid w:val="0031495A"/>
    <w:rsid w:val="0032503F"/>
    <w:rsid w:val="00325081"/>
    <w:rsid w:val="003262D1"/>
    <w:rsid w:val="00332399"/>
    <w:rsid w:val="00344D12"/>
    <w:rsid w:val="00346CF9"/>
    <w:rsid w:val="00346D70"/>
    <w:rsid w:val="0035088D"/>
    <w:rsid w:val="00350A17"/>
    <w:rsid w:val="003533AA"/>
    <w:rsid w:val="00357EBB"/>
    <w:rsid w:val="00360910"/>
    <w:rsid w:val="00362628"/>
    <w:rsid w:val="00375DB0"/>
    <w:rsid w:val="0037675B"/>
    <w:rsid w:val="0038022E"/>
    <w:rsid w:val="00381051"/>
    <w:rsid w:val="003847E4"/>
    <w:rsid w:val="0039087E"/>
    <w:rsid w:val="00396C02"/>
    <w:rsid w:val="00397570"/>
    <w:rsid w:val="003A3DAD"/>
    <w:rsid w:val="003A5D05"/>
    <w:rsid w:val="003A7967"/>
    <w:rsid w:val="003B4C01"/>
    <w:rsid w:val="003B531F"/>
    <w:rsid w:val="003B772C"/>
    <w:rsid w:val="003C0E88"/>
    <w:rsid w:val="003C276A"/>
    <w:rsid w:val="003C29DE"/>
    <w:rsid w:val="003C634B"/>
    <w:rsid w:val="003D07D2"/>
    <w:rsid w:val="003D1BE7"/>
    <w:rsid w:val="003D6646"/>
    <w:rsid w:val="003E6B5B"/>
    <w:rsid w:val="003F1C91"/>
    <w:rsid w:val="003F5FC7"/>
    <w:rsid w:val="00401583"/>
    <w:rsid w:val="004071E6"/>
    <w:rsid w:val="00407F6F"/>
    <w:rsid w:val="00411D86"/>
    <w:rsid w:val="00415577"/>
    <w:rsid w:val="00423C7D"/>
    <w:rsid w:val="0042407C"/>
    <w:rsid w:val="00425B2C"/>
    <w:rsid w:val="00435475"/>
    <w:rsid w:val="00445AAA"/>
    <w:rsid w:val="00453F92"/>
    <w:rsid w:val="004551FA"/>
    <w:rsid w:val="00455674"/>
    <w:rsid w:val="0046138D"/>
    <w:rsid w:val="00463322"/>
    <w:rsid w:val="00464198"/>
    <w:rsid w:val="004648A2"/>
    <w:rsid w:val="004649E7"/>
    <w:rsid w:val="00466692"/>
    <w:rsid w:val="00470CA7"/>
    <w:rsid w:val="00473014"/>
    <w:rsid w:val="004742C1"/>
    <w:rsid w:val="00476155"/>
    <w:rsid w:val="0048204D"/>
    <w:rsid w:val="00495575"/>
    <w:rsid w:val="004956A4"/>
    <w:rsid w:val="00497757"/>
    <w:rsid w:val="004A43AD"/>
    <w:rsid w:val="004B021B"/>
    <w:rsid w:val="004B1AD3"/>
    <w:rsid w:val="004B27B5"/>
    <w:rsid w:val="004B2C5E"/>
    <w:rsid w:val="004B38FD"/>
    <w:rsid w:val="004C490F"/>
    <w:rsid w:val="004C5380"/>
    <w:rsid w:val="004C773D"/>
    <w:rsid w:val="004D46BA"/>
    <w:rsid w:val="004D5D99"/>
    <w:rsid w:val="004E24DD"/>
    <w:rsid w:val="004E3D29"/>
    <w:rsid w:val="00501822"/>
    <w:rsid w:val="00514DFF"/>
    <w:rsid w:val="00521BAE"/>
    <w:rsid w:val="005227BF"/>
    <w:rsid w:val="00523156"/>
    <w:rsid w:val="00525C07"/>
    <w:rsid w:val="00526AE8"/>
    <w:rsid w:val="005316BC"/>
    <w:rsid w:val="0053536E"/>
    <w:rsid w:val="00537FA2"/>
    <w:rsid w:val="00545292"/>
    <w:rsid w:val="00552645"/>
    <w:rsid w:val="00554154"/>
    <w:rsid w:val="005541DA"/>
    <w:rsid w:val="00561B56"/>
    <w:rsid w:val="00565146"/>
    <w:rsid w:val="005672BB"/>
    <w:rsid w:val="00572424"/>
    <w:rsid w:val="00574377"/>
    <w:rsid w:val="00576736"/>
    <w:rsid w:val="005777AD"/>
    <w:rsid w:val="00580EE6"/>
    <w:rsid w:val="00583D18"/>
    <w:rsid w:val="00585C41"/>
    <w:rsid w:val="005A0D59"/>
    <w:rsid w:val="005B1B69"/>
    <w:rsid w:val="005B3138"/>
    <w:rsid w:val="005C1E6B"/>
    <w:rsid w:val="005C62BF"/>
    <w:rsid w:val="005C6F14"/>
    <w:rsid w:val="005C7759"/>
    <w:rsid w:val="005D7EE8"/>
    <w:rsid w:val="005E14D9"/>
    <w:rsid w:val="005F118C"/>
    <w:rsid w:val="005F139E"/>
    <w:rsid w:val="005F56F6"/>
    <w:rsid w:val="005F71F8"/>
    <w:rsid w:val="006021A5"/>
    <w:rsid w:val="00602959"/>
    <w:rsid w:val="0060298B"/>
    <w:rsid w:val="00611F4C"/>
    <w:rsid w:val="00612543"/>
    <w:rsid w:val="00617777"/>
    <w:rsid w:val="006201B4"/>
    <w:rsid w:val="00620764"/>
    <w:rsid w:val="00622A2A"/>
    <w:rsid w:val="00633BA0"/>
    <w:rsid w:val="00636470"/>
    <w:rsid w:val="00637469"/>
    <w:rsid w:val="006446DC"/>
    <w:rsid w:val="00645D65"/>
    <w:rsid w:val="00651A39"/>
    <w:rsid w:val="006529C1"/>
    <w:rsid w:val="00653CC2"/>
    <w:rsid w:val="00656F31"/>
    <w:rsid w:val="0066319B"/>
    <w:rsid w:val="006644FF"/>
    <w:rsid w:val="00666538"/>
    <w:rsid w:val="00667C39"/>
    <w:rsid w:val="006703C7"/>
    <w:rsid w:val="00673019"/>
    <w:rsid w:val="00673330"/>
    <w:rsid w:val="00676BF3"/>
    <w:rsid w:val="00677424"/>
    <w:rsid w:val="00684467"/>
    <w:rsid w:val="00686020"/>
    <w:rsid w:val="00697200"/>
    <w:rsid w:val="00697573"/>
    <w:rsid w:val="00697D43"/>
    <w:rsid w:val="006A0C8C"/>
    <w:rsid w:val="006A50E9"/>
    <w:rsid w:val="006B124E"/>
    <w:rsid w:val="006D0271"/>
    <w:rsid w:val="006D0B51"/>
    <w:rsid w:val="006D4913"/>
    <w:rsid w:val="006D5057"/>
    <w:rsid w:val="006D583F"/>
    <w:rsid w:val="006D711F"/>
    <w:rsid w:val="006E00D7"/>
    <w:rsid w:val="006E73C9"/>
    <w:rsid w:val="006F017A"/>
    <w:rsid w:val="006F063F"/>
    <w:rsid w:val="006F0D48"/>
    <w:rsid w:val="006F7CB6"/>
    <w:rsid w:val="0070013D"/>
    <w:rsid w:val="007030F2"/>
    <w:rsid w:val="00707317"/>
    <w:rsid w:val="0071030C"/>
    <w:rsid w:val="0071268E"/>
    <w:rsid w:val="00721F53"/>
    <w:rsid w:val="007256D6"/>
    <w:rsid w:val="0073108E"/>
    <w:rsid w:val="007374B5"/>
    <w:rsid w:val="00741B7B"/>
    <w:rsid w:val="00745CCB"/>
    <w:rsid w:val="007469D5"/>
    <w:rsid w:val="00746E9D"/>
    <w:rsid w:val="007646AD"/>
    <w:rsid w:val="00766F29"/>
    <w:rsid w:val="007A18EE"/>
    <w:rsid w:val="007A5946"/>
    <w:rsid w:val="007A5D6C"/>
    <w:rsid w:val="007A5E78"/>
    <w:rsid w:val="007A66D0"/>
    <w:rsid w:val="007B0002"/>
    <w:rsid w:val="007B2C3B"/>
    <w:rsid w:val="007B2CD0"/>
    <w:rsid w:val="007B74ED"/>
    <w:rsid w:val="007C0C0D"/>
    <w:rsid w:val="007C6A03"/>
    <w:rsid w:val="007D0A33"/>
    <w:rsid w:val="007E1774"/>
    <w:rsid w:val="007E4D7C"/>
    <w:rsid w:val="007F5D51"/>
    <w:rsid w:val="007F5E04"/>
    <w:rsid w:val="007F621A"/>
    <w:rsid w:val="007F744C"/>
    <w:rsid w:val="008001F1"/>
    <w:rsid w:val="008033D1"/>
    <w:rsid w:val="00817B72"/>
    <w:rsid w:val="0082274A"/>
    <w:rsid w:val="008227F6"/>
    <w:rsid w:val="00827BCA"/>
    <w:rsid w:val="00830362"/>
    <w:rsid w:val="00833960"/>
    <w:rsid w:val="00840557"/>
    <w:rsid w:val="00844FA5"/>
    <w:rsid w:val="00847498"/>
    <w:rsid w:val="00853AD0"/>
    <w:rsid w:val="00856C0C"/>
    <w:rsid w:val="00857429"/>
    <w:rsid w:val="00862873"/>
    <w:rsid w:val="008744ED"/>
    <w:rsid w:val="00890ADB"/>
    <w:rsid w:val="00894AD4"/>
    <w:rsid w:val="008956F2"/>
    <w:rsid w:val="0089738C"/>
    <w:rsid w:val="00897C86"/>
    <w:rsid w:val="008A71B0"/>
    <w:rsid w:val="008B09C0"/>
    <w:rsid w:val="008B14DE"/>
    <w:rsid w:val="008B21C6"/>
    <w:rsid w:val="008B2E1C"/>
    <w:rsid w:val="008B751F"/>
    <w:rsid w:val="008B7E8F"/>
    <w:rsid w:val="008C1471"/>
    <w:rsid w:val="008C2A6B"/>
    <w:rsid w:val="008C70B6"/>
    <w:rsid w:val="008C7180"/>
    <w:rsid w:val="008D22FC"/>
    <w:rsid w:val="008D2978"/>
    <w:rsid w:val="008D2B9F"/>
    <w:rsid w:val="008D6915"/>
    <w:rsid w:val="008D691A"/>
    <w:rsid w:val="008E7B85"/>
    <w:rsid w:val="008F4A5C"/>
    <w:rsid w:val="008F64B5"/>
    <w:rsid w:val="008F65E0"/>
    <w:rsid w:val="008F7B21"/>
    <w:rsid w:val="00901D60"/>
    <w:rsid w:val="009021BC"/>
    <w:rsid w:val="00902E22"/>
    <w:rsid w:val="0090625F"/>
    <w:rsid w:val="0090797F"/>
    <w:rsid w:val="00926214"/>
    <w:rsid w:val="00926B4D"/>
    <w:rsid w:val="00932C60"/>
    <w:rsid w:val="009341A2"/>
    <w:rsid w:val="00934314"/>
    <w:rsid w:val="00935FAD"/>
    <w:rsid w:val="00937216"/>
    <w:rsid w:val="00940D74"/>
    <w:rsid w:val="00941097"/>
    <w:rsid w:val="009540CF"/>
    <w:rsid w:val="00957213"/>
    <w:rsid w:val="00957993"/>
    <w:rsid w:val="00962DB2"/>
    <w:rsid w:val="00967004"/>
    <w:rsid w:val="0097543B"/>
    <w:rsid w:val="009767DC"/>
    <w:rsid w:val="00981007"/>
    <w:rsid w:val="009844E8"/>
    <w:rsid w:val="00984E93"/>
    <w:rsid w:val="009A7129"/>
    <w:rsid w:val="009C6C1B"/>
    <w:rsid w:val="009D45D5"/>
    <w:rsid w:val="009D6ADE"/>
    <w:rsid w:val="009E09C6"/>
    <w:rsid w:val="009E1105"/>
    <w:rsid w:val="009E378E"/>
    <w:rsid w:val="009F04E4"/>
    <w:rsid w:val="009F2E82"/>
    <w:rsid w:val="009F4C74"/>
    <w:rsid w:val="009F58B4"/>
    <w:rsid w:val="00A01453"/>
    <w:rsid w:val="00A01B37"/>
    <w:rsid w:val="00A04E5B"/>
    <w:rsid w:val="00A07565"/>
    <w:rsid w:val="00A124F2"/>
    <w:rsid w:val="00A144CE"/>
    <w:rsid w:val="00A17897"/>
    <w:rsid w:val="00A2197E"/>
    <w:rsid w:val="00A21A29"/>
    <w:rsid w:val="00A24824"/>
    <w:rsid w:val="00A31072"/>
    <w:rsid w:val="00A32CF8"/>
    <w:rsid w:val="00A3393B"/>
    <w:rsid w:val="00A46A36"/>
    <w:rsid w:val="00A530DA"/>
    <w:rsid w:val="00A639C5"/>
    <w:rsid w:val="00A63B33"/>
    <w:rsid w:val="00A6611E"/>
    <w:rsid w:val="00A66F43"/>
    <w:rsid w:val="00A725F0"/>
    <w:rsid w:val="00A8102E"/>
    <w:rsid w:val="00A931F6"/>
    <w:rsid w:val="00A959F1"/>
    <w:rsid w:val="00A96E74"/>
    <w:rsid w:val="00AA204D"/>
    <w:rsid w:val="00AA2D86"/>
    <w:rsid w:val="00AA4014"/>
    <w:rsid w:val="00AB6B5C"/>
    <w:rsid w:val="00AC11AC"/>
    <w:rsid w:val="00AC7F3B"/>
    <w:rsid w:val="00AD0D98"/>
    <w:rsid w:val="00AD2D19"/>
    <w:rsid w:val="00AD3CBC"/>
    <w:rsid w:val="00AD5652"/>
    <w:rsid w:val="00AD657F"/>
    <w:rsid w:val="00AD714D"/>
    <w:rsid w:val="00AE0B0A"/>
    <w:rsid w:val="00AE1AC9"/>
    <w:rsid w:val="00AE3082"/>
    <w:rsid w:val="00AE398A"/>
    <w:rsid w:val="00AE3E8C"/>
    <w:rsid w:val="00AE61BA"/>
    <w:rsid w:val="00AF3EEB"/>
    <w:rsid w:val="00AF5455"/>
    <w:rsid w:val="00AF65DE"/>
    <w:rsid w:val="00AF6D30"/>
    <w:rsid w:val="00AF6E28"/>
    <w:rsid w:val="00AF7055"/>
    <w:rsid w:val="00AF713F"/>
    <w:rsid w:val="00B012A0"/>
    <w:rsid w:val="00B02779"/>
    <w:rsid w:val="00B05AAD"/>
    <w:rsid w:val="00B05C73"/>
    <w:rsid w:val="00B076D8"/>
    <w:rsid w:val="00B12B1F"/>
    <w:rsid w:val="00B23FA0"/>
    <w:rsid w:val="00B25ED6"/>
    <w:rsid w:val="00B25F8E"/>
    <w:rsid w:val="00B35CD1"/>
    <w:rsid w:val="00B36EB5"/>
    <w:rsid w:val="00B37971"/>
    <w:rsid w:val="00B37C58"/>
    <w:rsid w:val="00B4401E"/>
    <w:rsid w:val="00B51D61"/>
    <w:rsid w:val="00B56FFF"/>
    <w:rsid w:val="00B629EA"/>
    <w:rsid w:val="00B635B6"/>
    <w:rsid w:val="00B70EF0"/>
    <w:rsid w:val="00B8069E"/>
    <w:rsid w:val="00B814C2"/>
    <w:rsid w:val="00B8328C"/>
    <w:rsid w:val="00B86323"/>
    <w:rsid w:val="00B94C5E"/>
    <w:rsid w:val="00B960A9"/>
    <w:rsid w:val="00B96271"/>
    <w:rsid w:val="00BA2755"/>
    <w:rsid w:val="00BB470F"/>
    <w:rsid w:val="00BB52D4"/>
    <w:rsid w:val="00BC046E"/>
    <w:rsid w:val="00BD09BA"/>
    <w:rsid w:val="00BD53A2"/>
    <w:rsid w:val="00BD6D38"/>
    <w:rsid w:val="00BE1304"/>
    <w:rsid w:val="00BE3283"/>
    <w:rsid w:val="00BE340A"/>
    <w:rsid w:val="00BE4AFB"/>
    <w:rsid w:val="00BF10A1"/>
    <w:rsid w:val="00BF6AFE"/>
    <w:rsid w:val="00C011EB"/>
    <w:rsid w:val="00C038C9"/>
    <w:rsid w:val="00C04E40"/>
    <w:rsid w:val="00C131B5"/>
    <w:rsid w:val="00C2190C"/>
    <w:rsid w:val="00C27647"/>
    <w:rsid w:val="00C31260"/>
    <w:rsid w:val="00C318CA"/>
    <w:rsid w:val="00C43B8E"/>
    <w:rsid w:val="00C47B17"/>
    <w:rsid w:val="00C509ED"/>
    <w:rsid w:val="00C61AA4"/>
    <w:rsid w:val="00C64471"/>
    <w:rsid w:val="00C706D7"/>
    <w:rsid w:val="00C72258"/>
    <w:rsid w:val="00C7449E"/>
    <w:rsid w:val="00C764EE"/>
    <w:rsid w:val="00C83009"/>
    <w:rsid w:val="00C8494F"/>
    <w:rsid w:val="00C8599B"/>
    <w:rsid w:val="00C9416C"/>
    <w:rsid w:val="00C969BA"/>
    <w:rsid w:val="00C96C73"/>
    <w:rsid w:val="00CB1087"/>
    <w:rsid w:val="00CC10A0"/>
    <w:rsid w:val="00CC3831"/>
    <w:rsid w:val="00CC4207"/>
    <w:rsid w:val="00CC7CD2"/>
    <w:rsid w:val="00CD20F6"/>
    <w:rsid w:val="00CD3AFB"/>
    <w:rsid w:val="00CD4964"/>
    <w:rsid w:val="00CE2CB3"/>
    <w:rsid w:val="00CE3BDF"/>
    <w:rsid w:val="00CF0E63"/>
    <w:rsid w:val="00CF18A2"/>
    <w:rsid w:val="00CF60CC"/>
    <w:rsid w:val="00CF7E9D"/>
    <w:rsid w:val="00D00355"/>
    <w:rsid w:val="00D07291"/>
    <w:rsid w:val="00D072E9"/>
    <w:rsid w:val="00D0744E"/>
    <w:rsid w:val="00D13D97"/>
    <w:rsid w:val="00D27740"/>
    <w:rsid w:val="00D32866"/>
    <w:rsid w:val="00D3692A"/>
    <w:rsid w:val="00D3723C"/>
    <w:rsid w:val="00D43F2C"/>
    <w:rsid w:val="00D4791F"/>
    <w:rsid w:val="00D47AF9"/>
    <w:rsid w:val="00D51DD3"/>
    <w:rsid w:val="00D56714"/>
    <w:rsid w:val="00D57816"/>
    <w:rsid w:val="00D57EE0"/>
    <w:rsid w:val="00D71977"/>
    <w:rsid w:val="00D8454A"/>
    <w:rsid w:val="00D8503A"/>
    <w:rsid w:val="00D906F3"/>
    <w:rsid w:val="00D909F5"/>
    <w:rsid w:val="00D91702"/>
    <w:rsid w:val="00D92106"/>
    <w:rsid w:val="00D92262"/>
    <w:rsid w:val="00D92492"/>
    <w:rsid w:val="00D97A9B"/>
    <w:rsid w:val="00DA111E"/>
    <w:rsid w:val="00DA5417"/>
    <w:rsid w:val="00DA569E"/>
    <w:rsid w:val="00DC297A"/>
    <w:rsid w:val="00DC4DDC"/>
    <w:rsid w:val="00DD6ECF"/>
    <w:rsid w:val="00DE0089"/>
    <w:rsid w:val="00DE088B"/>
    <w:rsid w:val="00DE0AB2"/>
    <w:rsid w:val="00DE29EA"/>
    <w:rsid w:val="00DE404B"/>
    <w:rsid w:val="00DE631C"/>
    <w:rsid w:val="00DE70B8"/>
    <w:rsid w:val="00DF15F8"/>
    <w:rsid w:val="00E00CDB"/>
    <w:rsid w:val="00E02764"/>
    <w:rsid w:val="00E04F18"/>
    <w:rsid w:val="00E10D0B"/>
    <w:rsid w:val="00E11935"/>
    <w:rsid w:val="00E20762"/>
    <w:rsid w:val="00E23692"/>
    <w:rsid w:val="00E257C4"/>
    <w:rsid w:val="00E36D0D"/>
    <w:rsid w:val="00E40428"/>
    <w:rsid w:val="00E42E15"/>
    <w:rsid w:val="00E503F9"/>
    <w:rsid w:val="00E53C41"/>
    <w:rsid w:val="00E545E2"/>
    <w:rsid w:val="00E54871"/>
    <w:rsid w:val="00E60C0E"/>
    <w:rsid w:val="00E61F57"/>
    <w:rsid w:val="00E63C40"/>
    <w:rsid w:val="00E65BB8"/>
    <w:rsid w:val="00E71981"/>
    <w:rsid w:val="00E77087"/>
    <w:rsid w:val="00E82281"/>
    <w:rsid w:val="00E826C7"/>
    <w:rsid w:val="00E829C9"/>
    <w:rsid w:val="00E93567"/>
    <w:rsid w:val="00E9500E"/>
    <w:rsid w:val="00EA0549"/>
    <w:rsid w:val="00EA61CF"/>
    <w:rsid w:val="00EA7CCA"/>
    <w:rsid w:val="00EB709E"/>
    <w:rsid w:val="00EB74F8"/>
    <w:rsid w:val="00EC04FB"/>
    <w:rsid w:val="00EC1CF0"/>
    <w:rsid w:val="00EC23E9"/>
    <w:rsid w:val="00EC3D71"/>
    <w:rsid w:val="00EC79EE"/>
    <w:rsid w:val="00ED4A88"/>
    <w:rsid w:val="00ED5193"/>
    <w:rsid w:val="00ED5272"/>
    <w:rsid w:val="00ED7050"/>
    <w:rsid w:val="00ED7576"/>
    <w:rsid w:val="00EE1FDA"/>
    <w:rsid w:val="00EE3AD1"/>
    <w:rsid w:val="00EF073C"/>
    <w:rsid w:val="00F06870"/>
    <w:rsid w:val="00F0763F"/>
    <w:rsid w:val="00F23B41"/>
    <w:rsid w:val="00F33DAF"/>
    <w:rsid w:val="00F36AB3"/>
    <w:rsid w:val="00F4074F"/>
    <w:rsid w:val="00F50692"/>
    <w:rsid w:val="00F50EB9"/>
    <w:rsid w:val="00F541C4"/>
    <w:rsid w:val="00F5564A"/>
    <w:rsid w:val="00F569B5"/>
    <w:rsid w:val="00F630C2"/>
    <w:rsid w:val="00F633A6"/>
    <w:rsid w:val="00F65076"/>
    <w:rsid w:val="00F8683A"/>
    <w:rsid w:val="00FA1749"/>
    <w:rsid w:val="00FB01F2"/>
    <w:rsid w:val="00FB0993"/>
    <w:rsid w:val="00FB2A40"/>
    <w:rsid w:val="00FB390F"/>
    <w:rsid w:val="00FB44D3"/>
    <w:rsid w:val="00FB4AF1"/>
    <w:rsid w:val="00FB5FFF"/>
    <w:rsid w:val="00FB7452"/>
    <w:rsid w:val="00FC0B3D"/>
    <w:rsid w:val="00FC2239"/>
    <w:rsid w:val="00FC2D08"/>
    <w:rsid w:val="00FC3790"/>
    <w:rsid w:val="00FC74F8"/>
    <w:rsid w:val="00FD4A99"/>
    <w:rsid w:val="00FD6C32"/>
    <w:rsid w:val="00FE2F08"/>
    <w:rsid w:val="00FE3BA7"/>
    <w:rsid w:val="00FE46A2"/>
    <w:rsid w:val="00FE68DA"/>
    <w:rsid w:val="00FE6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7104D-6C34-4653-A0F5-D3985523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PSasy">
    <w:name w:val="PS časy"/>
    <w:basedOn w:val="Normln"/>
    <w:next w:val="PSbodprogramu"/>
    <w:rsid w:val="008C2A6B"/>
    <w:pPr>
      <w:widowControl w:val="0"/>
      <w:tabs>
        <w:tab w:val="left" w:pos="1471"/>
      </w:tabs>
      <w:suppressAutoHyphens/>
      <w:autoSpaceDN w:val="0"/>
      <w:spacing w:before="240" w:after="0" w:line="240" w:lineRule="auto"/>
      <w:ind w:left="17"/>
      <w:textAlignment w:val="baseline"/>
    </w:pPr>
    <w:rPr>
      <w:rFonts w:ascii="Times New Roman" w:eastAsia="SimSun" w:hAnsi="Times New Roman" w:cs="Mangal"/>
      <w:b/>
      <w:i/>
      <w:kern w:val="3"/>
      <w:sz w:val="24"/>
      <w:szCs w:val="24"/>
      <w:lang w:eastAsia="zh-CN" w:bidi="hi-IN"/>
    </w:rPr>
  </w:style>
  <w:style w:type="paragraph" w:styleId="slovanseznam">
    <w:name w:val="List Number"/>
    <w:basedOn w:val="Normln"/>
    <w:uiPriority w:val="99"/>
    <w:unhideWhenUsed/>
    <w:rsid w:val="008C2A6B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PSzpravodaj"/>
    <w:rsid w:val="008C2A6B"/>
    <w:pPr>
      <w:jc w:val="both"/>
    </w:pPr>
  </w:style>
  <w:style w:type="paragraph" w:customStyle="1" w:styleId="PSzpravodaj">
    <w:name w:val="PS zpravodaj"/>
    <w:basedOn w:val="Normln"/>
    <w:next w:val="PSasy"/>
    <w:rsid w:val="008C2A6B"/>
    <w:pPr>
      <w:widowControl w:val="0"/>
      <w:suppressAutoHyphens/>
      <w:autoSpaceDN w:val="0"/>
      <w:spacing w:before="120" w:after="120" w:line="240" w:lineRule="auto"/>
      <w:ind w:left="4536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western">
    <w:name w:val="western"/>
    <w:basedOn w:val="Normln"/>
    <w:rsid w:val="008B751F"/>
    <w:pPr>
      <w:spacing w:before="100" w:beforeAutospacing="1" w:after="0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664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6646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82281"/>
    <w:pPr>
      <w:ind w:left="720"/>
      <w:contextualSpacing/>
    </w:pPr>
  </w:style>
  <w:style w:type="paragraph" w:customStyle="1" w:styleId="Nzev1">
    <w:name w:val="Název1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subject">
    <w:name w:val="subject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B96271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B96271"/>
    <w:rPr>
      <w:rFonts w:ascii="Times New Roman" w:eastAsia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4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4467"/>
    <w:rPr>
      <w:rFonts w:ascii="Segoe UI" w:hAnsi="Segoe UI" w:cs="Segoe UI"/>
      <w:sz w:val="18"/>
      <w:szCs w:val="18"/>
      <w:lang w:eastAsia="en-US"/>
    </w:rPr>
  </w:style>
  <w:style w:type="paragraph" w:customStyle="1" w:styleId="Nzev2">
    <w:name w:val="Název2"/>
    <w:basedOn w:val="Normln"/>
    <w:rsid w:val="0002020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3">
    <w:name w:val="Název3"/>
    <w:basedOn w:val="Normln"/>
    <w:rsid w:val="00A725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4">
    <w:name w:val="Název4"/>
    <w:basedOn w:val="Normln"/>
    <w:rsid w:val="000A35F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5">
    <w:name w:val="Název5"/>
    <w:basedOn w:val="Normln"/>
    <w:rsid w:val="00BE32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6">
    <w:name w:val="Název6"/>
    <w:basedOn w:val="Normln"/>
    <w:rsid w:val="00194F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VSR\z&#225;pisy\&#353;ablona%20z&#225;pis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8A7F2-EA64-465C-8BD3-108D01AAC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zápis.dotx</Template>
  <TotalTime>11</TotalTime>
  <Pages>2</Pages>
  <Words>327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5</cp:revision>
  <cp:lastPrinted>2016-07-13T10:34:00Z</cp:lastPrinted>
  <dcterms:created xsi:type="dcterms:W3CDTF">2016-07-13T10:26:00Z</dcterms:created>
  <dcterms:modified xsi:type="dcterms:W3CDTF">2016-07-13T14:02:00Z</dcterms:modified>
</cp:coreProperties>
</file>