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0435BB" w:rsidP="00D3723C">
      <w:pPr>
        <w:pStyle w:val="PS-rovkd"/>
      </w:pPr>
      <w:r>
        <w:t>PS160043826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proofErr w:type="gramStart"/>
      <w:r>
        <w:t xml:space="preserve">z </w:t>
      </w:r>
      <w:r w:rsidR="00B77DBC">
        <w:t>70</w:t>
      </w:r>
      <w:proofErr w:type="gramEnd"/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320C92">
        <w:t>2</w:t>
      </w:r>
      <w:r w:rsidR="00B77DBC">
        <w:t>8</w:t>
      </w:r>
      <w:r w:rsidR="004829A2">
        <w:t xml:space="preserve">. </w:t>
      </w:r>
      <w:r w:rsidR="00B77DBC">
        <w:t>června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B77DBC" w:rsidRPr="00D90D2E" w:rsidRDefault="00B77DBC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Stanislav </w:t>
      </w:r>
      <w:r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Pr="00D90D2E" w:rsidRDefault="004829A2" w:rsidP="005C6B37">
      <w:pPr>
        <w:spacing w:after="0"/>
        <w:ind w:left="-284" w:righ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5C6B37">
      <w:pPr>
        <w:spacing w:after="0"/>
        <w:ind w:left="-284" w:firstLine="426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5C6B37">
          <w:type w:val="continuous"/>
          <w:pgSz w:w="11906" w:h="16838"/>
          <w:pgMar w:top="851" w:right="1417" w:bottom="1417" w:left="1417" w:header="708" w:footer="708" w:gutter="0"/>
          <w:cols w:num="2" w:space="56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Default="004829A2" w:rsidP="00D90D2E">
      <w:pPr>
        <w:pStyle w:val="Bezmez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B77DBC" w:rsidRPr="00D90D2E" w:rsidRDefault="00B77DBC" w:rsidP="00B77DBC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B77DBC" w:rsidRPr="00D90D2E" w:rsidRDefault="00B77DBC" w:rsidP="00D90D2E">
      <w:pPr>
        <w:pStyle w:val="Bezmezer"/>
        <w:rPr>
          <w:rFonts w:ascii="Times New Roman" w:hAnsi="Times New Roman"/>
          <w:sz w:val="24"/>
          <w:szCs w:val="24"/>
        </w:rPr>
      </w:pPr>
    </w:p>
    <w:p w:rsidR="00B77DBC" w:rsidRPr="00D90D2E" w:rsidRDefault="00B77DBC" w:rsidP="00B77DBC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B77DBC" w:rsidRPr="00D90D2E" w:rsidRDefault="00B77DBC" w:rsidP="00B77DBC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B95070" w:rsidRDefault="00B95070" w:rsidP="00B9507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B95070" w:rsidRDefault="00B95070" w:rsidP="00B95070">
      <w:pPr>
        <w:pStyle w:val="western"/>
        <w:spacing w:before="0" w:beforeAutospacing="0"/>
        <w:ind w:left="714"/>
      </w:pPr>
    </w:p>
    <w:p w:rsidR="00B95070" w:rsidRDefault="00B95070" w:rsidP="00B9507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5F0439" w:rsidRDefault="005F0439" w:rsidP="005F0439">
      <w:pPr>
        <w:pStyle w:val="Odstavecseseznamem"/>
      </w:pPr>
    </w:p>
    <w:p w:rsidR="005F0439" w:rsidRDefault="005F0439" w:rsidP="00B95070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Sdělení předsedy výboru</w:t>
      </w:r>
    </w:p>
    <w:p w:rsidR="009E3712" w:rsidRDefault="009E3712" w:rsidP="00B95070">
      <w:pPr>
        <w:rPr>
          <w:rFonts w:ascii="Times New Roman" w:hAnsi="Times New Roman"/>
          <w:sz w:val="24"/>
          <w:szCs w:val="24"/>
        </w:rPr>
      </w:pPr>
    </w:p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B95070" w:rsidRPr="00B21CA0" w:rsidRDefault="00B95070" w:rsidP="00FA43E3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JUDr. Jeroným Tejc ve 13:50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B95070" w:rsidRPr="00B21CA0" w:rsidRDefault="00B95070" w:rsidP="00B95070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B95070" w:rsidRPr="006339E5" w:rsidTr="009F2FD4">
        <w:trPr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FA43E3" w:rsidRDefault="00B95070" w:rsidP="00E338E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6339E5" w:rsidRDefault="00B95070" w:rsidP="00FA43E3">
            <w:pPr>
              <w:ind w:firstLine="19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Schválení programu schůze</w:t>
            </w:r>
          </w:p>
        </w:tc>
      </w:tr>
      <w:tr w:rsidR="00B95070" w:rsidRPr="00B21CA0" w:rsidTr="009F2FD4">
        <w:trPr>
          <w:trHeight w:val="94"/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5070" w:rsidRPr="00B21CA0" w:rsidRDefault="00B95070" w:rsidP="00E338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95070" w:rsidRPr="00B21CA0" w:rsidRDefault="00B95070" w:rsidP="00E338E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5070" w:rsidRPr="00B21CA0" w:rsidRDefault="00B95070" w:rsidP="00B9507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dnešní krátké schůze. Všichni přítomní poslanci s tímto návrhem vyslovili souhlas. </w:t>
      </w:r>
    </w:p>
    <w:p w:rsidR="00B95070" w:rsidRPr="00B21CA0" w:rsidRDefault="00B95070" w:rsidP="00B95070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B95070" w:rsidRPr="006339E5" w:rsidTr="00E338E9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FA43E3" w:rsidRDefault="00B95070" w:rsidP="00E338E9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95070" w:rsidRPr="006339E5" w:rsidRDefault="00B95070" w:rsidP="00FA43E3">
            <w:pPr>
              <w:ind w:firstLine="871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B95070" w:rsidRDefault="00B95070" w:rsidP="00B95070">
      <w:pPr>
        <w:rPr>
          <w:rFonts w:ascii="Times New Roman" w:hAnsi="Times New Roman"/>
          <w:sz w:val="24"/>
          <w:szCs w:val="24"/>
        </w:rPr>
      </w:pPr>
    </w:p>
    <w:p w:rsidR="002A27EE" w:rsidRDefault="00E26368" w:rsidP="00365B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 w:rsidR="00BC1449">
        <w:rPr>
          <w:rFonts w:ascii="Times New Roman" w:hAnsi="Times New Roman"/>
          <w:sz w:val="24"/>
          <w:szCs w:val="24"/>
        </w:rPr>
        <w:t>. Tejc navrhl, aby se p</w:t>
      </w:r>
      <w:r w:rsidR="007F1DD1">
        <w:rPr>
          <w:rFonts w:ascii="Times New Roman" w:hAnsi="Times New Roman"/>
          <w:sz w:val="24"/>
          <w:szCs w:val="24"/>
        </w:rPr>
        <w:t>říští schůze výboru konala 31. srpna 2016 nebo 1. září</w:t>
      </w:r>
      <w:r w:rsidR="00B72D2D">
        <w:rPr>
          <w:rFonts w:ascii="Times New Roman" w:hAnsi="Times New Roman"/>
          <w:sz w:val="24"/>
          <w:szCs w:val="24"/>
        </w:rPr>
        <w:t xml:space="preserve"> 2016 a na jejím programu byly</w:t>
      </w:r>
      <w:r w:rsidR="00BC1449">
        <w:rPr>
          <w:rFonts w:ascii="Times New Roman" w:hAnsi="Times New Roman"/>
          <w:sz w:val="24"/>
          <w:szCs w:val="24"/>
        </w:rPr>
        <w:t xml:space="preserve"> zařazeny tisky č. 785</w:t>
      </w:r>
      <w:r w:rsidR="002A27EE">
        <w:rPr>
          <w:rFonts w:ascii="Times New Roman" w:hAnsi="Times New Roman"/>
          <w:sz w:val="24"/>
          <w:szCs w:val="24"/>
        </w:rPr>
        <w:t xml:space="preserve"> – insolvenční zákon</w:t>
      </w:r>
      <w:r w:rsidR="00BC1449">
        <w:rPr>
          <w:rFonts w:ascii="Times New Roman" w:hAnsi="Times New Roman"/>
          <w:sz w:val="24"/>
          <w:szCs w:val="24"/>
        </w:rPr>
        <w:t xml:space="preserve"> a č. 588</w:t>
      </w:r>
      <w:r w:rsidR="002A27EE">
        <w:rPr>
          <w:rFonts w:ascii="Times New Roman" w:hAnsi="Times New Roman"/>
          <w:sz w:val="24"/>
          <w:szCs w:val="24"/>
        </w:rPr>
        <w:t xml:space="preserve"> – diferenciace věznic</w:t>
      </w:r>
      <w:r w:rsidR="00B72D2D">
        <w:rPr>
          <w:rFonts w:ascii="Times New Roman" w:hAnsi="Times New Roman"/>
          <w:sz w:val="24"/>
          <w:szCs w:val="24"/>
        </w:rPr>
        <w:t xml:space="preserve"> (trestní zákoník)</w:t>
      </w:r>
      <w:r w:rsidR="00BC1449">
        <w:rPr>
          <w:rFonts w:ascii="Times New Roman" w:hAnsi="Times New Roman"/>
          <w:sz w:val="24"/>
          <w:szCs w:val="24"/>
        </w:rPr>
        <w:t xml:space="preserve">. Z následné diskuze </w:t>
      </w:r>
      <w:r w:rsidR="002A27EE">
        <w:rPr>
          <w:rFonts w:ascii="Times New Roman" w:hAnsi="Times New Roman"/>
          <w:sz w:val="24"/>
          <w:szCs w:val="24"/>
        </w:rPr>
        <w:t>o</w:t>
      </w:r>
      <w:r w:rsidR="00BC1449">
        <w:rPr>
          <w:rFonts w:ascii="Times New Roman" w:hAnsi="Times New Roman"/>
          <w:sz w:val="24"/>
          <w:szCs w:val="24"/>
        </w:rPr>
        <w:t> </w:t>
      </w:r>
      <w:r w:rsidR="002A27EE">
        <w:rPr>
          <w:rFonts w:ascii="Times New Roman" w:hAnsi="Times New Roman"/>
          <w:sz w:val="24"/>
          <w:szCs w:val="24"/>
        </w:rPr>
        <w:t>tomto</w:t>
      </w:r>
      <w:r w:rsidR="00BC1449">
        <w:rPr>
          <w:rFonts w:ascii="Times New Roman" w:hAnsi="Times New Roman"/>
          <w:sz w:val="24"/>
          <w:szCs w:val="24"/>
        </w:rPr>
        <w:t xml:space="preserve"> návrhu byl většinou poslanců přijat závěr, že není nezbytné pořádat výbor v navržených termínech s tím, že případné</w:t>
      </w:r>
      <w:r w:rsidR="002A27EE">
        <w:rPr>
          <w:rFonts w:ascii="Times New Roman" w:hAnsi="Times New Roman"/>
          <w:sz w:val="24"/>
          <w:szCs w:val="24"/>
        </w:rPr>
        <w:t xml:space="preserve"> nové</w:t>
      </w:r>
      <w:r w:rsidR="00BC1449">
        <w:rPr>
          <w:rFonts w:ascii="Times New Roman" w:hAnsi="Times New Roman"/>
          <w:sz w:val="24"/>
          <w:szCs w:val="24"/>
        </w:rPr>
        <w:t xml:space="preserve"> tisky k projednání po 2. čtení budou projednány na operativně svolané schůzi výboru v průběhu zasedání sněmovny. Schůze výboru k navrženým tiskům</w:t>
      </w:r>
      <w:r w:rsidR="002A27EE">
        <w:rPr>
          <w:rFonts w:ascii="Times New Roman" w:hAnsi="Times New Roman"/>
          <w:sz w:val="24"/>
          <w:szCs w:val="24"/>
        </w:rPr>
        <w:t xml:space="preserve"> č. 785 a č. 588</w:t>
      </w:r>
      <w:r w:rsidR="00BC1449">
        <w:rPr>
          <w:rFonts w:ascii="Times New Roman" w:hAnsi="Times New Roman"/>
          <w:sz w:val="24"/>
          <w:szCs w:val="24"/>
        </w:rPr>
        <w:t xml:space="preserve"> bude svolána s největší pravděpodobností ve 2. zářijovém výborovém týdnu. Současně bylo odsouhlaseno všemi přítomnými poslanci, že jako samostatný bod na této schůzi bude projednán návrh na změnu zákonných podmínek pro ústavní výchovu</w:t>
      </w:r>
      <w:r w:rsidR="00724AC6">
        <w:rPr>
          <w:rFonts w:ascii="Times New Roman" w:hAnsi="Times New Roman"/>
          <w:sz w:val="24"/>
          <w:szCs w:val="24"/>
        </w:rPr>
        <w:t>, k němuž budou přizvání zástupci</w:t>
      </w:r>
      <w:r w:rsidR="00BC1449">
        <w:rPr>
          <w:rFonts w:ascii="Times New Roman" w:hAnsi="Times New Roman"/>
          <w:sz w:val="24"/>
          <w:szCs w:val="24"/>
        </w:rPr>
        <w:t xml:space="preserve"> M</w:t>
      </w:r>
      <w:r w:rsidR="002A27EE">
        <w:rPr>
          <w:rFonts w:ascii="Times New Roman" w:hAnsi="Times New Roman"/>
          <w:sz w:val="24"/>
          <w:szCs w:val="24"/>
        </w:rPr>
        <w:t>inisterstva školství, mládeže a tělovýchovy</w:t>
      </w:r>
      <w:r w:rsidR="00BC1449">
        <w:rPr>
          <w:rFonts w:ascii="Times New Roman" w:hAnsi="Times New Roman"/>
          <w:sz w:val="24"/>
          <w:szCs w:val="24"/>
        </w:rPr>
        <w:t xml:space="preserve">, </w:t>
      </w:r>
      <w:r w:rsidR="002A27EE">
        <w:rPr>
          <w:rFonts w:ascii="Times New Roman" w:hAnsi="Times New Roman"/>
          <w:sz w:val="24"/>
          <w:szCs w:val="24"/>
        </w:rPr>
        <w:t>Ministerstva zdravotnictví, Ministerstva spravedlnosti</w:t>
      </w:r>
      <w:r w:rsidR="00BC1449">
        <w:rPr>
          <w:rFonts w:ascii="Times New Roman" w:hAnsi="Times New Roman"/>
          <w:sz w:val="24"/>
          <w:szCs w:val="24"/>
        </w:rPr>
        <w:t xml:space="preserve"> a odborné veřejnosti.</w:t>
      </w:r>
    </w:p>
    <w:p w:rsidR="004F1FA0" w:rsidRDefault="00BC1449" w:rsidP="005F0439">
      <w:pPr>
        <w:pStyle w:val="western"/>
        <w:ind w:firstLine="708"/>
      </w:pPr>
      <w:r>
        <w:t>Předseda výboru</w:t>
      </w:r>
      <w:r w:rsidR="006E1278">
        <w:t xml:space="preserve"> </w:t>
      </w:r>
      <w:proofErr w:type="spellStart"/>
      <w:r w:rsidR="006E1278">
        <w:t>posl</w:t>
      </w:r>
      <w:proofErr w:type="spellEnd"/>
      <w:r w:rsidR="006E1278">
        <w:t>. Tejc</w:t>
      </w:r>
      <w:r>
        <w:t xml:space="preserve"> dále navrhl schválení záštity nad pořádáním semináře na téma „Insolvenční zákon“. </w:t>
      </w:r>
    </w:p>
    <w:p w:rsidR="004F1FA0" w:rsidRDefault="004F1FA0" w:rsidP="004F1FA0">
      <w:pPr>
        <w:pStyle w:val="western"/>
        <w:ind w:firstLine="708"/>
      </w:pPr>
      <w:r w:rsidRPr="00967239">
        <w:t xml:space="preserve">Na návrh </w:t>
      </w:r>
      <w:r w:rsidRPr="00967239">
        <w:rPr>
          <w:spacing w:val="-4"/>
        </w:rPr>
        <w:t xml:space="preserve">předsedy ústavně právního výboru </w:t>
      </w:r>
      <w:proofErr w:type="spellStart"/>
      <w:r w:rsidRPr="00967239">
        <w:rPr>
          <w:spacing w:val="-4"/>
        </w:rPr>
        <w:t>posl</w:t>
      </w:r>
      <w:proofErr w:type="spellEnd"/>
      <w:r w:rsidRPr="00967239">
        <w:rPr>
          <w:spacing w:val="-4"/>
        </w:rPr>
        <w:t xml:space="preserve">. JUDr. Jeronýma Tejce </w:t>
      </w:r>
      <w:r w:rsidRPr="00967239">
        <w:t xml:space="preserve">a po rozpravě ústavně právní výbor přijal </w:t>
      </w:r>
      <w:r w:rsidRPr="00940680">
        <w:rPr>
          <w:b/>
          <w:u w:val="single"/>
        </w:rPr>
        <w:t>usnesení č. 2</w:t>
      </w:r>
      <w:r>
        <w:rPr>
          <w:b/>
          <w:u w:val="single"/>
        </w:rPr>
        <w:t>46</w:t>
      </w:r>
      <w:r w:rsidRPr="00967239">
        <w:t xml:space="preserve"> (viz příloha č. </w:t>
      </w:r>
      <w:r>
        <w:t>1</w:t>
      </w:r>
      <w:r w:rsidRPr="00967239">
        <w:t>).</w:t>
      </w:r>
    </w:p>
    <w:p w:rsidR="004F1FA0" w:rsidRDefault="004F1FA0" w:rsidP="004F1FA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F1FA0" w:rsidRDefault="004F1FA0" w:rsidP="004F1FA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246 z 15 přítomných poslanců</w:t>
      </w:r>
    </w:p>
    <w:p w:rsidR="004F1FA0" w:rsidRDefault="004F1FA0" w:rsidP="004F1FA0">
      <w:pPr>
        <w:pStyle w:val="Odstavecseseznamem"/>
        <w:widowControl/>
        <w:numPr>
          <w:ilvl w:val="0"/>
          <w:numId w:val="3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15 hlasovalo pro – Benda, Benešová, Blažek, Borka, Farský,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Grospič, Ondráček, Plíšek, Schwarz, Tejc, Válková, Vondráček, Vozka, Wernerová</w:t>
      </w:r>
    </w:p>
    <w:p w:rsidR="00FA43E3" w:rsidRDefault="00FA43E3" w:rsidP="00FA43E3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FA43E3" w:rsidRDefault="00FA43E3" w:rsidP="00FA43E3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FA43E3" w:rsidRPr="006339E5" w:rsidTr="005F55B6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43E3" w:rsidRPr="00FA43E3" w:rsidRDefault="00FA43E3" w:rsidP="005F55B6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3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43E3" w:rsidRPr="006339E5" w:rsidRDefault="00FA43E3" w:rsidP="00FA43E3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Sdělení předsedy výboru</w:t>
            </w:r>
          </w:p>
        </w:tc>
      </w:tr>
    </w:tbl>
    <w:p w:rsidR="00FA43E3" w:rsidRDefault="00FA43E3" w:rsidP="00365B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6368" w:rsidRDefault="00E26368" w:rsidP="00365B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E1D12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="002A27EE">
        <w:rPr>
          <w:rFonts w:ascii="Times New Roman" w:hAnsi="Times New Roman"/>
          <w:sz w:val="24"/>
          <w:szCs w:val="24"/>
        </w:rPr>
        <w:t>posl</w:t>
      </w:r>
      <w:proofErr w:type="spellEnd"/>
      <w:r w:rsidR="002A27EE">
        <w:rPr>
          <w:rFonts w:ascii="Times New Roman" w:hAnsi="Times New Roman"/>
          <w:sz w:val="24"/>
          <w:szCs w:val="24"/>
        </w:rPr>
        <w:t xml:space="preserve">. Tejc následně informoval o navržených termínech pracovní cesty výboru </w:t>
      </w:r>
      <w:r w:rsidR="006329FF">
        <w:rPr>
          <w:rFonts w:ascii="Times New Roman" w:hAnsi="Times New Roman"/>
          <w:sz w:val="24"/>
          <w:szCs w:val="24"/>
        </w:rPr>
        <w:t>do Nepálu, a to v týdnu od 19. do</w:t>
      </w:r>
      <w:r w:rsidR="002A27EE">
        <w:rPr>
          <w:rFonts w:ascii="Times New Roman" w:hAnsi="Times New Roman"/>
          <w:sz w:val="24"/>
          <w:szCs w:val="24"/>
        </w:rPr>
        <w:t xml:space="preserve"> 26.</w:t>
      </w:r>
      <w:r w:rsidR="006329FF">
        <w:rPr>
          <w:rFonts w:ascii="Times New Roman" w:hAnsi="Times New Roman"/>
          <w:sz w:val="24"/>
          <w:szCs w:val="24"/>
        </w:rPr>
        <w:t xml:space="preserve"> září 2016 nebo v týdnu od 13. do</w:t>
      </w:r>
      <w:r w:rsidR="002A27EE">
        <w:rPr>
          <w:rFonts w:ascii="Times New Roman" w:hAnsi="Times New Roman"/>
          <w:sz w:val="24"/>
          <w:szCs w:val="24"/>
        </w:rPr>
        <w:t xml:space="preserve"> 20. listopadu 2016 a požádal přítomné o pověření k jednání s míst</w:t>
      </w:r>
      <w:r w:rsidR="00123C8F">
        <w:rPr>
          <w:rFonts w:ascii="Times New Roman" w:hAnsi="Times New Roman"/>
          <w:sz w:val="24"/>
          <w:szCs w:val="24"/>
        </w:rPr>
        <w:t xml:space="preserve">opředsedou Poslanecké sněmovny </w:t>
      </w:r>
      <w:r w:rsidR="002A27EE">
        <w:rPr>
          <w:rFonts w:ascii="Times New Roman" w:hAnsi="Times New Roman"/>
          <w:sz w:val="24"/>
          <w:szCs w:val="24"/>
        </w:rPr>
        <w:t>P</w:t>
      </w:r>
      <w:r w:rsidR="00123C8F">
        <w:rPr>
          <w:rFonts w:ascii="Times New Roman" w:hAnsi="Times New Roman"/>
          <w:sz w:val="24"/>
          <w:szCs w:val="24"/>
        </w:rPr>
        <w:t>arlamentu</w:t>
      </w:r>
      <w:r w:rsidR="002A27EE">
        <w:rPr>
          <w:rFonts w:ascii="Times New Roman" w:hAnsi="Times New Roman"/>
          <w:sz w:val="24"/>
          <w:szCs w:val="24"/>
        </w:rPr>
        <w:t xml:space="preserve"> ČR </w:t>
      </w:r>
      <w:r w:rsidR="00353AE0">
        <w:rPr>
          <w:rFonts w:ascii="Times New Roman" w:hAnsi="Times New Roman"/>
          <w:sz w:val="24"/>
          <w:szCs w:val="24"/>
        </w:rPr>
        <w:t>JUDr. </w:t>
      </w:r>
      <w:r w:rsidR="002A27EE">
        <w:rPr>
          <w:rFonts w:ascii="Times New Roman" w:hAnsi="Times New Roman"/>
          <w:sz w:val="24"/>
          <w:szCs w:val="24"/>
        </w:rPr>
        <w:t>V</w:t>
      </w:r>
      <w:r w:rsidR="00353AE0">
        <w:rPr>
          <w:rFonts w:ascii="Times New Roman" w:hAnsi="Times New Roman"/>
          <w:sz w:val="24"/>
          <w:szCs w:val="24"/>
        </w:rPr>
        <w:t>ojtěchem</w:t>
      </w:r>
      <w:r w:rsidR="002A27EE">
        <w:rPr>
          <w:rFonts w:ascii="Times New Roman" w:hAnsi="Times New Roman"/>
          <w:sz w:val="24"/>
          <w:szCs w:val="24"/>
        </w:rPr>
        <w:t xml:space="preserve"> Filipem v dané věci. </w:t>
      </w:r>
      <w:r w:rsidR="004E1218" w:rsidRPr="00B21CA0">
        <w:rPr>
          <w:rFonts w:ascii="Times New Roman" w:hAnsi="Times New Roman"/>
          <w:sz w:val="24"/>
          <w:szCs w:val="24"/>
        </w:rPr>
        <w:t>Všichni přítomní poslanci s tímto návrhem vyslovili souhlas.</w:t>
      </w:r>
    </w:p>
    <w:p w:rsidR="00365BB7" w:rsidRDefault="00365BB7" w:rsidP="00365B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4EB6" w:rsidRDefault="00407286" w:rsidP="002A27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95070" w:rsidRPr="00B21CA0" w:rsidRDefault="00B95070" w:rsidP="00B95070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ve 14:00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FA43E3" w:rsidRDefault="00FA43E3" w:rsidP="002A27EE">
      <w:pPr>
        <w:tabs>
          <w:tab w:val="center" w:pos="1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A27EE" w:rsidRPr="00963010" w:rsidRDefault="002A27EE" w:rsidP="002A27EE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tbl>
      <w:tblPr>
        <w:tblW w:w="9568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4"/>
        <w:gridCol w:w="4784"/>
      </w:tblGrid>
      <w:tr w:rsidR="002A27EE" w:rsidRPr="00064806" w:rsidTr="00983720"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27EE" w:rsidRPr="002A27EE" w:rsidRDefault="002A27EE" w:rsidP="00983720">
            <w:pPr>
              <w:pStyle w:val="Standard"/>
              <w:tabs>
                <w:tab w:val="center" w:pos="2247"/>
              </w:tabs>
              <w:jc w:val="center"/>
              <w:rPr>
                <w:b/>
                <w:bCs/>
                <w:color w:val="000000"/>
                <w:szCs w:val="24"/>
              </w:rPr>
            </w:pPr>
            <w:proofErr w:type="gramStart"/>
            <w:r w:rsidRPr="002A27EE">
              <w:rPr>
                <w:b/>
                <w:bCs/>
                <w:color w:val="000000"/>
                <w:szCs w:val="24"/>
              </w:rPr>
              <w:t>Marek</w:t>
            </w:r>
            <w:r w:rsidR="00C7431E"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 xml:space="preserve"> Benda</w:t>
            </w:r>
            <w:proofErr w:type="gramEnd"/>
            <w:r w:rsidR="000435BB">
              <w:rPr>
                <w:b/>
                <w:bCs/>
                <w:color w:val="000000"/>
                <w:szCs w:val="24"/>
              </w:rPr>
              <w:t xml:space="preserve"> v. r.</w:t>
            </w:r>
          </w:p>
          <w:p w:rsidR="002A27EE" w:rsidRPr="002A27EE" w:rsidRDefault="002A27EE" w:rsidP="00983720">
            <w:pPr>
              <w:pStyle w:val="Standard"/>
              <w:tabs>
                <w:tab w:val="center" w:pos="2247"/>
              </w:tabs>
              <w:jc w:val="center"/>
              <w:rPr>
                <w:szCs w:val="24"/>
              </w:rPr>
            </w:pPr>
            <w:r w:rsidRPr="002A27EE">
              <w:rPr>
                <w:color w:val="000000"/>
                <w:szCs w:val="24"/>
              </w:rPr>
              <w:t>ověřovatel podvýboru</w:t>
            </w:r>
          </w:p>
        </w:tc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A27EE" w:rsidRPr="002A27EE" w:rsidRDefault="002A27EE" w:rsidP="00983720">
            <w:pPr>
              <w:pStyle w:val="Standard"/>
              <w:tabs>
                <w:tab w:val="center" w:pos="1979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2A27EE">
              <w:rPr>
                <w:b/>
                <w:bCs/>
                <w:color w:val="000000"/>
                <w:szCs w:val="24"/>
              </w:rPr>
              <w:t xml:space="preserve">JUDr. Jeroným </w:t>
            </w:r>
            <w:r w:rsidR="00C7431E"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>Tejc</w:t>
            </w:r>
            <w:r w:rsidR="000435BB">
              <w:rPr>
                <w:b/>
                <w:bCs/>
                <w:color w:val="000000"/>
                <w:szCs w:val="24"/>
              </w:rPr>
              <w:t xml:space="preserve"> v. r.</w:t>
            </w:r>
            <w:bookmarkStart w:id="0" w:name="_GoBack"/>
            <w:bookmarkEnd w:id="0"/>
          </w:p>
          <w:p w:rsidR="002A27EE" w:rsidRPr="002A27EE" w:rsidRDefault="002A27EE" w:rsidP="00FA43E3">
            <w:pPr>
              <w:pStyle w:val="Standard"/>
              <w:tabs>
                <w:tab w:val="center" w:pos="2002"/>
              </w:tabs>
              <w:jc w:val="center"/>
              <w:rPr>
                <w:color w:val="000000"/>
                <w:szCs w:val="24"/>
              </w:rPr>
            </w:pPr>
            <w:r w:rsidRPr="002A27EE">
              <w:rPr>
                <w:color w:val="000000"/>
                <w:szCs w:val="24"/>
              </w:rPr>
              <w:t>předseda výboru</w:t>
            </w:r>
          </w:p>
        </w:tc>
      </w:tr>
    </w:tbl>
    <w:p w:rsidR="00756846" w:rsidRPr="00963010" w:rsidRDefault="00756846" w:rsidP="00B95070">
      <w:pPr>
        <w:rPr>
          <w:rFonts w:ascii="Times New Roman" w:hAnsi="Times New Roman"/>
          <w:sz w:val="24"/>
          <w:szCs w:val="24"/>
        </w:rPr>
      </w:pPr>
    </w:p>
    <w:sectPr w:rsidR="00756846" w:rsidRPr="00963010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74781"/>
    <w:multiLevelType w:val="multilevel"/>
    <w:tmpl w:val="E474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C92"/>
    <w:rsid w:val="00000226"/>
    <w:rsid w:val="000435BB"/>
    <w:rsid w:val="000D334F"/>
    <w:rsid w:val="00123C8F"/>
    <w:rsid w:val="0018747B"/>
    <w:rsid w:val="00230024"/>
    <w:rsid w:val="002A27EE"/>
    <w:rsid w:val="002C6BED"/>
    <w:rsid w:val="00320C92"/>
    <w:rsid w:val="00353AE0"/>
    <w:rsid w:val="00365BB7"/>
    <w:rsid w:val="003D335E"/>
    <w:rsid w:val="00407286"/>
    <w:rsid w:val="00415577"/>
    <w:rsid w:val="00453F92"/>
    <w:rsid w:val="004829A2"/>
    <w:rsid w:val="004E1218"/>
    <w:rsid w:val="004F1FA0"/>
    <w:rsid w:val="005227BF"/>
    <w:rsid w:val="005C6B37"/>
    <w:rsid w:val="005F0439"/>
    <w:rsid w:val="00620764"/>
    <w:rsid w:val="006329FF"/>
    <w:rsid w:val="00634EB6"/>
    <w:rsid w:val="006E1278"/>
    <w:rsid w:val="00724AC6"/>
    <w:rsid w:val="00743121"/>
    <w:rsid w:val="00756846"/>
    <w:rsid w:val="0075783E"/>
    <w:rsid w:val="007C7BA0"/>
    <w:rsid w:val="007F1DD1"/>
    <w:rsid w:val="008273EA"/>
    <w:rsid w:val="00890ADB"/>
    <w:rsid w:val="008A500C"/>
    <w:rsid w:val="008C4F9F"/>
    <w:rsid w:val="00963010"/>
    <w:rsid w:val="009B566E"/>
    <w:rsid w:val="009C5E29"/>
    <w:rsid w:val="009E3712"/>
    <w:rsid w:val="009F2FD4"/>
    <w:rsid w:val="00B72D2D"/>
    <w:rsid w:val="00B77DBC"/>
    <w:rsid w:val="00B95070"/>
    <w:rsid w:val="00BC1449"/>
    <w:rsid w:val="00BE1D12"/>
    <w:rsid w:val="00BF2CA8"/>
    <w:rsid w:val="00C7431E"/>
    <w:rsid w:val="00C94D23"/>
    <w:rsid w:val="00D35738"/>
    <w:rsid w:val="00D3723C"/>
    <w:rsid w:val="00D90D2E"/>
    <w:rsid w:val="00DA2A61"/>
    <w:rsid w:val="00E25BC7"/>
    <w:rsid w:val="00E26368"/>
    <w:rsid w:val="00ED5194"/>
    <w:rsid w:val="00F06870"/>
    <w:rsid w:val="00FA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98585-89C4-4697-9825-584EB3C38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andard">
    <w:name w:val="Standard"/>
    <w:rsid w:val="002A27EE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F1FA0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-hlavika20">
    <w:name w:val="PS-hlavička 2"/>
    <w:basedOn w:val="Normln"/>
    <w:next w:val="PS-hlavika1"/>
    <w:qFormat/>
    <w:rsid w:val="00756846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56846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0">
    <w:name w:val="PS-hlavička 3"/>
    <w:basedOn w:val="Normln"/>
    <w:next w:val="PS-hlavika1"/>
    <w:qFormat/>
    <w:rsid w:val="00756846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56846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9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28BA55-6C55-4204-874D-1F629FD9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100</TotalTime>
  <Pages>2</Pages>
  <Words>481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26</cp:revision>
  <dcterms:created xsi:type="dcterms:W3CDTF">2016-06-28T13:20:00Z</dcterms:created>
  <dcterms:modified xsi:type="dcterms:W3CDTF">2016-07-01T07:02:00Z</dcterms:modified>
</cp:coreProperties>
</file>