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C62BE7" w:rsidP="00D3723C">
      <w:pPr>
        <w:pStyle w:val="PS-rovkd"/>
      </w:pPr>
      <w:r>
        <w:t>PS160043772</w:t>
      </w:r>
      <w:bookmarkStart w:id="0" w:name="_GoBack"/>
      <w:bookmarkEnd w:id="0"/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CE1FA8">
        <w:t>63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CE1FA8">
        <w:t>3. května</w:t>
      </w:r>
      <w:r w:rsidR="004829A2">
        <w:t xml:space="preserve">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590A56">
          <w:footerReference w:type="default" r:id="rId7"/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0D2FFF">
      <w:pPr>
        <w:spacing w:after="0"/>
        <w:ind w:left="-284" w:right="-285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 w:rsidR="00CE1FA8"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CE1FA8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CE1FA8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CE1FA8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CE1FA8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CE1FA8">
      <w:pPr>
        <w:spacing w:after="0"/>
        <w:ind w:left="-284" w:firstLine="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0D2FFF">
          <w:type w:val="continuous"/>
          <w:pgSz w:w="11906" w:h="16838"/>
          <w:pgMar w:top="851" w:right="1417" w:bottom="1417" w:left="1417" w:header="708" w:footer="708" w:gutter="0"/>
          <w:cols w:num="2" w:space="84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Benda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Jaroslav </w:t>
      </w:r>
      <w:r w:rsidR="00D90D2E" w:rsidRPr="004829A2">
        <w:rPr>
          <w:rFonts w:ascii="Times New Roman" w:hAnsi="Times New Roman"/>
          <w:b/>
          <w:sz w:val="24"/>
          <w:szCs w:val="24"/>
        </w:rPr>
        <w:t>Borka</w:t>
      </w:r>
    </w:p>
    <w:p w:rsidR="00CE1FA8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CE1FA8">
      <w:pPr>
        <w:pStyle w:val="Bezmezer"/>
        <w:ind w:left="-142" w:hanging="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Bronislav </w:t>
      </w:r>
      <w:r w:rsidR="00D90D2E" w:rsidRPr="004829A2">
        <w:rPr>
          <w:rFonts w:ascii="Times New Roman" w:hAnsi="Times New Roman"/>
          <w:b/>
          <w:sz w:val="24"/>
          <w:szCs w:val="24"/>
        </w:rPr>
        <w:t>Schwarz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="00D90D2E"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0D2FFF">
          <w:type w:val="continuous"/>
          <w:pgSz w:w="11906" w:h="16838"/>
          <w:pgMar w:top="851" w:right="1417" w:bottom="1417" w:left="1417" w:header="708" w:footer="708" w:gutter="0"/>
          <w:cols w:num="2" w:space="1420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CE1FA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Jaroslav </w:t>
      </w:r>
      <w:r w:rsidRPr="006C3518">
        <w:rPr>
          <w:rFonts w:ascii="Times New Roman" w:hAnsi="Times New Roman"/>
          <w:b/>
          <w:sz w:val="24"/>
          <w:szCs w:val="24"/>
        </w:rPr>
        <w:t>Zavadil</w:t>
      </w:r>
      <w:r>
        <w:rPr>
          <w:rFonts w:ascii="Times New Roman" w:hAnsi="Times New Roman"/>
          <w:sz w:val="24"/>
          <w:szCs w:val="24"/>
        </w:rPr>
        <w:t xml:space="preserve"> – poslanec, PSP ČR</w:t>
      </w:r>
    </w:p>
    <w:p w:rsidR="00CE1FA8" w:rsidRDefault="00CE1FA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Daniel </w:t>
      </w:r>
      <w:r w:rsidRPr="006C3518">
        <w:rPr>
          <w:rFonts w:ascii="Times New Roman" w:hAnsi="Times New Roman"/>
          <w:b/>
          <w:sz w:val="24"/>
          <w:szCs w:val="24"/>
        </w:rPr>
        <w:t>Lála</w:t>
      </w:r>
      <w:r>
        <w:rPr>
          <w:rFonts w:ascii="Times New Roman" w:hAnsi="Times New Roman"/>
          <w:sz w:val="24"/>
          <w:szCs w:val="24"/>
        </w:rPr>
        <w:t xml:space="preserve"> – legislativní odbor, Ministerstvo spravedlnosti</w:t>
      </w:r>
    </w:p>
    <w:p w:rsidR="00CE1FA8" w:rsidRDefault="00CE1FA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Veronika </w:t>
      </w:r>
      <w:r w:rsidRPr="006C3518">
        <w:rPr>
          <w:rFonts w:ascii="Times New Roman" w:hAnsi="Times New Roman"/>
          <w:b/>
          <w:sz w:val="24"/>
          <w:szCs w:val="24"/>
        </w:rPr>
        <w:t>Podlahová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>
        <w:rPr>
          <w:rFonts w:ascii="Times New Roman" w:hAnsi="Times New Roman"/>
          <w:sz w:val="24"/>
          <w:szCs w:val="24"/>
        </w:rPr>
        <w:t xml:space="preserve"> – koordinátorka legislativní agendy, Ministerstvo spravedlnosti</w:t>
      </w:r>
    </w:p>
    <w:p w:rsidR="00CE1FA8" w:rsidRDefault="00CE1FA8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1FA8" w:rsidRDefault="00CE1FA8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další hosté dle prezenční listiny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CE1FA8" w:rsidRDefault="00CE1FA8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CE1FA8">
      <w:pPr>
        <w:spacing w:before="100" w:beforeAutospacing="1" w:after="100" w:afterAutospacing="1" w:line="240" w:lineRule="auto"/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CE1FA8" w:rsidRDefault="00CE1FA8" w:rsidP="00CE1FA8">
      <w:pPr>
        <w:pStyle w:val="PSbodprogramu"/>
        <w:contextualSpacing w:val="0"/>
      </w:pPr>
      <w:r w:rsidRPr="00A41267">
        <w:t>Schválení programu schůze</w:t>
      </w:r>
    </w:p>
    <w:p w:rsidR="00CE1FA8" w:rsidRPr="00CE1FA8" w:rsidRDefault="00CE1FA8" w:rsidP="00CE1FA8">
      <w:pPr>
        <w:pStyle w:val="PSzpravodaj"/>
        <w:spacing w:before="0" w:after="0"/>
      </w:pPr>
    </w:p>
    <w:p w:rsidR="00CE1FA8" w:rsidRDefault="00CE1FA8" w:rsidP="00CE1FA8">
      <w:pPr>
        <w:pStyle w:val="slovanseznam"/>
        <w:contextualSpacing w:val="0"/>
        <w:jc w:val="both"/>
        <w:rPr>
          <w:lang w:eastAsia="cs-CZ" w:bidi="ar-SA"/>
        </w:rPr>
      </w:pPr>
      <w:r w:rsidRPr="005F602C">
        <w:rPr>
          <w:lang w:eastAsia="cs-CZ" w:bidi="ar-SA"/>
        </w:rPr>
        <w:t xml:space="preserve">Návrh poslanců Jaroslava Zavadila, Romana </w:t>
      </w:r>
      <w:proofErr w:type="spellStart"/>
      <w:r w:rsidRPr="005F602C">
        <w:rPr>
          <w:lang w:eastAsia="cs-CZ" w:bidi="ar-SA"/>
        </w:rPr>
        <w:t>Sklenáka</w:t>
      </w:r>
      <w:proofErr w:type="spellEnd"/>
      <w:r w:rsidRPr="005F602C">
        <w:rPr>
          <w:lang w:eastAsia="cs-CZ" w:bidi="ar-SA"/>
        </w:rPr>
        <w:t xml:space="preserve">, Bohuslava Sobotky a dalších na </w:t>
      </w:r>
      <w:r w:rsidRPr="005F602C">
        <w:rPr>
          <w:lang w:eastAsia="cs-CZ" w:bidi="ar-SA"/>
        </w:rPr>
        <w:lastRenderedPageBreak/>
        <w:t xml:space="preserve">vydání zákona, kterým se mění zákon č. 90/2012 Sb., o obchodních společnostech a družstvech (zákon o obchodních </w:t>
      </w:r>
      <w:proofErr w:type="gramStart"/>
      <w:r w:rsidRPr="005F602C">
        <w:rPr>
          <w:lang w:eastAsia="cs-CZ" w:bidi="ar-SA"/>
        </w:rPr>
        <w:t>korporacích) (tisk</w:t>
      </w:r>
      <w:proofErr w:type="gramEnd"/>
      <w:r w:rsidRPr="005F602C">
        <w:rPr>
          <w:lang w:eastAsia="cs-CZ" w:bidi="ar-SA"/>
        </w:rPr>
        <w:t xml:space="preserve"> 592)</w:t>
      </w:r>
    </w:p>
    <w:p w:rsidR="00CE1FA8" w:rsidRPr="00DF23DE" w:rsidRDefault="00CE1FA8" w:rsidP="00CE1FA8">
      <w:pPr>
        <w:pStyle w:val="slovanseznam"/>
        <w:numPr>
          <w:ilvl w:val="0"/>
          <w:numId w:val="0"/>
        </w:numPr>
        <w:contextualSpacing w:val="0"/>
        <w:jc w:val="both"/>
        <w:rPr>
          <w:lang w:eastAsia="cs-CZ" w:bidi="ar-SA"/>
        </w:rPr>
      </w:pPr>
    </w:p>
    <w:p w:rsidR="00CE1FA8" w:rsidRDefault="00CE1FA8" w:rsidP="00CE1FA8">
      <w:pPr>
        <w:pStyle w:val="slovanseznam"/>
      </w:pPr>
      <w:r>
        <w:t>Sdělení předsedy výboru</w:t>
      </w:r>
    </w:p>
    <w:p w:rsidR="00CE1FA8" w:rsidRDefault="00CE1FA8" w:rsidP="00CE1FA8">
      <w:pPr>
        <w:pStyle w:val="slovanseznam"/>
        <w:numPr>
          <w:ilvl w:val="0"/>
          <w:numId w:val="0"/>
        </w:numPr>
        <w:ind w:left="360"/>
      </w:pPr>
    </w:p>
    <w:p w:rsidR="00CE1FA8" w:rsidRDefault="00CE1FA8" w:rsidP="00CE1FA8">
      <w:pPr>
        <w:pStyle w:val="slovanseznam"/>
      </w:pPr>
      <w:r>
        <w:t>Návrh termínu a pořadu příští schůze výboru</w:t>
      </w:r>
    </w:p>
    <w:p w:rsidR="00CE1FA8" w:rsidRDefault="00CE1FA8" w:rsidP="00CE1FA8">
      <w:pPr>
        <w:pStyle w:val="Odstavecseseznamem"/>
      </w:pPr>
    </w:p>
    <w:p w:rsidR="00CE1FA8" w:rsidRDefault="00CE1FA8" w:rsidP="00CE1FA8">
      <w:pPr>
        <w:pStyle w:val="slovanseznam"/>
        <w:numPr>
          <w:ilvl w:val="0"/>
          <w:numId w:val="0"/>
        </w:numPr>
        <w:ind w:left="360"/>
      </w:pPr>
    </w:p>
    <w:p w:rsidR="00CE1FA8" w:rsidRDefault="00CE1FA8" w:rsidP="00CE1FA8">
      <w:pPr>
        <w:pStyle w:val="slovanseznam"/>
        <w:numPr>
          <w:ilvl w:val="0"/>
          <w:numId w:val="0"/>
        </w:numPr>
        <w:ind w:left="360"/>
      </w:pPr>
    </w:p>
    <w:p w:rsidR="00CE1FA8" w:rsidRDefault="00CE1FA8" w:rsidP="00CE1FA8">
      <w:pPr>
        <w:ind w:firstLine="357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</w:t>
      </w:r>
      <w:r w:rsidR="005850B3">
        <w:rPr>
          <w:rFonts w:ascii="Times New Roman" w:hAnsi="Times New Roman"/>
          <w:sz w:val="24"/>
          <w:szCs w:val="24"/>
        </w:rPr>
        <w:t xml:space="preserve"> dne 3</w:t>
      </w:r>
      <w:r>
        <w:rPr>
          <w:rFonts w:ascii="Times New Roman" w:hAnsi="Times New Roman"/>
          <w:sz w:val="24"/>
          <w:szCs w:val="24"/>
        </w:rPr>
        <w:t xml:space="preserve">. </w:t>
      </w:r>
      <w:r w:rsidR="005850B3">
        <w:rPr>
          <w:rFonts w:ascii="Times New Roman" w:hAnsi="Times New Roman"/>
          <w:sz w:val="24"/>
          <w:szCs w:val="24"/>
        </w:rPr>
        <w:t>května 2016 v 19:1</w:t>
      </w:r>
      <w:r w:rsidRPr="001D11DE">
        <w:rPr>
          <w:rFonts w:ascii="Times New Roman" w:hAnsi="Times New Roman"/>
          <w:sz w:val="24"/>
          <w:szCs w:val="24"/>
        </w:rPr>
        <w:t xml:space="preserve">0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CE1FA8" w:rsidRDefault="00CE1FA8" w:rsidP="00CE1FA8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p w:rsidR="00CE1FA8" w:rsidRPr="001D11DE" w:rsidRDefault="00CE1FA8" w:rsidP="00CE1FA8">
      <w:pPr>
        <w:ind w:firstLine="357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CE1FA8" w:rsidRPr="001D11DE" w:rsidTr="00A351D4">
        <w:tc>
          <w:tcPr>
            <w:tcW w:w="3857" w:type="dxa"/>
            <w:shd w:val="clear" w:color="auto" w:fill="auto"/>
          </w:tcPr>
          <w:p w:rsidR="00CE1FA8" w:rsidRPr="001D11DE" w:rsidRDefault="00CE1FA8" w:rsidP="00A351D4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CE1FA8" w:rsidRPr="001D11DE" w:rsidRDefault="00CE1FA8" w:rsidP="00A351D4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CE1FA8" w:rsidRPr="001D11DE" w:rsidRDefault="00CE1FA8" w:rsidP="00CE1FA8">
      <w:pPr>
        <w:jc w:val="both"/>
        <w:rPr>
          <w:rFonts w:ascii="Times New Roman" w:hAnsi="Times New Roman"/>
          <w:sz w:val="24"/>
          <w:szCs w:val="24"/>
        </w:rPr>
      </w:pPr>
    </w:p>
    <w:p w:rsidR="00CE1FA8" w:rsidRDefault="00CE1FA8" w:rsidP="00CE1FA8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Poté předseda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 xml:space="preserve">návrh programu schůze, který předem obdrželi všichni členové výboru e-mailem. </w:t>
      </w:r>
      <w:r w:rsidR="009F7AED">
        <w:rPr>
          <w:rFonts w:ascii="Times New Roman" w:hAnsi="Times New Roman"/>
          <w:sz w:val="24"/>
          <w:szCs w:val="24"/>
        </w:rPr>
        <w:t>S</w:t>
      </w:r>
      <w:r w:rsidRPr="001D11DE">
        <w:rPr>
          <w:rFonts w:ascii="Times New Roman" w:hAnsi="Times New Roman"/>
          <w:sz w:val="24"/>
          <w:szCs w:val="24"/>
        </w:rPr>
        <w:t xml:space="preserve"> tímto návrhem </w:t>
      </w:r>
      <w:r w:rsidR="009F7AED">
        <w:rPr>
          <w:rFonts w:ascii="Times New Roman" w:hAnsi="Times New Roman"/>
          <w:sz w:val="24"/>
          <w:szCs w:val="24"/>
        </w:rPr>
        <w:t xml:space="preserve">byl </w:t>
      </w:r>
      <w:r w:rsidRPr="001D11DE">
        <w:rPr>
          <w:rFonts w:ascii="Times New Roman" w:hAnsi="Times New Roman"/>
          <w:sz w:val="24"/>
          <w:szCs w:val="24"/>
        </w:rPr>
        <w:t>vyslov</w:t>
      </w:r>
      <w:r w:rsidR="009F7AED">
        <w:rPr>
          <w:rFonts w:ascii="Times New Roman" w:hAnsi="Times New Roman"/>
          <w:sz w:val="24"/>
          <w:szCs w:val="24"/>
        </w:rPr>
        <w:t>en</w:t>
      </w:r>
      <w:r w:rsidRPr="001D11DE">
        <w:rPr>
          <w:rFonts w:ascii="Times New Roman" w:hAnsi="Times New Roman"/>
          <w:sz w:val="24"/>
          <w:szCs w:val="24"/>
        </w:rPr>
        <w:t xml:space="preserve"> souhlas. (Z</w:t>
      </w:r>
      <w:r w:rsidR="005850B3"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 xml:space="preserve"> přítomných poslanců </w:t>
      </w:r>
      <w:r w:rsidR="005850B3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>hlasovalo pro</w:t>
      </w:r>
      <w:r w:rsidR="005850B3">
        <w:rPr>
          <w:rFonts w:ascii="Times New Roman" w:hAnsi="Times New Roman"/>
          <w:sz w:val="24"/>
          <w:szCs w:val="24"/>
        </w:rPr>
        <w:t xml:space="preserve"> a 1 se zdržel</w:t>
      </w:r>
      <w:r w:rsidRPr="001D11DE">
        <w:rPr>
          <w:rFonts w:ascii="Times New Roman" w:hAnsi="Times New Roman"/>
          <w:sz w:val="24"/>
          <w:szCs w:val="24"/>
        </w:rPr>
        <w:t xml:space="preserve">).  </w:t>
      </w:r>
    </w:p>
    <w:p w:rsidR="00CE1FA8" w:rsidRDefault="00CE1FA8" w:rsidP="00CE1FA8">
      <w:pPr>
        <w:jc w:val="both"/>
        <w:rPr>
          <w:rFonts w:ascii="Times New Roman" w:hAnsi="Times New Roman"/>
          <w:sz w:val="24"/>
          <w:szCs w:val="24"/>
        </w:rPr>
      </w:pPr>
    </w:p>
    <w:p w:rsidR="00CE1FA8" w:rsidRPr="001D11DE" w:rsidRDefault="00CE1FA8" w:rsidP="00CE1FA8">
      <w:pPr>
        <w:jc w:val="both"/>
        <w:rPr>
          <w:rFonts w:ascii="Times New Roman" w:hAnsi="Times New Roman"/>
          <w:sz w:val="24"/>
          <w:szCs w:val="24"/>
        </w:rPr>
      </w:pPr>
    </w:p>
    <w:p w:rsidR="005850B3" w:rsidRDefault="00CE1FA8" w:rsidP="005850B3">
      <w:pPr>
        <w:pStyle w:val="slovanseznam"/>
        <w:numPr>
          <w:ilvl w:val="0"/>
          <w:numId w:val="0"/>
        </w:numPr>
        <w:ind w:left="3540" w:hanging="3540"/>
        <w:contextualSpacing w:val="0"/>
        <w:jc w:val="both"/>
        <w:rPr>
          <w:lang w:eastAsia="cs-CZ" w:bidi="ar-SA"/>
        </w:rPr>
      </w:pPr>
      <w:r w:rsidRPr="00A078AF">
        <w:rPr>
          <w:b/>
          <w:szCs w:val="24"/>
          <w:u w:val="single"/>
        </w:rPr>
        <w:t>K bodu 2</w:t>
      </w:r>
      <w:r>
        <w:rPr>
          <w:b/>
          <w:szCs w:val="24"/>
          <w:u w:val="single"/>
        </w:rPr>
        <w:t>:</w:t>
      </w:r>
      <w:r w:rsidRPr="0000052C">
        <w:rPr>
          <w:b/>
          <w:szCs w:val="24"/>
        </w:rPr>
        <w:t xml:space="preserve"> </w:t>
      </w:r>
      <w:r w:rsidR="005850B3">
        <w:rPr>
          <w:b/>
          <w:szCs w:val="24"/>
        </w:rPr>
        <w:tab/>
      </w:r>
      <w:r w:rsidR="005850B3" w:rsidRPr="005850B3">
        <w:rPr>
          <w:b/>
          <w:lang w:eastAsia="cs-CZ" w:bidi="ar-SA"/>
        </w:rPr>
        <w:t xml:space="preserve">Návrh poslanců Jaroslava Zavadila, Romana </w:t>
      </w:r>
      <w:proofErr w:type="spellStart"/>
      <w:r w:rsidR="005850B3" w:rsidRPr="005850B3">
        <w:rPr>
          <w:b/>
          <w:lang w:eastAsia="cs-CZ" w:bidi="ar-SA"/>
        </w:rPr>
        <w:t>Sklenáka</w:t>
      </w:r>
      <w:proofErr w:type="spellEnd"/>
      <w:r w:rsidR="005850B3" w:rsidRPr="005850B3">
        <w:rPr>
          <w:b/>
          <w:lang w:eastAsia="cs-CZ" w:bidi="ar-SA"/>
        </w:rPr>
        <w:t xml:space="preserve">, Bohuslava Sobotky a dalších na vydání zákona, kterým se mění zákon č. 90/2012 Sb., o obchodních společnostech a družstvech (zákon o obchodních </w:t>
      </w:r>
      <w:proofErr w:type="gramStart"/>
      <w:r w:rsidR="005850B3" w:rsidRPr="005850B3">
        <w:rPr>
          <w:b/>
          <w:lang w:eastAsia="cs-CZ" w:bidi="ar-SA"/>
        </w:rPr>
        <w:t>korporacích) (tisk</w:t>
      </w:r>
      <w:proofErr w:type="gramEnd"/>
      <w:r w:rsidR="005850B3" w:rsidRPr="005850B3">
        <w:rPr>
          <w:b/>
          <w:lang w:eastAsia="cs-CZ" w:bidi="ar-SA"/>
        </w:rPr>
        <w:t xml:space="preserve"> 592)</w:t>
      </w:r>
    </w:p>
    <w:p w:rsidR="00CE1FA8" w:rsidRDefault="00CE1FA8" w:rsidP="005850B3">
      <w:pPr>
        <w:pStyle w:val="slovanseznam"/>
        <w:numPr>
          <w:ilvl w:val="0"/>
          <w:numId w:val="0"/>
        </w:numPr>
        <w:ind w:left="2832" w:hanging="2832"/>
        <w:rPr>
          <w:b/>
          <w:szCs w:val="24"/>
          <w:u w:val="single"/>
        </w:rPr>
      </w:pPr>
    </w:p>
    <w:p w:rsidR="00CE1FA8" w:rsidRDefault="00CE1FA8" w:rsidP="00CE1FA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CE1FA8" w:rsidRDefault="00CE1FA8" w:rsidP="005850B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přivítal zástupce předkladatele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5850B3">
        <w:rPr>
          <w:rFonts w:ascii="Times New Roman" w:hAnsi="Times New Roman"/>
          <w:sz w:val="24"/>
          <w:szCs w:val="24"/>
        </w:rPr>
        <w:t xml:space="preserve">Jaroslava </w:t>
      </w:r>
      <w:r>
        <w:rPr>
          <w:rFonts w:ascii="Times New Roman" w:hAnsi="Times New Roman"/>
          <w:sz w:val="24"/>
          <w:szCs w:val="24"/>
        </w:rPr>
        <w:t>Zavadila, zahájil podrobnou roz</w:t>
      </w:r>
      <w:r w:rsidR="006B18BE">
        <w:rPr>
          <w:rFonts w:ascii="Times New Roman" w:hAnsi="Times New Roman"/>
          <w:sz w:val="24"/>
          <w:szCs w:val="24"/>
        </w:rPr>
        <w:t>pravu a předal slovo zpravodaj</w:t>
      </w:r>
      <w:r>
        <w:rPr>
          <w:rFonts w:ascii="Times New Roman" w:hAnsi="Times New Roman"/>
          <w:sz w:val="24"/>
          <w:szCs w:val="24"/>
        </w:rPr>
        <w:t xml:space="preserve">i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BB7C13">
        <w:rPr>
          <w:rFonts w:ascii="Times New Roman" w:hAnsi="Times New Roman"/>
          <w:sz w:val="24"/>
          <w:szCs w:val="24"/>
        </w:rPr>
        <w:t>Mgr. Jaroslavu</w:t>
      </w:r>
      <w:r w:rsidR="005850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Borkovi.</w:t>
      </w:r>
    </w:p>
    <w:p w:rsidR="00CE1FA8" w:rsidRDefault="00CE1FA8" w:rsidP="005850B3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Borka seznámil přítomné se svým PN (legislativně technické řešení původního návrhu) a dále informoval o tom, že byl uplatněn též 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5850B3">
        <w:rPr>
          <w:rFonts w:ascii="Times New Roman" w:hAnsi="Times New Roman"/>
          <w:sz w:val="24"/>
          <w:szCs w:val="24"/>
        </w:rPr>
        <w:t xml:space="preserve">Mgr. Bc. Pavlou </w:t>
      </w:r>
      <w:proofErr w:type="spellStart"/>
      <w:r>
        <w:rPr>
          <w:rFonts w:ascii="Times New Roman" w:hAnsi="Times New Roman"/>
          <w:sz w:val="24"/>
          <w:szCs w:val="24"/>
        </w:rPr>
        <w:t>Golasowskou</w:t>
      </w:r>
      <w:proofErr w:type="spellEnd"/>
      <w:r w:rsidR="005850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5850B3">
        <w:rPr>
          <w:rFonts w:ascii="Times New Roman" w:hAnsi="Times New Roman"/>
          <w:sz w:val="24"/>
          <w:szCs w:val="24"/>
        </w:rPr>
        <w:t>DiS</w:t>
      </w:r>
      <w:proofErr w:type="spellEnd"/>
      <w:r w:rsidR="005850B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kodeterminace</w:t>
      </w:r>
      <w:proofErr w:type="spellEnd"/>
      <w:r>
        <w:rPr>
          <w:rFonts w:ascii="Times New Roman" w:hAnsi="Times New Roman"/>
          <w:sz w:val="24"/>
          <w:szCs w:val="24"/>
        </w:rPr>
        <w:t xml:space="preserve"> pouze u společností nad 500 zaměstnanců, delší přechodné období) 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5850B3">
        <w:rPr>
          <w:rFonts w:ascii="Times New Roman" w:hAnsi="Times New Roman"/>
          <w:sz w:val="24"/>
          <w:szCs w:val="24"/>
        </w:rPr>
        <w:t xml:space="preserve">Ing. Pavlem </w:t>
      </w:r>
      <w:r>
        <w:rPr>
          <w:rFonts w:ascii="Times New Roman" w:hAnsi="Times New Roman"/>
          <w:sz w:val="24"/>
          <w:szCs w:val="24"/>
        </w:rPr>
        <w:t>Čihákem (bytová družstva), ke kterému se přihlásil.</w:t>
      </w:r>
    </w:p>
    <w:p w:rsidR="00CE1FA8" w:rsidRDefault="00CE1FA8" w:rsidP="005850B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 modifikovat 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Golasowské</w:t>
      </w:r>
      <w:proofErr w:type="spellEnd"/>
      <w:r>
        <w:rPr>
          <w:rFonts w:ascii="Times New Roman" w:hAnsi="Times New Roman"/>
          <w:sz w:val="24"/>
          <w:szCs w:val="24"/>
        </w:rPr>
        <w:t xml:space="preserve"> tak, aby </w:t>
      </w:r>
      <w:proofErr w:type="spellStart"/>
      <w:r>
        <w:rPr>
          <w:rFonts w:ascii="Times New Roman" w:hAnsi="Times New Roman"/>
          <w:sz w:val="24"/>
          <w:szCs w:val="24"/>
        </w:rPr>
        <w:t>kodeterminace</w:t>
      </w:r>
      <w:proofErr w:type="spellEnd"/>
      <w:r>
        <w:rPr>
          <w:rFonts w:ascii="Times New Roman" w:hAnsi="Times New Roman"/>
          <w:sz w:val="24"/>
          <w:szCs w:val="24"/>
        </w:rPr>
        <w:t xml:space="preserve"> byla povinná již od 250 zaměstnanců a vypustit z důvodu nadbytečnosti slova „obchodní“.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Zavadil souhlasil, zástupce </w:t>
      </w:r>
      <w:proofErr w:type="spellStart"/>
      <w:r>
        <w:rPr>
          <w:rFonts w:ascii="Times New Roman" w:hAnsi="Times New Roman"/>
          <w:sz w:val="24"/>
          <w:szCs w:val="24"/>
        </w:rPr>
        <w:t>MSp</w:t>
      </w:r>
      <w:proofErr w:type="spellEnd"/>
      <w:r>
        <w:rPr>
          <w:rFonts w:ascii="Times New Roman" w:hAnsi="Times New Roman"/>
          <w:sz w:val="24"/>
          <w:szCs w:val="24"/>
        </w:rPr>
        <w:t xml:space="preserve"> navrhl 500 a více.</w:t>
      </w:r>
    </w:p>
    <w:p w:rsidR="00CE1FA8" w:rsidRDefault="00CE1FA8" w:rsidP="005850B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Poté předseda výboru Tejc navrhl hlasovací proceduru takto – nejprve hlasovat o 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Golasowské</w:t>
      </w:r>
      <w:proofErr w:type="spellEnd"/>
      <w:r>
        <w:rPr>
          <w:rFonts w:ascii="Times New Roman" w:hAnsi="Times New Roman"/>
          <w:sz w:val="24"/>
          <w:szCs w:val="24"/>
        </w:rPr>
        <w:t xml:space="preserve"> a v něm vypustit slova „obchodní“ a číslici „500“ nahradit číslicí „250“, poté legislativně technické návrhy z 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Borky a následně 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Čiháka, který si osvojil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Borka a na závěr návrh zákona jako celek.</w:t>
      </w:r>
    </w:p>
    <w:p w:rsidR="00CE1FA8" w:rsidRDefault="00CE1FA8" w:rsidP="005850B3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zahájil hlasování:</w:t>
      </w:r>
    </w:p>
    <w:p w:rsidR="005850B3" w:rsidRDefault="005850B3" w:rsidP="005850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Golasowské</w:t>
      </w:r>
      <w:proofErr w:type="spellEnd"/>
      <w:r>
        <w:rPr>
          <w:rFonts w:ascii="Times New Roman" w:hAnsi="Times New Roman"/>
          <w:sz w:val="24"/>
          <w:szCs w:val="24"/>
        </w:rPr>
        <w:t xml:space="preserve"> – vypustit slova „obchodní“ - </w:t>
      </w:r>
      <w:r w:rsidRPr="003B20B2">
        <w:rPr>
          <w:rFonts w:ascii="Times New Roman" w:hAnsi="Times New Roman"/>
          <w:b/>
          <w:bCs/>
          <w:sz w:val="24"/>
          <w:szCs w:val="24"/>
        </w:rPr>
        <w:t>pozměňovací</w:t>
      </w:r>
      <w:r w:rsidRPr="003B20B2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B20B2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12</w:t>
      </w:r>
      <w:r w:rsidRPr="003B20B2">
        <w:rPr>
          <w:rFonts w:ascii="Times New Roman" w:hAnsi="Times New Roman"/>
          <w:sz w:val="24"/>
          <w:szCs w:val="24"/>
        </w:rPr>
        <w:t xml:space="preserve"> přítomných poslanců</w:t>
      </w:r>
      <w:r>
        <w:rPr>
          <w:rFonts w:ascii="Times New Roman" w:hAnsi="Times New Roman"/>
          <w:sz w:val="24"/>
          <w:szCs w:val="24"/>
        </w:rPr>
        <w:t>,</w:t>
      </w:r>
      <w:r w:rsidRPr="003B20B2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2</w:t>
      </w:r>
      <w:r w:rsidRPr="003B20B2">
        <w:rPr>
          <w:rFonts w:ascii="Times New Roman" w:hAnsi="Times New Roman"/>
          <w:sz w:val="24"/>
          <w:szCs w:val="24"/>
        </w:rPr>
        <w:t xml:space="preserve"> hlasovalo pro)</w:t>
      </w:r>
    </w:p>
    <w:p w:rsidR="005850B3" w:rsidRDefault="005850B3" w:rsidP="005850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850B3" w:rsidRDefault="005850B3" w:rsidP="005850B3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Golasowské</w:t>
      </w:r>
      <w:proofErr w:type="spellEnd"/>
      <w:r>
        <w:rPr>
          <w:rFonts w:ascii="Times New Roman" w:hAnsi="Times New Roman"/>
          <w:sz w:val="24"/>
          <w:szCs w:val="24"/>
        </w:rPr>
        <w:t xml:space="preserve"> – číslici „500“ nahradit číslicí „250“ – </w:t>
      </w:r>
      <w:r w:rsidRPr="005850B3">
        <w:rPr>
          <w:rFonts w:ascii="Times New Roman" w:hAnsi="Times New Roman"/>
          <w:b/>
          <w:sz w:val="24"/>
          <w:szCs w:val="24"/>
        </w:rPr>
        <w:t>pozměňovací návrh byl přijat</w:t>
      </w:r>
      <w:r w:rsidR="006B18BE">
        <w:rPr>
          <w:rFonts w:ascii="Times New Roman" w:hAnsi="Times New Roman"/>
          <w:sz w:val="24"/>
          <w:szCs w:val="24"/>
        </w:rPr>
        <w:t xml:space="preserve"> (Z 12 přítomných poslanců, 8</w:t>
      </w:r>
      <w:r>
        <w:rPr>
          <w:rFonts w:ascii="Times New Roman" w:hAnsi="Times New Roman"/>
          <w:sz w:val="24"/>
          <w:szCs w:val="24"/>
        </w:rPr>
        <w:t xml:space="preserve"> hlasovalo pro a 4 se zdrželi)</w:t>
      </w:r>
    </w:p>
    <w:p w:rsidR="00CE1FA8" w:rsidRDefault="005850B3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(viz příloha č. 1)</w:t>
      </w:r>
    </w:p>
    <w:p w:rsidR="00CE1FA8" w:rsidRDefault="00CE1FA8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850B3" w:rsidRDefault="005850B3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PN </w:t>
      </w:r>
      <w:proofErr w:type="spellStart"/>
      <w:r w:rsidR="00DC2376">
        <w:rPr>
          <w:rFonts w:ascii="Times New Roman" w:hAnsi="Times New Roman"/>
          <w:sz w:val="24"/>
          <w:szCs w:val="24"/>
        </w:rPr>
        <w:t>posl</w:t>
      </w:r>
      <w:proofErr w:type="spellEnd"/>
      <w:r w:rsidR="00DC2376">
        <w:rPr>
          <w:rFonts w:ascii="Times New Roman" w:hAnsi="Times New Roman"/>
          <w:sz w:val="24"/>
          <w:szCs w:val="24"/>
        </w:rPr>
        <w:t xml:space="preserve">. Borky - </w:t>
      </w:r>
      <w:r w:rsidR="00DC2376" w:rsidRPr="00DC2376">
        <w:rPr>
          <w:rFonts w:ascii="Times New Roman" w:hAnsi="Times New Roman"/>
          <w:b/>
          <w:sz w:val="24"/>
          <w:szCs w:val="24"/>
        </w:rPr>
        <w:t xml:space="preserve">pozměňovací návrh byl přijat </w:t>
      </w:r>
      <w:r w:rsidR="00DC2376">
        <w:rPr>
          <w:rFonts w:ascii="Times New Roman" w:hAnsi="Times New Roman"/>
          <w:sz w:val="24"/>
          <w:szCs w:val="24"/>
        </w:rPr>
        <w:t>(Z 12 přítomných poslanců, 10 hlasovalo pro a 2 se zdrželi)</w:t>
      </w: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(viz příloha č. 2)</w:t>
      </w: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Čiháka – </w:t>
      </w:r>
      <w:r w:rsidRPr="00A71525">
        <w:rPr>
          <w:rFonts w:ascii="Times New Roman" w:hAnsi="Times New Roman"/>
          <w:b/>
          <w:sz w:val="24"/>
          <w:szCs w:val="24"/>
        </w:rPr>
        <w:t>pozměňovací návrh nebyl přijat</w:t>
      </w:r>
      <w:r>
        <w:rPr>
          <w:rFonts w:ascii="Times New Roman" w:hAnsi="Times New Roman"/>
          <w:sz w:val="24"/>
          <w:szCs w:val="24"/>
        </w:rPr>
        <w:t xml:space="preserve"> (Z 12 přítomných poslanců, 2 hlasovali pro a 10 se zdrželo)</w:t>
      </w: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(viz příloha č. 3)</w:t>
      </w: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69B" w:rsidRPr="002E1955" w:rsidRDefault="0026369B" w:rsidP="0026369B">
      <w:pPr>
        <w:pStyle w:val="Normlnweb"/>
        <w:spacing w:after="0"/>
        <w:ind w:firstLine="709"/>
        <w:jc w:val="both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Jaroslava Zavadila, zpravodaje </w:t>
      </w:r>
      <w:proofErr w:type="spellStart"/>
      <w:r>
        <w:t>posl</w:t>
      </w:r>
      <w:proofErr w:type="spellEnd"/>
      <w:r>
        <w:t xml:space="preserve">. Mgr. Jaroslava Borky a po rozpravě ústavně právní výbor přijal </w:t>
      </w:r>
      <w:r w:rsidRPr="0026369B">
        <w:rPr>
          <w:b/>
          <w:u w:val="single"/>
        </w:rPr>
        <w:t>usnesení č. 226</w:t>
      </w:r>
      <w:r>
        <w:t xml:space="preserve"> (viz příloha č. 4)</w:t>
      </w:r>
    </w:p>
    <w:p w:rsidR="00DC2376" w:rsidRDefault="00DC2376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3289" w:rsidRDefault="00153289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A5A9E" w:rsidRDefault="001A5A9E" w:rsidP="001A5A9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226 z 12 přítomných poslanců</w:t>
      </w:r>
    </w:p>
    <w:p w:rsidR="001A5A9E" w:rsidRDefault="001A5A9E" w:rsidP="001A5A9E">
      <w:pPr>
        <w:pStyle w:val="Odstavecseseznamem"/>
        <w:widowControl/>
        <w:numPr>
          <w:ilvl w:val="0"/>
          <w:numId w:val="4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 xml:space="preserve">11 hlasovalo pro – </w:t>
      </w:r>
      <w:proofErr w:type="spellStart"/>
      <w:r>
        <w:rPr>
          <w:szCs w:val="24"/>
        </w:rPr>
        <w:t>Golasowská</w:t>
      </w:r>
      <w:proofErr w:type="spellEnd"/>
      <w:r>
        <w:rPr>
          <w:szCs w:val="24"/>
        </w:rPr>
        <w:t>, Plíšek, Farský, Tejc, Benešová, Grospič, Chvojka, Pleticha, Wernerová, Borka, Ondráček</w:t>
      </w:r>
    </w:p>
    <w:p w:rsidR="001A5A9E" w:rsidRDefault="001A5A9E" w:rsidP="001A5A9E">
      <w:pPr>
        <w:pStyle w:val="Odstavecseseznamem"/>
        <w:widowControl/>
        <w:numPr>
          <w:ilvl w:val="0"/>
          <w:numId w:val="4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 se zdržel – Vondráček</w:t>
      </w:r>
    </w:p>
    <w:p w:rsidR="00153289" w:rsidRDefault="00153289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319B7" w:rsidRDefault="007319B7" w:rsidP="007319B7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  <w:r w:rsidRPr="00E853D8">
        <w:rPr>
          <w:b/>
          <w:szCs w:val="24"/>
          <w:u w:val="single"/>
        </w:rPr>
        <w:t xml:space="preserve">K bodu </w:t>
      </w:r>
      <w:r>
        <w:rPr>
          <w:b/>
          <w:szCs w:val="24"/>
          <w:u w:val="single"/>
        </w:rPr>
        <w:t>3</w:t>
      </w:r>
      <w:r w:rsidRPr="00E853D8">
        <w:rPr>
          <w:b/>
          <w:szCs w:val="24"/>
          <w:u w:val="single"/>
        </w:rPr>
        <w:t>:</w:t>
      </w:r>
      <w:r w:rsidRPr="00E853D8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853D8">
        <w:rPr>
          <w:b/>
          <w:szCs w:val="24"/>
        </w:rPr>
        <w:t>Sdělení předsedy výboru</w:t>
      </w:r>
    </w:p>
    <w:p w:rsidR="007319B7" w:rsidRDefault="007319B7" w:rsidP="007319B7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</w:p>
    <w:p w:rsidR="007319B7" w:rsidRDefault="006B18BE" w:rsidP="007319B7">
      <w:pPr>
        <w:pStyle w:val="slovanseznam"/>
        <w:numPr>
          <w:ilvl w:val="0"/>
          <w:numId w:val="0"/>
        </w:numPr>
        <w:ind w:left="360" w:firstLine="348"/>
      </w:pPr>
      <w:r>
        <w:t>P</w:t>
      </w:r>
      <w:r w:rsidR="007319B7">
        <w:t xml:space="preserve">ředseda výboru </w:t>
      </w:r>
      <w:proofErr w:type="spellStart"/>
      <w:r w:rsidR="007319B7">
        <w:t>posl</w:t>
      </w:r>
      <w:proofErr w:type="spellEnd"/>
      <w:r w:rsidR="007319B7">
        <w:t>. Tejc</w:t>
      </w:r>
      <w:r w:rsidR="007319B7" w:rsidRPr="0059702D">
        <w:t xml:space="preserve"> neměl žádná další sdělení.</w:t>
      </w:r>
    </w:p>
    <w:p w:rsidR="007319B7" w:rsidRPr="001214C0" w:rsidRDefault="007319B7" w:rsidP="007319B7">
      <w:pPr>
        <w:pStyle w:val="slovanseznam"/>
        <w:numPr>
          <w:ilvl w:val="0"/>
          <w:numId w:val="0"/>
        </w:numPr>
        <w:ind w:left="360" w:firstLine="348"/>
        <w:rPr>
          <w:b/>
        </w:rPr>
      </w:pPr>
    </w:p>
    <w:p w:rsidR="007319B7" w:rsidRDefault="007319B7" w:rsidP="007319B7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</w:p>
    <w:p w:rsidR="007319B7" w:rsidRPr="00E853D8" w:rsidRDefault="007319B7" w:rsidP="007319B7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</w:rPr>
      </w:pPr>
      <w:r w:rsidRPr="00E853D8">
        <w:rPr>
          <w:b/>
          <w:szCs w:val="24"/>
          <w:u w:val="single"/>
        </w:rPr>
        <w:t xml:space="preserve">K bodu </w:t>
      </w:r>
      <w:r>
        <w:rPr>
          <w:b/>
          <w:szCs w:val="24"/>
          <w:u w:val="single"/>
        </w:rPr>
        <w:t>4</w:t>
      </w:r>
      <w:r w:rsidRPr="00E853D8">
        <w:rPr>
          <w:b/>
          <w:szCs w:val="24"/>
          <w:u w:val="single"/>
        </w:rPr>
        <w:t>:</w:t>
      </w:r>
      <w:r w:rsidRPr="00E853D8">
        <w:rPr>
          <w:b/>
          <w:szCs w:val="24"/>
        </w:rPr>
        <w:t xml:space="preserve"> 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E853D8">
        <w:rPr>
          <w:b/>
          <w:szCs w:val="24"/>
        </w:rPr>
        <w:t>Návrh termínu a pořadu příští schůze výboru</w:t>
      </w:r>
    </w:p>
    <w:p w:rsidR="007319B7" w:rsidRDefault="007319B7" w:rsidP="007319B7">
      <w:pPr>
        <w:pStyle w:val="slovanseznam"/>
        <w:numPr>
          <w:ilvl w:val="0"/>
          <w:numId w:val="0"/>
        </w:numPr>
        <w:spacing w:before="100" w:beforeAutospacing="1" w:after="100" w:afterAutospacing="1"/>
        <w:ind w:left="360" w:hanging="360"/>
        <w:rPr>
          <w:b/>
          <w:szCs w:val="24"/>
          <w:u w:val="single"/>
        </w:rPr>
      </w:pPr>
    </w:p>
    <w:p w:rsidR="007319B7" w:rsidRPr="006535A4" w:rsidRDefault="007319B7" w:rsidP="007319B7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</w:t>
      </w:r>
      <w:r w:rsidRPr="0065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sdělil, že příští schůze ústavně právníh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výboru bude svolána E- 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amilem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153289" w:rsidRDefault="00153289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3289" w:rsidRDefault="00153289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3289" w:rsidRDefault="00153289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3289" w:rsidRDefault="00153289" w:rsidP="00DC237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1FA8" w:rsidRPr="00B21CA0" w:rsidRDefault="00CE1FA8" w:rsidP="00CE1FA8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 w:rsidR="0026369B">
        <w:rPr>
          <w:rFonts w:ascii="Times New Roman" w:hAnsi="Times New Roman"/>
          <w:sz w:val="24"/>
          <w:szCs w:val="24"/>
        </w:rPr>
        <w:t>hůze výboru byla ukončena ve 20</w:t>
      </w:r>
      <w:r>
        <w:rPr>
          <w:rFonts w:ascii="Times New Roman" w:hAnsi="Times New Roman"/>
          <w:sz w:val="24"/>
          <w:szCs w:val="24"/>
        </w:rPr>
        <w:t>:00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CE1FA8" w:rsidRPr="00B21CA0" w:rsidRDefault="00CE1FA8" w:rsidP="00CE1FA8">
      <w:pPr>
        <w:rPr>
          <w:rFonts w:ascii="Times New Roman" w:hAnsi="Times New Roman"/>
          <w:sz w:val="24"/>
          <w:szCs w:val="24"/>
        </w:rPr>
      </w:pPr>
    </w:p>
    <w:p w:rsidR="00CE1FA8" w:rsidRDefault="00CE1FA8" w:rsidP="00CE1FA8">
      <w:pPr>
        <w:rPr>
          <w:rFonts w:ascii="Times New Roman" w:hAnsi="Times New Roman"/>
          <w:sz w:val="24"/>
          <w:szCs w:val="24"/>
        </w:rPr>
      </w:pPr>
    </w:p>
    <w:p w:rsidR="007319B7" w:rsidRPr="00B21CA0" w:rsidRDefault="007319B7" w:rsidP="00CE1FA8">
      <w:p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CellSpacing w:w="0" w:type="dxa"/>
        <w:tblInd w:w="42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7"/>
        <w:gridCol w:w="3613"/>
      </w:tblGrid>
      <w:tr w:rsidR="00153289" w:rsidRPr="006339E5" w:rsidTr="00A351D4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3289" w:rsidRPr="006339E5" w:rsidRDefault="00153289" w:rsidP="00A351D4">
            <w:pPr>
              <w:pStyle w:val="Bezmezer"/>
              <w:ind w:left="708" w:hanging="14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Mgr.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Jan  Farský</w:t>
            </w:r>
            <w:proofErr w:type="gramEnd"/>
          </w:p>
          <w:p w:rsidR="00153289" w:rsidRPr="006339E5" w:rsidRDefault="00153289" w:rsidP="00A351D4">
            <w:pPr>
              <w:pStyle w:val="Bezmezer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53289" w:rsidRDefault="00153289" w:rsidP="00A351D4">
            <w:pPr>
              <w:pStyle w:val="Bezmezer"/>
              <w:ind w:left="-211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JUDr. Jeroným  Tejc</w:t>
            </w:r>
          </w:p>
          <w:p w:rsidR="00153289" w:rsidRPr="006339E5" w:rsidRDefault="00153289" w:rsidP="00A351D4">
            <w:pPr>
              <w:pStyle w:val="Bezmezer"/>
              <w:ind w:hanging="6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CE1FA8" w:rsidRPr="00B21CA0" w:rsidRDefault="00CE1FA8" w:rsidP="00CE1FA8">
      <w:pPr>
        <w:rPr>
          <w:rFonts w:ascii="Times New Roman" w:hAnsi="Times New Roman"/>
          <w:sz w:val="24"/>
          <w:szCs w:val="24"/>
        </w:rPr>
      </w:pPr>
    </w:p>
    <w:sectPr w:rsidR="00CE1FA8" w:rsidRPr="00B21CA0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0A56" w:rsidRDefault="00590A56" w:rsidP="00590A56">
      <w:pPr>
        <w:spacing w:after="0" w:line="240" w:lineRule="auto"/>
      </w:pPr>
      <w:r>
        <w:separator/>
      </w:r>
    </w:p>
  </w:endnote>
  <w:endnote w:type="continuationSeparator" w:id="0">
    <w:p w:rsidR="00590A56" w:rsidRDefault="00590A56" w:rsidP="00590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7499508"/>
      <w:docPartObj>
        <w:docPartGallery w:val="Page Numbers (Bottom of Page)"/>
        <w:docPartUnique/>
      </w:docPartObj>
    </w:sdtPr>
    <w:sdtEndPr/>
    <w:sdtContent>
      <w:p w:rsidR="00590A56" w:rsidRDefault="00590A5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2BE7">
          <w:rPr>
            <w:noProof/>
          </w:rPr>
          <w:t>3</w:t>
        </w:r>
        <w:r>
          <w:fldChar w:fldCharType="end"/>
        </w:r>
      </w:p>
    </w:sdtContent>
  </w:sdt>
  <w:p w:rsidR="00590A56" w:rsidRDefault="00590A5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0A56" w:rsidRDefault="00590A56" w:rsidP="00590A56">
      <w:pPr>
        <w:spacing w:after="0" w:line="240" w:lineRule="auto"/>
      </w:pPr>
      <w:r>
        <w:separator/>
      </w:r>
    </w:p>
  </w:footnote>
  <w:footnote w:type="continuationSeparator" w:id="0">
    <w:p w:rsidR="00590A56" w:rsidRDefault="00590A56" w:rsidP="00590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5B1CA05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125C39"/>
    <w:multiLevelType w:val="hybridMultilevel"/>
    <w:tmpl w:val="CE0094A4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FA8"/>
    <w:rsid w:val="00000226"/>
    <w:rsid w:val="000D2FFF"/>
    <w:rsid w:val="00153289"/>
    <w:rsid w:val="0018747B"/>
    <w:rsid w:val="001A5A9E"/>
    <w:rsid w:val="00230024"/>
    <w:rsid w:val="0026369B"/>
    <w:rsid w:val="002C6BED"/>
    <w:rsid w:val="00415577"/>
    <w:rsid w:val="00453F92"/>
    <w:rsid w:val="004829A2"/>
    <w:rsid w:val="005227BF"/>
    <w:rsid w:val="005850B3"/>
    <w:rsid w:val="00590A56"/>
    <w:rsid w:val="00620764"/>
    <w:rsid w:val="0065272A"/>
    <w:rsid w:val="006B18BE"/>
    <w:rsid w:val="006C3518"/>
    <w:rsid w:val="007319B7"/>
    <w:rsid w:val="0075783E"/>
    <w:rsid w:val="00890ADB"/>
    <w:rsid w:val="008A500C"/>
    <w:rsid w:val="009B566E"/>
    <w:rsid w:val="009E3712"/>
    <w:rsid w:val="009F7AED"/>
    <w:rsid w:val="00A71525"/>
    <w:rsid w:val="00BB7C13"/>
    <w:rsid w:val="00BF2CA8"/>
    <w:rsid w:val="00C62BE7"/>
    <w:rsid w:val="00CE1FA8"/>
    <w:rsid w:val="00D3723C"/>
    <w:rsid w:val="00D90D2E"/>
    <w:rsid w:val="00DC2376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C5AE1A-9900-46AC-BC0C-5A9BA3E7D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CE1FA8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lovanseznam">
    <w:name w:val="List Number"/>
    <w:basedOn w:val="Normln"/>
    <w:uiPriority w:val="99"/>
    <w:unhideWhenUsed/>
    <w:rsid w:val="00CE1FA8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CE1FA8"/>
    <w:pPr>
      <w:jc w:val="both"/>
    </w:pPr>
  </w:style>
  <w:style w:type="paragraph" w:customStyle="1" w:styleId="PSzpravodaj">
    <w:name w:val="PS zpravodaj"/>
    <w:basedOn w:val="Normln"/>
    <w:next w:val="Normln"/>
    <w:rsid w:val="00CE1FA8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26369B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590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0A5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90A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0A5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79</TotalTime>
  <Pages>3</Pages>
  <Words>655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14</cp:revision>
  <dcterms:created xsi:type="dcterms:W3CDTF">2016-05-17T09:41:00Z</dcterms:created>
  <dcterms:modified xsi:type="dcterms:W3CDTF">2016-05-27T11:02:00Z</dcterms:modified>
</cp:coreProperties>
</file>