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2720DD" w:rsidP="000E730C">
      <w:pPr>
        <w:pStyle w:val="PS-slousnesen"/>
      </w:pPr>
      <w:r>
        <w:t>2</w:t>
      </w:r>
      <w:r w:rsidR="00FF7173">
        <w:t>7</w:t>
      </w:r>
      <w:r w:rsidR="00F45223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 xml:space="preserve">z </w:t>
      </w:r>
      <w:r w:rsidR="002720DD">
        <w:t>5</w:t>
      </w:r>
      <w:r w:rsidR="00F45223">
        <w:t>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DE22F3">
        <w:t xml:space="preserve"> </w:t>
      </w:r>
      <w:r w:rsidR="00F45223">
        <w:t>12</w:t>
      </w:r>
      <w:r>
        <w:t xml:space="preserve">. </w:t>
      </w:r>
      <w:r w:rsidR="00F45223">
        <w:t>května</w:t>
      </w:r>
      <w:r>
        <w:t xml:space="preserve"> 201</w:t>
      </w:r>
      <w:r w:rsidR="00920D8B">
        <w:t>6</w:t>
      </w:r>
    </w:p>
    <w:p w:rsidR="002720DD" w:rsidRDefault="002720DD" w:rsidP="002720DD">
      <w:pPr>
        <w:jc w:val="both"/>
      </w:pPr>
    </w:p>
    <w:p w:rsidR="002720DD" w:rsidRDefault="001A44DC" w:rsidP="002720DD">
      <w:pPr>
        <w:pStyle w:val="PS-pedmtusnesen"/>
        <w:jc w:val="both"/>
      </w:pPr>
      <w:r>
        <w:rPr>
          <w:color w:val="000000"/>
          <w:szCs w:val="24"/>
        </w:rPr>
        <w:t>k návrhu na přikázání došlých návrhů k projednání výborům Poslanecké sněmovny a na určení zpravodajů pro prvé čtení</w:t>
      </w:r>
    </w:p>
    <w:p w:rsidR="00BC6505" w:rsidRDefault="00E24AA7" w:rsidP="00BC6505">
      <w:pPr>
        <w:pStyle w:val="StylPS-uvodnodstavecTun"/>
      </w:pPr>
      <w:r w:rsidRPr="00E24AA7">
        <w:t>Organizační výbor Poslanecké sněmovny</w:t>
      </w:r>
    </w:p>
    <w:p w:rsidR="00BC6505" w:rsidRPr="002E5C99" w:rsidRDefault="00BC6505" w:rsidP="00BC6505">
      <w:pPr>
        <w:numPr>
          <w:ilvl w:val="0"/>
          <w:numId w:val="16"/>
        </w:numPr>
        <w:tabs>
          <w:tab w:val="left" w:pos="1428"/>
        </w:tabs>
        <w:suppressAutoHyphens/>
        <w:spacing w:after="0" w:line="240" w:lineRule="auto"/>
        <w:ind w:left="1428" w:hanging="720"/>
        <w:jc w:val="both"/>
      </w:pPr>
      <w:r>
        <w:rPr>
          <w:b/>
          <w:color w:val="000000"/>
          <w:szCs w:val="24"/>
        </w:rPr>
        <w:t xml:space="preserve">navrhuje </w:t>
      </w:r>
      <w:r>
        <w:rPr>
          <w:color w:val="000000"/>
          <w:szCs w:val="24"/>
        </w:rPr>
        <w:t>podle § 46 odst. 4 písm. c) zákona č. 90/1995 Sb., o jednacím řádu Poslanecké sněmovny, ve znění pozdějších předpisů, Poslanecké sněmovně, aby přikázala k</w:t>
      </w:r>
      <w:r w:rsidR="002E5C99">
        <w:rPr>
          <w:color w:val="000000"/>
          <w:szCs w:val="24"/>
        </w:rPr>
        <w:t> </w:t>
      </w:r>
      <w:r>
        <w:rPr>
          <w:color w:val="000000"/>
          <w:szCs w:val="24"/>
        </w:rPr>
        <w:t>projednání</w:t>
      </w:r>
    </w:p>
    <w:p w:rsidR="002E5C99" w:rsidRPr="00E16FAA" w:rsidRDefault="002E5C99" w:rsidP="002E5C99">
      <w:pPr>
        <w:tabs>
          <w:tab w:val="left" w:pos="1428"/>
        </w:tabs>
        <w:suppressAutoHyphens/>
        <w:spacing w:after="0" w:line="240" w:lineRule="auto"/>
        <w:ind w:left="1428"/>
        <w:jc w:val="both"/>
      </w:pPr>
    </w:p>
    <w:p w:rsidR="00F45223" w:rsidRPr="00606048" w:rsidRDefault="00F45223" w:rsidP="007037E7">
      <w:pPr>
        <w:jc w:val="both"/>
        <w:rPr>
          <w:szCs w:val="24"/>
        </w:rPr>
      </w:pPr>
    </w:p>
    <w:p w:rsidR="00F45223" w:rsidRPr="00606048" w:rsidRDefault="00F45223" w:rsidP="00F45223">
      <w:pPr>
        <w:pStyle w:val="pikzn"/>
        <w:numPr>
          <w:ilvl w:val="0"/>
          <w:numId w:val="17"/>
        </w:numPr>
        <w:rPr>
          <w:sz w:val="24"/>
          <w:szCs w:val="24"/>
        </w:rPr>
      </w:pPr>
      <w:r w:rsidRPr="00606048">
        <w:rPr>
          <w:sz w:val="24"/>
          <w:szCs w:val="24"/>
        </w:rPr>
        <w:t>Návrh poslanců Zdeňka Ondráčka a Jaroslava Borky na vydání zákona, kterým se mění zákon č. 141/1961 Sb., o trestním řízení soudním (trestní řád), ve znění pozdějších předpisů /sněmovní tisk 749/</w:t>
      </w:r>
    </w:p>
    <w:p w:rsidR="007037E7" w:rsidRDefault="00F45223" w:rsidP="007037E7">
      <w:pPr>
        <w:pStyle w:val="vbory"/>
        <w:spacing w:after="0"/>
        <w:jc w:val="left"/>
        <w:rPr>
          <w:sz w:val="24"/>
          <w:szCs w:val="24"/>
        </w:rPr>
      </w:pPr>
      <w:r w:rsidRPr="00606048">
        <w:rPr>
          <w:sz w:val="24"/>
          <w:szCs w:val="24"/>
        </w:rPr>
        <w:t>ústavně právnímu výboru jako</w:t>
      </w:r>
    </w:p>
    <w:p w:rsidR="00F45223" w:rsidRPr="00606048" w:rsidRDefault="00F45223" w:rsidP="00F45223">
      <w:pPr>
        <w:pStyle w:val="vbory"/>
        <w:jc w:val="left"/>
        <w:rPr>
          <w:sz w:val="24"/>
          <w:szCs w:val="24"/>
        </w:rPr>
      </w:pPr>
      <w:r w:rsidRPr="00606048">
        <w:rPr>
          <w:sz w:val="24"/>
          <w:szCs w:val="24"/>
        </w:rPr>
        <w:t xml:space="preserve"> garančnímu výboru </w:t>
      </w:r>
    </w:p>
    <w:p w:rsidR="00F45223" w:rsidRPr="00606048" w:rsidRDefault="00F45223" w:rsidP="00F45223">
      <w:pPr>
        <w:pStyle w:val="pikzn"/>
        <w:numPr>
          <w:ilvl w:val="0"/>
          <w:numId w:val="17"/>
        </w:numPr>
        <w:rPr>
          <w:sz w:val="24"/>
          <w:szCs w:val="24"/>
        </w:rPr>
      </w:pPr>
      <w:r w:rsidRPr="00606048">
        <w:rPr>
          <w:sz w:val="24"/>
          <w:szCs w:val="24"/>
        </w:rPr>
        <w:t>Návrh poslanců Jiřího Dolejše, Miloslavy Vostré a dalších na vydání zákona, kterým se</w:t>
      </w:r>
      <w:r w:rsidR="007037E7">
        <w:rPr>
          <w:sz w:val="24"/>
          <w:szCs w:val="24"/>
        </w:rPr>
        <w:t> </w:t>
      </w:r>
      <w:r w:rsidRPr="00606048">
        <w:rPr>
          <w:sz w:val="24"/>
          <w:szCs w:val="24"/>
        </w:rPr>
        <w:t>mění zákon č. 586/1992 Sb., o daních z příjmů, ve znění pozdějších předpisů a zákon č. 235/2004 Sb., o dani z přidané hodnoty, ve znění pozdějších předpisů /sněmovní tisk 770/</w:t>
      </w:r>
    </w:p>
    <w:p w:rsidR="007037E7" w:rsidRDefault="00F45223" w:rsidP="007037E7">
      <w:pPr>
        <w:pStyle w:val="vbory"/>
        <w:spacing w:after="0"/>
        <w:jc w:val="left"/>
        <w:rPr>
          <w:sz w:val="24"/>
          <w:szCs w:val="24"/>
        </w:rPr>
      </w:pPr>
      <w:r w:rsidRPr="00606048">
        <w:rPr>
          <w:sz w:val="24"/>
          <w:szCs w:val="24"/>
        </w:rPr>
        <w:t xml:space="preserve">rozpočtovému výboru jako </w:t>
      </w:r>
    </w:p>
    <w:p w:rsidR="00F45223" w:rsidRPr="00606048" w:rsidRDefault="00F45223" w:rsidP="00F45223">
      <w:pPr>
        <w:pStyle w:val="vbory"/>
        <w:jc w:val="left"/>
        <w:rPr>
          <w:sz w:val="24"/>
          <w:szCs w:val="24"/>
        </w:rPr>
      </w:pPr>
      <w:r w:rsidRPr="00606048">
        <w:rPr>
          <w:sz w:val="24"/>
          <w:szCs w:val="24"/>
        </w:rPr>
        <w:t xml:space="preserve">garančnímu výboru </w:t>
      </w:r>
      <w:bookmarkStart w:id="0" w:name="_GoBack"/>
      <w:bookmarkEnd w:id="0"/>
    </w:p>
    <w:p w:rsidR="00F45223" w:rsidRPr="00606048" w:rsidRDefault="00F45223" w:rsidP="00F45223">
      <w:pPr>
        <w:pStyle w:val="pikzn"/>
        <w:numPr>
          <w:ilvl w:val="0"/>
          <w:numId w:val="17"/>
        </w:numPr>
        <w:rPr>
          <w:sz w:val="24"/>
          <w:szCs w:val="24"/>
        </w:rPr>
      </w:pPr>
      <w:r w:rsidRPr="00606048">
        <w:rPr>
          <w:sz w:val="24"/>
          <w:szCs w:val="24"/>
        </w:rPr>
        <w:t xml:space="preserve">Návrh poslance Jaroslava Foldyny na vydání zákona, kterým se mění zákon č. 13/1997 Sb., o pozemních komunikacích, ve znění pozdějších předpisů /sněmovní tisk 772/ (jednání podle § 90 odst. 2) </w:t>
      </w:r>
    </w:p>
    <w:p w:rsidR="007037E7" w:rsidRDefault="00F45223" w:rsidP="007037E7">
      <w:pPr>
        <w:pStyle w:val="vbory"/>
        <w:spacing w:after="0"/>
        <w:jc w:val="left"/>
        <w:rPr>
          <w:sz w:val="24"/>
          <w:szCs w:val="24"/>
        </w:rPr>
      </w:pPr>
      <w:r w:rsidRPr="00606048">
        <w:rPr>
          <w:sz w:val="24"/>
          <w:szCs w:val="24"/>
        </w:rPr>
        <w:t xml:space="preserve">hospodářskému výboru jako </w:t>
      </w:r>
    </w:p>
    <w:p w:rsidR="00F45223" w:rsidRPr="00606048" w:rsidRDefault="00F45223" w:rsidP="00F45223">
      <w:pPr>
        <w:pStyle w:val="vbory"/>
        <w:jc w:val="left"/>
        <w:rPr>
          <w:sz w:val="24"/>
          <w:szCs w:val="24"/>
        </w:rPr>
      </w:pPr>
      <w:r w:rsidRPr="00606048">
        <w:rPr>
          <w:sz w:val="24"/>
          <w:szCs w:val="24"/>
        </w:rPr>
        <w:t xml:space="preserve">garančnímu výboru </w:t>
      </w:r>
    </w:p>
    <w:p w:rsidR="00F45223" w:rsidRPr="00606048" w:rsidRDefault="00F45223" w:rsidP="00F45223">
      <w:pPr>
        <w:pStyle w:val="pikzn"/>
        <w:numPr>
          <w:ilvl w:val="0"/>
          <w:numId w:val="17"/>
        </w:numPr>
        <w:rPr>
          <w:sz w:val="24"/>
          <w:szCs w:val="24"/>
        </w:rPr>
      </w:pPr>
      <w:r w:rsidRPr="00606048">
        <w:rPr>
          <w:sz w:val="24"/>
          <w:szCs w:val="24"/>
        </w:rPr>
        <w:lastRenderedPageBreak/>
        <w:t xml:space="preserve">Návrh poslance Stanislava </w:t>
      </w:r>
      <w:proofErr w:type="spellStart"/>
      <w:r w:rsidRPr="00606048">
        <w:rPr>
          <w:sz w:val="24"/>
          <w:szCs w:val="24"/>
        </w:rPr>
        <w:t>Berkovce</w:t>
      </w:r>
      <w:proofErr w:type="spellEnd"/>
      <w:r w:rsidRPr="00606048">
        <w:rPr>
          <w:sz w:val="24"/>
          <w:szCs w:val="24"/>
        </w:rPr>
        <w:t xml:space="preserve"> na vydání zákona, kterým se mění zákon č.</w:t>
      </w:r>
      <w:r w:rsidR="007037E7">
        <w:rPr>
          <w:sz w:val="24"/>
          <w:szCs w:val="24"/>
        </w:rPr>
        <w:t> </w:t>
      </w:r>
      <w:r w:rsidRPr="00606048">
        <w:rPr>
          <w:sz w:val="24"/>
          <w:szCs w:val="24"/>
        </w:rPr>
        <w:t>196/2012 Sb., kterým se mění zákon č. 13/1997 Sb., o pozemních komunikacích, ve</w:t>
      </w:r>
      <w:r w:rsidR="007037E7">
        <w:rPr>
          <w:sz w:val="24"/>
          <w:szCs w:val="24"/>
        </w:rPr>
        <w:t> </w:t>
      </w:r>
      <w:r w:rsidRPr="00606048">
        <w:rPr>
          <w:sz w:val="24"/>
          <w:szCs w:val="24"/>
        </w:rPr>
        <w:t xml:space="preserve">znění pozdějších předpisů, a některé další zákony /sněmovní tisk 774/ (jednání podle § 90 odst. 2) </w:t>
      </w:r>
    </w:p>
    <w:p w:rsidR="007037E7" w:rsidRDefault="00F45223" w:rsidP="007037E7">
      <w:pPr>
        <w:pStyle w:val="vbory"/>
        <w:spacing w:after="0"/>
        <w:jc w:val="left"/>
        <w:rPr>
          <w:sz w:val="24"/>
          <w:szCs w:val="24"/>
        </w:rPr>
      </w:pPr>
      <w:r w:rsidRPr="00606048">
        <w:rPr>
          <w:sz w:val="24"/>
          <w:szCs w:val="24"/>
        </w:rPr>
        <w:t xml:space="preserve">hospodářskému výboru jako </w:t>
      </w:r>
    </w:p>
    <w:p w:rsidR="00F45223" w:rsidRPr="00606048" w:rsidRDefault="00F45223" w:rsidP="00F45223">
      <w:pPr>
        <w:pStyle w:val="vbory"/>
        <w:jc w:val="left"/>
        <w:rPr>
          <w:sz w:val="24"/>
          <w:szCs w:val="24"/>
        </w:rPr>
      </w:pPr>
      <w:r w:rsidRPr="00606048">
        <w:rPr>
          <w:sz w:val="24"/>
          <w:szCs w:val="24"/>
        </w:rPr>
        <w:t xml:space="preserve">garančnímu výboru </w:t>
      </w:r>
    </w:p>
    <w:p w:rsidR="00F45223" w:rsidRPr="00606048" w:rsidRDefault="00F45223" w:rsidP="00F45223">
      <w:pPr>
        <w:pStyle w:val="pikzn"/>
        <w:numPr>
          <w:ilvl w:val="0"/>
          <w:numId w:val="17"/>
        </w:numPr>
        <w:rPr>
          <w:sz w:val="24"/>
          <w:szCs w:val="24"/>
        </w:rPr>
      </w:pPr>
      <w:r w:rsidRPr="00606048">
        <w:rPr>
          <w:sz w:val="24"/>
          <w:szCs w:val="24"/>
        </w:rPr>
        <w:t>Návrh poslanců Marka Černocha a Olgy Havlové na vydání zákona proti inkluzi ve</w:t>
      </w:r>
      <w:r w:rsidR="007037E7">
        <w:rPr>
          <w:sz w:val="24"/>
          <w:szCs w:val="24"/>
        </w:rPr>
        <w:t> </w:t>
      </w:r>
      <w:r w:rsidRPr="00606048">
        <w:rPr>
          <w:sz w:val="24"/>
          <w:szCs w:val="24"/>
        </w:rPr>
        <w:t xml:space="preserve">školství /sněmovní tisk 776/ (jednání podle § 90 odst. 2) </w:t>
      </w:r>
    </w:p>
    <w:p w:rsidR="00F45223" w:rsidRPr="00606048" w:rsidRDefault="00F45223" w:rsidP="00F45223">
      <w:pPr>
        <w:pStyle w:val="vbory"/>
        <w:jc w:val="left"/>
        <w:rPr>
          <w:sz w:val="24"/>
          <w:szCs w:val="24"/>
        </w:rPr>
      </w:pPr>
      <w:r w:rsidRPr="00606048">
        <w:rPr>
          <w:sz w:val="24"/>
          <w:szCs w:val="24"/>
        </w:rPr>
        <w:t xml:space="preserve">výboru pro vědu, vzdělání, kulturu, mládež a tělovýchovu jako garančnímu výboru </w:t>
      </w:r>
    </w:p>
    <w:p w:rsidR="00F45223" w:rsidRPr="00606048" w:rsidRDefault="00F45223" w:rsidP="00F45223">
      <w:pPr>
        <w:pStyle w:val="pikzn"/>
        <w:numPr>
          <w:ilvl w:val="0"/>
          <w:numId w:val="17"/>
        </w:numPr>
        <w:rPr>
          <w:sz w:val="24"/>
          <w:szCs w:val="24"/>
        </w:rPr>
      </w:pPr>
      <w:r w:rsidRPr="00606048">
        <w:rPr>
          <w:sz w:val="24"/>
          <w:szCs w:val="24"/>
        </w:rPr>
        <w:t>Návrh Zastupitelstva Pardubického kraje na vydání zákona, kterým se mění zákon č.</w:t>
      </w:r>
      <w:r w:rsidR="007037E7">
        <w:rPr>
          <w:sz w:val="24"/>
          <w:szCs w:val="24"/>
        </w:rPr>
        <w:t> </w:t>
      </w:r>
      <w:r w:rsidRPr="00606048">
        <w:rPr>
          <w:sz w:val="24"/>
          <w:szCs w:val="24"/>
        </w:rPr>
        <w:t>243/2000 Sb., o rozpočtovém určení daní, ve znění pozdějších předpisů /sněmovní tisk 777/</w:t>
      </w:r>
    </w:p>
    <w:p w:rsidR="007037E7" w:rsidRDefault="00F45223" w:rsidP="007037E7">
      <w:pPr>
        <w:pStyle w:val="vbory"/>
        <w:spacing w:after="0"/>
        <w:jc w:val="left"/>
        <w:rPr>
          <w:sz w:val="24"/>
          <w:szCs w:val="24"/>
        </w:rPr>
      </w:pPr>
      <w:r w:rsidRPr="00606048">
        <w:rPr>
          <w:sz w:val="24"/>
          <w:szCs w:val="24"/>
        </w:rPr>
        <w:t xml:space="preserve">rozpočtovému výboru jako </w:t>
      </w:r>
    </w:p>
    <w:p w:rsidR="00F45223" w:rsidRPr="00606048" w:rsidRDefault="00F45223" w:rsidP="00F45223">
      <w:pPr>
        <w:pStyle w:val="vbory"/>
        <w:jc w:val="left"/>
        <w:rPr>
          <w:sz w:val="24"/>
          <w:szCs w:val="24"/>
        </w:rPr>
      </w:pPr>
      <w:r w:rsidRPr="00606048">
        <w:rPr>
          <w:sz w:val="24"/>
          <w:szCs w:val="24"/>
        </w:rPr>
        <w:t xml:space="preserve">garančnímu výboru </w:t>
      </w:r>
    </w:p>
    <w:p w:rsidR="00F45223" w:rsidRPr="00606048" w:rsidRDefault="00F45223" w:rsidP="00F45223">
      <w:pPr>
        <w:pStyle w:val="pikzn"/>
        <w:numPr>
          <w:ilvl w:val="0"/>
          <w:numId w:val="17"/>
        </w:numPr>
        <w:rPr>
          <w:sz w:val="24"/>
          <w:szCs w:val="24"/>
        </w:rPr>
      </w:pPr>
      <w:r w:rsidRPr="00606048">
        <w:rPr>
          <w:sz w:val="24"/>
          <w:szCs w:val="24"/>
        </w:rPr>
        <w:t xml:space="preserve">Návrh poslanců Marty Semelové, Hany Aulické Jírovcové, Aleny </w:t>
      </w:r>
      <w:proofErr w:type="spellStart"/>
      <w:r w:rsidRPr="00606048">
        <w:rPr>
          <w:sz w:val="24"/>
          <w:szCs w:val="24"/>
        </w:rPr>
        <w:t>Nohavové</w:t>
      </w:r>
      <w:proofErr w:type="spellEnd"/>
      <w:r w:rsidRPr="00606048">
        <w:rPr>
          <w:sz w:val="24"/>
          <w:szCs w:val="24"/>
        </w:rPr>
        <w:t xml:space="preserve">, Soni Markové, Miroslava Opálky, Pavla </w:t>
      </w:r>
      <w:proofErr w:type="spellStart"/>
      <w:r w:rsidRPr="00606048">
        <w:rPr>
          <w:sz w:val="24"/>
          <w:szCs w:val="24"/>
        </w:rPr>
        <w:t>Kováčika</w:t>
      </w:r>
      <w:proofErr w:type="spellEnd"/>
      <w:r w:rsidRPr="00606048">
        <w:rPr>
          <w:sz w:val="24"/>
          <w:szCs w:val="24"/>
        </w:rPr>
        <w:t xml:space="preserve">, Zdeňka Ondráčka a Leo </w:t>
      </w:r>
      <w:proofErr w:type="spellStart"/>
      <w:r w:rsidRPr="00606048">
        <w:rPr>
          <w:sz w:val="24"/>
          <w:szCs w:val="24"/>
        </w:rPr>
        <w:t>Luzara</w:t>
      </w:r>
      <w:proofErr w:type="spellEnd"/>
      <w:r w:rsidRPr="00606048">
        <w:rPr>
          <w:sz w:val="24"/>
          <w:szCs w:val="24"/>
        </w:rPr>
        <w:t xml:space="preserve"> na vydání zákona o náhradním výživném a o změně některých souvisejících zákonů (zákon o</w:t>
      </w:r>
      <w:r w:rsidR="007037E7">
        <w:rPr>
          <w:sz w:val="24"/>
          <w:szCs w:val="24"/>
        </w:rPr>
        <w:t> </w:t>
      </w:r>
      <w:r w:rsidRPr="00606048">
        <w:rPr>
          <w:sz w:val="24"/>
          <w:szCs w:val="24"/>
        </w:rPr>
        <w:t>náhradním výživném) /sněmovní tisk 780/</w:t>
      </w:r>
    </w:p>
    <w:p w:rsidR="00F45223" w:rsidRPr="00606048" w:rsidRDefault="00F45223" w:rsidP="00F45223">
      <w:pPr>
        <w:pStyle w:val="vbory"/>
        <w:jc w:val="left"/>
        <w:rPr>
          <w:sz w:val="24"/>
          <w:szCs w:val="24"/>
        </w:rPr>
      </w:pPr>
      <w:r w:rsidRPr="00606048">
        <w:rPr>
          <w:sz w:val="24"/>
          <w:szCs w:val="24"/>
        </w:rPr>
        <w:t xml:space="preserve">výboru pro sociální politiku jako garančnímu výboru </w:t>
      </w:r>
    </w:p>
    <w:p w:rsidR="00F45223" w:rsidRPr="00606048" w:rsidRDefault="00F45223" w:rsidP="00F45223">
      <w:pPr>
        <w:pStyle w:val="pikzn"/>
        <w:numPr>
          <w:ilvl w:val="0"/>
          <w:numId w:val="17"/>
        </w:numPr>
        <w:rPr>
          <w:sz w:val="24"/>
          <w:szCs w:val="24"/>
        </w:rPr>
      </w:pPr>
      <w:r w:rsidRPr="00606048">
        <w:rPr>
          <w:sz w:val="24"/>
          <w:szCs w:val="24"/>
        </w:rPr>
        <w:t>Návrh poslanců Vojtěcha Filipa, Stanislava Grospiče, Miloslavy Vostré, Zuzky Bebarové Rujbrové, Jaroslava Borky, Zdeňka Ondráčka a dalších na vydání zákona o</w:t>
      </w:r>
      <w:r w:rsidR="007037E7">
        <w:rPr>
          <w:sz w:val="24"/>
          <w:szCs w:val="24"/>
        </w:rPr>
        <w:t> </w:t>
      </w:r>
      <w:r w:rsidRPr="00606048">
        <w:rPr>
          <w:sz w:val="24"/>
          <w:szCs w:val="24"/>
        </w:rPr>
        <w:t>Pražském hradu /sněmovní tisk 781/</w:t>
      </w:r>
    </w:p>
    <w:p w:rsidR="007037E7" w:rsidRDefault="00F45223" w:rsidP="007037E7">
      <w:pPr>
        <w:pStyle w:val="vbory"/>
        <w:spacing w:after="0"/>
        <w:jc w:val="left"/>
        <w:rPr>
          <w:sz w:val="24"/>
          <w:szCs w:val="24"/>
        </w:rPr>
      </w:pPr>
      <w:r w:rsidRPr="00606048">
        <w:rPr>
          <w:sz w:val="24"/>
          <w:szCs w:val="24"/>
        </w:rPr>
        <w:t xml:space="preserve">ústavně právnímu výboru jako </w:t>
      </w:r>
    </w:p>
    <w:p w:rsidR="00F45223" w:rsidRPr="00606048" w:rsidRDefault="00F45223" w:rsidP="00F45223">
      <w:pPr>
        <w:pStyle w:val="vbory"/>
        <w:jc w:val="left"/>
        <w:rPr>
          <w:sz w:val="24"/>
          <w:szCs w:val="24"/>
        </w:rPr>
      </w:pPr>
      <w:r w:rsidRPr="00606048">
        <w:rPr>
          <w:sz w:val="24"/>
          <w:szCs w:val="24"/>
        </w:rPr>
        <w:t xml:space="preserve">garančnímu výboru </w:t>
      </w:r>
    </w:p>
    <w:p w:rsidR="00F45223" w:rsidRPr="00606048" w:rsidRDefault="00F45223" w:rsidP="00F45223">
      <w:pPr>
        <w:pStyle w:val="pikzn"/>
        <w:numPr>
          <w:ilvl w:val="0"/>
          <w:numId w:val="17"/>
        </w:numPr>
        <w:rPr>
          <w:sz w:val="24"/>
          <w:szCs w:val="24"/>
        </w:rPr>
      </w:pPr>
      <w:r w:rsidRPr="00606048">
        <w:rPr>
          <w:sz w:val="24"/>
          <w:szCs w:val="24"/>
        </w:rPr>
        <w:t>Vládní návrh, kterým se předkládá Parlamentu České republiky k vyslovení souhlasu s</w:t>
      </w:r>
      <w:r w:rsidR="007037E7">
        <w:rPr>
          <w:sz w:val="24"/>
          <w:szCs w:val="24"/>
        </w:rPr>
        <w:t> </w:t>
      </w:r>
      <w:r w:rsidRPr="00606048">
        <w:rPr>
          <w:sz w:val="24"/>
          <w:szCs w:val="24"/>
        </w:rPr>
        <w:t>ratifikací Dohoda mezi Českou republikou a Belize o výměně informací v daňových záležitostech, která byla podepsána v Mexiku dne 12. února 2016 /sněmovní tisk 788/</w:t>
      </w:r>
    </w:p>
    <w:p w:rsidR="00F45223" w:rsidRPr="00606048" w:rsidRDefault="00F45223" w:rsidP="00F45223">
      <w:pPr>
        <w:pStyle w:val="vbory"/>
        <w:rPr>
          <w:sz w:val="24"/>
          <w:szCs w:val="24"/>
        </w:rPr>
      </w:pPr>
      <w:r w:rsidRPr="00606048">
        <w:rPr>
          <w:sz w:val="24"/>
          <w:szCs w:val="24"/>
        </w:rPr>
        <w:t xml:space="preserve">zahraničnímu výboru </w:t>
      </w:r>
    </w:p>
    <w:p w:rsidR="00F45223" w:rsidRPr="00606048" w:rsidRDefault="00F45223" w:rsidP="00F45223">
      <w:pPr>
        <w:pStyle w:val="pikzn"/>
        <w:numPr>
          <w:ilvl w:val="0"/>
          <w:numId w:val="17"/>
        </w:numPr>
        <w:rPr>
          <w:sz w:val="24"/>
          <w:szCs w:val="24"/>
        </w:rPr>
      </w:pPr>
      <w:r w:rsidRPr="00606048">
        <w:rPr>
          <w:sz w:val="24"/>
          <w:szCs w:val="24"/>
        </w:rPr>
        <w:t>Vládní návrh zákona o státním zastupitelství /sněmovní tisk 789/</w:t>
      </w:r>
    </w:p>
    <w:p w:rsidR="007037E7" w:rsidRDefault="00F45223" w:rsidP="007037E7">
      <w:pPr>
        <w:pStyle w:val="vbory"/>
        <w:spacing w:after="0"/>
        <w:jc w:val="left"/>
        <w:rPr>
          <w:sz w:val="24"/>
          <w:szCs w:val="24"/>
        </w:rPr>
      </w:pPr>
      <w:r w:rsidRPr="00606048">
        <w:rPr>
          <w:sz w:val="24"/>
          <w:szCs w:val="24"/>
        </w:rPr>
        <w:t xml:space="preserve">ústavně právnímu výboru jako </w:t>
      </w:r>
    </w:p>
    <w:p w:rsidR="00F45223" w:rsidRPr="00606048" w:rsidRDefault="00F45223" w:rsidP="00F45223">
      <w:pPr>
        <w:pStyle w:val="vbory"/>
        <w:jc w:val="left"/>
        <w:rPr>
          <w:sz w:val="24"/>
          <w:szCs w:val="24"/>
        </w:rPr>
      </w:pPr>
      <w:r w:rsidRPr="00606048">
        <w:rPr>
          <w:sz w:val="24"/>
          <w:szCs w:val="24"/>
        </w:rPr>
        <w:t xml:space="preserve">garančnímu výboru </w:t>
      </w:r>
    </w:p>
    <w:p w:rsidR="00F45223" w:rsidRPr="00606048" w:rsidRDefault="00F45223" w:rsidP="00F45223">
      <w:pPr>
        <w:pStyle w:val="pikzn"/>
        <w:numPr>
          <w:ilvl w:val="0"/>
          <w:numId w:val="17"/>
        </w:numPr>
        <w:rPr>
          <w:sz w:val="24"/>
          <w:szCs w:val="24"/>
        </w:rPr>
      </w:pPr>
      <w:r w:rsidRPr="00606048">
        <w:rPr>
          <w:sz w:val="24"/>
          <w:szCs w:val="24"/>
        </w:rPr>
        <w:lastRenderedPageBreak/>
        <w:t>Vládní návrh zákona o změně některých zákonů v souvislosti s přijetím zákona o státním zastupitelství /sněmovní tisk 790/</w:t>
      </w:r>
    </w:p>
    <w:p w:rsidR="007037E7" w:rsidRDefault="00F45223" w:rsidP="007037E7">
      <w:pPr>
        <w:pStyle w:val="vbory"/>
        <w:spacing w:after="0"/>
        <w:jc w:val="left"/>
        <w:rPr>
          <w:sz w:val="24"/>
          <w:szCs w:val="24"/>
        </w:rPr>
      </w:pPr>
      <w:r w:rsidRPr="00606048">
        <w:rPr>
          <w:sz w:val="24"/>
          <w:szCs w:val="24"/>
        </w:rPr>
        <w:t xml:space="preserve">ústavně právnímu výboru jako </w:t>
      </w:r>
    </w:p>
    <w:p w:rsidR="00F45223" w:rsidRPr="00606048" w:rsidRDefault="00F45223" w:rsidP="00F45223">
      <w:pPr>
        <w:pStyle w:val="vbory"/>
        <w:jc w:val="left"/>
        <w:rPr>
          <w:sz w:val="24"/>
          <w:szCs w:val="24"/>
        </w:rPr>
      </w:pPr>
      <w:r w:rsidRPr="00606048">
        <w:rPr>
          <w:sz w:val="24"/>
          <w:szCs w:val="24"/>
        </w:rPr>
        <w:t xml:space="preserve">garančnímu výboru </w:t>
      </w:r>
    </w:p>
    <w:p w:rsidR="00F45223" w:rsidRPr="00606048" w:rsidRDefault="00F45223" w:rsidP="00F45223">
      <w:pPr>
        <w:pStyle w:val="pikzn"/>
        <w:numPr>
          <w:ilvl w:val="0"/>
          <w:numId w:val="17"/>
        </w:numPr>
        <w:rPr>
          <w:sz w:val="24"/>
          <w:szCs w:val="24"/>
        </w:rPr>
      </w:pPr>
      <w:r w:rsidRPr="00606048">
        <w:rPr>
          <w:sz w:val="24"/>
          <w:szCs w:val="24"/>
        </w:rPr>
        <w:t>Vládní návrh, kterým se předkládá Parlamentu České republiky k vyslovení souhlasu s</w:t>
      </w:r>
      <w:r w:rsidR="007037E7">
        <w:rPr>
          <w:sz w:val="24"/>
          <w:szCs w:val="24"/>
        </w:rPr>
        <w:t> </w:t>
      </w:r>
      <w:r w:rsidRPr="00606048">
        <w:rPr>
          <w:sz w:val="24"/>
          <w:szCs w:val="24"/>
        </w:rPr>
        <w:t>ratifikací Protokol o změně Dohody o zřízení a činnosti Mezinárodní banky hospodářské spolupráce ze dne 22. října 1963 (včetně změn provedených na základě Protokolu ze dne 18. prosince 1970, Protokolu ze dne 23. listopadu 1977 a Protokolu ze</w:t>
      </w:r>
      <w:r w:rsidR="007037E7">
        <w:rPr>
          <w:sz w:val="24"/>
          <w:szCs w:val="24"/>
        </w:rPr>
        <w:t> </w:t>
      </w:r>
      <w:r w:rsidRPr="00606048">
        <w:rPr>
          <w:sz w:val="24"/>
          <w:szCs w:val="24"/>
        </w:rPr>
        <w:t>dne 18. prosince 1990) a Statutu Mezinárodní banky hospodářské spolupráce (včetně změn provedených na základě Protokolu ze dne 18. prosince 1970, Protokolu ze</w:t>
      </w:r>
      <w:r w:rsidR="007037E7">
        <w:rPr>
          <w:sz w:val="24"/>
          <w:szCs w:val="24"/>
        </w:rPr>
        <w:t> </w:t>
      </w:r>
      <w:r w:rsidRPr="00606048">
        <w:rPr>
          <w:sz w:val="24"/>
          <w:szCs w:val="24"/>
        </w:rPr>
        <w:t>dne</w:t>
      </w:r>
      <w:r w:rsidR="007037E7">
        <w:rPr>
          <w:sz w:val="24"/>
          <w:szCs w:val="24"/>
        </w:rPr>
        <w:t> </w:t>
      </w:r>
      <w:r w:rsidRPr="00606048">
        <w:rPr>
          <w:sz w:val="24"/>
          <w:szCs w:val="24"/>
        </w:rPr>
        <w:t>23.</w:t>
      </w:r>
      <w:r w:rsidR="007037E7">
        <w:rPr>
          <w:sz w:val="24"/>
          <w:szCs w:val="24"/>
        </w:rPr>
        <w:t> </w:t>
      </w:r>
      <w:r w:rsidRPr="00606048">
        <w:rPr>
          <w:sz w:val="24"/>
          <w:szCs w:val="24"/>
        </w:rPr>
        <w:t>listopadu 1977 a Protokolu ze dne 18. prosince 1990), podepsaný dne</w:t>
      </w:r>
      <w:r w:rsidR="007037E7">
        <w:rPr>
          <w:sz w:val="24"/>
          <w:szCs w:val="24"/>
        </w:rPr>
        <w:t> </w:t>
      </w:r>
      <w:r w:rsidRPr="00606048">
        <w:rPr>
          <w:sz w:val="24"/>
          <w:szCs w:val="24"/>
        </w:rPr>
        <w:t>25.</w:t>
      </w:r>
      <w:r w:rsidR="007037E7">
        <w:rPr>
          <w:sz w:val="24"/>
          <w:szCs w:val="24"/>
        </w:rPr>
        <w:t> </w:t>
      </w:r>
      <w:r w:rsidRPr="00606048">
        <w:rPr>
          <w:sz w:val="24"/>
          <w:szCs w:val="24"/>
        </w:rPr>
        <w:t>listopadu 2014 ve Varšavě /sněmovní tisk 795/</w:t>
      </w:r>
    </w:p>
    <w:p w:rsidR="00F45223" w:rsidRPr="00606048" w:rsidRDefault="00F45223" w:rsidP="00F45223">
      <w:pPr>
        <w:pStyle w:val="vbory"/>
        <w:rPr>
          <w:sz w:val="24"/>
          <w:szCs w:val="24"/>
        </w:rPr>
      </w:pPr>
      <w:r w:rsidRPr="00606048">
        <w:rPr>
          <w:sz w:val="24"/>
          <w:szCs w:val="24"/>
        </w:rPr>
        <w:t xml:space="preserve">zahraničnímu výboru </w:t>
      </w:r>
    </w:p>
    <w:p w:rsidR="00F45223" w:rsidRPr="00606048" w:rsidRDefault="00F45223" w:rsidP="00F45223">
      <w:pPr>
        <w:pStyle w:val="pikzn"/>
        <w:numPr>
          <w:ilvl w:val="0"/>
          <w:numId w:val="17"/>
        </w:numPr>
        <w:rPr>
          <w:sz w:val="24"/>
          <w:szCs w:val="24"/>
        </w:rPr>
      </w:pPr>
      <w:r w:rsidRPr="00606048">
        <w:rPr>
          <w:sz w:val="24"/>
          <w:szCs w:val="24"/>
        </w:rPr>
        <w:t>Přehled o činnosti cenových kontrolních orgánů za rok 2015 pro Poslaneckou sněmovnu Parlamentu ČR /sněmovní tisk 796/</w:t>
      </w:r>
    </w:p>
    <w:p w:rsidR="00F45223" w:rsidRPr="00606048" w:rsidRDefault="00F45223" w:rsidP="00F45223">
      <w:pPr>
        <w:pStyle w:val="vbory"/>
        <w:rPr>
          <w:sz w:val="24"/>
          <w:szCs w:val="24"/>
        </w:rPr>
      </w:pPr>
      <w:r w:rsidRPr="00606048">
        <w:rPr>
          <w:sz w:val="24"/>
          <w:szCs w:val="24"/>
        </w:rPr>
        <w:t xml:space="preserve">kontrolnímu výboru </w:t>
      </w:r>
    </w:p>
    <w:p w:rsidR="00F45223" w:rsidRPr="00606048" w:rsidRDefault="00F45223" w:rsidP="00F45223">
      <w:pPr>
        <w:pStyle w:val="pikzn"/>
        <w:numPr>
          <w:ilvl w:val="0"/>
          <w:numId w:val="17"/>
        </w:numPr>
        <w:rPr>
          <w:sz w:val="24"/>
          <w:szCs w:val="24"/>
        </w:rPr>
      </w:pPr>
      <w:r w:rsidRPr="00606048">
        <w:rPr>
          <w:sz w:val="24"/>
          <w:szCs w:val="24"/>
        </w:rPr>
        <w:t>Návrh státního závěrečného účtu České republiky za rok 2015 /sněmovní tisk 800/</w:t>
      </w:r>
    </w:p>
    <w:p w:rsidR="00F45223" w:rsidRPr="00606048" w:rsidRDefault="00F45223" w:rsidP="00F45223">
      <w:pPr>
        <w:pStyle w:val="vbory"/>
        <w:rPr>
          <w:sz w:val="24"/>
          <w:szCs w:val="24"/>
        </w:rPr>
      </w:pPr>
      <w:r w:rsidRPr="00606048">
        <w:rPr>
          <w:sz w:val="24"/>
          <w:szCs w:val="24"/>
        </w:rPr>
        <w:t xml:space="preserve">rozpočtovému výboru </w:t>
      </w:r>
    </w:p>
    <w:p w:rsidR="00F45223" w:rsidRPr="00606048" w:rsidRDefault="00F45223" w:rsidP="00F45223">
      <w:pPr>
        <w:pStyle w:val="pikzn"/>
        <w:numPr>
          <w:ilvl w:val="0"/>
          <w:numId w:val="17"/>
        </w:numPr>
        <w:rPr>
          <w:sz w:val="24"/>
          <w:szCs w:val="24"/>
        </w:rPr>
      </w:pPr>
      <w:r w:rsidRPr="00606048">
        <w:rPr>
          <w:sz w:val="24"/>
          <w:szCs w:val="24"/>
        </w:rPr>
        <w:t>Vládní návrh zákona, kterým se mění zákon č. 104/2013 Sb., o mezinárodní justiční spolupráci ve věcech trestních, ve znění pozdějších předpisů, a další související zákony /sněmovní tisk 801/</w:t>
      </w:r>
    </w:p>
    <w:p w:rsidR="005279C1" w:rsidRDefault="00F45223" w:rsidP="005279C1">
      <w:pPr>
        <w:pStyle w:val="vbory"/>
        <w:spacing w:after="0"/>
        <w:jc w:val="left"/>
        <w:rPr>
          <w:sz w:val="24"/>
          <w:szCs w:val="24"/>
        </w:rPr>
      </w:pPr>
      <w:r w:rsidRPr="00606048">
        <w:rPr>
          <w:sz w:val="24"/>
          <w:szCs w:val="24"/>
        </w:rPr>
        <w:t>ústavně právnímu výboru jako</w:t>
      </w:r>
    </w:p>
    <w:p w:rsidR="00F45223" w:rsidRPr="00606048" w:rsidRDefault="00F45223" w:rsidP="00F45223">
      <w:pPr>
        <w:pStyle w:val="vbory"/>
        <w:jc w:val="left"/>
        <w:rPr>
          <w:sz w:val="24"/>
          <w:szCs w:val="24"/>
        </w:rPr>
      </w:pPr>
      <w:r w:rsidRPr="00606048">
        <w:rPr>
          <w:sz w:val="24"/>
          <w:szCs w:val="24"/>
        </w:rPr>
        <w:t xml:space="preserve">garančnímu výboru </w:t>
      </w:r>
    </w:p>
    <w:p w:rsidR="00F45223" w:rsidRPr="00606048" w:rsidRDefault="00F45223" w:rsidP="00F45223">
      <w:pPr>
        <w:pStyle w:val="pikzn"/>
        <w:numPr>
          <w:ilvl w:val="0"/>
          <w:numId w:val="17"/>
        </w:numPr>
        <w:rPr>
          <w:sz w:val="24"/>
          <w:szCs w:val="24"/>
        </w:rPr>
      </w:pPr>
      <w:r w:rsidRPr="00606048">
        <w:rPr>
          <w:sz w:val="24"/>
          <w:szCs w:val="24"/>
        </w:rPr>
        <w:t>1. doplněk k účasti ozbrojených sil České republiky na vojenských cvičeních mimo území České republiky a účasti ozbrojených sil jiných států na vojenských cvičeních na</w:t>
      </w:r>
      <w:r w:rsidR="005279C1">
        <w:rPr>
          <w:sz w:val="24"/>
          <w:szCs w:val="24"/>
        </w:rPr>
        <w:t> </w:t>
      </w:r>
      <w:r w:rsidRPr="00606048">
        <w:rPr>
          <w:sz w:val="24"/>
          <w:szCs w:val="24"/>
        </w:rPr>
        <w:t>území České republiky v roce 2016 /sněmovní tisk 802/</w:t>
      </w:r>
    </w:p>
    <w:p w:rsidR="00F45223" w:rsidRPr="00606048" w:rsidRDefault="00F45223" w:rsidP="00F45223">
      <w:pPr>
        <w:pStyle w:val="vbory"/>
        <w:rPr>
          <w:sz w:val="24"/>
          <w:szCs w:val="24"/>
        </w:rPr>
      </w:pPr>
      <w:r w:rsidRPr="00606048">
        <w:rPr>
          <w:sz w:val="24"/>
          <w:szCs w:val="24"/>
        </w:rPr>
        <w:t xml:space="preserve">výboru pro obranu </w:t>
      </w:r>
    </w:p>
    <w:p w:rsidR="00F45223" w:rsidRPr="00606048" w:rsidRDefault="00F45223" w:rsidP="00F45223">
      <w:pPr>
        <w:pStyle w:val="pikzn"/>
        <w:numPr>
          <w:ilvl w:val="0"/>
          <w:numId w:val="17"/>
        </w:numPr>
        <w:rPr>
          <w:sz w:val="24"/>
          <w:szCs w:val="24"/>
        </w:rPr>
      </w:pPr>
      <w:r w:rsidRPr="00606048">
        <w:rPr>
          <w:sz w:val="24"/>
          <w:szCs w:val="24"/>
        </w:rPr>
        <w:t>Vládní návrh, kterým se předkládá Parlamentu České republiky k vyslovení souhlasu s</w:t>
      </w:r>
      <w:r w:rsidR="005279C1">
        <w:rPr>
          <w:sz w:val="24"/>
          <w:szCs w:val="24"/>
        </w:rPr>
        <w:t> </w:t>
      </w:r>
      <w:r w:rsidRPr="00606048">
        <w:rPr>
          <w:sz w:val="24"/>
          <w:szCs w:val="24"/>
        </w:rPr>
        <w:t>ratifikací Úmluva Mezinárodní organizace práce č. 154 o podpoře kolektivního vyjednávání, přijatá na 67. zasedání Mezinárodní konference práce v roce 1981 /sněmovní tisk 804/</w:t>
      </w:r>
    </w:p>
    <w:p w:rsidR="00F45223" w:rsidRPr="00606048" w:rsidRDefault="00F45223" w:rsidP="00F45223">
      <w:pPr>
        <w:pStyle w:val="vbory"/>
        <w:jc w:val="left"/>
        <w:rPr>
          <w:sz w:val="24"/>
          <w:szCs w:val="24"/>
        </w:rPr>
      </w:pPr>
      <w:r w:rsidRPr="00606048">
        <w:rPr>
          <w:sz w:val="24"/>
          <w:szCs w:val="24"/>
        </w:rPr>
        <w:t xml:space="preserve">výboru pro sociální politiku </w:t>
      </w:r>
    </w:p>
    <w:p w:rsidR="00F45223" w:rsidRPr="00606048" w:rsidRDefault="00F45223" w:rsidP="00F45223">
      <w:pPr>
        <w:pStyle w:val="pikzn"/>
        <w:numPr>
          <w:ilvl w:val="0"/>
          <w:numId w:val="17"/>
        </w:numPr>
        <w:rPr>
          <w:sz w:val="24"/>
          <w:szCs w:val="24"/>
        </w:rPr>
      </w:pPr>
      <w:r w:rsidRPr="00606048">
        <w:rPr>
          <w:sz w:val="24"/>
          <w:szCs w:val="24"/>
        </w:rPr>
        <w:lastRenderedPageBreak/>
        <w:t>Vládní návrh, kterým se předkládá Parlamentu České republiky k vyslovení souhlasu s</w:t>
      </w:r>
      <w:r w:rsidR="005279C1">
        <w:rPr>
          <w:sz w:val="24"/>
          <w:szCs w:val="24"/>
        </w:rPr>
        <w:t> </w:t>
      </w:r>
      <w:r w:rsidRPr="00606048">
        <w:rPr>
          <w:sz w:val="24"/>
          <w:szCs w:val="24"/>
        </w:rPr>
        <w:t xml:space="preserve">ratifikací Smlouva mezi Českou republikou a Turkmenistánem o zamezení dvojímu zdanění a zabránění daňovému úniku v oboru daní z příjmu a z majetku, která byla podepsána v </w:t>
      </w:r>
      <w:proofErr w:type="spellStart"/>
      <w:r w:rsidRPr="00606048">
        <w:rPr>
          <w:sz w:val="24"/>
          <w:szCs w:val="24"/>
        </w:rPr>
        <w:t>Ašchabádu</w:t>
      </w:r>
      <w:proofErr w:type="spellEnd"/>
      <w:r w:rsidRPr="00606048">
        <w:rPr>
          <w:sz w:val="24"/>
          <w:szCs w:val="24"/>
        </w:rPr>
        <w:t xml:space="preserve"> dne 18. března 2016 /sněmovní tisk 805/</w:t>
      </w:r>
    </w:p>
    <w:p w:rsidR="00F45223" w:rsidRPr="00606048" w:rsidRDefault="00F45223" w:rsidP="00F45223">
      <w:pPr>
        <w:pStyle w:val="vbory"/>
        <w:rPr>
          <w:sz w:val="24"/>
          <w:szCs w:val="24"/>
        </w:rPr>
      </w:pPr>
      <w:r w:rsidRPr="00606048">
        <w:rPr>
          <w:sz w:val="24"/>
          <w:szCs w:val="24"/>
        </w:rPr>
        <w:t xml:space="preserve">zahraničnímu výboru </w:t>
      </w:r>
    </w:p>
    <w:p w:rsidR="00F45223" w:rsidRPr="00606048" w:rsidRDefault="00F45223" w:rsidP="00F45223">
      <w:pPr>
        <w:pStyle w:val="pikzn"/>
        <w:numPr>
          <w:ilvl w:val="0"/>
          <w:numId w:val="17"/>
        </w:numPr>
        <w:rPr>
          <w:sz w:val="24"/>
          <w:szCs w:val="24"/>
        </w:rPr>
      </w:pPr>
      <w:r w:rsidRPr="00606048">
        <w:rPr>
          <w:sz w:val="24"/>
          <w:szCs w:val="24"/>
        </w:rPr>
        <w:t>Zprávu o činnosti Rady pro rozhlasové a televizní vysílání a o stavu v oblasti rozhlasového a televizního vysílání a v oblasti poskytování audiovizuálních mediálních služeb na vyžádání za rok 2015 /sněmovní tisk 806/</w:t>
      </w:r>
    </w:p>
    <w:p w:rsidR="00F45223" w:rsidRPr="00606048" w:rsidRDefault="00F45223" w:rsidP="00F45223">
      <w:pPr>
        <w:pStyle w:val="vbory"/>
        <w:rPr>
          <w:sz w:val="24"/>
          <w:szCs w:val="24"/>
        </w:rPr>
      </w:pPr>
      <w:r w:rsidRPr="00606048">
        <w:rPr>
          <w:sz w:val="24"/>
          <w:szCs w:val="24"/>
        </w:rPr>
        <w:t xml:space="preserve">volebnímu výboru </w:t>
      </w:r>
    </w:p>
    <w:p w:rsidR="00F45223" w:rsidRPr="00606048" w:rsidRDefault="00F45223" w:rsidP="00F45223">
      <w:pPr>
        <w:pStyle w:val="pikzn"/>
        <w:numPr>
          <w:ilvl w:val="0"/>
          <w:numId w:val="17"/>
        </w:numPr>
        <w:rPr>
          <w:sz w:val="24"/>
          <w:szCs w:val="24"/>
        </w:rPr>
      </w:pPr>
      <w:r w:rsidRPr="00606048">
        <w:rPr>
          <w:sz w:val="24"/>
          <w:szCs w:val="24"/>
        </w:rPr>
        <w:t>Výroční zprávu Českého telekomunikačního úřadu za rok 2015 /sněmovní tisk 809/</w:t>
      </w:r>
    </w:p>
    <w:p w:rsidR="00F45223" w:rsidRPr="00606048" w:rsidRDefault="00F45223" w:rsidP="00F45223">
      <w:pPr>
        <w:pStyle w:val="vbory"/>
        <w:rPr>
          <w:sz w:val="24"/>
          <w:szCs w:val="24"/>
        </w:rPr>
      </w:pPr>
      <w:r w:rsidRPr="00606048">
        <w:rPr>
          <w:sz w:val="24"/>
          <w:szCs w:val="24"/>
        </w:rPr>
        <w:t xml:space="preserve">hospodářskému výboru </w:t>
      </w:r>
    </w:p>
    <w:p w:rsidR="00F45223" w:rsidRPr="00606048" w:rsidRDefault="00F45223" w:rsidP="00F45223">
      <w:pPr>
        <w:pStyle w:val="pikzn"/>
        <w:numPr>
          <w:ilvl w:val="0"/>
          <w:numId w:val="17"/>
        </w:numPr>
        <w:rPr>
          <w:sz w:val="24"/>
          <w:szCs w:val="24"/>
        </w:rPr>
      </w:pPr>
      <w:r w:rsidRPr="00606048">
        <w:rPr>
          <w:sz w:val="24"/>
          <w:szCs w:val="24"/>
        </w:rPr>
        <w:t>Vládní návrh zákona, kterým se mění zákon č. 296/2008 Sb., o zajištění jakosti a</w:t>
      </w:r>
      <w:r w:rsidR="005279C1">
        <w:rPr>
          <w:sz w:val="24"/>
          <w:szCs w:val="24"/>
        </w:rPr>
        <w:t> </w:t>
      </w:r>
      <w:r w:rsidRPr="00606048">
        <w:rPr>
          <w:sz w:val="24"/>
          <w:szCs w:val="24"/>
        </w:rPr>
        <w:t>bezpečnosti lidských tkání a buněk určených k použití u člověka a o změně souvisejících zákonů (zákon o lidských tkáních a buňkách), ve znění pozdějších předpisů /sněmovní tisk 810/</w:t>
      </w:r>
    </w:p>
    <w:p w:rsidR="005279C1" w:rsidRDefault="00F45223" w:rsidP="005279C1">
      <w:pPr>
        <w:pStyle w:val="vbory"/>
        <w:spacing w:after="0"/>
        <w:jc w:val="left"/>
        <w:rPr>
          <w:sz w:val="24"/>
          <w:szCs w:val="24"/>
        </w:rPr>
      </w:pPr>
      <w:r w:rsidRPr="00606048">
        <w:rPr>
          <w:sz w:val="24"/>
          <w:szCs w:val="24"/>
        </w:rPr>
        <w:t xml:space="preserve">výboru pro zdravotnictví jako </w:t>
      </w:r>
    </w:p>
    <w:p w:rsidR="00F45223" w:rsidRPr="00606048" w:rsidRDefault="00F45223" w:rsidP="00F45223">
      <w:pPr>
        <w:pStyle w:val="vbory"/>
        <w:jc w:val="left"/>
        <w:rPr>
          <w:sz w:val="24"/>
          <w:szCs w:val="24"/>
        </w:rPr>
      </w:pPr>
      <w:r w:rsidRPr="00606048">
        <w:rPr>
          <w:sz w:val="24"/>
          <w:szCs w:val="24"/>
        </w:rPr>
        <w:t xml:space="preserve">garančnímu výboru </w:t>
      </w:r>
    </w:p>
    <w:p w:rsidR="00F45223" w:rsidRPr="00606048" w:rsidRDefault="00F45223" w:rsidP="00F45223">
      <w:pPr>
        <w:pStyle w:val="pikzn"/>
        <w:numPr>
          <w:ilvl w:val="0"/>
          <w:numId w:val="17"/>
        </w:numPr>
        <w:rPr>
          <w:sz w:val="24"/>
          <w:szCs w:val="24"/>
        </w:rPr>
      </w:pPr>
      <w:r w:rsidRPr="00606048">
        <w:rPr>
          <w:sz w:val="24"/>
          <w:szCs w:val="24"/>
        </w:rPr>
        <w:t>Vládní návrh zákona, kterým se mění zákon č. 285/2002 Sb., o darování, odběrech a</w:t>
      </w:r>
      <w:r w:rsidR="005279C1">
        <w:rPr>
          <w:sz w:val="24"/>
          <w:szCs w:val="24"/>
        </w:rPr>
        <w:t> </w:t>
      </w:r>
      <w:r w:rsidRPr="00606048">
        <w:rPr>
          <w:sz w:val="24"/>
          <w:szCs w:val="24"/>
        </w:rPr>
        <w:t>transplantacích tkání a orgánů a o změně některých zákonů (transplantační zákon), ve</w:t>
      </w:r>
      <w:r w:rsidR="005279C1">
        <w:rPr>
          <w:sz w:val="24"/>
          <w:szCs w:val="24"/>
        </w:rPr>
        <w:t> </w:t>
      </w:r>
      <w:r w:rsidRPr="00606048">
        <w:rPr>
          <w:sz w:val="24"/>
          <w:szCs w:val="24"/>
        </w:rPr>
        <w:t>znění pozdějších předpisů /sněmovní tisk 811/</w:t>
      </w:r>
    </w:p>
    <w:p w:rsidR="005279C1" w:rsidRDefault="00F45223" w:rsidP="005279C1">
      <w:pPr>
        <w:pStyle w:val="vbory"/>
        <w:spacing w:after="0"/>
        <w:jc w:val="left"/>
        <w:rPr>
          <w:sz w:val="24"/>
          <w:szCs w:val="24"/>
        </w:rPr>
      </w:pPr>
      <w:r w:rsidRPr="00606048">
        <w:rPr>
          <w:sz w:val="24"/>
          <w:szCs w:val="24"/>
        </w:rPr>
        <w:t xml:space="preserve">výboru pro zdravotnictví jako </w:t>
      </w:r>
    </w:p>
    <w:p w:rsidR="00F45223" w:rsidRPr="00606048" w:rsidRDefault="00F45223" w:rsidP="00F45223">
      <w:pPr>
        <w:pStyle w:val="vbory"/>
        <w:jc w:val="left"/>
        <w:rPr>
          <w:sz w:val="24"/>
          <w:szCs w:val="24"/>
        </w:rPr>
      </w:pPr>
      <w:r w:rsidRPr="00606048">
        <w:rPr>
          <w:sz w:val="24"/>
          <w:szCs w:val="24"/>
        </w:rPr>
        <w:t xml:space="preserve">garančnímu výboru </w:t>
      </w:r>
    </w:p>
    <w:p w:rsidR="00F45223" w:rsidRPr="00606048" w:rsidRDefault="00F45223" w:rsidP="00F45223">
      <w:pPr>
        <w:pStyle w:val="pikzn"/>
        <w:numPr>
          <w:ilvl w:val="0"/>
          <w:numId w:val="17"/>
        </w:numPr>
        <w:rPr>
          <w:sz w:val="24"/>
          <w:szCs w:val="24"/>
        </w:rPr>
      </w:pPr>
      <w:r w:rsidRPr="00606048">
        <w:rPr>
          <w:sz w:val="24"/>
          <w:szCs w:val="24"/>
        </w:rPr>
        <w:t xml:space="preserve">Vládní návrh zákona, kterým se mění zákon č. 563/1991 Sb., o účetnictví, ve znění pozdějších předpisů /sněmovní tisk 812/ (jednání podle § 90 odst. 2) </w:t>
      </w:r>
    </w:p>
    <w:p w:rsidR="005279C1" w:rsidRDefault="00F45223" w:rsidP="005279C1">
      <w:pPr>
        <w:pStyle w:val="vbory"/>
        <w:spacing w:after="0"/>
        <w:jc w:val="left"/>
        <w:rPr>
          <w:sz w:val="24"/>
          <w:szCs w:val="24"/>
        </w:rPr>
      </w:pPr>
      <w:r w:rsidRPr="00606048">
        <w:rPr>
          <w:sz w:val="24"/>
          <w:szCs w:val="24"/>
        </w:rPr>
        <w:t>rozpočtovému výboru jako</w:t>
      </w:r>
    </w:p>
    <w:p w:rsidR="00F45223" w:rsidRDefault="00F45223" w:rsidP="00F45223">
      <w:pPr>
        <w:pStyle w:val="vbory"/>
        <w:jc w:val="left"/>
        <w:rPr>
          <w:sz w:val="24"/>
          <w:szCs w:val="24"/>
        </w:rPr>
      </w:pPr>
      <w:r w:rsidRPr="00606048">
        <w:rPr>
          <w:sz w:val="24"/>
          <w:szCs w:val="24"/>
        </w:rPr>
        <w:t xml:space="preserve">garančnímu výboru; </w:t>
      </w:r>
    </w:p>
    <w:p w:rsidR="005279C1" w:rsidRDefault="005279C1" w:rsidP="005279C1">
      <w:pPr>
        <w:pStyle w:val="pikzn"/>
        <w:numPr>
          <w:ilvl w:val="0"/>
          <w:numId w:val="0"/>
        </w:numPr>
        <w:ind w:left="709"/>
      </w:pPr>
    </w:p>
    <w:p w:rsidR="005279C1" w:rsidRDefault="005279C1" w:rsidP="005279C1">
      <w:pPr>
        <w:pStyle w:val="vbory"/>
      </w:pPr>
    </w:p>
    <w:p w:rsidR="005279C1" w:rsidRDefault="005279C1" w:rsidP="005279C1">
      <w:pPr>
        <w:pStyle w:val="pikzn"/>
        <w:numPr>
          <w:ilvl w:val="0"/>
          <w:numId w:val="0"/>
        </w:numPr>
        <w:ind w:left="709"/>
      </w:pPr>
    </w:p>
    <w:p w:rsidR="005279C1" w:rsidRDefault="005279C1" w:rsidP="005279C1">
      <w:pPr>
        <w:pStyle w:val="vbory"/>
      </w:pPr>
    </w:p>
    <w:p w:rsidR="005279C1" w:rsidRPr="005279C1" w:rsidRDefault="005279C1" w:rsidP="005279C1">
      <w:pPr>
        <w:pStyle w:val="pikzn"/>
        <w:numPr>
          <w:ilvl w:val="0"/>
          <w:numId w:val="0"/>
        </w:numPr>
        <w:ind w:left="709"/>
      </w:pPr>
    </w:p>
    <w:p w:rsidR="00EB66A6" w:rsidRDefault="00BC6505" w:rsidP="00EB66A6">
      <w:pPr>
        <w:numPr>
          <w:ilvl w:val="0"/>
          <w:numId w:val="16"/>
        </w:numPr>
        <w:suppressAutoHyphens/>
        <w:spacing w:after="0" w:line="240" w:lineRule="auto"/>
        <w:ind w:left="680" w:firstLine="0"/>
        <w:jc w:val="both"/>
      </w:pPr>
      <w:r>
        <w:rPr>
          <w:b/>
          <w:color w:val="000000"/>
          <w:szCs w:val="24"/>
        </w:rPr>
        <w:t xml:space="preserve">určuje </w:t>
      </w:r>
      <w:r>
        <w:rPr>
          <w:color w:val="000000"/>
          <w:szCs w:val="24"/>
        </w:rPr>
        <w:t>zpravodajem pro prvé čtení</w:t>
      </w:r>
    </w:p>
    <w:p w:rsidR="00FF7173" w:rsidRPr="00FF7173" w:rsidRDefault="00FF7173" w:rsidP="00FF7173">
      <w:pPr>
        <w:suppressAutoHyphens/>
        <w:spacing w:after="0" w:line="240" w:lineRule="auto"/>
        <w:ind w:left="680"/>
        <w:jc w:val="both"/>
      </w:pPr>
    </w:p>
    <w:p w:rsidR="00F45223" w:rsidRPr="00606048" w:rsidRDefault="00F45223" w:rsidP="005279C1">
      <w:pPr>
        <w:spacing w:after="0"/>
        <w:jc w:val="both"/>
        <w:rPr>
          <w:color w:val="000000"/>
          <w:szCs w:val="24"/>
        </w:rPr>
      </w:pPr>
      <w:r w:rsidRPr="00606048">
        <w:rPr>
          <w:color w:val="000000"/>
          <w:szCs w:val="24"/>
        </w:rPr>
        <w:t>ke sněmovnímu tisku 749 poslance Bronislava Schwarze</w:t>
      </w:r>
    </w:p>
    <w:p w:rsidR="00F45223" w:rsidRPr="00606048" w:rsidRDefault="00F45223" w:rsidP="005279C1">
      <w:pPr>
        <w:spacing w:after="0"/>
        <w:jc w:val="both"/>
        <w:rPr>
          <w:color w:val="000000"/>
          <w:szCs w:val="24"/>
        </w:rPr>
      </w:pPr>
      <w:r w:rsidRPr="00606048">
        <w:rPr>
          <w:color w:val="000000"/>
          <w:szCs w:val="24"/>
        </w:rPr>
        <w:t>ke sněmovnímu tisku 770 poslance Karla Raise</w:t>
      </w:r>
    </w:p>
    <w:p w:rsidR="00F45223" w:rsidRPr="00606048" w:rsidRDefault="00F45223" w:rsidP="005279C1">
      <w:pPr>
        <w:spacing w:after="0"/>
        <w:jc w:val="both"/>
        <w:rPr>
          <w:color w:val="000000"/>
          <w:szCs w:val="24"/>
        </w:rPr>
      </w:pPr>
      <w:r w:rsidRPr="00606048">
        <w:rPr>
          <w:color w:val="000000"/>
          <w:szCs w:val="24"/>
        </w:rPr>
        <w:t>ke sněmovnímu tisku 772 poslance Pavla Čiháka</w:t>
      </w:r>
    </w:p>
    <w:p w:rsidR="00F45223" w:rsidRPr="00606048" w:rsidRDefault="00F45223" w:rsidP="005279C1">
      <w:pPr>
        <w:spacing w:after="0"/>
        <w:jc w:val="both"/>
        <w:rPr>
          <w:color w:val="000000"/>
          <w:szCs w:val="24"/>
        </w:rPr>
      </w:pPr>
      <w:r w:rsidRPr="00606048">
        <w:rPr>
          <w:color w:val="000000"/>
          <w:szCs w:val="24"/>
        </w:rPr>
        <w:t>ke sněmovnímu tisku 774 poslance Pavla Čiháka</w:t>
      </w:r>
    </w:p>
    <w:p w:rsidR="00F45223" w:rsidRPr="00606048" w:rsidRDefault="00F45223" w:rsidP="005279C1">
      <w:pPr>
        <w:spacing w:after="0"/>
        <w:jc w:val="both"/>
        <w:rPr>
          <w:color w:val="000000"/>
          <w:szCs w:val="24"/>
        </w:rPr>
      </w:pPr>
      <w:r w:rsidRPr="00606048">
        <w:rPr>
          <w:color w:val="000000"/>
          <w:szCs w:val="24"/>
        </w:rPr>
        <w:t>ke sněmovnímu tisku 776 poslance Petra Kořenka</w:t>
      </w:r>
    </w:p>
    <w:p w:rsidR="00F45223" w:rsidRPr="00606048" w:rsidRDefault="00F45223" w:rsidP="005279C1">
      <w:pPr>
        <w:spacing w:after="0"/>
        <w:jc w:val="both"/>
        <w:rPr>
          <w:color w:val="000000"/>
          <w:szCs w:val="24"/>
        </w:rPr>
      </w:pPr>
      <w:r w:rsidRPr="00606048">
        <w:rPr>
          <w:color w:val="000000"/>
          <w:szCs w:val="24"/>
        </w:rPr>
        <w:t>ke sněmovnímu tisku 777 poslankyni Věru Kovářovou</w:t>
      </w:r>
    </w:p>
    <w:p w:rsidR="00F45223" w:rsidRPr="00606048" w:rsidRDefault="00F45223" w:rsidP="005279C1">
      <w:pPr>
        <w:spacing w:after="0"/>
        <w:jc w:val="both"/>
        <w:rPr>
          <w:color w:val="000000"/>
          <w:szCs w:val="24"/>
        </w:rPr>
      </w:pPr>
      <w:r w:rsidRPr="00606048">
        <w:rPr>
          <w:color w:val="000000"/>
          <w:szCs w:val="24"/>
        </w:rPr>
        <w:t>ke sněmovnímu tisku 780 poslankyni Radku Maxovou</w:t>
      </w:r>
    </w:p>
    <w:p w:rsidR="00F45223" w:rsidRPr="00606048" w:rsidRDefault="00F45223" w:rsidP="005279C1">
      <w:pPr>
        <w:spacing w:after="0"/>
        <w:jc w:val="both"/>
        <w:rPr>
          <w:color w:val="000000"/>
          <w:szCs w:val="24"/>
        </w:rPr>
      </w:pPr>
      <w:r w:rsidRPr="00606048">
        <w:rPr>
          <w:color w:val="000000"/>
          <w:szCs w:val="24"/>
        </w:rPr>
        <w:t>ke sněmovnímu tisku 781 poslance Marka Bendu</w:t>
      </w:r>
    </w:p>
    <w:p w:rsidR="00F45223" w:rsidRPr="00606048" w:rsidRDefault="00F45223" w:rsidP="005279C1">
      <w:pPr>
        <w:spacing w:after="0"/>
        <w:jc w:val="both"/>
        <w:rPr>
          <w:color w:val="000000"/>
          <w:szCs w:val="24"/>
        </w:rPr>
      </w:pPr>
      <w:r w:rsidRPr="00606048">
        <w:rPr>
          <w:color w:val="000000"/>
          <w:szCs w:val="24"/>
        </w:rPr>
        <w:t xml:space="preserve">ke sněmovnímu tisku 788 poslankyni Hanu Aulickou Jírovcovou </w:t>
      </w:r>
    </w:p>
    <w:p w:rsidR="00F45223" w:rsidRPr="00606048" w:rsidRDefault="00F45223" w:rsidP="005279C1">
      <w:pPr>
        <w:spacing w:after="0"/>
        <w:jc w:val="both"/>
        <w:rPr>
          <w:color w:val="000000"/>
          <w:szCs w:val="24"/>
        </w:rPr>
      </w:pPr>
      <w:r w:rsidRPr="00606048">
        <w:rPr>
          <w:color w:val="000000"/>
          <w:szCs w:val="24"/>
        </w:rPr>
        <w:t>ke sněmovnímu tisku 789 poslance Marka Bendu</w:t>
      </w:r>
    </w:p>
    <w:p w:rsidR="00F45223" w:rsidRPr="00606048" w:rsidRDefault="00F45223" w:rsidP="005279C1">
      <w:pPr>
        <w:spacing w:after="0"/>
        <w:jc w:val="both"/>
        <w:rPr>
          <w:color w:val="000000"/>
          <w:szCs w:val="24"/>
        </w:rPr>
      </w:pPr>
      <w:r w:rsidRPr="00606048">
        <w:rPr>
          <w:color w:val="000000"/>
          <w:szCs w:val="24"/>
        </w:rPr>
        <w:t xml:space="preserve">ke sněmovnímu tisku 790 poslance Marka Bendu </w:t>
      </w:r>
    </w:p>
    <w:p w:rsidR="00F45223" w:rsidRPr="00606048" w:rsidRDefault="00F45223" w:rsidP="005279C1">
      <w:pPr>
        <w:spacing w:after="0"/>
        <w:jc w:val="both"/>
        <w:rPr>
          <w:color w:val="000000"/>
          <w:szCs w:val="24"/>
        </w:rPr>
      </w:pPr>
      <w:r w:rsidRPr="00606048">
        <w:rPr>
          <w:color w:val="000000"/>
          <w:szCs w:val="24"/>
        </w:rPr>
        <w:t>ke sněmovnímu tisku 795 poslance Pavla Šrámka</w:t>
      </w:r>
    </w:p>
    <w:p w:rsidR="00F45223" w:rsidRPr="00606048" w:rsidRDefault="00F45223" w:rsidP="005279C1">
      <w:pPr>
        <w:spacing w:after="0"/>
        <w:jc w:val="both"/>
        <w:rPr>
          <w:color w:val="000000"/>
          <w:szCs w:val="24"/>
        </w:rPr>
      </w:pPr>
      <w:r w:rsidRPr="00606048">
        <w:rPr>
          <w:color w:val="000000"/>
          <w:szCs w:val="24"/>
        </w:rPr>
        <w:t>ke sněmovnímu tisku 801 poslance Jana Farského</w:t>
      </w:r>
    </w:p>
    <w:p w:rsidR="00F45223" w:rsidRPr="00606048" w:rsidRDefault="00F45223" w:rsidP="005279C1">
      <w:pPr>
        <w:spacing w:after="0"/>
        <w:jc w:val="both"/>
        <w:rPr>
          <w:color w:val="000000"/>
          <w:szCs w:val="24"/>
        </w:rPr>
      </w:pPr>
      <w:r w:rsidRPr="00606048">
        <w:rPr>
          <w:color w:val="000000"/>
          <w:szCs w:val="24"/>
        </w:rPr>
        <w:t>ke sněmovnímu tisku 804 poslankyni Janu Hnykovou</w:t>
      </w:r>
    </w:p>
    <w:p w:rsidR="00F45223" w:rsidRPr="00606048" w:rsidRDefault="00F45223" w:rsidP="005279C1">
      <w:pPr>
        <w:spacing w:after="0"/>
        <w:jc w:val="both"/>
        <w:rPr>
          <w:color w:val="000000"/>
          <w:szCs w:val="24"/>
        </w:rPr>
      </w:pPr>
      <w:r w:rsidRPr="00606048">
        <w:rPr>
          <w:color w:val="000000"/>
          <w:szCs w:val="24"/>
        </w:rPr>
        <w:t xml:space="preserve">ke sněmovnímu tisku 805 poslance Roma </w:t>
      </w:r>
      <w:proofErr w:type="spellStart"/>
      <w:r w:rsidRPr="00606048">
        <w:rPr>
          <w:color w:val="000000"/>
          <w:szCs w:val="24"/>
        </w:rPr>
        <w:t>Kostřicu</w:t>
      </w:r>
      <w:proofErr w:type="spellEnd"/>
    </w:p>
    <w:p w:rsidR="00F45223" w:rsidRPr="00606048" w:rsidRDefault="00F45223" w:rsidP="005279C1">
      <w:pPr>
        <w:spacing w:after="0"/>
        <w:jc w:val="both"/>
        <w:rPr>
          <w:szCs w:val="24"/>
        </w:rPr>
      </w:pPr>
      <w:r w:rsidRPr="00606048">
        <w:rPr>
          <w:color w:val="000000"/>
          <w:szCs w:val="24"/>
        </w:rPr>
        <w:t>ke sněmovnímu tisku 810 poslance Leoše Hegera</w:t>
      </w:r>
    </w:p>
    <w:p w:rsidR="00F45223" w:rsidRPr="00606048" w:rsidRDefault="00F45223" w:rsidP="005279C1">
      <w:pPr>
        <w:spacing w:after="0"/>
        <w:jc w:val="both"/>
        <w:rPr>
          <w:color w:val="000000"/>
          <w:szCs w:val="24"/>
        </w:rPr>
      </w:pPr>
      <w:r w:rsidRPr="00606048">
        <w:rPr>
          <w:color w:val="000000"/>
          <w:szCs w:val="24"/>
        </w:rPr>
        <w:t>ke sněmovnímu tisku 811 poslance Leoše Hegera</w:t>
      </w:r>
    </w:p>
    <w:p w:rsidR="00F45223" w:rsidRPr="00606048" w:rsidRDefault="00F45223" w:rsidP="005279C1">
      <w:pPr>
        <w:spacing w:after="0"/>
        <w:jc w:val="both"/>
        <w:rPr>
          <w:color w:val="000000"/>
          <w:szCs w:val="24"/>
        </w:rPr>
      </w:pPr>
      <w:r w:rsidRPr="00606048">
        <w:rPr>
          <w:color w:val="000000"/>
          <w:szCs w:val="24"/>
        </w:rPr>
        <w:t>ke sněmovnímu tisku 812 poslance Karla Fiedlera.</w:t>
      </w:r>
    </w:p>
    <w:p w:rsidR="00F45223" w:rsidRPr="00606048" w:rsidRDefault="00F45223" w:rsidP="005279C1">
      <w:pPr>
        <w:spacing w:after="0"/>
        <w:rPr>
          <w:szCs w:val="24"/>
        </w:rPr>
      </w:pPr>
    </w:p>
    <w:p w:rsidR="00F45223" w:rsidRPr="00606048" w:rsidRDefault="00F45223" w:rsidP="00F45223">
      <w:pPr>
        <w:rPr>
          <w:szCs w:val="24"/>
        </w:rPr>
      </w:pPr>
    </w:p>
    <w:p w:rsidR="000B3FC7" w:rsidRDefault="000B3FC7" w:rsidP="00E24AA7">
      <w:pPr>
        <w:pStyle w:val="podpissvzany"/>
      </w:pPr>
    </w:p>
    <w:p w:rsidR="000B3FC7" w:rsidRDefault="000B3FC7" w:rsidP="00E24AA7">
      <w:pPr>
        <w:pStyle w:val="podpissvzany"/>
      </w:pPr>
    </w:p>
    <w:p w:rsidR="00FF7173" w:rsidRDefault="00FF7173" w:rsidP="00E24AA7">
      <w:pPr>
        <w:pStyle w:val="podpissvzany"/>
      </w:pPr>
    </w:p>
    <w:p w:rsidR="00FF7173" w:rsidRDefault="00FF7173" w:rsidP="00E24AA7">
      <w:pPr>
        <w:pStyle w:val="podpissvzany"/>
      </w:pPr>
    </w:p>
    <w:p w:rsidR="00FF7173" w:rsidRDefault="00FF7173" w:rsidP="00E24AA7">
      <w:pPr>
        <w:pStyle w:val="podpissvzany"/>
      </w:pPr>
    </w:p>
    <w:p w:rsidR="005279C1" w:rsidRDefault="005279C1" w:rsidP="00E24AA7">
      <w:pPr>
        <w:pStyle w:val="podpissvzany"/>
      </w:pPr>
    </w:p>
    <w:p w:rsidR="005279C1" w:rsidRDefault="005279C1" w:rsidP="00E24AA7">
      <w:pPr>
        <w:pStyle w:val="podpissvzany"/>
      </w:pPr>
    </w:p>
    <w:p w:rsidR="005279C1" w:rsidRPr="005279C1" w:rsidRDefault="005279C1" w:rsidP="005279C1">
      <w:pPr>
        <w:pStyle w:val="podpisovovatel"/>
      </w:pPr>
    </w:p>
    <w:p w:rsidR="005279C1" w:rsidRDefault="005279C1" w:rsidP="00E24AA7">
      <w:pPr>
        <w:pStyle w:val="podpissvzany"/>
      </w:pPr>
    </w:p>
    <w:p w:rsidR="005279C1" w:rsidRDefault="005279C1" w:rsidP="00E24AA7">
      <w:pPr>
        <w:pStyle w:val="podpissvzany"/>
      </w:pPr>
    </w:p>
    <w:p w:rsidR="005279C1" w:rsidRDefault="00105FC3" w:rsidP="00E24AA7">
      <w:pPr>
        <w:pStyle w:val="podpissvzany"/>
      </w:pPr>
      <w:r>
        <w:t xml:space="preserve">v z. Vojtěch Filip v. r. </w:t>
      </w:r>
    </w:p>
    <w:p w:rsidR="00E24AA7" w:rsidRDefault="00E24AA7" w:rsidP="00E24AA7">
      <w:pPr>
        <w:pStyle w:val="podpissvzany"/>
      </w:pPr>
      <w:r>
        <w:t>předseda Poslanecké sněmovny</w:t>
      </w:r>
    </w:p>
    <w:p w:rsidR="00E24AA7" w:rsidRDefault="00105FC3" w:rsidP="00E24AA7">
      <w:pPr>
        <w:pStyle w:val="podpisovovatel"/>
      </w:pPr>
      <w:r>
        <w:t xml:space="preserve">Pavel </w:t>
      </w:r>
      <w:proofErr w:type="spellStart"/>
      <w:r>
        <w:t>Kováčik</w:t>
      </w:r>
      <w:proofErr w:type="spellEnd"/>
      <w:r>
        <w:t xml:space="preserve"> v. r. </w:t>
      </w:r>
      <w:r w:rsidR="003D4A2D">
        <w:t xml:space="preserve"> </w:t>
      </w:r>
    </w:p>
    <w:p w:rsidR="00E24AA7" w:rsidRDefault="00E24AA7" w:rsidP="00E24AA7">
      <w:pPr>
        <w:pStyle w:val="podpissvzany"/>
      </w:pPr>
      <w:r>
        <w:t>ověřovatel organizačního výboru</w:t>
      </w:r>
    </w:p>
    <w:sectPr w:rsidR="00E24AA7" w:rsidSect="008D4FA7"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173" w:rsidRDefault="00FF7173" w:rsidP="00FF7173">
      <w:pPr>
        <w:spacing w:after="0" w:line="240" w:lineRule="auto"/>
      </w:pPr>
      <w:r>
        <w:separator/>
      </w:r>
    </w:p>
  </w:endnote>
  <w:endnote w:type="continuationSeparator" w:id="0">
    <w:p w:rsidR="00FF7173" w:rsidRDefault="00FF7173" w:rsidP="00FF7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173" w:rsidRDefault="00FF7173" w:rsidP="00FF7173">
      <w:pPr>
        <w:spacing w:after="0" w:line="240" w:lineRule="auto"/>
      </w:pPr>
      <w:r>
        <w:separator/>
      </w:r>
    </w:p>
  </w:footnote>
  <w:footnote w:type="continuationSeparator" w:id="0">
    <w:p w:rsidR="00FF7173" w:rsidRDefault="00FF7173" w:rsidP="00FF71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928" w:hanging="360"/>
      </w:pPr>
    </w:lvl>
  </w:abstractNum>
  <w:abstractNum w:abstractNumId="11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5"/>
  </w:num>
  <w:num w:numId="8">
    <w:abstractNumId w:val="14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3"/>
  </w:num>
  <w:num w:numId="16">
    <w:abstractNumId w:val="16"/>
  </w:num>
  <w:num w:numId="17">
    <w:abstractNumId w:val="11"/>
  </w:num>
  <w:num w:numId="18">
    <w:abstractNumId w:val="10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13"/>
  </w:num>
  <w:num w:numId="24">
    <w:abstractNumId w:val="13"/>
  </w:num>
  <w:num w:numId="25">
    <w:abstractNumId w:val="13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476E4"/>
    <w:rsid w:val="00067DA4"/>
    <w:rsid w:val="00086084"/>
    <w:rsid w:val="000B3FC7"/>
    <w:rsid w:val="000C140B"/>
    <w:rsid w:val="000C5278"/>
    <w:rsid w:val="000E730C"/>
    <w:rsid w:val="00103C04"/>
    <w:rsid w:val="00105FC3"/>
    <w:rsid w:val="00106842"/>
    <w:rsid w:val="001955AF"/>
    <w:rsid w:val="001A44DC"/>
    <w:rsid w:val="001B45F3"/>
    <w:rsid w:val="001D162C"/>
    <w:rsid w:val="00230024"/>
    <w:rsid w:val="00254049"/>
    <w:rsid w:val="002720DD"/>
    <w:rsid w:val="00272E1B"/>
    <w:rsid w:val="002A2F32"/>
    <w:rsid w:val="002A6AFB"/>
    <w:rsid w:val="002B0FB6"/>
    <w:rsid w:val="002B60B3"/>
    <w:rsid w:val="002C6BED"/>
    <w:rsid w:val="002E5C99"/>
    <w:rsid w:val="00356011"/>
    <w:rsid w:val="00377253"/>
    <w:rsid w:val="003A3B47"/>
    <w:rsid w:val="003D2033"/>
    <w:rsid w:val="003D4A2D"/>
    <w:rsid w:val="00451CCC"/>
    <w:rsid w:val="00467F51"/>
    <w:rsid w:val="00487205"/>
    <w:rsid w:val="004D46E2"/>
    <w:rsid w:val="005227BF"/>
    <w:rsid w:val="005279C1"/>
    <w:rsid w:val="00566A4C"/>
    <w:rsid w:val="00593AF6"/>
    <w:rsid w:val="005C30D7"/>
    <w:rsid w:val="005E094C"/>
    <w:rsid w:val="005F6CAE"/>
    <w:rsid w:val="00620764"/>
    <w:rsid w:val="007037E7"/>
    <w:rsid w:val="007C62DA"/>
    <w:rsid w:val="007D45EC"/>
    <w:rsid w:val="007D5EE1"/>
    <w:rsid w:val="007E1D0B"/>
    <w:rsid w:val="00812496"/>
    <w:rsid w:val="00830BFE"/>
    <w:rsid w:val="00893C29"/>
    <w:rsid w:val="008D25C1"/>
    <w:rsid w:val="008D4FA7"/>
    <w:rsid w:val="00903269"/>
    <w:rsid w:val="00920D8B"/>
    <w:rsid w:val="00A46CDA"/>
    <w:rsid w:val="00AA0D27"/>
    <w:rsid w:val="00B05373"/>
    <w:rsid w:val="00B13892"/>
    <w:rsid w:val="00B53E8D"/>
    <w:rsid w:val="00B715B6"/>
    <w:rsid w:val="00BB17BC"/>
    <w:rsid w:val="00BC09E3"/>
    <w:rsid w:val="00BC6505"/>
    <w:rsid w:val="00C2236A"/>
    <w:rsid w:val="00C56014"/>
    <w:rsid w:val="00CB0C80"/>
    <w:rsid w:val="00CE1F22"/>
    <w:rsid w:val="00CF739D"/>
    <w:rsid w:val="00D76FB3"/>
    <w:rsid w:val="00DB1CFA"/>
    <w:rsid w:val="00DC29E4"/>
    <w:rsid w:val="00DE22F3"/>
    <w:rsid w:val="00DF4C63"/>
    <w:rsid w:val="00E16FAA"/>
    <w:rsid w:val="00E24AA7"/>
    <w:rsid w:val="00E614B6"/>
    <w:rsid w:val="00EB66A6"/>
    <w:rsid w:val="00ED15A8"/>
    <w:rsid w:val="00EF3B15"/>
    <w:rsid w:val="00EF679B"/>
    <w:rsid w:val="00F45223"/>
    <w:rsid w:val="00FF7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55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55AF"/>
    <w:rPr>
      <w:rFonts w:ascii="Segoe UI" w:hAnsi="Segoe UI" w:cs="Segoe UI"/>
      <w:sz w:val="18"/>
      <w:szCs w:val="18"/>
      <w:lang w:eastAsia="en-US"/>
    </w:rPr>
  </w:style>
  <w:style w:type="paragraph" w:customStyle="1" w:styleId="vbory">
    <w:name w:val="_výbory"/>
    <w:basedOn w:val="Normln"/>
    <w:next w:val="pikzn"/>
    <w:rsid w:val="00BC6505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BC6505"/>
    <w:pPr>
      <w:numPr>
        <w:numId w:val="15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Zhlav">
    <w:name w:val="header"/>
    <w:basedOn w:val="Normln"/>
    <w:link w:val="ZhlavChar"/>
    <w:uiPriority w:val="99"/>
    <w:unhideWhenUsed/>
    <w:rsid w:val="00FF7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173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F7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173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EBA57-7019-412D-864F-187D6BCB1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10</TotalTime>
  <Pages>5</Pages>
  <Words>1046</Words>
  <Characters>6178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5</cp:revision>
  <cp:lastPrinted>2016-05-12T13:27:00Z</cp:lastPrinted>
  <dcterms:created xsi:type="dcterms:W3CDTF">2016-05-12T10:06:00Z</dcterms:created>
  <dcterms:modified xsi:type="dcterms:W3CDTF">2016-05-12T13:27:00Z</dcterms:modified>
</cp:coreProperties>
</file>