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765" w:rsidRDefault="009A7129" w:rsidP="00415577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33AA">
        <w:t>PS160045022</w:t>
      </w:r>
    </w:p>
    <w:p w:rsidR="0018747B" w:rsidRDefault="0018747B" w:rsidP="00415577">
      <w:pPr>
        <w:pStyle w:val="PS-hlavika1"/>
      </w:pPr>
      <w:bookmarkStart w:id="0" w:name="_GoBack"/>
      <w:bookmarkEnd w:id="0"/>
      <w:r>
        <w:t>Parlament České republiky</w:t>
      </w:r>
    </w:p>
    <w:p w:rsidR="00213765" w:rsidRDefault="00213765" w:rsidP="00415577">
      <w:pPr>
        <w:pStyle w:val="PS-hlavika1"/>
      </w:pP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proofErr w:type="gramStart"/>
      <w:r w:rsidRPr="00FB5FFF">
        <w:rPr>
          <w:sz w:val="28"/>
          <w:szCs w:val="28"/>
        </w:rPr>
        <w:t>z</w:t>
      </w:r>
      <w:r w:rsidR="00213765">
        <w:rPr>
          <w:sz w:val="28"/>
          <w:szCs w:val="28"/>
        </w:rPr>
        <w:t> 40</w:t>
      </w:r>
      <w:proofErr w:type="gramEnd"/>
      <w:r w:rsidR="00213765">
        <w:rPr>
          <w:sz w:val="28"/>
          <w:szCs w:val="28"/>
        </w:rPr>
        <w:t>.</w:t>
      </w:r>
      <w:r w:rsidRPr="00FB5FFF">
        <w:rPr>
          <w:sz w:val="28"/>
          <w:szCs w:val="28"/>
        </w:rPr>
        <w:t xml:space="preserve">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213765">
        <w:rPr>
          <w:sz w:val="28"/>
          <w:szCs w:val="28"/>
        </w:rPr>
        <w:t xml:space="preserve">13. </w:t>
      </w:r>
      <w:proofErr w:type="gramStart"/>
      <w:r w:rsidR="00213765">
        <w:rPr>
          <w:sz w:val="28"/>
          <w:szCs w:val="28"/>
        </w:rPr>
        <w:t xml:space="preserve">dubna </w:t>
      </w:r>
      <w:r w:rsidR="00FB01F2">
        <w:rPr>
          <w:sz w:val="28"/>
          <w:szCs w:val="28"/>
        </w:rPr>
        <w:t xml:space="preserve"> 2016</w:t>
      </w:r>
      <w:proofErr w:type="gramEnd"/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="00DF15F8">
        <w:rPr>
          <w:rFonts w:ascii="Times New Roman" w:hAnsi="Times New Roman"/>
          <w:sz w:val="24"/>
          <w:szCs w:val="24"/>
        </w:rPr>
        <w:t>posl</w:t>
      </w:r>
      <w:proofErr w:type="spellEnd"/>
      <w:r w:rsidR="00DF15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FB5FFF">
        <w:rPr>
          <w:rFonts w:ascii="Times New Roman" w:hAnsi="Times New Roman"/>
          <w:sz w:val="24"/>
          <w:szCs w:val="24"/>
        </w:rPr>
        <w:t xml:space="preserve">Halíková, </w:t>
      </w:r>
      <w:r w:rsidR="00DF15F8">
        <w:rPr>
          <w:rFonts w:ascii="Times New Roman" w:hAnsi="Times New Roman"/>
          <w:sz w:val="24"/>
          <w:szCs w:val="24"/>
        </w:rPr>
        <w:t xml:space="preserve">Havíř,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F15F8">
        <w:rPr>
          <w:rFonts w:ascii="Times New Roman" w:hAnsi="Times New Roman"/>
          <w:sz w:val="24"/>
          <w:szCs w:val="24"/>
        </w:rPr>
        <w:t xml:space="preserve">Klán, Kořenek, Koubek,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A01B37">
        <w:rPr>
          <w:rFonts w:ascii="Times New Roman" w:hAnsi="Times New Roman"/>
          <w:sz w:val="24"/>
          <w:szCs w:val="24"/>
        </w:rPr>
        <w:t xml:space="preserve">Okleštěk, </w:t>
      </w:r>
      <w:r w:rsidR="003847E4">
        <w:rPr>
          <w:rFonts w:ascii="Times New Roman" w:hAnsi="Times New Roman"/>
          <w:sz w:val="24"/>
          <w:szCs w:val="24"/>
        </w:rPr>
        <w:t>Petrů,</w:t>
      </w:r>
      <w:r w:rsidR="00DF15F8">
        <w:rPr>
          <w:rFonts w:ascii="Times New Roman" w:hAnsi="Times New Roman"/>
          <w:sz w:val="24"/>
          <w:szCs w:val="24"/>
        </w:rPr>
        <w:t xml:space="preserve"> Pleticha,</w:t>
      </w:r>
      <w:r w:rsidR="003847E4">
        <w:rPr>
          <w:rFonts w:ascii="Times New Roman" w:hAnsi="Times New Roman"/>
          <w:sz w:val="24"/>
          <w:szCs w:val="24"/>
        </w:rPr>
        <w:t xml:space="preserve"> </w:t>
      </w:r>
      <w:r w:rsidR="00A01B37">
        <w:rPr>
          <w:rFonts w:ascii="Times New Roman" w:hAnsi="Times New Roman"/>
          <w:sz w:val="24"/>
          <w:szCs w:val="24"/>
        </w:rPr>
        <w:t xml:space="preserve">Pražák, </w:t>
      </w:r>
      <w:r w:rsidR="00DF15F8">
        <w:rPr>
          <w:rFonts w:ascii="Times New Roman" w:hAnsi="Times New Roman"/>
          <w:sz w:val="24"/>
          <w:szCs w:val="24"/>
        </w:rPr>
        <w:t xml:space="preserve">Sedláček, </w:t>
      </w:r>
      <w:r w:rsidRPr="00FB5FFF">
        <w:rPr>
          <w:rFonts w:ascii="Times New Roman" w:hAnsi="Times New Roman"/>
          <w:sz w:val="24"/>
          <w:szCs w:val="24"/>
        </w:rPr>
        <w:t xml:space="preserve">Uhlík, </w:t>
      </w:r>
    </w:p>
    <w:p w:rsidR="00213765" w:rsidRPr="00213765" w:rsidRDefault="00A725F0" w:rsidP="00213765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213765">
        <w:rPr>
          <w:rFonts w:ascii="Times New Roman" w:eastAsia="Times New Roman" w:hAnsi="Times New Roman"/>
          <w:sz w:val="24"/>
          <w:szCs w:val="24"/>
          <w:lang w:eastAsia="cs-CZ"/>
        </w:rPr>
        <w:br/>
      </w:r>
    </w:p>
    <w:p w:rsidR="00213765" w:rsidRDefault="00213765" w:rsidP="00213765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213765">
        <w:rPr>
          <w:rFonts w:ascii="Times New Roman" w:hAnsi="Times New Roman"/>
          <w:b/>
          <w:i/>
          <w:sz w:val="24"/>
          <w:szCs w:val="24"/>
          <w:u w:val="single"/>
        </w:rPr>
        <w:t>Středa 13. dubna 2016:</w:t>
      </w:r>
    </w:p>
    <w:p w:rsidR="00DF15F8" w:rsidRDefault="00DF15F8" w:rsidP="00213765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37675B" w:rsidRPr="0037675B" w:rsidRDefault="00DF15F8" w:rsidP="00213765">
      <w:pPr>
        <w:spacing w:after="0"/>
        <w:rPr>
          <w:rFonts w:ascii="Times New Roman" w:hAnsi="Times New Roman"/>
          <w:sz w:val="24"/>
          <w:szCs w:val="24"/>
        </w:rPr>
      </w:pPr>
      <w:r w:rsidRPr="0037675B">
        <w:rPr>
          <w:rFonts w:ascii="Times New Roman" w:hAnsi="Times New Roman"/>
          <w:sz w:val="24"/>
          <w:szCs w:val="24"/>
        </w:rPr>
        <w:t>Halíková: Zahájení jednání. Hlasování</w:t>
      </w:r>
      <w:r w:rsidR="008B21C6">
        <w:rPr>
          <w:rFonts w:ascii="Times New Roman" w:hAnsi="Times New Roman"/>
          <w:sz w:val="24"/>
          <w:szCs w:val="24"/>
        </w:rPr>
        <w:t xml:space="preserve"> o programu. </w:t>
      </w:r>
      <w:proofErr w:type="gramStart"/>
      <w:r w:rsidR="008B21C6">
        <w:rPr>
          <w:rFonts w:ascii="Times New Roman" w:hAnsi="Times New Roman"/>
          <w:sz w:val="24"/>
          <w:szCs w:val="24"/>
        </w:rPr>
        <w:t>H</w:t>
      </w:r>
      <w:r w:rsidR="0037675B" w:rsidRPr="0037675B">
        <w:rPr>
          <w:rFonts w:ascii="Times New Roman" w:hAnsi="Times New Roman"/>
          <w:sz w:val="24"/>
          <w:szCs w:val="24"/>
        </w:rPr>
        <w:t>lasování č,. 1:</w:t>
      </w:r>
      <w:proofErr w:type="gramEnd"/>
    </w:p>
    <w:p w:rsidR="00DF15F8" w:rsidRPr="0037675B" w:rsidRDefault="0037675B" w:rsidP="00213765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37675B">
        <w:rPr>
          <w:rFonts w:ascii="Times New Roman" w:hAnsi="Times New Roman"/>
          <w:sz w:val="24"/>
          <w:szCs w:val="24"/>
        </w:rPr>
        <w:t>Hlasování</w:t>
      </w:r>
      <w:r w:rsidR="00285F97">
        <w:rPr>
          <w:rFonts w:ascii="Times New Roman" w:hAnsi="Times New Roman"/>
          <w:sz w:val="24"/>
          <w:szCs w:val="24"/>
        </w:rPr>
        <w:t xml:space="preserve"> </w:t>
      </w:r>
      <w:r w:rsidRPr="0037675B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</w:r>
      <w:r w:rsidR="008B14DE" w:rsidRPr="0037675B">
        <w:rPr>
          <w:rFonts w:ascii="Times New Roman" w:hAnsi="Times New Roman"/>
          <w:sz w:val="24"/>
          <w:szCs w:val="24"/>
        </w:rPr>
        <w:t>Pro</w:t>
      </w:r>
      <w:proofErr w:type="gramEnd"/>
      <w:r w:rsidR="008B14DE" w:rsidRPr="0037675B">
        <w:rPr>
          <w:rFonts w:ascii="Times New Roman" w:hAnsi="Times New Roman"/>
          <w:sz w:val="24"/>
          <w:szCs w:val="24"/>
        </w:rPr>
        <w:t xml:space="preserve"> 13</w:t>
      </w:r>
      <w:r w:rsidR="008B14DE" w:rsidRPr="0037675B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8B14DE" w:rsidRPr="0037675B">
        <w:rPr>
          <w:rFonts w:ascii="Times New Roman" w:hAnsi="Times New Roman"/>
          <w:sz w:val="24"/>
          <w:szCs w:val="24"/>
        </w:rPr>
        <w:t>Proti 0</w:t>
      </w:r>
      <w:r w:rsidR="008B14DE" w:rsidRPr="0037675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B14DE" w:rsidRPr="0037675B">
        <w:rPr>
          <w:rFonts w:ascii="Times New Roman" w:hAnsi="Times New Roman"/>
          <w:sz w:val="24"/>
          <w:szCs w:val="24"/>
        </w:rPr>
        <w:t>Zdržel 0</w:t>
      </w:r>
      <w:r w:rsidR="008B14DE" w:rsidRPr="0037675B">
        <w:rPr>
          <w:rFonts w:ascii="Times New Roman" w:hAnsi="Times New Roman"/>
          <w:sz w:val="24"/>
          <w:szCs w:val="24"/>
        </w:rPr>
        <w:tab/>
        <w:t>Přítomno 13</w:t>
      </w:r>
      <w:r w:rsidR="008B14DE" w:rsidRPr="0037675B">
        <w:rPr>
          <w:rFonts w:ascii="Times New Roman" w:hAnsi="Times New Roman"/>
          <w:sz w:val="24"/>
          <w:szCs w:val="24"/>
        </w:rPr>
        <w:tab/>
      </w:r>
      <w:r w:rsidR="008B14DE" w:rsidRPr="0037675B">
        <w:rPr>
          <w:rFonts w:ascii="Times New Roman" w:hAnsi="Times New Roman"/>
          <w:sz w:val="24"/>
          <w:szCs w:val="24"/>
        </w:rPr>
        <w:tab/>
        <w:t>Přijato</w:t>
      </w:r>
    </w:p>
    <w:p w:rsidR="008B14DE" w:rsidRPr="00DF15F8" w:rsidRDefault="008B14DE" w:rsidP="0021376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213765" w:rsidRPr="008B14DE" w:rsidRDefault="008B14DE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B14DE">
        <w:rPr>
          <w:rFonts w:ascii="Times New Roman" w:hAnsi="Times New Roman"/>
          <w:sz w:val="24"/>
          <w:szCs w:val="24"/>
        </w:rPr>
        <w:t>19, 10</w:t>
      </w:r>
      <w:r w:rsidR="00D0744E">
        <w:rPr>
          <w:rFonts w:ascii="Times New Roman" w:hAnsi="Times New Roman"/>
          <w:sz w:val="24"/>
          <w:szCs w:val="24"/>
        </w:rPr>
        <w:t xml:space="preserve"> hod.</w:t>
      </w:r>
    </w:p>
    <w:p w:rsidR="00213765" w:rsidRPr="00213765" w:rsidRDefault="00213765" w:rsidP="0021376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13765">
        <w:rPr>
          <w:rFonts w:ascii="Times New Roman" w:hAnsi="Times New Roman"/>
          <w:b/>
          <w:sz w:val="24"/>
          <w:szCs w:val="24"/>
        </w:rPr>
        <w:t>Vládní návrh zákona, kterým se mění zákon č. 114/1992 Sb., o ochraně přírody a krajiny, ve znění pozdějších předpisů, sněmovní tisk 501.</w:t>
      </w:r>
    </w:p>
    <w:p w:rsidR="00213765" w:rsidRPr="00213765" w:rsidRDefault="00213765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3765" w:rsidRPr="00213765" w:rsidRDefault="00213765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13765">
        <w:rPr>
          <w:rFonts w:ascii="Times New Roman" w:hAnsi="Times New Roman"/>
          <w:sz w:val="24"/>
          <w:szCs w:val="24"/>
        </w:rPr>
        <w:t>Předkladatel:</w:t>
      </w:r>
      <w:r w:rsidRPr="00213765">
        <w:rPr>
          <w:rFonts w:ascii="Times New Roman" w:hAnsi="Times New Roman"/>
          <w:sz w:val="24"/>
          <w:szCs w:val="24"/>
        </w:rPr>
        <w:tab/>
        <w:t>Ministerstvo životního prostředí</w:t>
      </w:r>
    </w:p>
    <w:p w:rsidR="00213765" w:rsidRDefault="00213765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13765">
        <w:rPr>
          <w:rFonts w:ascii="Times New Roman" w:hAnsi="Times New Roman"/>
          <w:sz w:val="24"/>
          <w:szCs w:val="24"/>
        </w:rPr>
        <w:t>Zpravodaj:</w:t>
      </w:r>
      <w:r w:rsidRPr="00213765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AE1AC9" w:rsidRDefault="00AE1AC9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21C6" w:rsidRDefault="00AE1AC9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 – </w:t>
      </w:r>
      <w:r w:rsidR="008B14DE">
        <w:rPr>
          <w:rFonts w:ascii="Times New Roman" w:hAnsi="Times New Roman"/>
          <w:sz w:val="24"/>
          <w:szCs w:val="24"/>
        </w:rPr>
        <w:t>Zahajuji</w:t>
      </w:r>
      <w:r>
        <w:rPr>
          <w:rFonts w:ascii="Times New Roman" w:hAnsi="Times New Roman"/>
          <w:sz w:val="24"/>
          <w:szCs w:val="24"/>
        </w:rPr>
        <w:t xml:space="preserve"> přerušené jednání schůze</w:t>
      </w:r>
      <w:r w:rsidR="008B14DE">
        <w:rPr>
          <w:rFonts w:ascii="Times New Roman" w:hAnsi="Times New Roman"/>
          <w:sz w:val="24"/>
          <w:szCs w:val="24"/>
        </w:rPr>
        <w:t xml:space="preserve"> </w:t>
      </w:r>
      <w:r w:rsidR="007D0A33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8B14DE">
        <w:rPr>
          <w:rFonts w:ascii="Times New Roman" w:hAnsi="Times New Roman"/>
          <w:sz w:val="24"/>
          <w:szCs w:val="24"/>
        </w:rPr>
        <w:t>budeme</w:t>
      </w:r>
      <w:r w:rsidR="007D0A33">
        <w:rPr>
          <w:rFonts w:ascii="Times New Roman" w:hAnsi="Times New Roman"/>
          <w:sz w:val="24"/>
          <w:szCs w:val="24"/>
        </w:rPr>
        <w:t xml:space="preserve"> </w:t>
      </w:r>
      <w:r w:rsidR="008B14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B14DE">
        <w:rPr>
          <w:rFonts w:ascii="Times New Roman" w:hAnsi="Times New Roman"/>
          <w:sz w:val="24"/>
          <w:szCs w:val="24"/>
        </w:rPr>
        <w:t>doprojednávat</w:t>
      </w:r>
      <w:proofErr w:type="spellEnd"/>
      <w:r w:rsidR="008B14DE">
        <w:rPr>
          <w:rFonts w:ascii="Times New Roman" w:hAnsi="Times New Roman"/>
          <w:sz w:val="24"/>
          <w:szCs w:val="24"/>
        </w:rPr>
        <w:t xml:space="preserve"> </w:t>
      </w:r>
      <w:r w:rsidR="007D0A33">
        <w:rPr>
          <w:rFonts w:ascii="Times New Roman" w:hAnsi="Times New Roman"/>
          <w:sz w:val="24"/>
          <w:szCs w:val="24"/>
        </w:rPr>
        <w:t xml:space="preserve"> </w:t>
      </w:r>
      <w:r w:rsidR="008B14DE">
        <w:rPr>
          <w:rFonts w:ascii="Times New Roman" w:hAnsi="Times New Roman"/>
          <w:sz w:val="24"/>
          <w:szCs w:val="24"/>
        </w:rPr>
        <w:t>zákon č. 114</w:t>
      </w:r>
    </w:p>
    <w:p w:rsidR="00AE1AC9" w:rsidRDefault="008B14DE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podle </w:t>
      </w:r>
      <w:proofErr w:type="spellStart"/>
      <w:r>
        <w:rPr>
          <w:rFonts w:ascii="Times New Roman" w:hAnsi="Times New Roman"/>
          <w:sz w:val="24"/>
          <w:szCs w:val="24"/>
        </w:rPr>
        <w:t>sn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t</w:t>
      </w:r>
      <w:r w:rsidR="00AE1AC9">
        <w:rPr>
          <w:rFonts w:ascii="Times New Roman" w:hAnsi="Times New Roman"/>
          <w:sz w:val="24"/>
          <w:szCs w:val="24"/>
        </w:rPr>
        <w:t>isku</w:t>
      </w:r>
      <w:proofErr w:type="gramEnd"/>
      <w:r w:rsidR="00AE1AC9">
        <w:rPr>
          <w:rFonts w:ascii="Times New Roman" w:hAnsi="Times New Roman"/>
          <w:sz w:val="24"/>
          <w:szCs w:val="24"/>
        </w:rPr>
        <w:t>. 501.</w:t>
      </w:r>
    </w:p>
    <w:p w:rsidR="00D909F5" w:rsidRDefault="00D909F5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1AC9" w:rsidRDefault="008B14DE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Tisk 501 jsme </w:t>
      </w:r>
      <w:r w:rsidR="00AE1AC9">
        <w:rPr>
          <w:rFonts w:ascii="Times New Roman" w:hAnsi="Times New Roman"/>
          <w:sz w:val="24"/>
          <w:szCs w:val="24"/>
        </w:rPr>
        <w:t>přerušil</w:t>
      </w:r>
      <w:r>
        <w:rPr>
          <w:rFonts w:ascii="Times New Roman" w:hAnsi="Times New Roman"/>
          <w:sz w:val="24"/>
          <w:szCs w:val="24"/>
        </w:rPr>
        <w:t>i v podrobné rozpravě.</w:t>
      </w:r>
      <w:r w:rsidR="008B21C6">
        <w:rPr>
          <w:rFonts w:ascii="Times New Roman" w:hAnsi="Times New Roman"/>
          <w:sz w:val="24"/>
          <w:szCs w:val="24"/>
        </w:rPr>
        <w:t xml:space="preserve"> </w:t>
      </w:r>
      <w:r w:rsidR="008033D1">
        <w:rPr>
          <w:rFonts w:ascii="Times New Roman" w:hAnsi="Times New Roman"/>
          <w:sz w:val="24"/>
          <w:szCs w:val="24"/>
        </w:rPr>
        <w:t>Všichni obdrželi PN u kterých jsme požadovali stanovisko předkladatele, kterým je MŽP.</w:t>
      </w:r>
      <w:r>
        <w:rPr>
          <w:rFonts w:ascii="Times New Roman" w:hAnsi="Times New Roman"/>
          <w:sz w:val="24"/>
          <w:szCs w:val="24"/>
        </w:rPr>
        <w:t xml:space="preserve"> Vítám</w:t>
      </w:r>
      <w:r w:rsidR="008033D1">
        <w:rPr>
          <w:rFonts w:ascii="Times New Roman" w:hAnsi="Times New Roman"/>
          <w:sz w:val="24"/>
          <w:szCs w:val="24"/>
        </w:rPr>
        <w:t xml:space="preserve"> na našem </w:t>
      </w:r>
      <w:proofErr w:type="gramStart"/>
      <w:r w:rsidR="008033D1">
        <w:rPr>
          <w:rFonts w:ascii="Times New Roman" w:hAnsi="Times New Roman"/>
          <w:sz w:val="24"/>
          <w:szCs w:val="24"/>
        </w:rPr>
        <w:t xml:space="preserve">jednání </w:t>
      </w:r>
      <w:r>
        <w:rPr>
          <w:rFonts w:ascii="Times New Roman" w:hAnsi="Times New Roman"/>
          <w:sz w:val="24"/>
          <w:szCs w:val="24"/>
        </w:rPr>
        <w:t xml:space="preserve"> pana</w:t>
      </w:r>
      <w:proofErr w:type="gramEnd"/>
      <w:r>
        <w:rPr>
          <w:rFonts w:ascii="Times New Roman" w:hAnsi="Times New Roman"/>
          <w:sz w:val="24"/>
          <w:szCs w:val="24"/>
        </w:rPr>
        <w:t xml:space="preserve"> ministra</w:t>
      </w:r>
      <w:r w:rsidR="00FE46A2">
        <w:rPr>
          <w:rFonts w:ascii="Times New Roman" w:hAnsi="Times New Roman"/>
          <w:sz w:val="24"/>
          <w:szCs w:val="24"/>
        </w:rPr>
        <w:t xml:space="preserve">, pana náměstka </w:t>
      </w:r>
      <w:r w:rsidR="008033D1">
        <w:rPr>
          <w:rFonts w:ascii="Times New Roman" w:hAnsi="Times New Roman"/>
          <w:sz w:val="24"/>
          <w:szCs w:val="24"/>
        </w:rPr>
        <w:t xml:space="preserve">a </w:t>
      </w:r>
      <w:r w:rsidR="00FE46A2">
        <w:rPr>
          <w:rFonts w:ascii="Times New Roman" w:hAnsi="Times New Roman"/>
          <w:sz w:val="24"/>
          <w:szCs w:val="24"/>
        </w:rPr>
        <w:t>další pracovníky ministerstva</w:t>
      </w:r>
      <w:r w:rsidR="008033D1">
        <w:rPr>
          <w:rFonts w:ascii="Times New Roman" w:hAnsi="Times New Roman"/>
          <w:sz w:val="24"/>
          <w:szCs w:val="24"/>
        </w:rPr>
        <w:t xml:space="preserve">. Rozprava byla přerušena v části podrobné </w:t>
      </w:r>
      <w:proofErr w:type="gramStart"/>
      <w:r w:rsidR="008033D1">
        <w:rPr>
          <w:rFonts w:ascii="Times New Roman" w:hAnsi="Times New Roman"/>
          <w:sz w:val="24"/>
          <w:szCs w:val="24"/>
        </w:rPr>
        <w:t>rozpravy</w:t>
      </w:r>
      <w:r>
        <w:rPr>
          <w:rFonts w:ascii="Times New Roman" w:hAnsi="Times New Roman"/>
          <w:sz w:val="24"/>
          <w:szCs w:val="24"/>
        </w:rPr>
        <w:t xml:space="preserve"> a  poprosím</w:t>
      </w:r>
      <w:proofErr w:type="gramEnd"/>
      <w:r>
        <w:rPr>
          <w:rFonts w:ascii="Times New Roman" w:hAnsi="Times New Roman"/>
          <w:sz w:val="24"/>
          <w:szCs w:val="24"/>
        </w:rPr>
        <w:t xml:space="preserve"> zpravodaje</w:t>
      </w:r>
      <w:r w:rsidR="00FE46A2">
        <w:rPr>
          <w:rFonts w:ascii="Times New Roman" w:hAnsi="Times New Roman"/>
          <w:sz w:val="24"/>
          <w:szCs w:val="24"/>
        </w:rPr>
        <w:t>, p</w:t>
      </w:r>
      <w:r>
        <w:rPr>
          <w:rFonts w:ascii="Times New Roman" w:hAnsi="Times New Roman"/>
          <w:sz w:val="24"/>
          <w:szCs w:val="24"/>
        </w:rPr>
        <w:t xml:space="preserve">ana poslance </w:t>
      </w:r>
      <w:r w:rsidR="008033D1">
        <w:rPr>
          <w:rFonts w:ascii="Times New Roman" w:hAnsi="Times New Roman"/>
          <w:sz w:val="24"/>
          <w:szCs w:val="24"/>
        </w:rPr>
        <w:t xml:space="preserve">Jana </w:t>
      </w:r>
      <w:r>
        <w:rPr>
          <w:rFonts w:ascii="Times New Roman" w:hAnsi="Times New Roman"/>
          <w:sz w:val="24"/>
          <w:szCs w:val="24"/>
        </w:rPr>
        <w:t xml:space="preserve">Klána, </w:t>
      </w:r>
      <w:r w:rsidR="008033D1">
        <w:rPr>
          <w:rFonts w:ascii="Times New Roman" w:hAnsi="Times New Roman"/>
          <w:sz w:val="24"/>
          <w:szCs w:val="24"/>
        </w:rPr>
        <w:t>aby předkládal postupně jednotlivé PN</w:t>
      </w:r>
      <w:r w:rsidR="009540CF">
        <w:rPr>
          <w:rFonts w:ascii="Times New Roman" w:hAnsi="Times New Roman"/>
          <w:sz w:val="24"/>
          <w:szCs w:val="24"/>
        </w:rPr>
        <w:t>, ke kterým se v</w:t>
      </w:r>
      <w:r w:rsidR="008B21C6">
        <w:rPr>
          <w:rFonts w:ascii="Times New Roman" w:hAnsi="Times New Roman"/>
          <w:sz w:val="24"/>
          <w:szCs w:val="24"/>
        </w:rPr>
        <w:t xml:space="preserve">yjádří předkladatel a zpravodaj a provede nás </w:t>
      </w:r>
      <w:r w:rsidR="009540CF">
        <w:rPr>
          <w:rFonts w:ascii="Times New Roman" w:hAnsi="Times New Roman"/>
          <w:sz w:val="24"/>
          <w:szCs w:val="24"/>
        </w:rPr>
        <w:t xml:space="preserve">těmito PN, včetně návrhu na doporučení pro Poslaneckou sněmovnu </w:t>
      </w:r>
      <w:r w:rsidR="008B21C6">
        <w:rPr>
          <w:rFonts w:ascii="Times New Roman" w:hAnsi="Times New Roman"/>
          <w:sz w:val="24"/>
          <w:szCs w:val="24"/>
        </w:rPr>
        <w:t xml:space="preserve"> a my o nich budeme </w:t>
      </w:r>
      <w:r w:rsidR="009540CF">
        <w:rPr>
          <w:rFonts w:ascii="Times New Roman" w:hAnsi="Times New Roman"/>
          <w:sz w:val="24"/>
          <w:szCs w:val="24"/>
        </w:rPr>
        <w:t>hlasovat.</w:t>
      </w:r>
    </w:p>
    <w:p w:rsidR="009540CF" w:rsidRDefault="009540CF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Předává slovo panu zpravodajovi J.</w:t>
      </w:r>
      <w:r w:rsidR="007D0A3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Klánovi.</w:t>
      </w:r>
    </w:p>
    <w:p w:rsidR="009540CF" w:rsidRDefault="009540CF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46A2" w:rsidRDefault="00FE46A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Děkuji za slovo, hezký večer. PN již jistě všichni </w:t>
      </w:r>
      <w:proofErr w:type="gramStart"/>
      <w:r>
        <w:rPr>
          <w:rFonts w:ascii="Times New Roman" w:hAnsi="Times New Roman"/>
          <w:sz w:val="24"/>
          <w:szCs w:val="24"/>
        </w:rPr>
        <w:t>mát</w:t>
      </w:r>
      <w:r w:rsidR="00D0744E">
        <w:rPr>
          <w:rFonts w:ascii="Times New Roman" w:hAnsi="Times New Roman"/>
          <w:sz w:val="24"/>
          <w:szCs w:val="24"/>
        </w:rPr>
        <w:t>e</w:t>
      </w:r>
      <w:proofErr w:type="gramEnd"/>
      <w:r w:rsidR="00D0744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možná jste je </w:t>
      </w:r>
      <w:proofErr w:type="gramStart"/>
      <w:r>
        <w:rPr>
          <w:rFonts w:ascii="Times New Roman" w:hAnsi="Times New Roman"/>
          <w:sz w:val="24"/>
          <w:szCs w:val="24"/>
        </w:rPr>
        <w:t>prostudovali</w:t>
      </w:r>
      <w:proofErr w:type="gramEnd"/>
      <w:r>
        <w:rPr>
          <w:rFonts w:ascii="Times New Roman" w:hAnsi="Times New Roman"/>
          <w:sz w:val="24"/>
          <w:szCs w:val="24"/>
        </w:rPr>
        <w:t>. Já vás provedu procedurou s tím, že těch hlasování bude kolem 20</w:t>
      </w:r>
      <w:r w:rsidR="00940D74"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i. Mám zde jednu úpravu a to  hlasování č. 3, kdy v </w:t>
      </w:r>
      <w:proofErr w:type="gramStart"/>
      <w:r>
        <w:rPr>
          <w:rFonts w:ascii="Times New Roman" w:hAnsi="Times New Roman"/>
          <w:sz w:val="24"/>
          <w:szCs w:val="24"/>
        </w:rPr>
        <w:t>čl.1, bodě</w:t>
      </w:r>
      <w:proofErr w:type="gramEnd"/>
      <w:r>
        <w:rPr>
          <w:rFonts w:ascii="Times New Roman" w:hAnsi="Times New Roman"/>
          <w:sz w:val="24"/>
          <w:szCs w:val="24"/>
        </w:rPr>
        <w:t xml:space="preserve"> 1</w:t>
      </w:r>
      <w:r w:rsidR="008B21C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§ 17,odst 3 a § 18, odst. 5,</w:t>
      </w:r>
      <w:r w:rsidR="008B21C6">
        <w:rPr>
          <w:rFonts w:ascii="Times New Roman" w:hAnsi="Times New Roman"/>
          <w:sz w:val="24"/>
          <w:szCs w:val="24"/>
        </w:rPr>
        <w:t xml:space="preserve"> </w:t>
      </w:r>
      <w:r w:rsidR="009540CF">
        <w:rPr>
          <w:rFonts w:ascii="Times New Roman" w:hAnsi="Times New Roman"/>
          <w:sz w:val="24"/>
          <w:szCs w:val="24"/>
        </w:rPr>
        <w:t xml:space="preserve">tak to </w:t>
      </w:r>
      <w:r>
        <w:rPr>
          <w:rFonts w:ascii="Times New Roman" w:hAnsi="Times New Roman"/>
          <w:sz w:val="24"/>
          <w:szCs w:val="24"/>
        </w:rPr>
        <w:t xml:space="preserve"> rozdělíme na dvě hlasování.</w:t>
      </w:r>
      <w:r w:rsidR="00D0744E">
        <w:rPr>
          <w:rFonts w:ascii="Times New Roman" w:hAnsi="Times New Roman"/>
          <w:sz w:val="24"/>
          <w:szCs w:val="24"/>
        </w:rPr>
        <w:t xml:space="preserve"> </w:t>
      </w:r>
      <w:r w:rsidR="00574377">
        <w:rPr>
          <w:rFonts w:ascii="Times New Roman" w:hAnsi="Times New Roman"/>
          <w:sz w:val="24"/>
          <w:szCs w:val="24"/>
        </w:rPr>
        <w:lastRenderedPageBreak/>
        <w:t>Jednak o § 17 a jednak o § 18.</w:t>
      </w:r>
      <w:r w:rsidR="008B21C6">
        <w:rPr>
          <w:rFonts w:ascii="Times New Roman" w:hAnsi="Times New Roman"/>
          <w:sz w:val="24"/>
          <w:szCs w:val="24"/>
        </w:rPr>
        <w:t xml:space="preserve"> </w:t>
      </w:r>
      <w:r w:rsidR="00D0744E">
        <w:rPr>
          <w:rFonts w:ascii="Times New Roman" w:hAnsi="Times New Roman"/>
          <w:sz w:val="24"/>
          <w:szCs w:val="24"/>
        </w:rPr>
        <w:t xml:space="preserve">Nic jiného se </w:t>
      </w:r>
      <w:proofErr w:type="gramStart"/>
      <w:r w:rsidR="00D0744E">
        <w:rPr>
          <w:rFonts w:ascii="Times New Roman" w:hAnsi="Times New Roman"/>
          <w:sz w:val="24"/>
          <w:szCs w:val="24"/>
        </w:rPr>
        <w:t>nemění,  s</w:t>
      </w:r>
      <w:r>
        <w:rPr>
          <w:rFonts w:ascii="Times New Roman" w:hAnsi="Times New Roman"/>
          <w:sz w:val="24"/>
          <w:szCs w:val="24"/>
        </w:rPr>
        <w:t> tím</w:t>
      </w:r>
      <w:proofErr w:type="gramEnd"/>
      <w:r>
        <w:rPr>
          <w:rFonts w:ascii="Times New Roman" w:hAnsi="Times New Roman"/>
          <w:sz w:val="24"/>
          <w:szCs w:val="24"/>
        </w:rPr>
        <w:t>, že my jsme našli s ministerstvem shodu alespo</w:t>
      </w:r>
      <w:r w:rsidR="00D0744E">
        <w:rPr>
          <w:rFonts w:ascii="Times New Roman" w:hAnsi="Times New Roman"/>
          <w:sz w:val="24"/>
          <w:szCs w:val="24"/>
        </w:rPr>
        <w:t xml:space="preserve">ň na jedné </w:t>
      </w:r>
      <w:r>
        <w:rPr>
          <w:rFonts w:ascii="Times New Roman" w:hAnsi="Times New Roman"/>
          <w:sz w:val="24"/>
          <w:szCs w:val="24"/>
        </w:rPr>
        <w:t xml:space="preserve"> části tohoto bodu. Jestli někdo nemá námitku proti tomu?</w:t>
      </w:r>
    </w:p>
    <w:p w:rsidR="00FE46A2" w:rsidRDefault="00FE46A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E46A2" w:rsidRDefault="00FE46A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Slyšeli jsme návrh procedury, jak budeme ve výboru hlasovat. Má k tomu někdo připomínku?  Pokud ne, můžeme považovat za schváleno a  pane zpravodaji, prosím.</w:t>
      </w:r>
    </w:p>
    <w:p w:rsidR="008033D1" w:rsidRDefault="008033D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E46A2" w:rsidRDefault="00FE46A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Takže jako první hlasování bude, </w:t>
      </w:r>
      <w:proofErr w:type="gramStart"/>
      <w:r>
        <w:rPr>
          <w:rFonts w:ascii="Times New Roman" w:hAnsi="Times New Roman"/>
          <w:sz w:val="24"/>
          <w:szCs w:val="24"/>
        </w:rPr>
        <w:t>že  v č.</w:t>
      </w:r>
      <w:proofErr w:type="gramEnd"/>
      <w:r w:rsidR="00574377">
        <w:rPr>
          <w:rFonts w:ascii="Times New Roman" w:hAnsi="Times New Roman"/>
          <w:sz w:val="24"/>
          <w:szCs w:val="24"/>
        </w:rPr>
        <w:t xml:space="preserve"> 1, bodě</w:t>
      </w:r>
      <w:r>
        <w:rPr>
          <w:rFonts w:ascii="Times New Roman" w:hAnsi="Times New Roman"/>
          <w:sz w:val="24"/>
          <w:szCs w:val="24"/>
        </w:rPr>
        <w:t xml:space="preserve"> 1, § 15, odst. 2 a 4</w:t>
      </w:r>
      <w:r w:rsidR="008B21C6">
        <w:rPr>
          <w:rFonts w:ascii="Times New Roman" w:hAnsi="Times New Roman"/>
          <w:sz w:val="24"/>
          <w:szCs w:val="24"/>
        </w:rPr>
        <w:t xml:space="preserve"> se</w:t>
      </w:r>
      <w:r>
        <w:rPr>
          <w:rFonts w:ascii="Times New Roman" w:hAnsi="Times New Roman"/>
          <w:sz w:val="24"/>
          <w:szCs w:val="24"/>
        </w:rPr>
        <w:t xml:space="preserve"> zrušují</w:t>
      </w:r>
      <w:r w:rsidR="00574377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dosavadní odst. 3 a 5 se označují jako odst. 2 a 3</w:t>
      </w:r>
      <w:r w:rsidR="00A32CF8">
        <w:rPr>
          <w:rFonts w:ascii="Times New Roman" w:hAnsi="Times New Roman"/>
          <w:sz w:val="24"/>
          <w:szCs w:val="24"/>
        </w:rPr>
        <w:t>.</w:t>
      </w:r>
    </w:p>
    <w:p w:rsidR="00A32CF8" w:rsidRDefault="00A32CF8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Stanovisko: Zpravodaj neutrální.</w:t>
      </w:r>
      <w:r w:rsidR="008033D1">
        <w:rPr>
          <w:rFonts w:ascii="Times New Roman" w:hAnsi="Times New Roman"/>
          <w:sz w:val="24"/>
          <w:szCs w:val="24"/>
        </w:rPr>
        <w:t xml:space="preserve"> Předkladatel nesouhlasné.</w:t>
      </w:r>
    </w:p>
    <w:p w:rsidR="0037675B" w:rsidRDefault="00A32CF8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 w:rsidR="0037675B">
        <w:rPr>
          <w:rFonts w:ascii="Times New Roman" w:hAnsi="Times New Roman"/>
          <w:sz w:val="24"/>
          <w:szCs w:val="24"/>
        </w:rPr>
        <w:t>č. 2</w:t>
      </w:r>
    </w:p>
    <w:p w:rsidR="00A32CF8" w:rsidRDefault="0037675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</w:t>
      </w:r>
      <w:r w:rsidR="008033D1">
        <w:rPr>
          <w:rFonts w:ascii="Times New Roman" w:hAnsi="Times New Roman"/>
          <w:sz w:val="24"/>
          <w:szCs w:val="24"/>
        </w:rPr>
        <w:t xml:space="preserve">  2</w:t>
      </w:r>
      <w:r>
        <w:rPr>
          <w:rFonts w:ascii="Times New Roman" w:hAnsi="Times New Roman"/>
          <w:sz w:val="24"/>
          <w:szCs w:val="24"/>
        </w:rPr>
        <w:t xml:space="preserve">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8          Zdržel 5          Přítomno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nepřijato</w:t>
      </w:r>
    </w:p>
    <w:p w:rsidR="00285F97" w:rsidRDefault="00285F9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74377" w:rsidRDefault="005743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Hlasujeme normálně, nejsme jako výbor garanční.</w:t>
      </w:r>
    </w:p>
    <w:p w:rsidR="008B21C6" w:rsidRDefault="008B21C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74377" w:rsidRDefault="005743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Další hlasování je, že v čl. 1, bodě 1, § 15 se za </w:t>
      </w:r>
      <w:proofErr w:type="gramStart"/>
      <w:r>
        <w:rPr>
          <w:rFonts w:ascii="Times New Roman" w:hAnsi="Times New Roman"/>
          <w:sz w:val="24"/>
          <w:szCs w:val="24"/>
        </w:rPr>
        <w:t>odst.2 vkládají</w:t>
      </w:r>
      <w:proofErr w:type="gramEnd"/>
      <w:r>
        <w:rPr>
          <w:rFonts w:ascii="Times New Roman" w:hAnsi="Times New Roman"/>
          <w:sz w:val="24"/>
          <w:szCs w:val="24"/>
        </w:rPr>
        <w:t xml:space="preserve"> nové odst. 3 a 4, které znějí….. Já to nebudu číst, ale </w:t>
      </w:r>
      <w:proofErr w:type="spellStart"/>
      <w:r>
        <w:rPr>
          <w:rFonts w:ascii="Times New Roman" w:hAnsi="Times New Roman"/>
          <w:sz w:val="24"/>
          <w:szCs w:val="24"/>
        </w:rPr>
        <w:t>tohleto</w:t>
      </w:r>
      <w:proofErr w:type="spellEnd"/>
      <w:r>
        <w:rPr>
          <w:rFonts w:ascii="Times New Roman" w:hAnsi="Times New Roman"/>
          <w:sz w:val="24"/>
          <w:szCs w:val="24"/>
        </w:rPr>
        <w:t xml:space="preserve"> je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, protože to navazuje na ten 1 bod.</w:t>
      </w:r>
    </w:p>
    <w:p w:rsidR="00285F97" w:rsidRDefault="00574377" w:rsidP="00285F97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Bod </w:t>
      </w:r>
      <w:r w:rsidR="008B21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3- bude rozdělen na 2 hlasování a to že v čl. 1, bodě 1 § 17odst. 3 se slova“ opatření obecné povahy“ nahrazují slovem „vyhláškou“.</w:t>
      </w:r>
    </w:p>
    <w:p w:rsidR="00285F97" w:rsidRDefault="00285F97" w:rsidP="00285F97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Stanovisko: zpravodaj neutrální. Předkladatel stanovisko nesouhlasné k § 17</w:t>
      </w:r>
      <w:r w:rsidR="008B21C6">
        <w:rPr>
          <w:rFonts w:ascii="Times New Roman" w:hAnsi="Times New Roman"/>
          <w:sz w:val="24"/>
          <w:szCs w:val="24"/>
        </w:rPr>
        <w:t>.</w:t>
      </w:r>
    </w:p>
    <w:p w:rsidR="00574377" w:rsidRDefault="005743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74377" w:rsidRDefault="005743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3</w:t>
      </w:r>
    </w:p>
    <w:p w:rsidR="00AE1AC9" w:rsidRDefault="00285F9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3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8          Zdržel  4         Přítomno 15</w:t>
      </w:r>
      <w:r>
        <w:rPr>
          <w:rFonts w:ascii="Times New Roman" w:hAnsi="Times New Roman"/>
          <w:sz w:val="24"/>
          <w:szCs w:val="24"/>
        </w:rPr>
        <w:tab/>
        <w:t xml:space="preserve">            nepřijato</w:t>
      </w:r>
    </w:p>
    <w:p w:rsidR="002F330A" w:rsidRDefault="002F330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30A" w:rsidRDefault="002F330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V § 18 odst. 5 se slova „opatření“ nahrazují slovem „vyhláškou“.</w:t>
      </w:r>
    </w:p>
    <w:p w:rsidR="002F330A" w:rsidRDefault="00A124F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</w:t>
      </w:r>
      <w:r w:rsidR="002F330A">
        <w:rPr>
          <w:rFonts w:ascii="Times New Roman" w:hAnsi="Times New Roman"/>
          <w:sz w:val="24"/>
          <w:szCs w:val="24"/>
        </w:rPr>
        <w:t xml:space="preserve"> zpravodaj</w:t>
      </w:r>
      <w:r>
        <w:rPr>
          <w:rFonts w:ascii="Times New Roman" w:hAnsi="Times New Roman"/>
          <w:sz w:val="24"/>
          <w:szCs w:val="24"/>
        </w:rPr>
        <w:t>e</w:t>
      </w:r>
      <w:r w:rsidR="002F330A">
        <w:rPr>
          <w:rFonts w:ascii="Times New Roman" w:hAnsi="Times New Roman"/>
          <w:sz w:val="24"/>
          <w:szCs w:val="24"/>
        </w:rPr>
        <w:t xml:space="preserve"> souhlasné. Předkladatel souhlasné.</w:t>
      </w:r>
    </w:p>
    <w:p w:rsidR="002F330A" w:rsidRDefault="002F330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F330A" w:rsidRDefault="002F330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4</w:t>
      </w:r>
    </w:p>
    <w:p w:rsidR="002F330A" w:rsidRDefault="002F330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</w:t>
      </w:r>
      <w:proofErr w:type="gramStart"/>
      <w:r>
        <w:rPr>
          <w:rFonts w:ascii="Times New Roman" w:hAnsi="Times New Roman"/>
          <w:sz w:val="24"/>
          <w:szCs w:val="24"/>
        </w:rPr>
        <w:t>12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Zdržel 3          Přítomno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479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přijato</w:t>
      </w:r>
    </w:p>
    <w:p w:rsidR="00D4791F" w:rsidRDefault="00D4791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4791F" w:rsidRDefault="00D4791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033D1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 – Bod 4</w:t>
      </w:r>
    </w:p>
    <w:p w:rsidR="00121A36" w:rsidRDefault="008B21C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čl. 1, </w:t>
      </w:r>
      <w:r w:rsidR="00121A36">
        <w:rPr>
          <w:rFonts w:ascii="Times New Roman" w:hAnsi="Times New Roman"/>
          <w:sz w:val="24"/>
          <w:szCs w:val="24"/>
        </w:rPr>
        <w:t xml:space="preserve">v  bodě 1 § 18 odst. 1, </w:t>
      </w:r>
      <w:proofErr w:type="spellStart"/>
      <w:proofErr w:type="gramStart"/>
      <w:r w:rsidR="00121A36">
        <w:rPr>
          <w:rFonts w:ascii="Times New Roman" w:hAnsi="Times New Roman"/>
          <w:sz w:val="24"/>
          <w:szCs w:val="24"/>
        </w:rPr>
        <w:t>písm.d</w:t>
      </w:r>
      <w:proofErr w:type="spellEnd"/>
      <w:r w:rsidR="00121A36">
        <w:rPr>
          <w:rFonts w:ascii="Times New Roman" w:hAnsi="Times New Roman"/>
          <w:sz w:val="24"/>
          <w:szCs w:val="24"/>
        </w:rPr>
        <w:t>.</w:t>
      </w:r>
      <w:proofErr w:type="gramEnd"/>
    </w:p>
    <w:p w:rsidR="00121A36" w:rsidRDefault="009021B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Stanovisko zpravodaje </w:t>
      </w:r>
      <w:r w:rsidR="00121A36">
        <w:rPr>
          <w:rFonts w:ascii="Times New Roman" w:hAnsi="Times New Roman"/>
          <w:sz w:val="24"/>
          <w:szCs w:val="24"/>
        </w:rPr>
        <w:t>souhlas</w:t>
      </w:r>
      <w:r>
        <w:rPr>
          <w:rFonts w:ascii="Times New Roman" w:hAnsi="Times New Roman"/>
          <w:sz w:val="24"/>
          <w:szCs w:val="24"/>
        </w:rPr>
        <w:t>né</w:t>
      </w:r>
      <w:r w:rsidR="00121A36">
        <w:rPr>
          <w:rFonts w:ascii="Times New Roman" w:hAnsi="Times New Roman"/>
          <w:sz w:val="24"/>
          <w:szCs w:val="24"/>
        </w:rPr>
        <w:t>. Předkladatel souhlas</w:t>
      </w:r>
      <w:r>
        <w:rPr>
          <w:rFonts w:ascii="Times New Roman" w:hAnsi="Times New Roman"/>
          <w:sz w:val="24"/>
          <w:szCs w:val="24"/>
        </w:rPr>
        <w:t>.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5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  15</w:t>
      </w:r>
      <w:proofErr w:type="gramEnd"/>
      <w:r>
        <w:rPr>
          <w:rFonts w:ascii="Times New Roman" w:hAnsi="Times New Roman"/>
          <w:sz w:val="24"/>
          <w:szCs w:val="24"/>
        </w:rPr>
        <w:t xml:space="preserve">         Proti 0           zdržel  0         Přítomno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Bod 5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rovněž souhlas.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6 (zmatečné hlasování)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</w:t>
      </w:r>
      <w:proofErr w:type="gramStart"/>
      <w:r>
        <w:rPr>
          <w:rFonts w:ascii="Times New Roman" w:hAnsi="Times New Roman"/>
          <w:sz w:val="24"/>
          <w:szCs w:val="24"/>
        </w:rPr>
        <w:t>10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zdržel 0</w:t>
      </w:r>
      <w:r>
        <w:rPr>
          <w:rFonts w:ascii="Times New Roman" w:hAnsi="Times New Roman"/>
          <w:sz w:val="24"/>
          <w:szCs w:val="24"/>
        </w:rPr>
        <w:tab/>
        <w:t xml:space="preserve">        Přítomno 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A36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7</w:t>
      </w:r>
    </w:p>
    <w:p w:rsidR="00121A36" w:rsidRDefault="00121A3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 14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Proti 0             zdržel 1          Přítomno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přijato</w:t>
      </w:r>
    </w:p>
    <w:p w:rsidR="00B8069E" w:rsidRDefault="00B8069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69E" w:rsidRDefault="00B8069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PN pod bodem </w:t>
      </w:r>
      <w:r w:rsidR="009021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6-</w:t>
      </w:r>
      <w:r w:rsidR="009021BC"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od B bude hlasován samostatně, neboť to vyžaduje Ministerstvo vnitra.</w:t>
      </w:r>
    </w:p>
    <w:p w:rsidR="00B8069E" w:rsidRDefault="00B8069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Stanovisko zpravodaje souhlasné. Předkladatel nesouhlas.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69E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8</w:t>
      </w:r>
    </w:p>
    <w:p w:rsidR="00B8069E" w:rsidRDefault="00B8069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069E" w:rsidRDefault="00B8069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8             zdržel 6</w:t>
      </w:r>
      <w:r>
        <w:rPr>
          <w:rFonts w:ascii="Times New Roman" w:hAnsi="Times New Roman"/>
          <w:sz w:val="24"/>
          <w:szCs w:val="24"/>
        </w:rPr>
        <w:tab/>
        <w:t xml:space="preserve">Přítomno 15     </w:t>
      </w:r>
      <w:r>
        <w:rPr>
          <w:rFonts w:ascii="Times New Roman" w:hAnsi="Times New Roman"/>
          <w:sz w:val="24"/>
          <w:szCs w:val="24"/>
        </w:rPr>
        <w:tab/>
        <w:t>nepřijato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21A36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PN pod č. 7 – je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pod č. 8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nesouhlasné.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B8E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Hlasování:č</w:t>
      </w:r>
      <w:proofErr w:type="spellEnd"/>
      <w:r>
        <w:rPr>
          <w:rFonts w:ascii="Times New Roman" w:hAnsi="Times New Roman"/>
          <w:sz w:val="24"/>
          <w:szCs w:val="24"/>
        </w:rPr>
        <w:t>. 9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Pro 4            </w:t>
      </w:r>
      <w:r w:rsidR="007D0A33">
        <w:rPr>
          <w:rFonts w:ascii="Times New Roman" w:hAnsi="Times New Roman"/>
          <w:sz w:val="24"/>
          <w:szCs w:val="24"/>
        </w:rPr>
        <w:t xml:space="preserve">   Proti</w:t>
      </w:r>
      <w:proofErr w:type="gramEnd"/>
      <w:r w:rsidR="007D0A33">
        <w:rPr>
          <w:rFonts w:ascii="Times New Roman" w:hAnsi="Times New Roman"/>
          <w:sz w:val="24"/>
          <w:szCs w:val="24"/>
        </w:rPr>
        <w:t xml:space="preserve"> 5              zdržel 6</w:t>
      </w:r>
      <w:r>
        <w:rPr>
          <w:rFonts w:ascii="Times New Roman" w:hAnsi="Times New Roman"/>
          <w:sz w:val="24"/>
          <w:szCs w:val="24"/>
        </w:rPr>
        <w:tab/>
        <w:t>Přítomno 15                nepřijato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Klán:PN</w:t>
      </w:r>
      <w:proofErr w:type="spellEnd"/>
      <w:r>
        <w:rPr>
          <w:rFonts w:ascii="Times New Roman" w:hAnsi="Times New Roman"/>
          <w:sz w:val="24"/>
          <w:szCs w:val="24"/>
        </w:rPr>
        <w:t xml:space="preserve"> pod č. 9 (vyřešeno na Výboru pro životní prostředí)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nesouhlasí</w:t>
      </w:r>
      <w:r w:rsidR="009021BC">
        <w:rPr>
          <w:rFonts w:ascii="Times New Roman" w:hAnsi="Times New Roman"/>
          <w:sz w:val="24"/>
          <w:szCs w:val="24"/>
        </w:rPr>
        <w:t>.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43B8E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10</w:t>
      </w:r>
    </w:p>
    <w:p w:rsidR="00C43B8E" w:rsidRDefault="00C43B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zdrželo 8        Přítomno 15              nepřijato</w:t>
      </w:r>
    </w:p>
    <w:p w:rsidR="00745CCB" w:rsidRDefault="00745CC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45CCB" w:rsidRDefault="00745CC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10</w:t>
      </w:r>
      <w:r w:rsidR="00E53C41">
        <w:rPr>
          <w:rFonts w:ascii="Times New Roman" w:hAnsi="Times New Roman"/>
          <w:sz w:val="24"/>
          <w:szCs w:val="24"/>
        </w:rPr>
        <w:t xml:space="preserve"> – (opět vyřešeno na Výboru pro ŽP)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11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 3             Proti 6                 zdrželo 6       Přítomno </w:t>
      </w:r>
      <w:proofErr w:type="gramStart"/>
      <w:r>
        <w:rPr>
          <w:rFonts w:ascii="Times New Roman" w:hAnsi="Times New Roman"/>
          <w:sz w:val="24"/>
          <w:szCs w:val="24"/>
        </w:rPr>
        <w:t>15             nepřijato</w:t>
      </w:r>
      <w:proofErr w:type="gramEnd"/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11 (Opět vyřešeno na VŽP)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12</w:t>
      </w:r>
    </w:p>
    <w:p w:rsidR="007D0A33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  zdrželo 8       Přítomno 15             nepřijato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Klán:PN</w:t>
      </w:r>
      <w:proofErr w:type="spellEnd"/>
      <w:r>
        <w:rPr>
          <w:rFonts w:ascii="Times New Roman" w:hAnsi="Times New Roman"/>
          <w:sz w:val="24"/>
          <w:szCs w:val="24"/>
        </w:rPr>
        <w:t xml:space="preserve"> č. 12 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souhlasné.</w:t>
      </w:r>
    </w:p>
    <w:p w:rsidR="007D0A33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D0A33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13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9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3                   zdrželo 3       Přítomno 15             přijato </w:t>
      </w:r>
    </w:p>
    <w:p w:rsidR="007D0A33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D0A33" w:rsidRDefault="007D0A3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Kořenek- oprava hlasování</w:t>
      </w:r>
    </w:p>
    <w:p w:rsidR="007A5946" w:rsidRDefault="007A594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prohlášeno za zmatečné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Nové hlasování k PN. Č 12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</w:t>
      </w:r>
      <w:r w:rsidR="007A5946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souhlasné. Předkladatel souhlas.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53C41" w:rsidRDefault="007A594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14</w:t>
      </w:r>
    </w:p>
    <w:p w:rsidR="00E53C41" w:rsidRDefault="00E53C41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</w:t>
      </w:r>
      <w:proofErr w:type="gramStart"/>
      <w:r>
        <w:rPr>
          <w:rFonts w:ascii="Times New Roman" w:hAnsi="Times New Roman"/>
          <w:sz w:val="24"/>
          <w:szCs w:val="24"/>
        </w:rPr>
        <w:t>15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    zdržel 0</w:t>
      </w:r>
      <w:r w:rsidR="006201B4">
        <w:rPr>
          <w:rFonts w:ascii="Times New Roman" w:hAnsi="Times New Roman"/>
          <w:sz w:val="24"/>
          <w:szCs w:val="24"/>
        </w:rPr>
        <w:t xml:space="preserve">            Přítomno 15</w:t>
      </w:r>
      <w:r w:rsidR="006201B4">
        <w:rPr>
          <w:rFonts w:ascii="Times New Roman" w:hAnsi="Times New Roman"/>
          <w:sz w:val="24"/>
          <w:szCs w:val="24"/>
        </w:rPr>
        <w:tab/>
        <w:t>přijato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946" w:rsidRDefault="007A5946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Klán. PN č. 13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nesouhlas,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B4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15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5                 zdrželo 9           Přítomno 15          nepřijato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14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201B4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16</w:t>
      </w:r>
    </w:p>
    <w:p w:rsidR="006201B4" w:rsidRDefault="006201B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3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zdrželo 6</w:t>
      </w:r>
      <w:r>
        <w:rPr>
          <w:rFonts w:ascii="Times New Roman" w:hAnsi="Times New Roman"/>
          <w:sz w:val="24"/>
          <w:szCs w:val="24"/>
        </w:rPr>
        <w:tab/>
        <w:t>Přítomno 15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nepřijato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15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souhlasné.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17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</w:t>
      </w:r>
      <w:proofErr w:type="gramStart"/>
      <w:r>
        <w:rPr>
          <w:rFonts w:ascii="Times New Roman" w:hAnsi="Times New Roman"/>
          <w:sz w:val="24"/>
          <w:szCs w:val="24"/>
        </w:rPr>
        <w:t>15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    zdrželo 0      Přítomno 15              přijato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16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(Opět vyřešeno na VŽP)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nesouhlas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18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3 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  zdrželo 6       Přítomno 15             nepřijato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17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(opět vyřešeno VŽP)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nesouhlas.</w:t>
      </w:r>
    </w:p>
    <w:p w:rsidR="00130223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3022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19</w:t>
      </w:r>
    </w:p>
    <w:p w:rsidR="00AF3EEB" w:rsidRDefault="0013022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2   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7                  zdrželo 7      Přítomno 16   </w:t>
      </w:r>
      <w:r w:rsidR="00AF3EEB">
        <w:rPr>
          <w:rFonts w:ascii="Times New Roman" w:hAnsi="Times New Roman"/>
          <w:sz w:val="24"/>
          <w:szCs w:val="24"/>
        </w:rPr>
        <w:t xml:space="preserve">         nepřijato</w:t>
      </w:r>
    </w:p>
    <w:p w:rsidR="00AF3EEB" w:rsidRDefault="00AF3EE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3EEB" w:rsidRDefault="00AF3EE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F3EEB" w:rsidRDefault="00AF3EEB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</w:t>
      </w:r>
      <w:r w:rsidR="006E00D7">
        <w:rPr>
          <w:rFonts w:ascii="Times New Roman" w:hAnsi="Times New Roman"/>
          <w:sz w:val="24"/>
          <w:szCs w:val="24"/>
        </w:rPr>
        <w:t>: PN č. 18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6E00D7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20</w:t>
      </w:r>
    </w:p>
    <w:p w:rsidR="006E00D7" w:rsidRDefault="006E00D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</w:t>
      </w:r>
      <w:r w:rsidR="00697573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97573">
        <w:rPr>
          <w:rFonts w:ascii="Times New Roman" w:hAnsi="Times New Roman"/>
          <w:sz w:val="24"/>
          <w:szCs w:val="24"/>
        </w:rPr>
        <w:t>Proti</w:t>
      </w:r>
      <w:proofErr w:type="gramEnd"/>
      <w:r w:rsidR="00697573">
        <w:rPr>
          <w:rFonts w:ascii="Times New Roman" w:hAnsi="Times New Roman"/>
          <w:sz w:val="24"/>
          <w:szCs w:val="24"/>
        </w:rPr>
        <w:t xml:space="preserve"> 6</w:t>
      </w:r>
      <w:r>
        <w:rPr>
          <w:rFonts w:ascii="Times New Roman" w:hAnsi="Times New Roman"/>
          <w:sz w:val="24"/>
          <w:szCs w:val="24"/>
        </w:rPr>
        <w:t xml:space="preserve">                 zdrželo</w:t>
      </w:r>
      <w:r w:rsidR="00697573">
        <w:rPr>
          <w:rFonts w:ascii="Times New Roman" w:hAnsi="Times New Roman"/>
          <w:sz w:val="24"/>
          <w:szCs w:val="24"/>
        </w:rPr>
        <w:t xml:space="preserve"> 9</w:t>
      </w:r>
      <w:r>
        <w:rPr>
          <w:rFonts w:ascii="Times New Roman" w:hAnsi="Times New Roman"/>
          <w:sz w:val="24"/>
          <w:szCs w:val="24"/>
        </w:rPr>
        <w:tab/>
        <w:t xml:space="preserve">      Přítomno 16            nepřijato</w:t>
      </w:r>
    </w:p>
    <w:p w:rsidR="00BB52D4" w:rsidRDefault="00BB52D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 19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69757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21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12                 zdržel 3       Přítomno 16            nepřijato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1268E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1268E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Klán: PN č. 20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22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 1                  Proti 9                  zdržel 6         Přítomno </w:t>
      </w:r>
      <w:proofErr w:type="gramStart"/>
      <w:r>
        <w:rPr>
          <w:rFonts w:ascii="Times New Roman" w:hAnsi="Times New Roman"/>
          <w:sz w:val="24"/>
          <w:szCs w:val="24"/>
        </w:rPr>
        <w:t>16           nepřijato</w:t>
      </w:r>
      <w:proofErr w:type="gramEnd"/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 21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nesouhlasné.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23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7                     zdrželo 8         Přítomno 16           nepřijato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PN </w:t>
      </w:r>
      <w:proofErr w:type="gramStart"/>
      <w:r>
        <w:rPr>
          <w:rFonts w:ascii="Times New Roman" w:hAnsi="Times New Roman"/>
          <w:sz w:val="24"/>
          <w:szCs w:val="24"/>
        </w:rPr>
        <w:t>22</w:t>
      </w:r>
      <w:r w:rsidR="00514DF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 – ono</w:t>
      </w:r>
      <w:proofErr w:type="gramEnd"/>
      <w:r>
        <w:rPr>
          <w:rFonts w:ascii="Times New Roman" w:hAnsi="Times New Roman"/>
          <w:sz w:val="24"/>
          <w:szCs w:val="24"/>
        </w:rPr>
        <w:t xml:space="preserve"> to souvisí s bodem 23 i 24 </w:t>
      </w:r>
    </w:p>
    <w:p w:rsidR="00697573" w:rsidRDefault="0069757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 u všech tří PN</w:t>
      </w:r>
      <w:r w:rsidR="009021B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Buď můžeme hlasovat všechny tři najednou, nebo samostatně.</w:t>
      </w:r>
      <w:r w:rsidR="00514DFF">
        <w:rPr>
          <w:rFonts w:ascii="Times New Roman" w:hAnsi="Times New Roman"/>
          <w:sz w:val="24"/>
          <w:szCs w:val="24"/>
        </w:rPr>
        <w:t xml:space="preserve"> </w:t>
      </w:r>
      <w:r w:rsidR="0071268E">
        <w:rPr>
          <w:rFonts w:ascii="Times New Roman" w:hAnsi="Times New Roman"/>
          <w:sz w:val="24"/>
          <w:szCs w:val="24"/>
        </w:rPr>
        <w:br/>
        <w:t>Halíková: Budeme hlasovat o všech bodech jedním hlasováním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Předkladatel nesouhlasí.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24</w:t>
      </w:r>
      <w:r w:rsidR="00514DFF">
        <w:rPr>
          <w:rFonts w:ascii="Times New Roman" w:hAnsi="Times New Roman"/>
          <w:sz w:val="24"/>
          <w:szCs w:val="24"/>
        </w:rPr>
        <w:t xml:space="preserve"> (společně) 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1                Proti 11                    zdrželi 4         Přítomno 16            nepřijaty body 22, 23, 24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č. 25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souhlasné. Předkladatel nesouhlas.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25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4                Proti 8                       zdrželi 4        Přítomno 16            nepřijato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bod č. 26, </w:t>
      </w:r>
      <w:proofErr w:type="gramStart"/>
      <w:r>
        <w:rPr>
          <w:rFonts w:ascii="Times New Roman" w:hAnsi="Times New Roman"/>
          <w:sz w:val="24"/>
          <w:szCs w:val="24"/>
        </w:rPr>
        <w:t>27-spolu</w:t>
      </w:r>
      <w:proofErr w:type="gramEnd"/>
      <w:r>
        <w:rPr>
          <w:rFonts w:ascii="Times New Roman" w:hAnsi="Times New Roman"/>
          <w:sz w:val="24"/>
          <w:szCs w:val="24"/>
        </w:rPr>
        <w:t xml:space="preserve"> souvisí – můžeme hlasovat dohromady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neutrální. Předkladatel nesouhlas v obou případech.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26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10                      zdrželo 5        Přítomno 16          nepřijato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PN č.</w:t>
      </w:r>
      <w:r w:rsidR="00514DFF">
        <w:rPr>
          <w:rFonts w:ascii="Times New Roman" w:hAnsi="Times New Roman"/>
          <w:sz w:val="24"/>
          <w:szCs w:val="24"/>
        </w:rPr>
        <w:t>. 28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nesouhlasné. Předkladatel nesouhlas.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71268E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č. 27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Pro 1                 Proti</w:t>
      </w:r>
      <w:proofErr w:type="gramEnd"/>
      <w:r>
        <w:rPr>
          <w:rFonts w:ascii="Times New Roman" w:hAnsi="Times New Roman"/>
          <w:sz w:val="24"/>
          <w:szCs w:val="24"/>
        </w:rPr>
        <w:t xml:space="preserve"> 9                        zdrželo 5         Přítomno 15         nepřijato</w:t>
      </w:r>
    </w:p>
    <w:p w:rsidR="008B2E1C" w:rsidRDefault="008B2E1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6BC" w:rsidRDefault="005316B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316BC" w:rsidRDefault="005316B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předává slovo panu zpravodaji.</w:t>
      </w:r>
    </w:p>
    <w:p w:rsidR="00514DFF" w:rsidRDefault="00514DF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4DFF" w:rsidRDefault="005316B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Děkuji za slovo, myslím, že jsme hlasovali o všech </w:t>
      </w:r>
      <w:r w:rsidR="00AF5455">
        <w:rPr>
          <w:rFonts w:ascii="Times New Roman" w:hAnsi="Times New Roman"/>
          <w:sz w:val="24"/>
          <w:szCs w:val="24"/>
        </w:rPr>
        <w:t xml:space="preserve">pozměňovacích </w:t>
      </w:r>
      <w:r>
        <w:rPr>
          <w:rFonts w:ascii="Times New Roman" w:hAnsi="Times New Roman"/>
          <w:sz w:val="24"/>
          <w:szCs w:val="24"/>
        </w:rPr>
        <w:t xml:space="preserve">návrzích a </w:t>
      </w:r>
      <w:r w:rsidR="00AF5455">
        <w:rPr>
          <w:rFonts w:ascii="Times New Roman" w:hAnsi="Times New Roman"/>
          <w:sz w:val="24"/>
          <w:szCs w:val="24"/>
        </w:rPr>
        <w:t>nyní vám přečtu návrh usnesení v</w:t>
      </w:r>
      <w:r>
        <w:rPr>
          <w:rFonts w:ascii="Times New Roman" w:hAnsi="Times New Roman"/>
          <w:sz w:val="24"/>
          <w:szCs w:val="24"/>
        </w:rPr>
        <w:t>ýboru</w:t>
      </w:r>
      <w:r w:rsidR="006D583F">
        <w:rPr>
          <w:rFonts w:ascii="Times New Roman" w:hAnsi="Times New Roman"/>
          <w:sz w:val="24"/>
          <w:szCs w:val="24"/>
        </w:rPr>
        <w:t xml:space="preserve"> </w:t>
      </w:r>
      <w:r w:rsidR="00BD09BA">
        <w:rPr>
          <w:rFonts w:ascii="Times New Roman" w:hAnsi="Times New Roman"/>
          <w:sz w:val="24"/>
          <w:szCs w:val="24"/>
        </w:rPr>
        <w:t xml:space="preserve">pro </w:t>
      </w:r>
      <w:r w:rsidR="006D583F">
        <w:rPr>
          <w:rFonts w:ascii="Times New Roman" w:hAnsi="Times New Roman"/>
          <w:sz w:val="24"/>
          <w:szCs w:val="24"/>
        </w:rPr>
        <w:t xml:space="preserve">jednání </w:t>
      </w:r>
      <w:r w:rsidR="00BD09BA">
        <w:rPr>
          <w:rFonts w:ascii="Times New Roman" w:hAnsi="Times New Roman"/>
          <w:sz w:val="24"/>
          <w:szCs w:val="24"/>
        </w:rPr>
        <w:t>PSP ČR</w:t>
      </w:r>
    </w:p>
    <w:p w:rsidR="00BD09BA" w:rsidRDefault="00BD09BA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 kladné.</w:t>
      </w:r>
    </w:p>
    <w:p w:rsidR="00D71977" w:rsidRDefault="00D719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66F29" w:rsidRPr="00D71977" w:rsidRDefault="00766F29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Halíková: </w:t>
      </w:r>
      <w:r w:rsidR="00A24824">
        <w:rPr>
          <w:rFonts w:ascii="Times New Roman" w:hAnsi="Times New Roman"/>
          <w:sz w:val="24"/>
          <w:szCs w:val="24"/>
        </w:rPr>
        <w:t>Děkuji.  Slyšeli jsme návrh na usnesení.</w:t>
      </w:r>
      <w:r w:rsidR="00D71977">
        <w:rPr>
          <w:rFonts w:ascii="Times New Roman" w:hAnsi="Times New Roman"/>
          <w:sz w:val="24"/>
          <w:szCs w:val="24"/>
        </w:rPr>
        <w:t xml:space="preserve"> </w:t>
      </w:r>
      <w:r w:rsidR="00AF5455">
        <w:rPr>
          <w:rFonts w:ascii="Times New Roman" w:hAnsi="Times New Roman"/>
          <w:sz w:val="24"/>
          <w:szCs w:val="24"/>
        </w:rPr>
        <w:t xml:space="preserve">Má někdo </w:t>
      </w:r>
      <w:r w:rsidR="00A24824">
        <w:rPr>
          <w:rFonts w:ascii="Times New Roman" w:hAnsi="Times New Roman"/>
          <w:sz w:val="24"/>
          <w:szCs w:val="24"/>
        </w:rPr>
        <w:t>doplňující stanovisko, nebo návrh na jiné usnesení? Není tomu tak, takže prosím o hlasování o předneseném návrhu usnesení, tak jak jsme je slyšeli od pana zpravodaje, poslance Klána.</w:t>
      </w:r>
      <w:r w:rsidR="00D71977">
        <w:rPr>
          <w:rFonts w:ascii="Times New Roman" w:hAnsi="Times New Roman"/>
          <w:sz w:val="24"/>
          <w:szCs w:val="24"/>
        </w:rPr>
        <w:t xml:space="preserve">  </w:t>
      </w:r>
      <w:r w:rsidR="00D71977" w:rsidRPr="00D71977">
        <w:rPr>
          <w:rFonts w:ascii="Times New Roman" w:hAnsi="Times New Roman"/>
          <w:sz w:val="24"/>
          <w:szCs w:val="24"/>
          <w:u w:val="single"/>
        </w:rPr>
        <w:t>Hlasování o návrhu usnesení č. 192</w:t>
      </w:r>
    </w:p>
    <w:p w:rsidR="00D71977" w:rsidRDefault="006D583F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71977">
        <w:rPr>
          <w:rFonts w:ascii="Times New Roman" w:hAnsi="Times New Roman"/>
          <w:sz w:val="24"/>
          <w:szCs w:val="24"/>
        </w:rPr>
        <w:t>Hlasování č. 28</w:t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  <w:t>Příloha č. 1</w:t>
      </w:r>
    </w:p>
    <w:p w:rsidR="00514DFF" w:rsidRDefault="00A2482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 12                  Proti 1                     zdrželi 3           Přítomno 16          přijato</w:t>
      </w:r>
    </w:p>
    <w:p w:rsidR="00A24824" w:rsidRDefault="00A2482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24824" w:rsidRDefault="00A24824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Poděkování panu ministrovi, náměstkům i všem ostatním přítomným</w:t>
      </w:r>
      <w:r w:rsidR="006D583F">
        <w:rPr>
          <w:rFonts w:ascii="Times New Roman" w:hAnsi="Times New Roman"/>
          <w:sz w:val="24"/>
          <w:szCs w:val="24"/>
        </w:rPr>
        <w:t>. Usnesení</w:t>
      </w:r>
      <w:r w:rsidR="001035F3">
        <w:rPr>
          <w:rFonts w:ascii="Times New Roman" w:hAnsi="Times New Roman"/>
          <w:sz w:val="24"/>
          <w:szCs w:val="24"/>
        </w:rPr>
        <w:t xml:space="preserve"> bude předneseno ve II.</w:t>
      </w:r>
      <w:r w:rsidR="006D583F">
        <w:rPr>
          <w:rFonts w:ascii="Times New Roman" w:hAnsi="Times New Roman"/>
          <w:sz w:val="24"/>
          <w:szCs w:val="24"/>
        </w:rPr>
        <w:t xml:space="preserve"> </w:t>
      </w:r>
      <w:r w:rsidR="001035F3">
        <w:rPr>
          <w:rFonts w:ascii="Times New Roman" w:hAnsi="Times New Roman"/>
          <w:sz w:val="24"/>
          <w:szCs w:val="24"/>
        </w:rPr>
        <w:t>čtení na schůzi Poslanecké sněmovny.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Končím projednávání tohoto bodu a podle schváleného programu přejdeme k bodu  - Různé</w:t>
      </w:r>
      <w:r w:rsidR="006D583F">
        <w:rPr>
          <w:rFonts w:ascii="Times New Roman" w:hAnsi="Times New Roman"/>
          <w:sz w:val="24"/>
          <w:szCs w:val="24"/>
        </w:rPr>
        <w:t>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Kole</w:t>
      </w:r>
      <w:r w:rsidR="006D583F">
        <w:rPr>
          <w:rFonts w:ascii="Times New Roman" w:hAnsi="Times New Roman"/>
          <w:sz w:val="24"/>
          <w:szCs w:val="24"/>
        </w:rPr>
        <w:t>gyně a kolegové dostali jsme z K</w:t>
      </w:r>
      <w:r>
        <w:rPr>
          <w:rFonts w:ascii="Times New Roman" w:hAnsi="Times New Roman"/>
          <w:sz w:val="24"/>
          <w:szCs w:val="24"/>
        </w:rPr>
        <w:t>anceláře předsedy Poslanecké sněmovny žádost o udělení titulu městys, o který požádala obec České Heřmanice. Využívají příslušného zákona a našemu výboru náleží, abychom se vyjádřili a toto doporučili k udělení předsedovi Poslanecké sněmovny. Přeje si prosím někdo číst návrh, nebo něco podrobnějšího k němu?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České Heřmanice je Pardubický kraj a měla by tato obec někdy v závěru letošního 1. pololetí slavit kulaté výročí a moc by si přáli, aby do té doby měli ten titul, který dříve v minulosti používali. Kolik mají obyvatel? Obyvatel</w:t>
      </w:r>
      <w:r w:rsidR="008B2E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mají 550.</w:t>
      </w:r>
      <w:r w:rsidR="007C0C0D">
        <w:rPr>
          <w:rFonts w:ascii="Times New Roman" w:hAnsi="Times New Roman"/>
          <w:sz w:val="24"/>
          <w:szCs w:val="24"/>
        </w:rPr>
        <w:t xml:space="preserve"> (Hlásí se pan tajemník).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 tajemník, prosím.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 – V tomto případě nerozhoduje počet obyvatel, ale rozhoduje historický záznam o této obci, jestli někdy byla městysem nebo ne. A tato obec do roku 1952 byla. Je to potvrzeno jak Národním archivem, tak dalšími záznamy, které dokládají.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V žádosti je uvedeno, že v roce 1502 byly České Heřmanice povýšeny na městečko.</w:t>
      </w:r>
    </w:p>
    <w:p w:rsidR="001035F3" w:rsidRDefault="001035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Chce ještě někdo k tomuto něco dodat? Pokud ne, tak mi dovolte přednést návrh na usnesení.</w:t>
      </w:r>
    </w:p>
    <w:p w:rsidR="00D71977" w:rsidRPr="008A71B0" w:rsidRDefault="00D7197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A71B0">
        <w:rPr>
          <w:rFonts w:ascii="Times New Roman" w:hAnsi="Times New Roman"/>
          <w:sz w:val="24"/>
          <w:szCs w:val="24"/>
          <w:u w:val="single"/>
        </w:rPr>
        <w:t>Hlasování o návrhu usnesení č. 193.</w:t>
      </w:r>
    </w:p>
    <w:p w:rsidR="005777AD" w:rsidRDefault="005777AD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 č. </w:t>
      </w:r>
      <w:r w:rsidR="007C0C0D">
        <w:rPr>
          <w:rFonts w:ascii="Times New Roman" w:hAnsi="Times New Roman"/>
          <w:sz w:val="24"/>
          <w:szCs w:val="24"/>
        </w:rPr>
        <w:t>29</w:t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</w:r>
      <w:r w:rsidR="00D71977">
        <w:rPr>
          <w:rFonts w:ascii="Times New Roman" w:hAnsi="Times New Roman"/>
          <w:sz w:val="24"/>
          <w:szCs w:val="24"/>
        </w:rPr>
        <w:tab/>
        <w:t>Příloha č. 2</w:t>
      </w:r>
    </w:p>
    <w:p w:rsidR="00D91702" w:rsidRDefault="00D906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Pro </w:t>
      </w:r>
      <w:proofErr w:type="gramStart"/>
      <w:r>
        <w:rPr>
          <w:rFonts w:ascii="Times New Roman" w:hAnsi="Times New Roman"/>
          <w:sz w:val="24"/>
          <w:szCs w:val="24"/>
        </w:rPr>
        <w:t xml:space="preserve">16   </w:t>
      </w:r>
      <w:r w:rsidR="005777AD">
        <w:rPr>
          <w:rFonts w:ascii="Times New Roman" w:hAnsi="Times New Roman"/>
          <w:sz w:val="24"/>
          <w:szCs w:val="24"/>
        </w:rPr>
        <w:t xml:space="preserve"> </w:t>
      </w:r>
      <w:r w:rsidR="007C0C0D">
        <w:rPr>
          <w:rFonts w:ascii="Times New Roman" w:hAnsi="Times New Roman"/>
          <w:sz w:val="24"/>
          <w:szCs w:val="24"/>
        </w:rPr>
        <w:t xml:space="preserve">  </w:t>
      </w:r>
      <w:r w:rsidR="005777AD">
        <w:rPr>
          <w:rFonts w:ascii="Times New Roman" w:hAnsi="Times New Roman"/>
          <w:sz w:val="24"/>
          <w:szCs w:val="24"/>
        </w:rPr>
        <w:t xml:space="preserve">  </w:t>
      </w:r>
      <w:r w:rsidR="008B2E1C">
        <w:rPr>
          <w:rFonts w:ascii="Times New Roman" w:hAnsi="Times New Roman"/>
          <w:sz w:val="24"/>
          <w:szCs w:val="24"/>
        </w:rPr>
        <w:t xml:space="preserve"> </w:t>
      </w:r>
      <w:r w:rsidR="005777AD">
        <w:rPr>
          <w:rFonts w:ascii="Times New Roman" w:hAnsi="Times New Roman"/>
          <w:sz w:val="24"/>
          <w:szCs w:val="24"/>
        </w:rPr>
        <w:t xml:space="preserve">      Proti</w:t>
      </w:r>
      <w:proofErr w:type="gramEnd"/>
      <w:r w:rsidR="005777AD">
        <w:rPr>
          <w:rFonts w:ascii="Times New Roman" w:hAnsi="Times New Roman"/>
          <w:sz w:val="24"/>
          <w:szCs w:val="24"/>
        </w:rPr>
        <w:t xml:space="preserve"> 0        zdrželo  0</w:t>
      </w:r>
      <w:r>
        <w:rPr>
          <w:rFonts w:ascii="Times New Roman" w:hAnsi="Times New Roman"/>
          <w:sz w:val="24"/>
          <w:szCs w:val="24"/>
        </w:rPr>
        <w:t xml:space="preserve">            Přítomno 16     </w:t>
      </w:r>
      <w:r w:rsidR="005777AD">
        <w:rPr>
          <w:rFonts w:ascii="Times New Roman" w:hAnsi="Times New Roman"/>
          <w:sz w:val="24"/>
          <w:szCs w:val="24"/>
        </w:rPr>
        <w:tab/>
      </w:r>
      <w:r w:rsidR="00FB44D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řijato.</w:t>
      </w:r>
    </w:p>
    <w:p w:rsidR="005777AD" w:rsidRDefault="005777AD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777AD" w:rsidRDefault="005777AD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Kolegyně a kolegové, má ještě někdo něco k bodu Různé? </w:t>
      </w:r>
    </w:p>
    <w:p w:rsidR="00237B07" w:rsidRDefault="00237B0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37B07" w:rsidRDefault="00237B07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Poděkování paní předsedkyně za poměrně rychlé zvládnutí projednání PN k výše uvedenému tisku. Končím tedy jednání.</w:t>
      </w:r>
    </w:p>
    <w:p w:rsidR="00D906F3" w:rsidRDefault="00D906F3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906F3" w:rsidRDefault="007C0C0D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Jednání ukončeno v</w:t>
      </w:r>
      <w:r w:rsidR="00D906F3">
        <w:rPr>
          <w:rFonts w:ascii="Times New Roman" w:hAnsi="Times New Roman"/>
          <w:sz w:val="24"/>
          <w:szCs w:val="24"/>
        </w:rPr>
        <w:t xml:space="preserve"> 19.50 hod.</w:t>
      </w: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Jindra Kuklíková</w:t>
      </w: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Odpoovídá</w:t>
      </w:r>
      <w:proofErr w:type="spellEnd"/>
      <w:r>
        <w:rPr>
          <w:rFonts w:ascii="Times New Roman" w:hAnsi="Times New Roman"/>
          <w:sz w:val="24"/>
          <w:szCs w:val="24"/>
        </w:rPr>
        <w:t>: Mgr. Miroslav Wolf, organizační tajemník</w:t>
      </w: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PaedDr. Milada </w:t>
      </w:r>
      <w:r w:rsidRPr="00B8328C">
        <w:rPr>
          <w:rFonts w:ascii="Times New Roman" w:hAnsi="Times New Roman"/>
          <w:b/>
          <w:sz w:val="24"/>
          <w:szCs w:val="24"/>
        </w:rPr>
        <w:t>H a l í k o v</w:t>
      </w:r>
      <w:r w:rsidR="007F744C">
        <w:rPr>
          <w:rFonts w:ascii="Times New Roman" w:hAnsi="Times New Roman"/>
          <w:b/>
          <w:sz w:val="24"/>
          <w:szCs w:val="24"/>
        </w:rPr>
        <w:t> </w:t>
      </w:r>
      <w:r w:rsidRPr="00B8328C">
        <w:rPr>
          <w:rFonts w:ascii="Times New Roman" w:hAnsi="Times New Roman"/>
          <w:b/>
          <w:sz w:val="24"/>
          <w:szCs w:val="24"/>
        </w:rPr>
        <w:t>á</w:t>
      </w:r>
      <w:r w:rsidR="007F744C">
        <w:rPr>
          <w:rFonts w:ascii="Times New Roman" w:hAnsi="Times New Roman"/>
          <w:b/>
          <w:sz w:val="24"/>
          <w:szCs w:val="24"/>
        </w:rPr>
        <w:t xml:space="preserve">  </w:t>
      </w:r>
      <w:r w:rsidR="007F744C">
        <w:rPr>
          <w:rFonts w:ascii="Times New Roman" w:hAnsi="Times New Roman"/>
          <w:sz w:val="24"/>
          <w:szCs w:val="24"/>
        </w:rPr>
        <w:t>v.r.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Mgr. Stanislav </w:t>
      </w:r>
      <w:r w:rsidRPr="00B8328C">
        <w:rPr>
          <w:rFonts w:ascii="Times New Roman" w:hAnsi="Times New Roman"/>
          <w:b/>
          <w:sz w:val="24"/>
          <w:szCs w:val="24"/>
        </w:rPr>
        <w:t>B e r k o v e c</w:t>
      </w:r>
      <w:r>
        <w:rPr>
          <w:rFonts w:ascii="Times New Roman" w:hAnsi="Times New Roman"/>
          <w:sz w:val="24"/>
          <w:szCs w:val="24"/>
        </w:rPr>
        <w:t xml:space="preserve"> </w:t>
      </w:r>
      <w:r w:rsidR="007F744C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7F744C">
        <w:rPr>
          <w:rFonts w:ascii="Times New Roman" w:hAnsi="Times New Roman"/>
          <w:sz w:val="24"/>
          <w:szCs w:val="24"/>
        </w:rPr>
        <w:t>v.r.</w:t>
      </w:r>
      <w:proofErr w:type="gramEnd"/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předsedkyně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ověřovatel výboru</w:t>
      </w:r>
    </w:p>
    <w:p w:rsidR="00B8328C" w:rsidRDefault="00B8328C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8328C" w:rsidRDefault="00194F5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94F52" w:rsidRPr="00194F52" w:rsidTr="00194F5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40. schůze</w:t>
            </w: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13.04.2016</w:t>
            </w:r>
            <w:proofErr w:type="gramEnd"/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- 19:44:52</w:t>
            </w:r>
          </w:p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28 </w:t>
            </w:r>
          </w:p>
        </w:tc>
      </w:tr>
      <w:tr w:rsidR="00194F52" w:rsidRPr="00194F52" w:rsidTr="00194F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2. Vládní návrh zákona, kterým se mění zákon č. 114/1992 o ochraně přírody a krajiny, sněmovní tisk 501. (ST 501) - usnesení </w:t>
            </w: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94F52" w:rsidRPr="00194F52" w:rsidRDefault="00194F52" w:rsidP="00194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194F52" w:rsidRPr="00194F52" w:rsidRDefault="00194F52" w:rsidP="00194F5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1,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3)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91702" w:rsidRDefault="00194F5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94F5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94F52">
        <w:rPr>
          <w:rFonts w:ascii="Times New Roman" w:eastAsia="Times New Roman" w:hAnsi="Times New Roman"/>
          <w:sz w:val="20"/>
          <w:szCs w:val="20"/>
          <w:lang w:eastAsia="cs-CZ"/>
        </w:rPr>
        <w:t>ID hlasování: 28, schůze č. 40, čas 19:44:52</w:t>
      </w:r>
    </w:p>
    <w:p w:rsidR="00D91702" w:rsidRDefault="00D91702" w:rsidP="00AE1AC9">
      <w:pPr>
        <w:tabs>
          <w:tab w:val="left" w:pos="336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0C0E" w:rsidRDefault="00E60C0E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60C0E" w:rsidRPr="00213765" w:rsidRDefault="00E60C0E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3765" w:rsidRPr="00213765" w:rsidRDefault="00213765" w:rsidP="002137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3765" w:rsidRPr="00213765" w:rsidRDefault="00213765" w:rsidP="00213765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213765" w:rsidRPr="00213765" w:rsidRDefault="00213765" w:rsidP="00213765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213765" w:rsidRDefault="00213765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</w:p>
    <w:p w:rsidR="00194F52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94F52" w:rsidRPr="00194F52" w:rsidTr="00194F5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40. schůze</w:t>
            </w: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13.04.2016</w:t>
            </w:r>
            <w:proofErr w:type="gramEnd"/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- 19:49:07</w:t>
            </w:r>
          </w:p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29 </w:t>
            </w:r>
          </w:p>
        </w:tc>
      </w:tr>
      <w:tr w:rsidR="00194F52" w:rsidRPr="00194F52" w:rsidTr="00194F5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94F52" w:rsidRPr="00194F52" w:rsidRDefault="00194F52" w:rsidP="00194F5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94F5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Žádost o vrácení titulu městys - České Heřmanice </w:t>
            </w: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94F52" w:rsidRPr="00194F52" w:rsidRDefault="00194F52" w:rsidP="00194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194F52" w:rsidRPr="00194F52" w:rsidRDefault="00194F52" w:rsidP="00194F5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194F52" w:rsidRDefault="00194F52" w:rsidP="00194F5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94F52" w:rsidRPr="00194F5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94F5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94F52" w:rsidRPr="00194F52" w:rsidTr="00194F5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94F52" w:rsidRPr="00194F5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94F52" w:rsidRPr="00194F52" w:rsidRDefault="00194F52" w:rsidP="00194F5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94F5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94F52" w:rsidRPr="00194F52" w:rsidRDefault="00194F52" w:rsidP="00194F5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94F52" w:rsidRPr="00213765" w:rsidRDefault="00194F52" w:rsidP="00213765">
      <w:pPr>
        <w:spacing w:after="0"/>
        <w:rPr>
          <w:rFonts w:ascii="Times New Roman" w:hAnsi="Times New Roman"/>
          <w:sz w:val="24"/>
          <w:szCs w:val="24"/>
        </w:rPr>
      </w:pPr>
      <w:r w:rsidRPr="00194F5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94F52">
        <w:rPr>
          <w:rFonts w:ascii="Times New Roman" w:eastAsia="Times New Roman" w:hAnsi="Times New Roman"/>
          <w:sz w:val="20"/>
          <w:szCs w:val="20"/>
          <w:lang w:eastAsia="cs-CZ"/>
        </w:rPr>
        <w:t>ID hlasování: 29, schůze č. 40, čas 19:49:07</w:t>
      </w:r>
    </w:p>
    <w:sectPr w:rsidR="00194F52" w:rsidRPr="00213765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71B" w:rsidRDefault="0001571B" w:rsidP="003D6646">
      <w:pPr>
        <w:spacing w:after="0" w:line="240" w:lineRule="auto"/>
      </w:pPr>
      <w:r>
        <w:separator/>
      </w:r>
    </w:p>
  </w:endnote>
  <w:end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01571B" w:rsidRDefault="0001571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33AA">
          <w:rPr>
            <w:noProof/>
          </w:rPr>
          <w:t>8</w:t>
        </w:r>
        <w:r>
          <w:fldChar w:fldCharType="end"/>
        </w:r>
      </w:p>
    </w:sdtContent>
  </w:sdt>
  <w:p w:rsidR="0001571B" w:rsidRDefault="000157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71B" w:rsidRDefault="0001571B" w:rsidP="003D6646">
      <w:pPr>
        <w:spacing w:after="0" w:line="240" w:lineRule="auto"/>
      </w:pPr>
      <w:r>
        <w:separator/>
      </w:r>
    </w:p>
  </w:footnote>
  <w:footnote w:type="continuationSeparator" w:id="0">
    <w:p w:rsidR="0001571B" w:rsidRDefault="0001571B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0"/>
  </w:num>
  <w:num w:numId="5">
    <w:abstractNumId w:val="4"/>
  </w:num>
  <w:num w:numId="6">
    <w:abstractNumId w:val="11"/>
  </w:num>
  <w:num w:numId="7">
    <w:abstractNumId w:val="8"/>
  </w:num>
  <w:num w:numId="8">
    <w:abstractNumId w:val="9"/>
  </w:num>
  <w:num w:numId="9">
    <w:abstractNumId w:val="3"/>
  </w:num>
  <w:num w:numId="10">
    <w:abstractNumId w:val="5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733B"/>
    <w:rsid w:val="000114F5"/>
    <w:rsid w:val="00013CF1"/>
    <w:rsid w:val="0001571B"/>
    <w:rsid w:val="00016B33"/>
    <w:rsid w:val="0002020A"/>
    <w:rsid w:val="00022BB9"/>
    <w:rsid w:val="00023749"/>
    <w:rsid w:val="0002443B"/>
    <w:rsid w:val="00027F48"/>
    <w:rsid w:val="00035CBF"/>
    <w:rsid w:val="00036E7B"/>
    <w:rsid w:val="0004633B"/>
    <w:rsid w:val="00057573"/>
    <w:rsid w:val="00081776"/>
    <w:rsid w:val="000830FE"/>
    <w:rsid w:val="000905BB"/>
    <w:rsid w:val="000925CF"/>
    <w:rsid w:val="00094257"/>
    <w:rsid w:val="000A05CD"/>
    <w:rsid w:val="000A35FF"/>
    <w:rsid w:val="000B4004"/>
    <w:rsid w:val="000B618C"/>
    <w:rsid w:val="000B66BB"/>
    <w:rsid w:val="000D0EDF"/>
    <w:rsid w:val="000E02A3"/>
    <w:rsid w:val="000E0EBF"/>
    <w:rsid w:val="000E49C6"/>
    <w:rsid w:val="000E729F"/>
    <w:rsid w:val="000F0784"/>
    <w:rsid w:val="000F3CC6"/>
    <w:rsid w:val="001005F4"/>
    <w:rsid w:val="001035F3"/>
    <w:rsid w:val="001041D5"/>
    <w:rsid w:val="001114F6"/>
    <w:rsid w:val="001143AB"/>
    <w:rsid w:val="00115CF5"/>
    <w:rsid w:val="00121A36"/>
    <w:rsid w:val="00130223"/>
    <w:rsid w:val="00135A56"/>
    <w:rsid w:val="00143F94"/>
    <w:rsid w:val="00151091"/>
    <w:rsid w:val="001532C5"/>
    <w:rsid w:val="00156AAE"/>
    <w:rsid w:val="001616C3"/>
    <w:rsid w:val="00163E85"/>
    <w:rsid w:val="00167189"/>
    <w:rsid w:val="0017099D"/>
    <w:rsid w:val="00175931"/>
    <w:rsid w:val="001760CC"/>
    <w:rsid w:val="00176726"/>
    <w:rsid w:val="00180808"/>
    <w:rsid w:val="0018120C"/>
    <w:rsid w:val="00183298"/>
    <w:rsid w:val="0018747B"/>
    <w:rsid w:val="00194F52"/>
    <w:rsid w:val="001965DA"/>
    <w:rsid w:val="001A3B75"/>
    <w:rsid w:val="001A4227"/>
    <w:rsid w:val="001B0C29"/>
    <w:rsid w:val="001B40BF"/>
    <w:rsid w:val="001C1F23"/>
    <w:rsid w:val="001C2077"/>
    <w:rsid w:val="001C3EF1"/>
    <w:rsid w:val="001C4CD6"/>
    <w:rsid w:val="001D06F4"/>
    <w:rsid w:val="001D2E25"/>
    <w:rsid w:val="001E3830"/>
    <w:rsid w:val="001F3727"/>
    <w:rsid w:val="001F58AE"/>
    <w:rsid w:val="001F6666"/>
    <w:rsid w:val="00203868"/>
    <w:rsid w:val="00211FE2"/>
    <w:rsid w:val="00213765"/>
    <w:rsid w:val="00214812"/>
    <w:rsid w:val="00215E5E"/>
    <w:rsid w:val="00217F6A"/>
    <w:rsid w:val="00223E3D"/>
    <w:rsid w:val="00230024"/>
    <w:rsid w:val="0023432A"/>
    <w:rsid w:val="00237B07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5F97"/>
    <w:rsid w:val="00295388"/>
    <w:rsid w:val="002955F4"/>
    <w:rsid w:val="00295DE2"/>
    <w:rsid w:val="002A0EAA"/>
    <w:rsid w:val="002A1B85"/>
    <w:rsid w:val="002B2C05"/>
    <w:rsid w:val="002B3327"/>
    <w:rsid w:val="002C3249"/>
    <w:rsid w:val="002C6BED"/>
    <w:rsid w:val="002C7DEE"/>
    <w:rsid w:val="002D61AB"/>
    <w:rsid w:val="002F330A"/>
    <w:rsid w:val="003001E3"/>
    <w:rsid w:val="00302C70"/>
    <w:rsid w:val="003056CD"/>
    <w:rsid w:val="00305CB7"/>
    <w:rsid w:val="0030785B"/>
    <w:rsid w:val="00307F6C"/>
    <w:rsid w:val="0031051E"/>
    <w:rsid w:val="00311E03"/>
    <w:rsid w:val="00311F1E"/>
    <w:rsid w:val="00313D37"/>
    <w:rsid w:val="0031495A"/>
    <w:rsid w:val="0032503F"/>
    <w:rsid w:val="00325081"/>
    <w:rsid w:val="00332399"/>
    <w:rsid w:val="00344D12"/>
    <w:rsid w:val="00346D70"/>
    <w:rsid w:val="0035088D"/>
    <w:rsid w:val="00350A17"/>
    <w:rsid w:val="003533AA"/>
    <w:rsid w:val="00357EBB"/>
    <w:rsid w:val="00360910"/>
    <w:rsid w:val="00362628"/>
    <w:rsid w:val="00375DB0"/>
    <w:rsid w:val="0037675B"/>
    <w:rsid w:val="0038022E"/>
    <w:rsid w:val="00381051"/>
    <w:rsid w:val="003847E4"/>
    <w:rsid w:val="0039087E"/>
    <w:rsid w:val="00396C02"/>
    <w:rsid w:val="00397570"/>
    <w:rsid w:val="003A5D05"/>
    <w:rsid w:val="003A7967"/>
    <w:rsid w:val="003B4C01"/>
    <w:rsid w:val="003B531F"/>
    <w:rsid w:val="003C0E88"/>
    <w:rsid w:val="003C276A"/>
    <w:rsid w:val="003C29DE"/>
    <w:rsid w:val="003C634B"/>
    <w:rsid w:val="003D07D2"/>
    <w:rsid w:val="003D1BE7"/>
    <w:rsid w:val="003D6646"/>
    <w:rsid w:val="003E6B5B"/>
    <w:rsid w:val="003F1C91"/>
    <w:rsid w:val="003F5FC7"/>
    <w:rsid w:val="00401583"/>
    <w:rsid w:val="004071E6"/>
    <w:rsid w:val="00407F6F"/>
    <w:rsid w:val="00411D86"/>
    <w:rsid w:val="00415577"/>
    <w:rsid w:val="00423C7D"/>
    <w:rsid w:val="0042407C"/>
    <w:rsid w:val="00425B2C"/>
    <w:rsid w:val="00435475"/>
    <w:rsid w:val="00445AAA"/>
    <w:rsid w:val="00453F92"/>
    <w:rsid w:val="004551FA"/>
    <w:rsid w:val="0046138D"/>
    <w:rsid w:val="00463322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43AD"/>
    <w:rsid w:val="004B021B"/>
    <w:rsid w:val="004B1AD3"/>
    <w:rsid w:val="004B27B5"/>
    <w:rsid w:val="004B2C5E"/>
    <w:rsid w:val="004B38FD"/>
    <w:rsid w:val="004C490F"/>
    <w:rsid w:val="004C5380"/>
    <w:rsid w:val="004C773D"/>
    <w:rsid w:val="004D46BA"/>
    <w:rsid w:val="004D5D99"/>
    <w:rsid w:val="004E24DD"/>
    <w:rsid w:val="004E3D29"/>
    <w:rsid w:val="00501822"/>
    <w:rsid w:val="00514DFF"/>
    <w:rsid w:val="00521BAE"/>
    <w:rsid w:val="005227BF"/>
    <w:rsid w:val="00523156"/>
    <w:rsid w:val="00525C07"/>
    <w:rsid w:val="00526AE8"/>
    <w:rsid w:val="005316BC"/>
    <w:rsid w:val="0053536E"/>
    <w:rsid w:val="00537FA2"/>
    <w:rsid w:val="00545292"/>
    <w:rsid w:val="00552645"/>
    <w:rsid w:val="00554154"/>
    <w:rsid w:val="005541DA"/>
    <w:rsid w:val="00561B56"/>
    <w:rsid w:val="00565146"/>
    <w:rsid w:val="005672BB"/>
    <w:rsid w:val="00572424"/>
    <w:rsid w:val="00574377"/>
    <w:rsid w:val="00576736"/>
    <w:rsid w:val="005777AD"/>
    <w:rsid w:val="00580EE6"/>
    <w:rsid w:val="00583D18"/>
    <w:rsid w:val="00585C41"/>
    <w:rsid w:val="005A0D59"/>
    <w:rsid w:val="005B1B69"/>
    <w:rsid w:val="005B3138"/>
    <w:rsid w:val="005C1E6B"/>
    <w:rsid w:val="005C62BF"/>
    <w:rsid w:val="005C6F14"/>
    <w:rsid w:val="005C7759"/>
    <w:rsid w:val="005D7EE8"/>
    <w:rsid w:val="005E14D9"/>
    <w:rsid w:val="005F118C"/>
    <w:rsid w:val="005F139E"/>
    <w:rsid w:val="005F56F6"/>
    <w:rsid w:val="005F71F8"/>
    <w:rsid w:val="006021A5"/>
    <w:rsid w:val="00602959"/>
    <w:rsid w:val="0060298B"/>
    <w:rsid w:val="00611F4C"/>
    <w:rsid w:val="00612543"/>
    <w:rsid w:val="00617777"/>
    <w:rsid w:val="006201B4"/>
    <w:rsid w:val="00620764"/>
    <w:rsid w:val="00622A2A"/>
    <w:rsid w:val="00633BA0"/>
    <w:rsid w:val="00636470"/>
    <w:rsid w:val="00637469"/>
    <w:rsid w:val="006446DC"/>
    <w:rsid w:val="00645D65"/>
    <w:rsid w:val="00651A39"/>
    <w:rsid w:val="006529C1"/>
    <w:rsid w:val="00653CC2"/>
    <w:rsid w:val="00656F31"/>
    <w:rsid w:val="0066319B"/>
    <w:rsid w:val="006644FF"/>
    <w:rsid w:val="00666538"/>
    <w:rsid w:val="00667C39"/>
    <w:rsid w:val="006703C7"/>
    <w:rsid w:val="00673019"/>
    <w:rsid w:val="00673330"/>
    <w:rsid w:val="00676BF3"/>
    <w:rsid w:val="00677424"/>
    <w:rsid w:val="00684467"/>
    <w:rsid w:val="00686020"/>
    <w:rsid w:val="00697200"/>
    <w:rsid w:val="00697573"/>
    <w:rsid w:val="00697D43"/>
    <w:rsid w:val="006A0C8C"/>
    <w:rsid w:val="006A50E9"/>
    <w:rsid w:val="006B124E"/>
    <w:rsid w:val="006D0271"/>
    <w:rsid w:val="006D0B51"/>
    <w:rsid w:val="006D4913"/>
    <w:rsid w:val="006D5057"/>
    <w:rsid w:val="006D583F"/>
    <w:rsid w:val="006D711F"/>
    <w:rsid w:val="006E00D7"/>
    <w:rsid w:val="006E73C9"/>
    <w:rsid w:val="006F017A"/>
    <w:rsid w:val="006F063F"/>
    <w:rsid w:val="006F0D48"/>
    <w:rsid w:val="006F7CB6"/>
    <w:rsid w:val="0070013D"/>
    <w:rsid w:val="007030F2"/>
    <w:rsid w:val="00707317"/>
    <w:rsid w:val="0071030C"/>
    <w:rsid w:val="0071268E"/>
    <w:rsid w:val="00721F53"/>
    <w:rsid w:val="007256D6"/>
    <w:rsid w:val="0073108E"/>
    <w:rsid w:val="007374B5"/>
    <w:rsid w:val="00741B7B"/>
    <w:rsid w:val="00745CCB"/>
    <w:rsid w:val="007469D5"/>
    <w:rsid w:val="00746E9D"/>
    <w:rsid w:val="007646AD"/>
    <w:rsid w:val="00766F29"/>
    <w:rsid w:val="007A18EE"/>
    <w:rsid w:val="007A5946"/>
    <w:rsid w:val="007A5D6C"/>
    <w:rsid w:val="007A5E78"/>
    <w:rsid w:val="007A66D0"/>
    <w:rsid w:val="007B0002"/>
    <w:rsid w:val="007B2C3B"/>
    <w:rsid w:val="007B2CD0"/>
    <w:rsid w:val="007B74ED"/>
    <w:rsid w:val="007C0C0D"/>
    <w:rsid w:val="007C6A03"/>
    <w:rsid w:val="007D0A33"/>
    <w:rsid w:val="007E1774"/>
    <w:rsid w:val="007E4D7C"/>
    <w:rsid w:val="007F5D51"/>
    <w:rsid w:val="007F5E04"/>
    <w:rsid w:val="007F621A"/>
    <w:rsid w:val="007F744C"/>
    <w:rsid w:val="008001F1"/>
    <w:rsid w:val="008033D1"/>
    <w:rsid w:val="00817B72"/>
    <w:rsid w:val="0082274A"/>
    <w:rsid w:val="008227F6"/>
    <w:rsid w:val="00827BCA"/>
    <w:rsid w:val="00830362"/>
    <w:rsid w:val="00840557"/>
    <w:rsid w:val="00844FA5"/>
    <w:rsid w:val="00847498"/>
    <w:rsid w:val="00853AD0"/>
    <w:rsid w:val="00856C0C"/>
    <w:rsid w:val="00857429"/>
    <w:rsid w:val="00862873"/>
    <w:rsid w:val="008744ED"/>
    <w:rsid w:val="00890ADB"/>
    <w:rsid w:val="00894AD4"/>
    <w:rsid w:val="008956F2"/>
    <w:rsid w:val="0089738C"/>
    <w:rsid w:val="00897C86"/>
    <w:rsid w:val="008A71B0"/>
    <w:rsid w:val="008B09C0"/>
    <w:rsid w:val="008B14DE"/>
    <w:rsid w:val="008B21C6"/>
    <w:rsid w:val="008B2E1C"/>
    <w:rsid w:val="008B751F"/>
    <w:rsid w:val="008B7E8F"/>
    <w:rsid w:val="008C1471"/>
    <w:rsid w:val="008C2A6B"/>
    <w:rsid w:val="008C7180"/>
    <w:rsid w:val="008D22FC"/>
    <w:rsid w:val="008D2978"/>
    <w:rsid w:val="008D2B9F"/>
    <w:rsid w:val="008D6915"/>
    <w:rsid w:val="008D691A"/>
    <w:rsid w:val="008E7B85"/>
    <w:rsid w:val="008F4A5C"/>
    <w:rsid w:val="008F64B5"/>
    <w:rsid w:val="008F65E0"/>
    <w:rsid w:val="008F7B21"/>
    <w:rsid w:val="00901D60"/>
    <w:rsid w:val="009021BC"/>
    <w:rsid w:val="00902E22"/>
    <w:rsid w:val="0090625F"/>
    <w:rsid w:val="0090797F"/>
    <w:rsid w:val="00926214"/>
    <w:rsid w:val="00926B4D"/>
    <w:rsid w:val="00932C60"/>
    <w:rsid w:val="009341A2"/>
    <w:rsid w:val="00934314"/>
    <w:rsid w:val="00935FAD"/>
    <w:rsid w:val="00937216"/>
    <w:rsid w:val="00940D74"/>
    <w:rsid w:val="00941097"/>
    <w:rsid w:val="009540CF"/>
    <w:rsid w:val="00957213"/>
    <w:rsid w:val="00957993"/>
    <w:rsid w:val="00962DB2"/>
    <w:rsid w:val="00967004"/>
    <w:rsid w:val="0097543B"/>
    <w:rsid w:val="009767DC"/>
    <w:rsid w:val="00981007"/>
    <w:rsid w:val="009844E8"/>
    <w:rsid w:val="00984E93"/>
    <w:rsid w:val="009A7129"/>
    <w:rsid w:val="009C6C1B"/>
    <w:rsid w:val="009D45D5"/>
    <w:rsid w:val="009D6ADE"/>
    <w:rsid w:val="009E09C6"/>
    <w:rsid w:val="009E1105"/>
    <w:rsid w:val="009E378E"/>
    <w:rsid w:val="009F04E4"/>
    <w:rsid w:val="009F2E82"/>
    <w:rsid w:val="009F4C74"/>
    <w:rsid w:val="009F58B4"/>
    <w:rsid w:val="00A01453"/>
    <w:rsid w:val="00A01B37"/>
    <w:rsid w:val="00A04E5B"/>
    <w:rsid w:val="00A07565"/>
    <w:rsid w:val="00A124F2"/>
    <w:rsid w:val="00A144CE"/>
    <w:rsid w:val="00A17897"/>
    <w:rsid w:val="00A2197E"/>
    <w:rsid w:val="00A21A29"/>
    <w:rsid w:val="00A24824"/>
    <w:rsid w:val="00A31072"/>
    <w:rsid w:val="00A32CF8"/>
    <w:rsid w:val="00A3393B"/>
    <w:rsid w:val="00A46A36"/>
    <w:rsid w:val="00A530DA"/>
    <w:rsid w:val="00A639C5"/>
    <w:rsid w:val="00A63B33"/>
    <w:rsid w:val="00A6611E"/>
    <w:rsid w:val="00A725F0"/>
    <w:rsid w:val="00A8102E"/>
    <w:rsid w:val="00A931F6"/>
    <w:rsid w:val="00A959F1"/>
    <w:rsid w:val="00A96E74"/>
    <w:rsid w:val="00AA204D"/>
    <w:rsid w:val="00AA2D86"/>
    <w:rsid w:val="00AA4014"/>
    <w:rsid w:val="00AB6B5C"/>
    <w:rsid w:val="00AC11AC"/>
    <w:rsid w:val="00AC7F3B"/>
    <w:rsid w:val="00AD0D98"/>
    <w:rsid w:val="00AD2D19"/>
    <w:rsid w:val="00AD3CBC"/>
    <w:rsid w:val="00AD5652"/>
    <w:rsid w:val="00AD657F"/>
    <w:rsid w:val="00AD714D"/>
    <w:rsid w:val="00AE0B0A"/>
    <w:rsid w:val="00AE1AC9"/>
    <w:rsid w:val="00AE3082"/>
    <w:rsid w:val="00AE398A"/>
    <w:rsid w:val="00AE3E8C"/>
    <w:rsid w:val="00AE61BA"/>
    <w:rsid w:val="00AF3EEB"/>
    <w:rsid w:val="00AF5455"/>
    <w:rsid w:val="00AF65DE"/>
    <w:rsid w:val="00AF6D30"/>
    <w:rsid w:val="00AF6E28"/>
    <w:rsid w:val="00AF7055"/>
    <w:rsid w:val="00AF713F"/>
    <w:rsid w:val="00B012A0"/>
    <w:rsid w:val="00B02779"/>
    <w:rsid w:val="00B05AAD"/>
    <w:rsid w:val="00B05C73"/>
    <w:rsid w:val="00B076D8"/>
    <w:rsid w:val="00B12B1F"/>
    <w:rsid w:val="00B23FA0"/>
    <w:rsid w:val="00B25ED6"/>
    <w:rsid w:val="00B25F8E"/>
    <w:rsid w:val="00B35CD1"/>
    <w:rsid w:val="00B36EB5"/>
    <w:rsid w:val="00B37971"/>
    <w:rsid w:val="00B37C58"/>
    <w:rsid w:val="00B4401E"/>
    <w:rsid w:val="00B51D61"/>
    <w:rsid w:val="00B56FFF"/>
    <w:rsid w:val="00B629EA"/>
    <w:rsid w:val="00B635B6"/>
    <w:rsid w:val="00B70EF0"/>
    <w:rsid w:val="00B8069E"/>
    <w:rsid w:val="00B814C2"/>
    <w:rsid w:val="00B8328C"/>
    <w:rsid w:val="00B86323"/>
    <w:rsid w:val="00B94C5E"/>
    <w:rsid w:val="00B960A9"/>
    <w:rsid w:val="00B96271"/>
    <w:rsid w:val="00BA2755"/>
    <w:rsid w:val="00BB470F"/>
    <w:rsid w:val="00BB52D4"/>
    <w:rsid w:val="00BC046E"/>
    <w:rsid w:val="00BD09BA"/>
    <w:rsid w:val="00BD53A2"/>
    <w:rsid w:val="00BE1304"/>
    <w:rsid w:val="00BE3283"/>
    <w:rsid w:val="00BE340A"/>
    <w:rsid w:val="00BE4AFB"/>
    <w:rsid w:val="00BF10A1"/>
    <w:rsid w:val="00BF6AFE"/>
    <w:rsid w:val="00C011EB"/>
    <w:rsid w:val="00C038C9"/>
    <w:rsid w:val="00C04E40"/>
    <w:rsid w:val="00C131B5"/>
    <w:rsid w:val="00C2190C"/>
    <w:rsid w:val="00C27647"/>
    <w:rsid w:val="00C31260"/>
    <w:rsid w:val="00C318CA"/>
    <w:rsid w:val="00C43B8E"/>
    <w:rsid w:val="00C47B17"/>
    <w:rsid w:val="00C509ED"/>
    <w:rsid w:val="00C61AA4"/>
    <w:rsid w:val="00C64471"/>
    <w:rsid w:val="00C706D7"/>
    <w:rsid w:val="00C72258"/>
    <w:rsid w:val="00C7449E"/>
    <w:rsid w:val="00C764EE"/>
    <w:rsid w:val="00C83009"/>
    <w:rsid w:val="00C8494F"/>
    <w:rsid w:val="00C8599B"/>
    <w:rsid w:val="00C9416C"/>
    <w:rsid w:val="00C969BA"/>
    <w:rsid w:val="00C96C73"/>
    <w:rsid w:val="00CB1087"/>
    <w:rsid w:val="00CC10A0"/>
    <w:rsid w:val="00CC3831"/>
    <w:rsid w:val="00CC4207"/>
    <w:rsid w:val="00CC7CD2"/>
    <w:rsid w:val="00CD20F6"/>
    <w:rsid w:val="00CD3AFB"/>
    <w:rsid w:val="00CD4964"/>
    <w:rsid w:val="00CE2CB3"/>
    <w:rsid w:val="00CE3BDF"/>
    <w:rsid w:val="00CF0E63"/>
    <w:rsid w:val="00CF18A2"/>
    <w:rsid w:val="00CF60CC"/>
    <w:rsid w:val="00CF7E9D"/>
    <w:rsid w:val="00D00355"/>
    <w:rsid w:val="00D07291"/>
    <w:rsid w:val="00D072E9"/>
    <w:rsid w:val="00D0744E"/>
    <w:rsid w:val="00D13D97"/>
    <w:rsid w:val="00D27740"/>
    <w:rsid w:val="00D32866"/>
    <w:rsid w:val="00D3692A"/>
    <w:rsid w:val="00D3723C"/>
    <w:rsid w:val="00D43F2C"/>
    <w:rsid w:val="00D4791F"/>
    <w:rsid w:val="00D47AF9"/>
    <w:rsid w:val="00D51DD3"/>
    <w:rsid w:val="00D56714"/>
    <w:rsid w:val="00D57816"/>
    <w:rsid w:val="00D57EE0"/>
    <w:rsid w:val="00D71977"/>
    <w:rsid w:val="00D8454A"/>
    <w:rsid w:val="00D8503A"/>
    <w:rsid w:val="00D906F3"/>
    <w:rsid w:val="00D909F5"/>
    <w:rsid w:val="00D91702"/>
    <w:rsid w:val="00D92106"/>
    <w:rsid w:val="00D92262"/>
    <w:rsid w:val="00D92492"/>
    <w:rsid w:val="00D97A9B"/>
    <w:rsid w:val="00DA111E"/>
    <w:rsid w:val="00DA5417"/>
    <w:rsid w:val="00DA569E"/>
    <w:rsid w:val="00DC297A"/>
    <w:rsid w:val="00DC4DDC"/>
    <w:rsid w:val="00DD6ECF"/>
    <w:rsid w:val="00DE0089"/>
    <w:rsid w:val="00DE088B"/>
    <w:rsid w:val="00DE0AB2"/>
    <w:rsid w:val="00DE29EA"/>
    <w:rsid w:val="00DE404B"/>
    <w:rsid w:val="00DE631C"/>
    <w:rsid w:val="00DE70B8"/>
    <w:rsid w:val="00DF15F8"/>
    <w:rsid w:val="00E00CDB"/>
    <w:rsid w:val="00E02764"/>
    <w:rsid w:val="00E04F18"/>
    <w:rsid w:val="00E10D0B"/>
    <w:rsid w:val="00E11935"/>
    <w:rsid w:val="00E20762"/>
    <w:rsid w:val="00E23692"/>
    <w:rsid w:val="00E257C4"/>
    <w:rsid w:val="00E36D0D"/>
    <w:rsid w:val="00E40428"/>
    <w:rsid w:val="00E42E15"/>
    <w:rsid w:val="00E503F9"/>
    <w:rsid w:val="00E53C41"/>
    <w:rsid w:val="00E545E2"/>
    <w:rsid w:val="00E54871"/>
    <w:rsid w:val="00E60C0E"/>
    <w:rsid w:val="00E61F57"/>
    <w:rsid w:val="00E63C40"/>
    <w:rsid w:val="00E65BB8"/>
    <w:rsid w:val="00E77087"/>
    <w:rsid w:val="00E82281"/>
    <w:rsid w:val="00E826C7"/>
    <w:rsid w:val="00E93567"/>
    <w:rsid w:val="00EA0549"/>
    <w:rsid w:val="00EA61CF"/>
    <w:rsid w:val="00EA7CCA"/>
    <w:rsid w:val="00EB709E"/>
    <w:rsid w:val="00EB74F8"/>
    <w:rsid w:val="00EC04FB"/>
    <w:rsid w:val="00EC1CF0"/>
    <w:rsid w:val="00EC23E9"/>
    <w:rsid w:val="00EC3D71"/>
    <w:rsid w:val="00EC79EE"/>
    <w:rsid w:val="00ED4A88"/>
    <w:rsid w:val="00ED5193"/>
    <w:rsid w:val="00ED5272"/>
    <w:rsid w:val="00ED7050"/>
    <w:rsid w:val="00ED7576"/>
    <w:rsid w:val="00EE1FDA"/>
    <w:rsid w:val="00EE3AD1"/>
    <w:rsid w:val="00EF073C"/>
    <w:rsid w:val="00F06870"/>
    <w:rsid w:val="00F0763F"/>
    <w:rsid w:val="00F23B41"/>
    <w:rsid w:val="00F33DAF"/>
    <w:rsid w:val="00F36AB3"/>
    <w:rsid w:val="00F4074F"/>
    <w:rsid w:val="00F50692"/>
    <w:rsid w:val="00F50EB9"/>
    <w:rsid w:val="00F541C4"/>
    <w:rsid w:val="00F5564A"/>
    <w:rsid w:val="00F569B5"/>
    <w:rsid w:val="00F630C2"/>
    <w:rsid w:val="00F633A6"/>
    <w:rsid w:val="00F65076"/>
    <w:rsid w:val="00F8683A"/>
    <w:rsid w:val="00FA1749"/>
    <w:rsid w:val="00FB01F2"/>
    <w:rsid w:val="00FB0993"/>
    <w:rsid w:val="00FB2A40"/>
    <w:rsid w:val="00FB390F"/>
    <w:rsid w:val="00FB44D3"/>
    <w:rsid w:val="00FB4AF1"/>
    <w:rsid w:val="00FB5FFF"/>
    <w:rsid w:val="00FB7452"/>
    <w:rsid w:val="00FC0B3D"/>
    <w:rsid w:val="00FC2239"/>
    <w:rsid w:val="00FC2D08"/>
    <w:rsid w:val="00FC3790"/>
    <w:rsid w:val="00FC74F8"/>
    <w:rsid w:val="00FD4A99"/>
    <w:rsid w:val="00FD6C32"/>
    <w:rsid w:val="00FE3BA7"/>
    <w:rsid w:val="00FE46A2"/>
    <w:rsid w:val="00FE68DA"/>
    <w:rsid w:val="00FE6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6">
    <w:name w:val="Název6"/>
    <w:basedOn w:val="Normln"/>
    <w:rsid w:val="00194F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CEEC5-2F18-4335-A32A-1BFF98091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15</TotalTime>
  <Pages>8</Pages>
  <Words>1833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8</cp:revision>
  <cp:lastPrinted>2016-03-16T15:17:00Z</cp:lastPrinted>
  <dcterms:created xsi:type="dcterms:W3CDTF">2016-04-22T08:43:00Z</dcterms:created>
  <dcterms:modified xsi:type="dcterms:W3CDTF">2016-05-10T09:44:00Z</dcterms:modified>
</cp:coreProperties>
</file>