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9A7129" w:rsidP="00415577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9F35D2">
        <w:t xml:space="preserve">                 </w:t>
      </w:r>
      <w:r>
        <w:t xml:space="preserve"> </w:t>
      </w:r>
      <w:r w:rsidR="009F35D2">
        <w:t xml:space="preserve">            </w:t>
      </w:r>
      <w:bookmarkStart w:id="0" w:name="_GoBack"/>
      <w:bookmarkEnd w:id="0"/>
      <w:r w:rsidR="009F35D2">
        <w:t>PS160041008</w:t>
      </w:r>
      <w:r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035CBF" w:rsidRPr="00FB5FFF">
        <w:rPr>
          <w:sz w:val="28"/>
          <w:szCs w:val="28"/>
        </w:rPr>
        <w:t>3</w:t>
      </w:r>
      <w:r w:rsidR="00B25485">
        <w:rPr>
          <w:sz w:val="28"/>
          <w:szCs w:val="28"/>
        </w:rPr>
        <w:t>9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B25485">
        <w:rPr>
          <w:sz w:val="28"/>
          <w:szCs w:val="28"/>
        </w:rPr>
        <w:t>31</w:t>
      </w:r>
      <w:r w:rsidR="00FB01F2">
        <w:rPr>
          <w:sz w:val="28"/>
          <w:szCs w:val="28"/>
        </w:rPr>
        <w:t>. března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Schůzi řídil: </w:t>
      </w:r>
      <w:r w:rsidR="00B25485">
        <w:rPr>
          <w:rFonts w:ascii="Times New Roman" w:hAnsi="Times New Roman"/>
          <w:sz w:val="24"/>
          <w:szCs w:val="24"/>
        </w:rPr>
        <w:t>Ing. Jiří Petrů</w:t>
      </w:r>
      <w:r w:rsidRPr="00AC7F3B">
        <w:rPr>
          <w:rFonts w:ascii="Times New Roman" w:hAnsi="Times New Roman"/>
          <w:sz w:val="24"/>
          <w:szCs w:val="24"/>
        </w:rPr>
        <w:t xml:space="preserve">, </w:t>
      </w:r>
      <w:r w:rsidR="00B25485">
        <w:rPr>
          <w:rFonts w:ascii="Times New Roman" w:hAnsi="Times New Roman"/>
          <w:sz w:val="24"/>
          <w:szCs w:val="24"/>
        </w:rPr>
        <w:t>místop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B25485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64517E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A01B37">
        <w:rPr>
          <w:rFonts w:ascii="Times New Roman" w:hAnsi="Times New Roman"/>
          <w:sz w:val="24"/>
          <w:szCs w:val="24"/>
        </w:rPr>
        <w:t xml:space="preserve">Okleštěk, </w:t>
      </w:r>
      <w:r w:rsidR="003847E4">
        <w:rPr>
          <w:rFonts w:ascii="Times New Roman" w:hAnsi="Times New Roman"/>
          <w:sz w:val="24"/>
          <w:szCs w:val="24"/>
        </w:rPr>
        <w:t xml:space="preserve">Petrů, </w:t>
      </w:r>
      <w:r w:rsidR="0064517E">
        <w:rPr>
          <w:rFonts w:ascii="Times New Roman" w:hAnsi="Times New Roman"/>
          <w:sz w:val="24"/>
          <w:szCs w:val="24"/>
        </w:rPr>
        <w:t xml:space="preserve">Pleticha,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B25485">
        <w:rPr>
          <w:rFonts w:ascii="Times New Roman" w:hAnsi="Times New Roman"/>
          <w:b/>
          <w:i/>
          <w:sz w:val="24"/>
          <w:szCs w:val="24"/>
          <w:u w:val="single"/>
        </w:rPr>
        <w:t>Čtvrtek 31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>. března 2016:</w:t>
      </w:r>
    </w:p>
    <w:p w:rsidR="00057573" w:rsidRPr="00932C60" w:rsidRDefault="00B25485" w:rsidP="00935FA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Zahájení jednání.</w:t>
      </w:r>
      <w:r w:rsidR="00935FAD" w:rsidRPr="00935FAD">
        <w:rPr>
          <w:rFonts w:ascii="Times New Roman" w:hAnsi="Times New Roman"/>
          <w:sz w:val="24"/>
          <w:szCs w:val="24"/>
        </w:rPr>
        <w:t xml:space="preserve"> Uví</w:t>
      </w:r>
      <w:r w:rsidR="008B7E8F" w:rsidRPr="00935FAD">
        <w:rPr>
          <w:rFonts w:ascii="Times New Roman" w:hAnsi="Times New Roman"/>
          <w:sz w:val="24"/>
          <w:szCs w:val="24"/>
        </w:rPr>
        <w:t>tání hostů</w:t>
      </w:r>
      <w:r>
        <w:rPr>
          <w:rFonts w:ascii="Times New Roman" w:hAnsi="Times New Roman"/>
          <w:sz w:val="24"/>
          <w:szCs w:val="24"/>
        </w:rPr>
        <w:t xml:space="preserve">. </w:t>
      </w:r>
      <w:r w:rsidR="00935FAD">
        <w:rPr>
          <w:rFonts w:ascii="Times New Roman" w:hAnsi="Times New Roman"/>
          <w:sz w:val="24"/>
          <w:szCs w:val="24"/>
        </w:rPr>
        <w:t>Hlasování o programu</w:t>
      </w:r>
      <w:r>
        <w:rPr>
          <w:rFonts w:ascii="Times New Roman" w:hAnsi="Times New Roman"/>
          <w:sz w:val="24"/>
          <w:szCs w:val="24"/>
        </w:rPr>
        <w:t>, hlasování č. 1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AC7F3B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4D4B9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4D4B9B">
        <w:rPr>
          <w:rFonts w:ascii="Times New Roman" w:hAnsi="Times New Roman"/>
          <w:sz w:val="24"/>
          <w:szCs w:val="24"/>
        </w:rPr>
        <w:t>8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B33B7" w:rsidRDefault="003B33B7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3B33B7" w:rsidRPr="00B25485" w:rsidRDefault="003B33B7" w:rsidP="003B33B7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09,00 hod.</w:t>
      </w:r>
    </w:p>
    <w:p w:rsidR="003B33B7" w:rsidRPr="00B25485" w:rsidRDefault="003B33B7" w:rsidP="003B33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25485">
        <w:rPr>
          <w:rFonts w:ascii="Times New Roman" w:hAnsi="Times New Roman"/>
          <w:b/>
          <w:sz w:val="24"/>
          <w:szCs w:val="24"/>
        </w:rPr>
        <w:t>Vládní návrh zákona, kterým se mění zákon č. 114/1992 Sb., o ochraně přírody a krajiny, ve znění pozdějších předpisů, sněmovní tisk 501.</w:t>
      </w:r>
    </w:p>
    <w:p w:rsidR="003B33B7" w:rsidRPr="00B25485" w:rsidRDefault="003B33B7" w:rsidP="003B33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33B7" w:rsidRPr="00B25485" w:rsidRDefault="003B33B7" w:rsidP="003B33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Předkladatel:</w:t>
      </w:r>
      <w:r w:rsidRPr="00B25485">
        <w:rPr>
          <w:rFonts w:ascii="Times New Roman" w:hAnsi="Times New Roman"/>
          <w:sz w:val="24"/>
          <w:szCs w:val="24"/>
        </w:rPr>
        <w:tab/>
        <w:t>Ministerstvo životního prostředí</w:t>
      </w:r>
    </w:p>
    <w:p w:rsidR="003B33B7" w:rsidRPr="00B25485" w:rsidRDefault="003B33B7" w:rsidP="003B33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Zpravodaj:</w:t>
      </w:r>
      <w:r w:rsidRPr="00B25485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AD657F" w:rsidRDefault="004D4B9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D4B9B" w:rsidRDefault="003B33B7" w:rsidP="0064517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4D4B9B">
        <w:rPr>
          <w:rFonts w:ascii="Times New Roman" w:hAnsi="Times New Roman"/>
          <w:sz w:val="24"/>
          <w:szCs w:val="24"/>
        </w:rPr>
        <w:t>Informace o předložených materiálech a peticích. VŽP projednal tento návrh a byl předložen KPN. Prosím předkladatele o úvodní slovo.</w:t>
      </w:r>
    </w:p>
    <w:p w:rsidR="004D4B9B" w:rsidRDefault="004D4B9B" w:rsidP="0064517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B9B" w:rsidRDefault="004D4B9B" w:rsidP="0064517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</w:t>
      </w:r>
      <w:r w:rsidR="00D041E7">
        <w:rPr>
          <w:rFonts w:ascii="Times New Roman" w:hAnsi="Times New Roman"/>
          <w:sz w:val="24"/>
          <w:szCs w:val="24"/>
        </w:rPr>
        <w:t xml:space="preserve"> (náměstek MŽP)</w:t>
      </w:r>
      <w:r>
        <w:rPr>
          <w:rFonts w:ascii="Times New Roman" w:hAnsi="Times New Roman"/>
          <w:sz w:val="24"/>
          <w:szCs w:val="24"/>
        </w:rPr>
        <w:t xml:space="preserve">: </w:t>
      </w:r>
      <w:r w:rsidR="00722C4F">
        <w:rPr>
          <w:rFonts w:ascii="Times New Roman" w:hAnsi="Times New Roman"/>
          <w:sz w:val="24"/>
          <w:szCs w:val="24"/>
        </w:rPr>
        <w:t>Odůvodnění návrhu. Návrh byl předložen již v loňském roce. Informace o projednávání. Návrh má upravit pravidla pro fungování a ochranu národních parků.</w:t>
      </w:r>
      <w:r w:rsidR="00662E4C">
        <w:rPr>
          <w:rFonts w:ascii="Times New Roman" w:hAnsi="Times New Roman"/>
          <w:sz w:val="24"/>
          <w:szCs w:val="24"/>
        </w:rPr>
        <w:t xml:space="preserve"> Novější systém základních podmínek ochrany, vymezení zón ochrany, informace o omezení vstupu do zón. Informace z VŽP – usnesení s cca 12 PN.</w:t>
      </w:r>
    </w:p>
    <w:p w:rsidR="00662E4C" w:rsidRDefault="00662E4C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662E4C" w:rsidRDefault="00662E4C" w:rsidP="0064517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Zpravodajská zpráva. Problematika Šumavy – obce maj</w:t>
      </w:r>
      <w:r w:rsidR="0064517E">
        <w:rPr>
          <w:rFonts w:ascii="Times New Roman" w:hAnsi="Times New Roman"/>
          <w:sz w:val="24"/>
          <w:szCs w:val="24"/>
        </w:rPr>
        <w:t>í své požadavky. Jsme Výbor pro </w:t>
      </w:r>
      <w:r>
        <w:rPr>
          <w:rFonts w:ascii="Times New Roman" w:hAnsi="Times New Roman"/>
          <w:sz w:val="24"/>
          <w:szCs w:val="24"/>
        </w:rPr>
        <w:t>veřejnou správu a měli bychom vyslechnout námitky obcí. Šumava nemá svůj zákon. Informace o PN. Měli bychom se prioritně bavit o postavení obcí na Šumavě.</w:t>
      </w:r>
    </w:p>
    <w:p w:rsidR="00612E65" w:rsidRDefault="00612E65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612E65" w:rsidRDefault="00612E65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Otevírám obecnou rozpravu.</w:t>
      </w:r>
    </w:p>
    <w:p w:rsidR="00612E65" w:rsidRDefault="00612E65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861CFB" w:rsidRDefault="00612E65" w:rsidP="0064517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Sešli jsme se s představiteli obcí. Obce mají pocit, že se zákon snaží o to, aby tam ti lidé vůbec nežili. </w:t>
      </w:r>
      <w:r w:rsidR="005526F8">
        <w:rPr>
          <w:rFonts w:ascii="Times New Roman" w:hAnsi="Times New Roman"/>
          <w:sz w:val="24"/>
          <w:szCs w:val="24"/>
        </w:rPr>
        <w:t>V mnohých případech jsou formulace nejasné.</w:t>
      </w:r>
      <w:r w:rsidR="00036141">
        <w:rPr>
          <w:rFonts w:ascii="Times New Roman" w:hAnsi="Times New Roman"/>
          <w:sz w:val="24"/>
          <w:szCs w:val="24"/>
        </w:rPr>
        <w:t xml:space="preserve"> Připravili jsme PN, které dostávají </w:t>
      </w:r>
      <w:r w:rsidR="00036141">
        <w:rPr>
          <w:rFonts w:ascii="Times New Roman" w:hAnsi="Times New Roman"/>
          <w:sz w:val="24"/>
          <w:szCs w:val="24"/>
        </w:rPr>
        <w:lastRenderedPageBreak/>
        <w:t>řadu věcí do rovnováhy.</w:t>
      </w:r>
      <w:r w:rsidR="003B33B7">
        <w:rPr>
          <w:rFonts w:ascii="Times New Roman" w:hAnsi="Times New Roman"/>
          <w:sz w:val="24"/>
          <w:szCs w:val="24"/>
        </w:rPr>
        <w:t xml:space="preserve"> Každý NP má naprosto rozdílné způsoby hospodaření, ochran</w:t>
      </w:r>
      <w:r w:rsidR="0064517E">
        <w:rPr>
          <w:rFonts w:ascii="Times New Roman" w:hAnsi="Times New Roman"/>
          <w:sz w:val="24"/>
          <w:szCs w:val="24"/>
        </w:rPr>
        <w:t>u</w:t>
      </w:r>
      <w:r w:rsidR="003B33B7">
        <w:rPr>
          <w:rFonts w:ascii="Times New Roman" w:hAnsi="Times New Roman"/>
          <w:sz w:val="24"/>
          <w:szCs w:val="24"/>
        </w:rPr>
        <w:t xml:space="preserve"> krajiny, atd.</w:t>
      </w:r>
      <w:r w:rsidR="00CA68BD">
        <w:rPr>
          <w:rFonts w:ascii="Times New Roman" w:hAnsi="Times New Roman"/>
          <w:sz w:val="24"/>
          <w:szCs w:val="24"/>
        </w:rPr>
        <w:t xml:space="preserve"> Zákon omezuje ekologické hospodaření, snaží se </w:t>
      </w:r>
      <w:r w:rsidR="0064517E">
        <w:rPr>
          <w:rFonts w:ascii="Times New Roman" w:hAnsi="Times New Roman"/>
          <w:sz w:val="24"/>
          <w:szCs w:val="24"/>
        </w:rPr>
        <w:t>omezit život lidí – v zákoně je </w:t>
      </w:r>
      <w:r w:rsidR="00CA68BD">
        <w:rPr>
          <w:rFonts w:ascii="Times New Roman" w:hAnsi="Times New Roman"/>
          <w:sz w:val="24"/>
          <w:szCs w:val="24"/>
        </w:rPr>
        <w:t xml:space="preserve">uvedeno, že se vše podřizuje ochraně </w:t>
      </w:r>
      <w:r w:rsidR="0064517E">
        <w:rPr>
          <w:rFonts w:ascii="Times New Roman" w:hAnsi="Times New Roman"/>
          <w:sz w:val="24"/>
          <w:szCs w:val="24"/>
        </w:rPr>
        <w:t>ŽP</w:t>
      </w:r>
      <w:r w:rsidR="00CA68BD">
        <w:rPr>
          <w:rFonts w:ascii="Times New Roman" w:hAnsi="Times New Roman"/>
          <w:sz w:val="24"/>
          <w:szCs w:val="24"/>
        </w:rPr>
        <w:t>. Není řečeno</w:t>
      </w:r>
      <w:r w:rsidR="0064517E">
        <w:rPr>
          <w:rFonts w:ascii="Times New Roman" w:hAnsi="Times New Roman"/>
          <w:sz w:val="24"/>
          <w:szCs w:val="24"/>
        </w:rPr>
        <w:t>,</w:t>
      </w:r>
      <w:r w:rsidR="00CA68BD">
        <w:rPr>
          <w:rFonts w:ascii="Times New Roman" w:hAnsi="Times New Roman"/>
          <w:sz w:val="24"/>
          <w:szCs w:val="24"/>
        </w:rPr>
        <w:t xml:space="preserve"> do jaké z</w:t>
      </w:r>
      <w:r w:rsidR="00BC2EDE">
        <w:rPr>
          <w:rFonts w:ascii="Times New Roman" w:hAnsi="Times New Roman"/>
          <w:sz w:val="24"/>
          <w:szCs w:val="24"/>
        </w:rPr>
        <w:t>o</w:t>
      </w:r>
      <w:r w:rsidR="00CA68BD">
        <w:rPr>
          <w:rFonts w:ascii="Times New Roman" w:hAnsi="Times New Roman"/>
          <w:sz w:val="24"/>
          <w:szCs w:val="24"/>
        </w:rPr>
        <w:t>nace budou obce zařazeny. Dochází k omezování pohybu lidí, kteří se přijedou na Šumavu podívat.</w:t>
      </w:r>
      <w:r w:rsidR="00861CFB">
        <w:rPr>
          <w:rFonts w:ascii="Times New Roman" w:hAnsi="Times New Roman"/>
          <w:sz w:val="24"/>
          <w:szCs w:val="24"/>
        </w:rPr>
        <w:t xml:space="preserve"> Neznáme KPN, nejsme tedy schopni udělat PN ke KPN. Prosím, aby</w:t>
      </w:r>
      <w:r w:rsidR="00BC2EDE">
        <w:rPr>
          <w:rFonts w:ascii="Times New Roman" w:hAnsi="Times New Roman"/>
          <w:sz w:val="24"/>
          <w:szCs w:val="24"/>
        </w:rPr>
        <w:t>chom vzali alespoň PN na vědomí. Následně bych</w:t>
      </w:r>
      <w:r w:rsidR="00861CFB">
        <w:rPr>
          <w:rFonts w:ascii="Times New Roman" w:hAnsi="Times New Roman"/>
          <w:sz w:val="24"/>
          <w:szCs w:val="24"/>
        </w:rPr>
        <w:t xml:space="preserve"> připravil PN ke KPN tak</w:t>
      </w:r>
      <w:r w:rsidR="00222394">
        <w:rPr>
          <w:rFonts w:ascii="Times New Roman" w:hAnsi="Times New Roman"/>
          <w:sz w:val="24"/>
          <w:szCs w:val="24"/>
        </w:rPr>
        <w:t>,</w:t>
      </w:r>
      <w:r w:rsidR="00861CFB">
        <w:rPr>
          <w:rFonts w:ascii="Times New Roman" w:hAnsi="Times New Roman"/>
          <w:sz w:val="24"/>
          <w:szCs w:val="24"/>
        </w:rPr>
        <w:t xml:space="preserve"> abychom se </w:t>
      </w:r>
      <w:r w:rsidR="00BC2EDE">
        <w:rPr>
          <w:rFonts w:ascii="Times New Roman" w:hAnsi="Times New Roman"/>
          <w:sz w:val="24"/>
          <w:szCs w:val="24"/>
        </w:rPr>
        <w:t>s nimi</w:t>
      </w:r>
      <w:r w:rsidR="00861CFB">
        <w:rPr>
          <w:rFonts w:ascii="Times New Roman" w:hAnsi="Times New Roman"/>
          <w:sz w:val="24"/>
          <w:szCs w:val="24"/>
        </w:rPr>
        <w:t xml:space="preserve"> popasovali na PSP.</w:t>
      </w:r>
    </w:p>
    <w:p w:rsidR="00861CFB" w:rsidRDefault="00861CF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861CFB" w:rsidRDefault="00861CF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Mana: Jsme připraveni debatovat, nejde o KPN, ale o PN.</w:t>
      </w:r>
    </w:p>
    <w:p w:rsidR="00861CFB" w:rsidRDefault="00861CF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861CFB" w:rsidRDefault="00861CF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Prosím, aby zazněla přesná informace, zda jde o PN, nebo KPN.</w:t>
      </w:r>
    </w:p>
    <w:p w:rsidR="00861CFB" w:rsidRDefault="00861CF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861CFB" w:rsidRDefault="00965BE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Mana: Je to balíček 12 PN.</w:t>
      </w:r>
    </w:p>
    <w:p w:rsidR="00965BE6" w:rsidRDefault="00965BE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65BE6" w:rsidRDefault="00965BE6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Přijde mi to jako chaos.</w:t>
      </w:r>
      <w:r w:rsidR="008E4E06">
        <w:rPr>
          <w:rFonts w:ascii="Times New Roman" w:hAnsi="Times New Roman"/>
          <w:sz w:val="24"/>
          <w:szCs w:val="24"/>
        </w:rPr>
        <w:t xml:space="preserve"> Ráno mi bylo sděleno, že byl přijat KPN na VŽP. Pokud to jsou jen PN, tak m</w:t>
      </w:r>
      <w:r w:rsidR="009766BF">
        <w:rPr>
          <w:rFonts w:ascii="Times New Roman" w:hAnsi="Times New Roman"/>
          <w:sz w:val="24"/>
          <w:szCs w:val="24"/>
        </w:rPr>
        <w:t>y</w:t>
      </w:r>
      <w:r w:rsidR="008E4E06">
        <w:rPr>
          <w:rFonts w:ascii="Times New Roman" w:hAnsi="Times New Roman"/>
          <w:sz w:val="24"/>
          <w:szCs w:val="24"/>
        </w:rPr>
        <w:t xml:space="preserve"> se budeme vyjadřovat k základnímu tisku. Pro</w:t>
      </w:r>
      <w:r w:rsidR="00BC2EDE">
        <w:rPr>
          <w:rFonts w:ascii="Times New Roman" w:hAnsi="Times New Roman"/>
          <w:sz w:val="24"/>
          <w:szCs w:val="24"/>
        </w:rPr>
        <w:t>sím informace o přijatých PN na </w:t>
      </w:r>
      <w:r w:rsidR="008E4E06">
        <w:rPr>
          <w:rFonts w:ascii="Times New Roman" w:hAnsi="Times New Roman"/>
          <w:sz w:val="24"/>
          <w:szCs w:val="24"/>
        </w:rPr>
        <w:t>VŽP. Zásadní je postavení obcí na Šumavě.</w:t>
      </w:r>
    </w:p>
    <w:p w:rsidR="00965BE6" w:rsidRDefault="00965BE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65BE6" w:rsidRDefault="00965BE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Mana: Informace o PN přijatých na VŽP.</w:t>
      </w:r>
      <w:r w:rsidR="000F6256">
        <w:rPr>
          <w:rFonts w:ascii="Times New Roman" w:hAnsi="Times New Roman"/>
          <w:sz w:val="24"/>
          <w:szCs w:val="24"/>
        </w:rPr>
        <w:t xml:space="preserve"> </w:t>
      </w:r>
    </w:p>
    <w:p w:rsidR="00965BE6" w:rsidRDefault="00965BE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65BE6" w:rsidRDefault="00965BE6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Děkuji za informace.</w:t>
      </w:r>
    </w:p>
    <w:p w:rsidR="00965BE6" w:rsidRDefault="00965BE6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65BE6" w:rsidRDefault="00965BE6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Děkuji za informace a </w:t>
      </w:r>
      <w:proofErr w:type="spellStart"/>
      <w:r>
        <w:rPr>
          <w:rFonts w:ascii="Times New Roman" w:hAnsi="Times New Roman"/>
          <w:sz w:val="24"/>
          <w:szCs w:val="24"/>
        </w:rPr>
        <w:t>dovysvětlení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390D85">
        <w:rPr>
          <w:rFonts w:ascii="Times New Roman" w:hAnsi="Times New Roman"/>
          <w:sz w:val="24"/>
          <w:szCs w:val="24"/>
        </w:rPr>
        <w:t>Problematika §22</w:t>
      </w:r>
      <w:r w:rsidR="00991968">
        <w:rPr>
          <w:rFonts w:ascii="Times New Roman" w:hAnsi="Times New Roman"/>
          <w:sz w:val="24"/>
          <w:szCs w:val="24"/>
        </w:rPr>
        <w:t xml:space="preserve"> b</w:t>
      </w:r>
      <w:r w:rsidR="00390D85">
        <w:rPr>
          <w:rFonts w:ascii="Times New Roman" w:hAnsi="Times New Roman"/>
          <w:sz w:val="24"/>
          <w:szCs w:val="24"/>
        </w:rPr>
        <w:t>.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Mana: Na VŽP se toto ustanovení neřešilo. 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Měli bychom tedy projednat v podrobné rozpravě PN.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Dolejský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BC2EDE">
        <w:rPr>
          <w:rFonts w:ascii="Times New Roman" w:hAnsi="Times New Roman"/>
          <w:sz w:val="24"/>
          <w:szCs w:val="24"/>
        </w:rPr>
        <w:t>Informace k</w:t>
      </w:r>
      <w:r w:rsidR="00991968">
        <w:rPr>
          <w:rFonts w:ascii="Times New Roman" w:hAnsi="Times New Roman"/>
          <w:sz w:val="24"/>
          <w:szCs w:val="24"/>
        </w:rPr>
        <w:t> PN, které byly přijaty na VŽP. Otázka postavení</w:t>
      </w:r>
      <w:r w:rsidR="00FC6849">
        <w:rPr>
          <w:rFonts w:ascii="Times New Roman" w:hAnsi="Times New Roman"/>
          <w:sz w:val="24"/>
          <w:szCs w:val="24"/>
        </w:rPr>
        <w:t xml:space="preserve"> obcí na Šumavě.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</w:t>
      </w:r>
      <w:r w:rsidR="001712C7">
        <w:rPr>
          <w:rFonts w:ascii="Times New Roman" w:hAnsi="Times New Roman"/>
          <w:sz w:val="24"/>
          <w:szCs w:val="24"/>
        </w:rPr>
        <w:t>, které jsem předložil já,</w:t>
      </w:r>
      <w:r>
        <w:rPr>
          <w:rFonts w:ascii="Times New Roman" w:hAnsi="Times New Roman"/>
          <w:sz w:val="24"/>
          <w:szCs w:val="24"/>
        </w:rPr>
        <w:t xml:space="preserve"> dostali poslanci již před 14 dny. To, co jste dostali dnes</w:t>
      </w:r>
      <w:r w:rsidR="00FC6849">
        <w:rPr>
          <w:rFonts w:ascii="Times New Roman" w:hAnsi="Times New Roman"/>
          <w:sz w:val="24"/>
          <w:szCs w:val="24"/>
        </w:rPr>
        <w:t>,</w:t>
      </w:r>
      <w:r w:rsidR="00BC2EDE">
        <w:rPr>
          <w:rFonts w:ascii="Times New Roman" w:hAnsi="Times New Roman"/>
          <w:sz w:val="24"/>
          <w:szCs w:val="24"/>
        </w:rPr>
        <w:t xml:space="preserve"> je </w:t>
      </w:r>
      <w:r>
        <w:rPr>
          <w:rFonts w:ascii="Times New Roman" w:hAnsi="Times New Roman"/>
          <w:sz w:val="24"/>
          <w:szCs w:val="24"/>
        </w:rPr>
        <w:t xml:space="preserve">pouze legislativně upravená verze. Co </w:t>
      </w:r>
      <w:r w:rsidR="00BC2EDE">
        <w:rPr>
          <w:rFonts w:ascii="Times New Roman" w:hAnsi="Times New Roman"/>
          <w:sz w:val="24"/>
          <w:szCs w:val="24"/>
        </w:rPr>
        <w:t xml:space="preserve">znamená, </w:t>
      </w:r>
      <w:r>
        <w:rPr>
          <w:rFonts w:ascii="Times New Roman" w:hAnsi="Times New Roman"/>
          <w:sz w:val="24"/>
          <w:szCs w:val="24"/>
        </w:rPr>
        <w:t>dohodnout se s </w:t>
      </w:r>
      <w:r w:rsidR="001712C7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adou?</w:t>
      </w:r>
      <w:r w:rsidR="001712C7">
        <w:rPr>
          <w:rFonts w:ascii="Times New Roman" w:hAnsi="Times New Roman"/>
          <w:sz w:val="24"/>
          <w:szCs w:val="24"/>
        </w:rPr>
        <w:t xml:space="preserve"> Co je to ta rada?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Dolejský</w:t>
      </w:r>
      <w:proofErr w:type="spellEnd"/>
      <w:r>
        <w:rPr>
          <w:rFonts w:ascii="Times New Roman" w:hAnsi="Times New Roman"/>
          <w:sz w:val="24"/>
          <w:szCs w:val="24"/>
        </w:rPr>
        <w:t>: Tyto návrhy jsme m</w:t>
      </w:r>
      <w:r w:rsidR="009766B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obdrželi před několika minutami</w:t>
      </w:r>
      <w:r w:rsidR="00BC2E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C2ED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eměli jsme čas se s nimi seznámit.</w:t>
      </w:r>
    </w:p>
    <w:p w:rsidR="00146695" w:rsidRDefault="0014669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46695" w:rsidRDefault="0014669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Pokud nikdo z poslanců již nechce vystoupit v obecné rozpravě, dávám tedy slovo veřejnosti.</w:t>
      </w: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90D85" w:rsidRDefault="00390D85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Cígler (</w:t>
      </w:r>
      <w:r w:rsidR="00BC2ED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elený kruh): </w:t>
      </w:r>
      <w:r w:rsidR="00364D3E">
        <w:rPr>
          <w:rFonts w:ascii="Times New Roman" w:hAnsi="Times New Roman"/>
          <w:sz w:val="24"/>
          <w:szCs w:val="24"/>
        </w:rPr>
        <w:t xml:space="preserve">Informace o návrhu. </w:t>
      </w:r>
      <w:r w:rsidR="007E4E3B">
        <w:rPr>
          <w:rFonts w:ascii="Times New Roman" w:hAnsi="Times New Roman"/>
          <w:sz w:val="24"/>
          <w:szCs w:val="24"/>
        </w:rPr>
        <w:t xml:space="preserve">Děkuji, že projednávání přerušíte. </w:t>
      </w:r>
      <w:r w:rsidR="00364D3E">
        <w:rPr>
          <w:rFonts w:ascii="Times New Roman" w:hAnsi="Times New Roman"/>
          <w:sz w:val="24"/>
          <w:szCs w:val="24"/>
        </w:rPr>
        <w:t>Nejsme seznámeni s předloženými PN.</w:t>
      </w:r>
    </w:p>
    <w:p w:rsidR="007E4E3B" w:rsidRDefault="007E4E3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7E4E3B" w:rsidRDefault="009766BF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Šubrt (předseda S</w:t>
      </w:r>
      <w:r w:rsidR="007E4E3B">
        <w:rPr>
          <w:rFonts w:ascii="Times New Roman" w:hAnsi="Times New Roman"/>
          <w:sz w:val="24"/>
          <w:szCs w:val="24"/>
        </w:rPr>
        <w:t>vazu obcí NP Šumava): Návrh není dobrý</w:t>
      </w:r>
      <w:r w:rsidR="00BC2EDE">
        <w:rPr>
          <w:rFonts w:ascii="Times New Roman" w:hAnsi="Times New Roman"/>
          <w:sz w:val="24"/>
          <w:szCs w:val="24"/>
        </w:rPr>
        <w:t>.</w:t>
      </w:r>
      <w:r w:rsidR="007E4E3B">
        <w:rPr>
          <w:rFonts w:ascii="Times New Roman" w:hAnsi="Times New Roman"/>
          <w:sz w:val="24"/>
          <w:szCs w:val="24"/>
        </w:rPr>
        <w:t xml:space="preserve"> </w:t>
      </w:r>
      <w:r w:rsidR="00BC2EDE">
        <w:rPr>
          <w:rFonts w:ascii="Times New Roman" w:hAnsi="Times New Roman"/>
          <w:sz w:val="24"/>
          <w:szCs w:val="24"/>
        </w:rPr>
        <w:t>J</w:t>
      </w:r>
      <w:r w:rsidR="007E4E3B">
        <w:rPr>
          <w:rFonts w:ascii="Times New Roman" w:hAnsi="Times New Roman"/>
          <w:sz w:val="24"/>
          <w:szCs w:val="24"/>
        </w:rPr>
        <w:t xml:space="preserve">e to zákon zejména o Šumavě. Zonace – z novely vypadla třetí zóna -  informace. </w:t>
      </w:r>
      <w:r w:rsidR="00014E86">
        <w:rPr>
          <w:rFonts w:ascii="Times New Roman" w:hAnsi="Times New Roman"/>
          <w:sz w:val="24"/>
          <w:szCs w:val="24"/>
        </w:rPr>
        <w:t>Rada – stáv</w:t>
      </w:r>
      <w:r w:rsidR="00BC2EDE">
        <w:rPr>
          <w:rFonts w:ascii="Times New Roman" w:hAnsi="Times New Roman"/>
          <w:sz w:val="24"/>
          <w:szCs w:val="24"/>
        </w:rPr>
        <w:t>ající znění respektuje preambule</w:t>
      </w:r>
      <w:r w:rsidR="00014E86">
        <w:rPr>
          <w:rFonts w:ascii="Times New Roman" w:hAnsi="Times New Roman"/>
          <w:sz w:val="24"/>
          <w:szCs w:val="24"/>
        </w:rPr>
        <w:t xml:space="preserve"> zákona o ochraně přírody a krajiny, </w:t>
      </w:r>
      <w:r w:rsidR="00364D3E">
        <w:rPr>
          <w:rFonts w:ascii="Times New Roman" w:hAnsi="Times New Roman"/>
          <w:sz w:val="24"/>
          <w:szCs w:val="24"/>
        </w:rPr>
        <w:t>kde jsou obce, kraje a vlastníci pozemků</w:t>
      </w:r>
      <w:r w:rsidR="00BC2EDE">
        <w:rPr>
          <w:rFonts w:ascii="Times New Roman" w:hAnsi="Times New Roman"/>
          <w:sz w:val="24"/>
          <w:szCs w:val="24"/>
        </w:rPr>
        <w:t>, odpovědni za </w:t>
      </w:r>
      <w:r w:rsidR="00364D3E">
        <w:rPr>
          <w:rFonts w:ascii="Times New Roman" w:hAnsi="Times New Roman"/>
          <w:sz w:val="24"/>
          <w:szCs w:val="24"/>
        </w:rPr>
        <w:t>vytváření všech principů v rámci ochrany přírody a krajiny</w:t>
      </w:r>
      <w:r w:rsidR="00014E86">
        <w:rPr>
          <w:rFonts w:ascii="Times New Roman" w:hAnsi="Times New Roman"/>
          <w:sz w:val="24"/>
          <w:szCs w:val="24"/>
        </w:rPr>
        <w:t xml:space="preserve"> – zákon by se měl respektovat. </w:t>
      </w:r>
      <w:r w:rsidR="00364D3E">
        <w:rPr>
          <w:rFonts w:ascii="Times New Roman" w:hAnsi="Times New Roman"/>
          <w:sz w:val="24"/>
          <w:szCs w:val="24"/>
        </w:rPr>
        <w:t>Problematika z</w:t>
      </w:r>
      <w:r w:rsidR="00014E86">
        <w:rPr>
          <w:rFonts w:ascii="Times New Roman" w:hAnsi="Times New Roman"/>
          <w:sz w:val="24"/>
          <w:szCs w:val="24"/>
        </w:rPr>
        <w:t>ákon</w:t>
      </w:r>
      <w:r w:rsidR="00364D3E">
        <w:rPr>
          <w:rFonts w:ascii="Times New Roman" w:hAnsi="Times New Roman"/>
          <w:sz w:val="24"/>
          <w:szCs w:val="24"/>
        </w:rPr>
        <w:t>a o požární ochraně, který je</w:t>
      </w:r>
      <w:r w:rsidR="00014E86">
        <w:rPr>
          <w:rFonts w:ascii="Times New Roman" w:hAnsi="Times New Roman"/>
          <w:sz w:val="24"/>
          <w:szCs w:val="24"/>
        </w:rPr>
        <w:t xml:space="preserve"> z r. 1985</w:t>
      </w:r>
      <w:r w:rsidR="00364D3E">
        <w:rPr>
          <w:rFonts w:ascii="Times New Roman" w:hAnsi="Times New Roman"/>
          <w:sz w:val="24"/>
          <w:szCs w:val="24"/>
        </w:rPr>
        <w:t xml:space="preserve"> -  nutná novelizace -  nyní za vše odpovídá jen obec. A</w:t>
      </w:r>
      <w:r w:rsidR="00014E86">
        <w:rPr>
          <w:rFonts w:ascii="Times New Roman" w:hAnsi="Times New Roman"/>
          <w:sz w:val="24"/>
          <w:szCs w:val="24"/>
        </w:rPr>
        <w:t xml:space="preserve">ť se stará NP Šumava, nebo MŽP, není to možné přenést na obce. Vládní nařízení </w:t>
      </w:r>
      <w:r w:rsidR="00061493">
        <w:rPr>
          <w:rFonts w:ascii="Times New Roman" w:hAnsi="Times New Roman"/>
          <w:sz w:val="24"/>
          <w:szCs w:val="24"/>
        </w:rPr>
        <w:t xml:space="preserve">163/1991 říká, že by se </w:t>
      </w:r>
      <w:r w:rsidR="00014E86">
        <w:rPr>
          <w:rFonts w:ascii="Times New Roman" w:hAnsi="Times New Roman"/>
          <w:sz w:val="24"/>
          <w:szCs w:val="24"/>
        </w:rPr>
        <w:t>měl dochovat</w:t>
      </w:r>
      <w:r w:rsidR="00061493">
        <w:rPr>
          <w:rFonts w:ascii="Times New Roman" w:hAnsi="Times New Roman"/>
          <w:sz w:val="24"/>
          <w:szCs w:val="24"/>
        </w:rPr>
        <w:t xml:space="preserve"> zachovaný </w:t>
      </w:r>
      <w:r w:rsidR="00014E86">
        <w:rPr>
          <w:rFonts w:ascii="Times New Roman" w:hAnsi="Times New Roman"/>
          <w:sz w:val="24"/>
          <w:szCs w:val="24"/>
        </w:rPr>
        <w:t xml:space="preserve">krajinný ráz Šumavy. </w:t>
      </w:r>
      <w:r w:rsidR="00061493">
        <w:rPr>
          <w:rFonts w:ascii="Times New Roman" w:hAnsi="Times New Roman"/>
          <w:sz w:val="24"/>
          <w:szCs w:val="24"/>
        </w:rPr>
        <w:t xml:space="preserve">Voláme jen po </w:t>
      </w:r>
      <w:r w:rsidR="00061493">
        <w:rPr>
          <w:rFonts w:ascii="Times New Roman" w:hAnsi="Times New Roman"/>
          <w:sz w:val="24"/>
          <w:szCs w:val="24"/>
        </w:rPr>
        <w:lastRenderedPageBreak/>
        <w:t>pravidlech umožňující</w:t>
      </w:r>
      <w:r>
        <w:rPr>
          <w:rFonts w:ascii="Times New Roman" w:hAnsi="Times New Roman"/>
          <w:sz w:val="24"/>
          <w:szCs w:val="24"/>
        </w:rPr>
        <w:t>ch</w:t>
      </w:r>
      <w:r w:rsidR="00061493">
        <w:rPr>
          <w:rFonts w:ascii="Times New Roman" w:hAnsi="Times New Roman"/>
          <w:sz w:val="24"/>
          <w:szCs w:val="24"/>
        </w:rPr>
        <w:t xml:space="preserve"> to, </w:t>
      </w:r>
      <w:r w:rsidR="00014E86">
        <w:rPr>
          <w:rFonts w:ascii="Times New Roman" w:hAnsi="Times New Roman"/>
          <w:sz w:val="24"/>
          <w:szCs w:val="24"/>
        </w:rPr>
        <w:t>aby byla příroda řádně chráněna a aby byl</w:t>
      </w:r>
      <w:r w:rsidR="0017301D">
        <w:rPr>
          <w:rFonts w:ascii="Times New Roman" w:hAnsi="Times New Roman"/>
          <w:sz w:val="24"/>
          <w:szCs w:val="24"/>
        </w:rPr>
        <w:t xml:space="preserve"> umožněn</w:t>
      </w:r>
      <w:r w:rsidR="00014E86">
        <w:rPr>
          <w:rFonts w:ascii="Times New Roman" w:hAnsi="Times New Roman"/>
          <w:sz w:val="24"/>
          <w:szCs w:val="24"/>
        </w:rPr>
        <w:t xml:space="preserve"> trvale udržitelný rozvoj. </w:t>
      </w:r>
    </w:p>
    <w:p w:rsidR="00014E86" w:rsidRDefault="00014E8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014E86" w:rsidRDefault="00014E86" w:rsidP="00BC2EDE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Končím obecnou rozpravu.</w:t>
      </w:r>
      <w:r w:rsidR="00BC2EDE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rosím předkladatele, aby nám připravil svá stanoviska</w:t>
      </w:r>
      <w:r w:rsidR="00BC2EDE">
        <w:rPr>
          <w:rFonts w:ascii="Times New Roman" w:hAnsi="Times New Roman"/>
          <w:sz w:val="24"/>
          <w:szCs w:val="24"/>
        </w:rPr>
        <w:t xml:space="preserve"> k PN p. </w:t>
      </w:r>
      <w:proofErr w:type="spellStart"/>
      <w:r w:rsidR="00BC2EDE">
        <w:rPr>
          <w:rFonts w:ascii="Times New Roman" w:hAnsi="Times New Roman"/>
          <w:sz w:val="24"/>
          <w:szCs w:val="24"/>
        </w:rPr>
        <w:t>posl</w:t>
      </w:r>
      <w:proofErr w:type="spellEnd"/>
      <w:r w:rsidR="00BC2EDE">
        <w:rPr>
          <w:rFonts w:ascii="Times New Roman" w:hAnsi="Times New Roman"/>
          <w:sz w:val="24"/>
          <w:szCs w:val="24"/>
        </w:rPr>
        <w:t>. Klána</w:t>
      </w:r>
      <w:r>
        <w:rPr>
          <w:rFonts w:ascii="Times New Roman" w:hAnsi="Times New Roman"/>
          <w:sz w:val="24"/>
          <w:szCs w:val="24"/>
        </w:rPr>
        <w:t>,</w:t>
      </w:r>
      <w:r w:rsidR="00BC2ED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aby nám byl</w:t>
      </w:r>
      <w:r w:rsidR="00881734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dodány i PN z</w:t>
      </w:r>
      <w:r w:rsidR="00881734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VŽP</w:t>
      </w:r>
      <w:r w:rsidR="00881734">
        <w:rPr>
          <w:rFonts w:ascii="Times New Roman" w:hAnsi="Times New Roman"/>
          <w:sz w:val="24"/>
          <w:szCs w:val="24"/>
        </w:rPr>
        <w:t>. Navrhuji přerušit jednání</w:t>
      </w:r>
      <w:r>
        <w:rPr>
          <w:rFonts w:ascii="Times New Roman" w:hAnsi="Times New Roman"/>
          <w:sz w:val="24"/>
          <w:szCs w:val="24"/>
        </w:rPr>
        <w:t xml:space="preserve"> do 13. dubna.</w:t>
      </w:r>
    </w:p>
    <w:p w:rsidR="00014E86" w:rsidRDefault="00014E86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014E86" w:rsidRDefault="00C90F32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Prosím, abychom měl</w:t>
      </w:r>
      <w:r w:rsidR="009766B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BC2EDE">
        <w:rPr>
          <w:rFonts w:ascii="Times New Roman" w:hAnsi="Times New Roman"/>
          <w:sz w:val="24"/>
          <w:szCs w:val="24"/>
        </w:rPr>
        <w:t>stanoviska</w:t>
      </w:r>
      <w:r>
        <w:rPr>
          <w:rFonts w:ascii="Times New Roman" w:hAnsi="Times New Roman"/>
          <w:sz w:val="24"/>
          <w:szCs w:val="24"/>
        </w:rPr>
        <w:t xml:space="preserve"> v pondělí 11. dubna.</w:t>
      </w:r>
    </w:p>
    <w:p w:rsidR="00C90F32" w:rsidRDefault="00C90F32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881734" w:rsidRDefault="00881734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Návrh usnesení č. 187 -  návrh na přerušení.</w:t>
      </w:r>
    </w:p>
    <w:p w:rsidR="00881734" w:rsidRDefault="00881734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C90F32" w:rsidRDefault="00C90F32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Pr="00881734">
        <w:rPr>
          <w:rFonts w:ascii="Times New Roman" w:hAnsi="Times New Roman"/>
          <w:sz w:val="24"/>
          <w:szCs w:val="24"/>
          <w:u w:val="single"/>
        </w:rPr>
        <w:t xml:space="preserve">Hlasování o </w:t>
      </w:r>
      <w:r w:rsidR="00881734" w:rsidRPr="00881734">
        <w:rPr>
          <w:rFonts w:ascii="Times New Roman" w:hAnsi="Times New Roman"/>
          <w:sz w:val="24"/>
          <w:szCs w:val="24"/>
          <w:u w:val="single"/>
        </w:rPr>
        <w:t>návrhu usnesení č. 187</w:t>
      </w:r>
      <w:r w:rsidR="00881734">
        <w:rPr>
          <w:rFonts w:ascii="Times New Roman" w:hAnsi="Times New Roman"/>
          <w:sz w:val="24"/>
          <w:szCs w:val="24"/>
        </w:rPr>
        <w:t>, hlasování č. 2:</w:t>
      </w:r>
      <w:r w:rsidR="00881734">
        <w:rPr>
          <w:rFonts w:ascii="Times New Roman" w:hAnsi="Times New Roman"/>
          <w:sz w:val="24"/>
          <w:szCs w:val="24"/>
        </w:rPr>
        <w:tab/>
      </w:r>
      <w:r w:rsidR="00881734">
        <w:rPr>
          <w:rFonts w:ascii="Times New Roman" w:hAnsi="Times New Roman"/>
          <w:sz w:val="24"/>
          <w:szCs w:val="24"/>
        </w:rPr>
        <w:tab/>
      </w:r>
      <w:r w:rsidR="00881734">
        <w:rPr>
          <w:rFonts w:ascii="Times New Roman" w:hAnsi="Times New Roman"/>
          <w:sz w:val="24"/>
          <w:szCs w:val="24"/>
        </w:rPr>
        <w:tab/>
      </w:r>
      <w:r w:rsidR="00881734">
        <w:rPr>
          <w:rFonts w:ascii="Times New Roman" w:hAnsi="Times New Roman"/>
          <w:sz w:val="24"/>
          <w:szCs w:val="24"/>
        </w:rPr>
        <w:tab/>
        <w:t>Příloha č. 1</w:t>
      </w:r>
    </w:p>
    <w:p w:rsidR="00881734" w:rsidRPr="00AC7F3B" w:rsidRDefault="00881734" w:rsidP="008817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4D4B9B" w:rsidRPr="00B25485" w:rsidRDefault="004D4B9B" w:rsidP="004D4B9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4A43AD" w:rsidRPr="00B25485" w:rsidRDefault="004A43AD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25485">
        <w:rPr>
          <w:rFonts w:ascii="Times New Roman" w:hAnsi="Times New Roman"/>
          <w:b/>
          <w:sz w:val="24"/>
          <w:szCs w:val="24"/>
        </w:rPr>
        <w:t>Vládní návrh zákona, kterým se mění zákon č.201/2012 Sb., o ochraně ovzduší, ve znění pozdějších předpisů a zákon č. 634/2004 Sb., o správních poplatcích, ve znění pozdějších předpisů, sněmovní tisk 678.</w:t>
      </w: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Předkladatel:</w:t>
      </w:r>
      <w:r w:rsidRPr="00B25485">
        <w:rPr>
          <w:rFonts w:ascii="Times New Roman" w:hAnsi="Times New Roman"/>
          <w:sz w:val="24"/>
          <w:szCs w:val="24"/>
        </w:rPr>
        <w:tab/>
        <w:t>Ministerstvo životního prostředí</w:t>
      </w: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Zpravodaj:</w:t>
      </w:r>
      <w:r w:rsidRPr="00B25485">
        <w:rPr>
          <w:rFonts w:ascii="Times New Roman" w:hAnsi="Times New Roman"/>
          <w:sz w:val="24"/>
          <w:szCs w:val="24"/>
        </w:rPr>
        <w:tab/>
        <w:t xml:space="preserve">Mgr. Jan Klán, poslanec PSP ČR </w:t>
      </w:r>
      <w:r w:rsidRPr="00B25485">
        <w:rPr>
          <w:rFonts w:ascii="Times New Roman" w:hAnsi="Times New Roman"/>
          <w:sz w:val="24"/>
          <w:szCs w:val="24"/>
        </w:rPr>
        <w:tab/>
      </w:r>
    </w:p>
    <w:p w:rsid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C1E" w:rsidRDefault="006F7C1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Zahájení projednávání ST 678.</w:t>
      </w:r>
    </w:p>
    <w:p w:rsidR="006F7C1E" w:rsidRDefault="006F7C1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5651" w:rsidRPr="00C26641" w:rsidRDefault="00106E20" w:rsidP="00C2664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Odůvodnění návrhu. Cílem předložení návrhu je</w:t>
      </w:r>
      <w:r w:rsidR="002165CA">
        <w:rPr>
          <w:rFonts w:ascii="Times New Roman" w:hAnsi="Times New Roman"/>
          <w:sz w:val="24"/>
          <w:szCs w:val="24"/>
        </w:rPr>
        <w:t xml:space="preserve"> </w:t>
      </w:r>
      <w:r w:rsidR="00AA6150">
        <w:rPr>
          <w:rFonts w:ascii="Times New Roman" w:hAnsi="Times New Roman"/>
          <w:sz w:val="24"/>
          <w:szCs w:val="24"/>
        </w:rPr>
        <w:t>naplnit mezinárodní závazky v oblasti nízko</w:t>
      </w:r>
      <w:r w:rsidR="006825BE">
        <w:rPr>
          <w:rFonts w:ascii="Times New Roman" w:hAnsi="Times New Roman"/>
          <w:sz w:val="24"/>
          <w:szCs w:val="24"/>
        </w:rPr>
        <w:t>-</w:t>
      </w:r>
      <w:r w:rsidR="00AA6150">
        <w:rPr>
          <w:rFonts w:ascii="Times New Roman" w:hAnsi="Times New Roman"/>
          <w:sz w:val="24"/>
          <w:szCs w:val="24"/>
        </w:rPr>
        <w:t>emisních z</w:t>
      </w:r>
      <w:r w:rsidR="006825BE">
        <w:rPr>
          <w:rFonts w:ascii="Times New Roman" w:hAnsi="Times New Roman"/>
          <w:sz w:val="24"/>
          <w:szCs w:val="24"/>
        </w:rPr>
        <w:t>ó</w:t>
      </w:r>
      <w:r w:rsidR="00AA6150">
        <w:rPr>
          <w:rFonts w:ascii="Times New Roman" w:hAnsi="Times New Roman"/>
          <w:sz w:val="24"/>
          <w:szCs w:val="24"/>
        </w:rPr>
        <w:t>n, zajistit plnou transpozici předpisů EU a posílit ochranu ovzduší zavedením nových kontrolních pravomocí orgánů ochrany ovzduší na lokální úrovni. Informace o změnách.</w:t>
      </w:r>
      <w:r>
        <w:rPr>
          <w:rFonts w:ascii="Times New Roman" w:hAnsi="Times New Roman"/>
          <w:sz w:val="24"/>
          <w:szCs w:val="24"/>
        </w:rPr>
        <w:t xml:space="preserve"> </w:t>
      </w:r>
      <w:r w:rsidR="00C26641">
        <w:rPr>
          <w:rFonts w:ascii="Times New Roman" w:hAnsi="Times New Roman"/>
          <w:sz w:val="24"/>
          <w:szCs w:val="24"/>
        </w:rPr>
        <w:t xml:space="preserve">1. </w:t>
      </w:r>
      <w:r w:rsidR="00CD5651" w:rsidRPr="00C26641">
        <w:rPr>
          <w:rFonts w:ascii="Times New Roman" w:hAnsi="Times New Roman"/>
          <w:sz w:val="24"/>
          <w:szCs w:val="24"/>
        </w:rPr>
        <w:t>ledna 2017 – účinnost.</w:t>
      </w: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Zpravodajská zpráva. Otázka kontrol topeniš</w:t>
      </w:r>
      <w:r w:rsidR="00AA6150">
        <w:rPr>
          <w:rFonts w:ascii="Times New Roman" w:hAnsi="Times New Roman"/>
          <w:sz w:val="24"/>
          <w:szCs w:val="24"/>
        </w:rPr>
        <w:t>ť</w:t>
      </w:r>
      <w:r>
        <w:rPr>
          <w:rFonts w:ascii="Times New Roman" w:hAnsi="Times New Roman"/>
          <w:sz w:val="24"/>
          <w:szCs w:val="24"/>
        </w:rPr>
        <w:t>. Hlásím se do rozpravy.</w:t>
      </w: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Otevírám obecnou rozpravu.</w:t>
      </w: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5651" w:rsidRDefault="00CD56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EF2B91">
        <w:rPr>
          <w:rFonts w:ascii="Times New Roman" w:hAnsi="Times New Roman"/>
          <w:sz w:val="24"/>
          <w:szCs w:val="24"/>
        </w:rPr>
        <w:t xml:space="preserve">Podle § 17 odst. 2 </w:t>
      </w:r>
      <w:r>
        <w:rPr>
          <w:rFonts w:ascii="Times New Roman" w:hAnsi="Times New Roman"/>
          <w:sz w:val="24"/>
          <w:szCs w:val="24"/>
        </w:rPr>
        <w:t>by měla</w:t>
      </w:r>
      <w:r w:rsidR="00EF2B91">
        <w:rPr>
          <w:rFonts w:ascii="Times New Roman" w:hAnsi="Times New Roman"/>
          <w:sz w:val="24"/>
          <w:szCs w:val="24"/>
        </w:rPr>
        <w:t xml:space="preserve"> </w:t>
      </w:r>
      <w:r w:rsidR="006825BE">
        <w:rPr>
          <w:rFonts w:ascii="Times New Roman" w:hAnsi="Times New Roman"/>
          <w:sz w:val="24"/>
          <w:szCs w:val="24"/>
        </w:rPr>
        <w:t>veřejná správa</w:t>
      </w:r>
      <w:r w:rsidR="00EF2B91">
        <w:rPr>
          <w:rFonts w:ascii="Times New Roman" w:hAnsi="Times New Roman"/>
          <w:sz w:val="24"/>
          <w:szCs w:val="24"/>
        </w:rPr>
        <w:t xml:space="preserve"> získat</w:t>
      </w:r>
      <w:r>
        <w:rPr>
          <w:rFonts w:ascii="Times New Roman" w:hAnsi="Times New Roman"/>
          <w:sz w:val="24"/>
          <w:szCs w:val="24"/>
        </w:rPr>
        <w:t xml:space="preserve"> pravomoc</w:t>
      </w:r>
      <w:r w:rsidR="00EF2B91">
        <w:rPr>
          <w:rFonts w:ascii="Times New Roman" w:hAnsi="Times New Roman"/>
          <w:sz w:val="24"/>
          <w:szCs w:val="24"/>
        </w:rPr>
        <w:t xml:space="preserve"> vstupovat do obydlí v situaci, kdy existuje podezření</w:t>
      </w:r>
      <w:r>
        <w:rPr>
          <w:rFonts w:ascii="Times New Roman" w:hAnsi="Times New Roman"/>
          <w:sz w:val="24"/>
          <w:szCs w:val="24"/>
        </w:rPr>
        <w:t>, že byla porušena některá z</w:t>
      </w:r>
      <w:r w:rsidR="00EF2B91">
        <w:rPr>
          <w:rFonts w:ascii="Times New Roman" w:hAnsi="Times New Roman"/>
          <w:sz w:val="24"/>
          <w:szCs w:val="24"/>
        </w:rPr>
        <w:t xml:space="preserve"> důležitých </w:t>
      </w:r>
      <w:r>
        <w:rPr>
          <w:rFonts w:ascii="Times New Roman" w:hAnsi="Times New Roman"/>
          <w:sz w:val="24"/>
          <w:szCs w:val="24"/>
        </w:rPr>
        <w:t xml:space="preserve">povinností. </w:t>
      </w:r>
      <w:r w:rsidR="00730AEF">
        <w:rPr>
          <w:rFonts w:ascii="Times New Roman" w:hAnsi="Times New Roman"/>
          <w:sz w:val="24"/>
          <w:szCs w:val="24"/>
        </w:rPr>
        <w:t>Je to </w:t>
      </w:r>
      <w:r w:rsidR="00EF2B91">
        <w:rPr>
          <w:rFonts w:ascii="Times New Roman" w:hAnsi="Times New Roman"/>
          <w:sz w:val="24"/>
          <w:szCs w:val="24"/>
        </w:rPr>
        <w:t xml:space="preserve">poněkud invazivní. </w:t>
      </w:r>
      <w:r>
        <w:rPr>
          <w:rFonts w:ascii="Times New Roman" w:hAnsi="Times New Roman"/>
          <w:sz w:val="24"/>
          <w:szCs w:val="24"/>
        </w:rPr>
        <w:t>Nebylo by možné se zamyslet, jestli existují i jiné cesty</w:t>
      </w:r>
      <w:r w:rsidR="00EF2B91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Otázka práva vstupu do obydlí. </w:t>
      </w:r>
      <w:r w:rsidR="008604A9">
        <w:rPr>
          <w:rFonts w:ascii="Times New Roman" w:hAnsi="Times New Roman"/>
          <w:sz w:val="24"/>
          <w:szCs w:val="24"/>
        </w:rPr>
        <w:t>Omlouvám se</w:t>
      </w:r>
      <w:r w:rsidR="00EF2B91">
        <w:rPr>
          <w:rFonts w:ascii="Times New Roman" w:hAnsi="Times New Roman"/>
          <w:sz w:val="24"/>
          <w:szCs w:val="24"/>
        </w:rPr>
        <w:t xml:space="preserve">, bohužel musím odejít na </w:t>
      </w:r>
      <w:r w:rsidR="008604A9">
        <w:rPr>
          <w:rFonts w:ascii="Times New Roman" w:hAnsi="Times New Roman"/>
          <w:sz w:val="24"/>
          <w:szCs w:val="24"/>
        </w:rPr>
        <w:t>jednání na MF.</w:t>
      </w:r>
    </w:p>
    <w:p w:rsidR="008604A9" w:rsidRDefault="008604A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04A9" w:rsidRDefault="008604A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Kontrola domácností – dotčení domovního práva, ochrany soukromí, atd. Jak se bude postupovat, když někdo</w:t>
      </w:r>
      <w:r w:rsidR="00A533AD">
        <w:rPr>
          <w:rFonts w:ascii="Times New Roman" w:hAnsi="Times New Roman"/>
          <w:sz w:val="24"/>
          <w:szCs w:val="24"/>
        </w:rPr>
        <w:t xml:space="preserve"> něco nahlásí? Problematika chronických stěžovatelů.</w:t>
      </w:r>
    </w:p>
    <w:p w:rsidR="00A533AD" w:rsidRDefault="00A533AD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04A9" w:rsidRDefault="008604A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A533AD">
        <w:rPr>
          <w:rFonts w:ascii="Times New Roman" w:hAnsi="Times New Roman"/>
          <w:sz w:val="24"/>
          <w:szCs w:val="24"/>
        </w:rPr>
        <w:t xml:space="preserve">Vše jsme projednali se SMO. </w:t>
      </w:r>
      <w:r>
        <w:rPr>
          <w:rFonts w:ascii="Times New Roman" w:hAnsi="Times New Roman"/>
          <w:sz w:val="24"/>
          <w:szCs w:val="24"/>
        </w:rPr>
        <w:t xml:space="preserve">ORP nemají </w:t>
      </w:r>
      <w:r w:rsidR="00A533AD">
        <w:rPr>
          <w:rFonts w:ascii="Times New Roman" w:hAnsi="Times New Roman"/>
          <w:sz w:val="24"/>
          <w:szCs w:val="24"/>
        </w:rPr>
        <w:t xml:space="preserve">nyní </w:t>
      </w:r>
      <w:r>
        <w:rPr>
          <w:rFonts w:ascii="Times New Roman" w:hAnsi="Times New Roman"/>
          <w:sz w:val="24"/>
          <w:szCs w:val="24"/>
        </w:rPr>
        <w:t>možnost žádný proces dotáhnout do</w:t>
      </w:r>
      <w:r w:rsidR="009766B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konce</w:t>
      </w:r>
      <w:r w:rsidR="00026CFD">
        <w:rPr>
          <w:rFonts w:ascii="Times New Roman" w:hAnsi="Times New Roman"/>
          <w:sz w:val="24"/>
          <w:szCs w:val="24"/>
        </w:rPr>
        <w:t xml:space="preserve">. </w:t>
      </w:r>
      <w:r w:rsidR="00DB5417">
        <w:rPr>
          <w:rFonts w:ascii="Times New Roman" w:hAnsi="Times New Roman"/>
          <w:sz w:val="24"/>
          <w:szCs w:val="24"/>
        </w:rPr>
        <w:t>ORP znají své stěžovatele.</w:t>
      </w:r>
      <w:r w:rsidR="00026CFD" w:rsidRPr="00026CFD">
        <w:rPr>
          <w:rFonts w:ascii="Times New Roman" w:hAnsi="Times New Roman"/>
          <w:sz w:val="24"/>
          <w:szCs w:val="24"/>
        </w:rPr>
        <w:t xml:space="preserve"> </w:t>
      </w:r>
      <w:r w:rsidR="00026CFD">
        <w:rPr>
          <w:rFonts w:ascii="Times New Roman" w:hAnsi="Times New Roman"/>
          <w:sz w:val="24"/>
          <w:szCs w:val="24"/>
        </w:rPr>
        <w:t>Nemají možnost dokázat, že byl porušen zákon.</w:t>
      </w:r>
    </w:p>
    <w:p w:rsidR="008604A9" w:rsidRDefault="008604A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04A9" w:rsidRDefault="008604A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</w:t>
      </w:r>
      <w:r w:rsidR="00382251">
        <w:rPr>
          <w:rFonts w:ascii="Times New Roman" w:hAnsi="Times New Roman"/>
          <w:sz w:val="24"/>
          <w:szCs w:val="24"/>
        </w:rPr>
        <w:t>Udání – jak to bude probíhat? Věčn</w:t>
      </w:r>
      <w:r w:rsidR="00730AEF">
        <w:rPr>
          <w:rFonts w:ascii="Times New Roman" w:hAnsi="Times New Roman"/>
          <w:sz w:val="24"/>
          <w:szCs w:val="24"/>
        </w:rPr>
        <w:t>í</w:t>
      </w:r>
      <w:r w:rsidR="00382251">
        <w:rPr>
          <w:rFonts w:ascii="Times New Roman" w:hAnsi="Times New Roman"/>
          <w:sz w:val="24"/>
          <w:szCs w:val="24"/>
        </w:rPr>
        <w:t xml:space="preserve"> stěžovatelé</w:t>
      </w:r>
      <w:r w:rsidR="00730AEF">
        <w:rPr>
          <w:rFonts w:ascii="Times New Roman" w:hAnsi="Times New Roman"/>
          <w:sz w:val="24"/>
          <w:szCs w:val="24"/>
        </w:rPr>
        <w:t xml:space="preserve"> -</w:t>
      </w:r>
      <w:r w:rsidR="00382251">
        <w:rPr>
          <w:rFonts w:ascii="Times New Roman" w:hAnsi="Times New Roman"/>
          <w:sz w:val="24"/>
          <w:szCs w:val="24"/>
        </w:rPr>
        <w:t xml:space="preserve"> že se to bude posuzovat jinak?</w:t>
      </w:r>
      <w:r w:rsidR="00730AEF">
        <w:rPr>
          <w:rFonts w:ascii="Times New Roman" w:hAnsi="Times New Roman"/>
          <w:sz w:val="24"/>
          <w:szCs w:val="24"/>
        </w:rPr>
        <w:t xml:space="preserve"> Na </w:t>
      </w:r>
      <w:r w:rsidR="00026CFD">
        <w:rPr>
          <w:rFonts w:ascii="Times New Roman" w:hAnsi="Times New Roman"/>
          <w:sz w:val="24"/>
          <w:szCs w:val="24"/>
        </w:rPr>
        <w:t>všechny bychom měli nahlížet stejně.</w:t>
      </w:r>
      <w:r w:rsidR="00382251">
        <w:rPr>
          <w:rFonts w:ascii="Times New Roman" w:hAnsi="Times New Roman"/>
          <w:sz w:val="24"/>
          <w:szCs w:val="24"/>
        </w:rPr>
        <w:t xml:space="preserve"> Měli byste zvažovat i jiné technické možnosti. Nelíbí se mi to, že bude jeden udávat druhého a bude to řešit ORP, kt</w:t>
      </w:r>
      <w:r w:rsidR="00730AEF">
        <w:rPr>
          <w:rFonts w:ascii="Times New Roman" w:hAnsi="Times New Roman"/>
          <w:sz w:val="24"/>
          <w:szCs w:val="24"/>
        </w:rPr>
        <w:t>erý již nyní dělá mnoho věcí za </w:t>
      </w:r>
      <w:r w:rsidR="00382251">
        <w:rPr>
          <w:rFonts w:ascii="Times New Roman" w:hAnsi="Times New Roman"/>
          <w:sz w:val="24"/>
          <w:szCs w:val="24"/>
        </w:rPr>
        <w:t>stát. Bude to nárůst činností pro ORP</w:t>
      </w:r>
      <w:r w:rsidR="00026CFD">
        <w:rPr>
          <w:rFonts w:ascii="Times New Roman" w:hAnsi="Times New Roman"/>
          <w:sz w:val="24"/>
          <w:szCs w:val="24"/>
        </w:rPr>
        <w:t xml:space="preserve">. </w:t>
      </w:r>
      <w:r w:rsidR="00B03BE7">
        <w:rPr>
          <w:rFonts w:ascii="Times New Roman" w:hAnsi="Times New Roman"/>
          <w:sz w:val="24"/>
          <w:szCs w:val="24"/>
        </w:rPr>
        <w:t xml:space="preserve">Půjdou </w:t>
      </w:r>
      <w:r w:rsidR="00382251">
        <w:rPr>
          <w:rFonts w:ascii="Times New Roman" w:hAnsi="Times New Roman"/>
          <w:sz w:val="24"/>
          <w:szCs w:val="24"/>
        </w:rPr>
        <w:t xml:space="preserve">souběžně </w:t>
      </w:r>
      <w:r w:rsidR="00B03BE7">
        <w:rPr>
          <w:rFonts w:ascii="Times New Roman" w:hAnsi="Times New Roman"/>
          <w:sz w:val="24"/>
          <w:szCs w:val="24"/>
        </w:rPr>
        <w:t>i finance pro ORP?</w:t>
      </w:r>
    </w:p>
    <w:p w:rsidR="00382251" w:rsidRDefault="003822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2251" w:rsidRDefault="00382251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</w:t>
      </w:r>
      <w:r w:rsidR="007808CE">
        <w:rPr>
          <w:rFonts w:ascii="Times New Roman" w:hAnsi="Times New Roman"/>
          <w:sz w:val="24"/>
          <w:szCs w:val="24"/>
        </w:rPr>
        <w:t>Vidím problém ohledně těch financí. Pokud bude zákon přijat, bude plnit preventivní účel. Podpořím tento návrh.</w:t>
      </w:r>
    </w:p>
    <w:p w:rsidR="00DE6318" w:rsidRDefault="00DE631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6318" w:rsidRDefault="00DE631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K financím – ORP </w:t>
      </w:r>
      <w:r w:rsidR="007808CE">
        <w:rPr>
          <w:rFonts w:ascii="Times New Roman" w:hAnsi="Times New Roman"/>
          <w:sz w:val="24"/>
          <w:szCs w:val="24"/>
        </w:rPr>
        <w:t>již tuto pravomoc mají, již to</w:t>
      </w:r>
      <w:r w:rsidR="00730AEF">
        <w:rPr>
          <w:rFonts w:ascii="Times New Roman" w:hAnsi="Times New Roman"/>
          <w:sz w:val="24"/>
          <w:szCs w:val="24"/>
        </w:rPr>
        <w:t xml:space="preserve"> vykonávají, nárůst j</w:t>
      </w:r>
      <w:r>
        <w:rPr>
          <w:rFonts w:ascii="Times New Roman" w:hAnsi="Times New Roman"/>
          <w:sz w:val="24"/>
          <w:szCs w:val="24"/>
        </w:rPr>
        <w:t xml:space="preserve">e pouze u toho </w:t>
      </w:r>
      <w:r w:rsidR="007808CE">
        <w:rPr>
          <w:rFonts w:ascii="Times New Roman" w:hAnsi="Times New Roman"/>
          <w:sz w:val="24"/>
          <w:szCs w:val="24"/>
        </w:rPr>
        <w:t>prok</w:t>
      </w:r>
      <w:r>
        <w:rPr>
          <w:rFonts w:ascii="Times New Roman" w:hAnsi="Times New Roman"/>
          <w:sz w:val="24"/>
          <w:szCs w:val="24"/>
        </w:rPr>
        <w:t>ázání. Návrh je prodiskutován se SMO</w:t>
      </w:r>
      <w:r w:rsidR="007808CE">
        <w:rPr>
          <w:rFonts w:ascii="Times New Roman" w:hAnsi="Times New Roman"/>
          <w:sz w:val="24"/>
          <w:szCs w:val="24"/>
        </w:rPr>
        <w:t xml:space="preserve"> – je shoda. V RIA je částka 9,5 mil. Kč – případné navýšení rozpočtu</w:t>
      </w:r>
      <w:r>
        <w:rPr>
          <w:rFonts w:ascii="Times New Roman" w:hAnsi="Times New Roman"/>
          <w:sz w:val="24"/>
          <w:szCs w:val="24"/>
        </w:rPr>
        <w:t>.</w:t>
      </w:r>
      <w:r w:rsidR="003C6A25">
        <w:rPr>
          <w:rFonts w:ascii="Times New Roman" w:hAnsi="Times New Roman"/>
          <w:sz w:val="24"/>
          <w:szCs w:val="24"/>
        </w:rPr>
        <w:t xml:space="preserve"> Je to přínos v tom, že to budou moci dotáhnout do</w:t>
      </w:r>
      <w:r w:rsidR="009766BF">
        <w:rPr>
          <w:rFonts w:ascii="Times New Roman" w:hAnsi="Times New Roman"/>
          <w:sz w:val="24"/>
          <w:szCs w:val="24"/>
        </w:rPr>
        <w:t xml:space="preserve"> </w:t>
      </w:r>
      <w:r w:rsidR="003C6A25">
        <w:rPr>
          <w:rFonts w:ascii="Times New Roman" w:hAnsi="Times New Roman"/>
          <w:sz w:val="24"/>
          <w:szCs w:val="24"/>
        </w:rPr>
        <w:t>konce a sankce zůstávají ORP.</w:t>
      </w:r>
    </w:p>
    <w:p w:rsidR="003C6A25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08CE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Legislativa MŽP:</w:t>
      </w:r>
      <w:r w:rsidR="007808CE">
        <w:rPr>
          <w:rFonts w:ascii="Times New Roman" w:hAnsi="Times New Roman"/>
          <w:sz w:val="24"/>
          <w:szCs w:val="24"/>
        </w:rPr>
        <w:t xml:space="preserve"> Nepopíráme, že jde o zásah do domovní svobody</w:t>
      </w:r>
      <w:r w:rsidR="00730AEF">
        <w:rPr>
          <w:rFonts w:ascii="Times New Roman" w:hAnsi="Times New Roman"/>
          <w:sz w:val="24"/>
          <w:szCs w:val="24"/>
        </w:rPr>
        <w:t>. E</w:t>
      </w:r>
      <w:r w:rsidR="007808CE">
        <w:rPr>
          <w:rFonts w:ascii="Times New Roman" w:hAnsi="Times New Roman"/>
          <w:sz w:val="24"/>
          <w:szCs w:val="24"/>
        </w:rPr>
        <w:t>xistuje, ale kolize s právem na životní prostředí a s právem na ochranu život</w:t>
      </w:r>
      <w:r w:rsidR="00730AEF">
        <w:rPr>
          <w:rFonts w:ascii="Times New Roman" w:hAnsi="Times New Roman"/>
          <w:sz w:val="24"/>
          <w:szCs w:val="24"/>
        </w:rPr>
        <w:t>a</w:t>
      </w:r>
      <w:r w:rsidR="007808CE">
        <w:rPr>
          <w:rFonts w:ascii="Times New Roman" w:hAnsi="Times New Roman"/>
          <w:sz w:val="24"/>
          <w:szCs w:val="24"/>
        </w:rPr>
        <w:t xml:space="preserve"> a zdraví. Informace o správním řízení u kontrol.</w:t>
      </w:r>
    </w:p>
    <w:p w:rsidR="003C6A25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7139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</w:t>
      </w:r>
      <w:r w:rsidR="001B7139">
        <w:rPr>
          <w:rFonts w:ascii="Times New Roman" w:hAnsi="Times New Roman"/>
          <w:sz w:val="24"/>
          <w:szCs w:val="24"/>
        </w:rPr>
        <w:t>Problematika plynofikací obcí. Co je pro ten stát výhodnější? Jak to ta ORP mají řešit? Otázka kotlíkových dotací.</w:t>
      </w:r>
    </w:p>
    <w:p w:rsidR="001B7139" w:rsidRDefault="001B713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7139" w:rsidRDefault="001B713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Informace o kotlíkových dotacích. </w:t>
      </w:r>
    </w:p>
    <w:p w:rsidR="003C6A25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6A25" w:rsidRPr="00B25485" w:rsidRDefault="003C6A2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MŽP: </w:t>
      </w:r>
      <w:r w:rsidR="00E22F04">
        <w:rPr>
          <w:rFonts w:ascii="Times New Roman" w:hAnsi="Times New Roman"/>
          <w:sz w:val="24"/>
          <w:szCs w:val="24"/>
        </w:rPr>
        <w:t xml:space="preserve">Informace </w:t>
      </w:r>
      <w:r w:rsidR="001B7139">
        <w:rPr>
          <w:rFonts w:ascii="Times New Roman" w:hAnsi="Times New Roman"/>
          <w:sz w:val="24"/>
          <w:szCs w:val="24"/>
        </w:rPr>
        <w:t xml:space="preserve">o plynofikacích a kotlíkových dotacích. </w:t>
      </w:r>
    </w:p>
    <w:p w:rsid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F04" w:rsidRDefault="00E22F0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Bude se to týkat všech topenišť, tedy i krbu</w:t>
      </w:r>
      <w:r w:rsidR="001B713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Otázka méně kvalitního uhlí – bude mi hrozit sankce, že topím nekvalitním uhlím</w:t>
      </w:r>
      <w:r w:rsidR="001B713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Otázka pálení</w:t>
      </w:r>
      <w:r w:rsidR="009766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např. trávy?</w:t>
      </w:r>
    </w:p>
    <w:p w:rsidR="00E22F04" w:rsidRDefault="00E22F0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F04" w:rsidRDefault="00E22F0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Zástupce MŽP: Zákon stanovuje kvalitu uhlí. Kvalitu kontroluje ČOI.</w:t>
      </w:r>
      <w:r w:rsidR="00130E0B">
        <w:rPr>
          <w:rFonts w:ascii="Times New Roman" w:hAnsi="Times New Roman"/>
          <w:sz w:val="24"/>
          <w:szCs w:val="24"/>
        </w:rPr>
        <w:t xml:space="preserve"> Kontrolní mechanismy existují. Venkovní ohniště – to je zakázáno již dnes. Kontroly se na to vztahovat nebudou.</w:t>
      </w:r>
    </w:p>
    <w:p w:rsidR="00130E0B" w:rsidRDefault="00130E0B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E0B" w:rsidRDefault="00130E0B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</w:t>
      </w:r>
      <w:r w:rsidR="00FB3290">
        <w:rPr>
          <w:rFonts w:ascii="Times New Roman" w:hAnsi="Times New Roman"/>
          <w:sz w:val="24"/>
          <w:szCs w:val="24"/>
        </w:rPr>
        <w:t xml:space="preserve">Otázka </w:t>
      </w:r>
      <w:proofErr w:type="spellStart"/>
      <w:r w:rsidR="00FB3290">
        <w:rPr>
          <w:rFonts w:ascii="Times New Roman" w:hAnsi="Times New Roman"/>
          <w:sz w:val="24"/>
          <w:szCs w:val="24"/>
        </w:rPr>
        <w:t>dronů</w:t>
      </w:r>
      <w:proofErr w:type="spellEnd"/>
      <w:r w:rsidR="00FB329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První dopis jde normální cestou – </w:t>
      </w:r>
      <w:r w:rsidR="00FB3290">
        <w:rPr>
          <w:rFonts w:ascii="Times New Roman" w:hAnsi="Times New Roman"/>
          <w:sz w:val="24"/>
          <w:szCs w:val="24"/>
        </w:rPr>
        <w:t xml:space="preserve">žádná výpovědní lhůta. Které </w:t>
      </w:r>
      <w:proofErr w:type="spellStart"/>
      <w:r w:rsidR="00FB3290">
        <w:rPr>
          <w:rFonts w:ascii="Times New Roman" w:hAnsi="Times New Roman"/>
          <w:sz w:val="24"/>
          <w:szCs w:val="24"/>
        </w:rPr>
        <w:t>chem</w:t>
      </w:r>
      <w:proofErr w:type="spellEnd"/>
      <w:r w:rsidR="00FB3290">
        <w:rPr>
          <w:rFonts w:ascii="Times New Roman" w:hAnsi="Times New Roman"/>
          <w:sz w:val="24"/>
          <w:szCs w:val="24"/>
        </w:rPr>
        <w:t xml:space="preserve">. laboratoře budou zkoumat ten odebraný popel? </w:t>
      </w:r>
      <w:r>
        <w:rPr>
          <w:rFonts w:ascii="Times New Roman" w:hAnsi="Times New Roman"/>
          <w:sz w:val="24"/>
          <w:szCs w:val="24"/>
        </w:rPr>
        <w:t>Jak to bude v případě, že bude</w:t>
      </w:r>
      <w:r w:rsidR="00FB3290">
        <w:rPr>
          <w:rFonts w:ascii="Times New Roman" w:hAnsi="Times New Roman"/>
          <w:sz w:val="24"/>
          <w:szCs w:val="24"/>
        </w:rPr>
        <w:t xml:space="preserve"> na vrátkách</w:t>
      </w:r>
      <w:r>
        <w:rPr>
          <w:rFonts w:ascii="Times New Roman" w:hAnsi="Times New Roman"/>
          <w:sz w:val="24"/>
          <w:szCs w:val="24"/>
        </w:rPr>
        <w:t xml:space="preserve"> „pozor zlý pes“ – nemyslím si, že</w:t>
      </w:r>
      <w:r w:rsidR="00FB32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bude jednoduchá záležitost.</w:t>
      </w:r>
    </w:p>
    <w:p w:rsidR="00130E0B" w:rsidRDefault="00130E0B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E0B" w:rsidRDefault="00130E0B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5E55F4">
        <w:rPr>
          <w:rFonts w:ascii="Times New Roman" w:hAnsi="Times New Roman"/>
          <w:sz w:val="24"/>
          <w:szCs w:val="24"/>
        </w:rPr>
        <w:t xml:space="preserve">Informace o spadnutí </w:t>
      </w:r>
      <w:proofErr w:type="spellStart"/>
      <w:r w:rsidR="005E55F4">
        <w:rPr>
          <w:rFonts w:ascii="Times New Roman" w:hAnsi="Times New Roman"/>
          <w:sz w:val="24"/>
          <w:szCs w:val="24"/>
        </w:rPr>
        <w:t>dronu</w:t>
      </w:r>
      <w:proofErr w:type="spellEnd"/>
      <w:r w:rsidR="005E55F4">
        <w:rPr>
          <w:rFonts w:ascii="Times New Roman" w:hAnsi="Times New Roman"/>
          <w:sz w:val="24"/>
          <w:szCs w:val="24"/>
        </w:rPr>
        <w:t xml:space="preserve"> do komína – jsou tam jiné teploty – majitel se může ohradit, že jsme mu zničili komín. Kdo by platil tu škodu? K dopisům – není problém, aby byl poslán doporučeně – je to na ORP. Budeme vydávat metodické pokyny.</w:t>
      </w:r>
    </w:p>
    <w:p w:rsidR="005E55F4" w:rsidRDefault="005E55F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E55F4" w:rsidRDefault="005E55F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Zástupce MŽP: Otázka laboratoří – obec ne</w:t>
      </w:r>
      <w:r w:rsidR="006E4766">
        <w:rPr>
          <w:rFonts w:ascii="Times New Roman" w:hAnsi="Times New Roman"/>
          <w:sz w:val="24"/>
          <w:szCs w:val="24"/>
        </w:rPr>
        <w:t>musí přistoupit k odběru vzorků. K</w:t>
      </w:r>
      <w:r w:rsidR="000C04BE">
        <w:rPr>
          <w:rFonts w:ascii="Times New Roman" w:hAnsi="Times New Roman"/>
          <w:sz w:val="24"/>
          <w:szCs w:val="24"/>
        </w:rPr>
        <w:t>e kontrole si </w:t>
      </w:r>
      <w:r>
        <w:rPr>
          <w:rFonts w:ascii="Times New Roman" w:hAnsi="Times New Roman"/>
          <w:sz w:val="24"/>
          <w:szCs w:val="24"/>
        </w:rPr>
        <w:t xml:space="preserve">může přizvat i další osobu. K nákladům – je to </w:t>
      </w:r>
      <w:proofErr w:type="spellStart"/>
      <w:r>
        <w:rPr>
          <w:rFonts w:ascii="Times New Roman" w:hAnsi="Times New Roman"/>
          <w:sz w:val="24"/>
          <w:szCs w:val="24"/>
        </w:rPr>
        <w:t>vykomunikováno</w:t>
      </w:r>
      <w:proofErr w:type="spellEnd"/>
      <w:r>
        <w:rPr>
          <w:rFonts w:ascii="Times New Roman" w:hAnsi="Times New Roman"/>
          <w:sz w:val="24"/>
          <w:szCs w:val="24"/>
        </w:rPr>
        <w:t xml:space="preserve"> se SMO. </w:t>
      </w:r>
      <w:r w:rsidR="009B3044">
        <w:rPr>
          <w:rFonts w:ascii="Times New Roman" w:hAnsi="Times New Roman"/>
          <w:sz w:val="24"/>
          <w:szCs w:val="24"/>
        </w:rPr>
        <w:t xml:space="preserve">V RIA jsou vyčísleny náklady. Z tohoto důvodu </w:t>
      </w:r>
      <w:r w:rsidR="006E4766">
        <w:rPr>
          <w:rFonts w:ascii="Times New Roman" w:hAnsi="Times New Roman"/>
          <w:sz w:val="24"/>
          <w:szCs w:val="24"/>
        </w:rPr>
        <w:t xml:space="preserve">je navrhována </w:t>
      </w:r>
      <w:r w:rsidR="009B3044">
        <w:rPr>
          <w:rFonts w:ascii="Times New Roman" w:hAnsi="Times New Roman"/>
          <w:sz w:val="24"/>
          <w:szCs w:val="24"/>
        </w:rPr>
        <w:t>účinnost až na</w:t>
      </w:r>
      <w:r>
        <w:rPr>
          <w:rFonts w:ascii="Times New Roman" w:hAnsi="Times New Roman"/>
          <w:sz w:val="24"/>
          <w:szCs w:val="24"/>
        </w:rPr>
        <w:t xml:space="preserve"> rok 2017 tak, aby bylo zajištěno financování</w:t>
      </w:r>
      <w:r w:rsidR="009B3044">
        <w:rPr>
          <w:rFonts w:ascii="Times New Roman" w:hAnsi="Times New Roman"/>
          <w:sz w:val="24"/>
          <w:szCs w:val="24"/>
        </w:rPr>
        <w:t xml:space="preserve"> ze SR</w:t>
      </w:r>
      <w:r>
        <w:rPr>
          <w:rFonts w:ascii="Times New Roman" w:hAnsi="Times New Roman"/>
          <w:sz w:val="24"/>
          <w:szCs w:val="24"/>
        </w:rPr>
        <w:t xml:space="preserve">. Ke psům – budou lidé, kteří budou chtít zabránit vstupu, s tím musíme </w:t>
      </w:r>
      <w:r w:rsidR="009B3044">
        <w:rPr>
          <w:rFonts w:ascii="Times New Roman" w:hAnsi="Times New Roman"/>
          <w:sz w:val="24"/>
          <w:szCs w:val="24"/>
        </w:rPr>
        <w:t>počítat. Kontroly nezajistí vše, ale budou působit preventivně.</w:t>
      </w:r>
    </w:p>
    <w:p w:rsidR="005E55F4" w:rsidRDefault="005E55F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E55F4" w:rsidRDefault="005E55F4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</w:t>
      </w:r>
      <w:r w:rsidR="00852BE9">
        <w:rPr>
          <w:rFonts w:ascii="Times New Roman" w:hAnsi="Times New Roman"/>
          <w:sz w:val="24"/>
          <w:szCs w:val="24"/>
        </w:rPr>
        <w:t>Jde především o prevenci. Kvalita uhlí – jde o kvalitu zboží, to musí uhlídat stát.</w:t>
      </w:r>
    </w:p>
    <w:p w:rsidR="006F2487" w:rsidRDefault="006F2487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2487" w:rsidRDefault="00852BE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B23348">
        <w:rPr>
          <w:rFonts w:ascii="Times New Roman" w:hAnsi="Times New Roman"/>
          <w:sz w:val="24"/>
          <w:szCs w:val="24"/>
        </w:rPr>
        <w:t xml:space="preserve"> Novela přinese tlak pouze na lidí, kteří se chovají slušně. </w:t>
      </w:r>
      <w:r w:rsidR="000C04BE">
        <w:rPr>
          <w:rFonts w:ascii="Times New Roman" w:hAnsi="Times New Roman"/>
          <w:sz w:val="24"/>
          <w:szCs w:val="24"/>
        </w:rPr>
        <w:t>Udání b</w:t>
      </w:r>
      <w:r w:rsidR="00B23348">
        <w:rPr>
          <w:rFonts w:ascii="Times New Roman" w:hAnsi="Times New Roman"/>
          <w:sz w:val="24"/>
          <w:szCs w:val="24"/>
        </w:rPr>
        <w:t>ude zneužitelné</w:t>
      </w:r>
      <w:r w:rsidR="000C04BE">
        <w:rPr>
          <w:rFonts w:ascii="Times New Roman" w:hAnsi="Times New Roman"/>
          <w:sz w:val="24"/>
          <w:szCs w:val="24"/>
        </w:rPr>
        <w:t>.</w:t>
      </w:r>
      <w:r w:rsidR="00B23348">
        <w:rPr>
          <w:rFonts w:ascii="Times New Roman" w:hAnsi="Times New Roman"/>
          <w:sz w:val="24"/>
          <w:szCs w:val="24"/>
        </w:rPr>
        <w:t xml:space="preserve"> </w:t>
      </w:r>
      <w:r w:rsidR="00D52A9E">
        <w:rPr>
          <w:rFonts w:ascii="Times New Roman" w:hAnsi="Times New Roman"/>
          <w:sz w:val="24"/>
          <w:szCs w:val="24"/>
        </w:rPr>
        <w:t xml:space="preserve">Dělají to lidé, kteří příliš </w:t>
      </w:r>
      <w:proofErr w:type="spellStart"/>
      <w:r w:rsidR="00D52A9E">
        <w:rPr>
          <w:rFonts w:ascii="Times New Roman" w:hAnsi="Times New Roman"/>
          <w:sz w:val="24"/>
          <w:szCs w:val="24"/>
        </w:rPr>
        <w:t>fin</w:t>
      </w:r>
      <w:proofErr w:type="spellEnd"/>
      <w:r w:rsidR="00D52A9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52A9E">
        <w:rPr>
          <w:rFonts w:ascii="Times New Roman" w:hAnsi="Times New Roman"/>
          <w:sz w:val="24"/>
          <w:szCs w:val="24"/>
        </w:rPr>
        <w:t>zajištěni</w:t>
      </w:r>
      <w:proofErr w:type="gramEnd"/>
      <w:r w:rsidR="00D52A9E">
        <w:rPr>
          <w:rFonts w:ascii="Times New Roman" w:hAnsi="Times New Roman"/>
          <w:sz w:val="24"/>
          <w:szCs w:val="24"/>
        </w:rPr>
        <w:t xml:space="preserve"> nejsou, a kteří jsou obecně problémov</w:t>
      </w:r>
      <w:r w:rsidR="000C04BE">
        <w:rPr>
          <w:rFonts w:ascii="Times New Roman" w:hAnsi="Times New Roman"/>
          <w:sz w:val="24"/>
          <w:szCs w:val="24"/>
        </w:rPr>
        <w:t>í</w:t>
      </w:r>
      <w:r w:rsidR="00D52A9E">
        <w:rPr>
          <w:rFonts w:ascii="Times New Roman" w:hAnsi="Times New Roman"/>
          <w:sz w:val="24"/>
          <w:szCs w:val="24"/>
        </w:rPr>
        <w:t xml:space="preserve">. ŽP se výrazně zlepšuje. </w:t>
      </w:r>
    </w:p>
    <w:p w:rsidR="00852BE9" w:rsidRDefault="00852BE9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2487" w:rsidRDefault="006F2487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</w:t>
      </w:r>
      <w:r w:rsidR="008E03A0">
        <w:rPr>
          <w:rFonts w:ascii="Times New Roman" w:hAnsi="Times New Roman"/>
          <w:sz w:val="24"/>
          <w:szCs w:val="24"/>
        </w:rPr>
        <w:t>SM</w:t>
      </w:r>
      <w:r w:rsidR="00D52A9E">
        <w:rPr>
          <w:rFonts w:ascii="Times New Roman" w:hAnsi="Times New Roman"/>
          <w:sz w:val="24"/>
          <w:szCs w:val="24"/>
        </w:rPr>
        <w:t xml:space="preserve">O a SMS se tedy vyjadřovalo – výsledek kladný. </w:t>
      </w:r>
    </w:p>
    <w:p w:rsidR="008E03A0" w:rsidRDefault="008E03A0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03A0" w:rsidRDefault="008E03A0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Reakce na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Bendla – ovzduší se zlepšuje, ale</w:t>
      </w:r>
      <w:r w:rsidR="00D52A9E">
        <w:rPr>
          <w:rFonts w:ascii="Times New Roman" w:hAnsi="Times New Roman"/>
          <w:sz w:val="24"/>
          <w:szCs w:val="24"/>
        </w:rPr>
        <w:t xml:space="preserve"> stále překračujeme emisní limity a dominantní jsou</w:t>
      </w:r>
      <w:r>
        <w:rPr>
          <w:rFonts w:ascii="Times New Roman" w:hAnsi="Times New Roman"/>
          <w:sz w:val="24"/>
          <w:szCs w:val="24"/>
        </w:rPr>
        <w:t xml:space="preserve"> domácnosti</w:t>
      </w:r>
      <w:r w:rsidR="00D52A9E">
        <w:rPr>
          <w:rFonts w:ascii="Times New Roman" w:hAnsi="Times New Roman"/>
          <w:sz w:val="24"/>
          <w:szCs w:val="24"/>
        </w:rPr>
        <w:t xml:space="preserve">, které na </w:t>
      </w:r>
      <w:r>
        <w:rPr>
          <w:rFonts w:ascii="Times New Roman" w:hAnsi="Times New Roman"/>
          <w:sz w:val="24"/>
          <w:szCs w:val="24"/>
        </w:rPr>
        <w:t xml:space="preserve">to mají velký vliv. Informace o dotacích – 130 tisíc je přímo na výměnu </w:t>
      </w:r>
      <w:r w:rsidR="000C04BE">
        <w:rPr>
          <w:rFonts w:ascii="Times New Roman" w:hAnsi="Times New Roman"/>
          <w:sz w:val="24"/>
          <w:szCs w:val="24"/>
        </w:rPr>
        <w:t xml:space="preserve">kotle </w:t>
      </w:r>
      <w:r>
        <w:rPr>
          <w:rFonts w:ascii="Times New Roman" w:hAnsi="Times New Roman"/>
          <w:sz w:val="24"/>
          <w:szCs w:val="24"/>
        </w:rPr>
        <w:t>– je to částka dostačující. Prvotně do toho vkládáme prevenci. Naše priorita není sankce, ale chceme naučit lidi</w:t>
      </w:r>
      <w:r w:rsidR="00D52A9E">
        <w:rPr>
          <w:rFonts w:ascii="Times New Roman" w:hAnsi="Times New Roman"/>
          <w:sz w:val="24"/>
          <w:szCs w:val="24"/>
        </w:rPr>
        <w:t>, aby</w:t>
      </w:r>
      <w:r>
        <w:rPr>
          <w:rFonts w:ascii="Times New Roman" w:hAnsi="Times New Roman"/>
          <w:sz w:val="24"/>
          <w:szCs w:val="24"/>
        </w:rPr>
        <w:t xml:space="preserve"> nepálili odpad a </w:t>
      </w:r>
      <w:r w:rsidR="00D52A9E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otravovali život jiným lidem.</w:t>
      </w:r>
    </w:p>
    <w:p w:rsidR="008E03A0" w:rsidRDefault="008E03A0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03A0" w:rsidRDefault="008E03A0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>: Jsme povinni udělat vše, abychom</w:t>
      </w:r>
      <w:r w:rsidR="001E3415">
        <w:rPr>
          <w:rFonts w:ascii="Times New Roman" w:hAnsi="Times New Roman"/>
          <w:sz w:val="24"/>
          <w:szCs w:val="24"/>
        </w:rPr>
        <w:t xml:space="preserve"> zlepšili o</w:t>
      </w:r>
      <w:r>
        <w:rPr>
          <w:rFonts w:ascii="Times New Roman" w:hAnsi="Times New Roman"/>
          <w:sz w:val="24"/>
          <w:szCs w:val="24"/>
        </w:rPr>
        <w:t>vzduší. Informace z praxe ohledně znečišťování životního prostředí.</w:t>
      </w:r>
    </w:p>
    <w:p w:rsidR="001E3415" w:rsidRDefault="001E341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3415" w:rsidRDefault="001E341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Cokoliv</w:t>
      </w:r>
      <w:r w:rsidR="004E1E18">
        <w:rPr>
          <w:rFonts w:ascii="Times New Roman" w:hAnsi="Times New Roman"/>
          <w:sz w:val="24"/>
          <w:szCs w:val="24"/>
        </w:rPr>
        <w:t>, to znamená</w:t>
      </w:r>
      <w:r>
        <w:rPr>
          <w:rFonts w:ascii="Times New Roman" w:hAnsi="Times New Roman"/>
          <w:sz w:val="24"/>
          <w:szCs w:val="24"/>
        </w:rPr>
        <w:t xml:space="preserve"> porušit i domovní svobodu</w:t>
      </w:r>
      <w:r w:rsidR="004E1E18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4E1E1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 tím nesouhlasím, za to už to nemá jít. Otázka dotací – někde dostanou 100% dotaci, někde, když si připlatí. Jsou občané, které nepřinutíte – jsou na sociálních dávkách</w:t>
      </w:r>
      <w:r w:rsidR="004E1E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Není již možné</w:t>
      </w:r>
      <w:r w:rsidR="004E1E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 n</w:t>
      </w:r>
      <w:r w:rsidR="004E1E18">
        <w:rPr>
          <w:rFonts w:ascii="Times New Roman" w:hAnsi="Times New Roman"/>
          <w:sz w:val="24"/>
          <w:szCs w:val="24"/>
        </w:rPr>
        <w:t>ěco</w:t>
      </w:r>
      <w:r>
        <w:rPr>
          <w:rFonts w:ascii="Times New Roman" w:hAnsi="Times New Roman"/>
          <w:sz w:val="24"/>
          <w:szCs w:val="24"/>
        </w:rPr>
        <w:t xml:space="preserve"> jim šáhnout. Hlavní důvody</w:t>
      </w:r>
      <w:r w:rsidR="004E1E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E1E1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roč lidé topí něčím jiným, tak je ekonomický důvod.</w:t>
      </w:r>
    </w:p>
    <w:p w:rsidR="00A32A3C" w:rsidRDefault="00A32A3C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2A3C" w:rsidRDefault="00A32A3C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MŽP dává všem stejně. Záleží na kraji, jak se k tomu postaví.</w:t>
      </w:r>
    </w:p>
    <w:p w:rsidR="004E1E18" w:rsidRDefault="004E1E1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2A3C" w:rsidRDefault="00A32A3C" w:rsidP="00B0651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MŽP: K sociálně slabým – týká se to i jiných zákonů, které již i </w:t>
      </w:r>
      <w:r w:rsidR="009766BF">
        <w:rPr>
          <w:rFonts w:ascii="Times New Roman" w:hAnsi="Times New Roman"/>
          <w:sz w:val="24"/>
          <w:szCs w:val="24"/>
        </w:rPr>
        <w:t>s</w:t>
      </w:r>
      <w:r w:rsidR="00B06512">
        <w:rPr>
          <w:rFonts w:ascii="Times New Roman" w:hAnsi="Times New Roman"/>
          <w:sz w:val="24"/>
          <w:szCs w:val="24"/>
        </w:rPr>
        <w:t xml:space="preserve">němovnou </w:t>
      </w:r>
      <w:r>
        <w:rPr>
          <w:rFonts w:ascii="Times New Roman" w:hAnsi="Times New Roman"/>
          <w:sz w:val="24"/>
          <w:szCs w:val="24"/>
        </w:rPr>
        <w:t>prošl</w:t>
      </w:r>
      <w:r w:rsidR="00B0651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1F38" w:rsidRDefault="00001F3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Proti průmyslu</w:t>
      </w:r>
      <w:r w:rsidR="008C778E">
        <w:rPr>
          <w:rFonts w:ascii="Times New Roman" w:hAnsi="Times New Roman"/>
          <w:sz w:val="24"/>
          <w:szCs w:val="24"/>
        </w:rPr>
        <w:t xml:space="preserve"> už</w:t>
      </w:r>
      <w:r>
        <w:rPr>
          <w:rFonts w:ascii="Times New Roman" w:hAnsi="Times New Roman"/>
          <w:sz w:val="24"/>
          <w:szCs w:val="24"/>
        </w:rPr>
        <w:t xml:space="preserve"> máme</w:t>
      </w:r>
      <w:r w:rsidR="008C778E">
        <w:rPr>
          <w:rFonts w:ascii="Times New Roman" w:hAnsi="Times New Roman"/>
          <w:sz w:val="24"/>
          <w:szCs w:val="24"/>
        </w:rPr>
        <w:t xml:space="preserve"> tvrdé nástroje a proti lidem musíme nějaké vymyslet. Nesouhlasím s tím – hlukové limity také</w:t>
      </w:r>
      <w:r>
        <w:rPr>
          <w:rFonts w:ascii="Times New Roman" w:hAnsi="Times New Roman"/>
          <w:sz w:val="24"/>
          <w:szCs w:val="24"/>
        </w:rPr>
        <w:t xml:space="preserve"> nemusíte měřit v bytě, stát má hledat jiná řešení.</w:t>
      </w:r>
    </w:p>
    <w:p w:rsidR="00001F38" w:rsidRDefault="00001F3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6F3D" w:rsidRDefault="00857DB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Reakce na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Bendla - jsme MŽP a máme chránit zdraví všech občanů.  </w:t>
      </w:r>
    </w:p>
    <w:p w:rsidR="00046F3D" w:rsidRDefault="00046F3D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1F38" w:rsidRDefault="00857DB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Zaznělo mnoho diskusních příspěvků. </w:t>
      </w:r>
      <w:r w:rsidR="00001F38">
        <w:rPr>
          <w:rFonts w:ascii="Times New Roman" w:hAnsi="Times New Roman"/>
          <w:sz w:val="24"/>
          <w:szCs w:val="24"/>
        </w:rPr>
        <w:t xml:space="preserve">Končím obecnou rozpravu a </w:t>
      </w:r>
      <w:r w:rsidR="005B10AD">
        <w:rPr>
          <w:rFonts w:ascii="Times New Roman" w:hAnsi="Times New Roman"/>
          <w:sz w:val="24"/>
          <w:szCs w:val="24"/>
        </w:rPr>
        <w:t>otevírám rozpravu podrobnou. Prosím zpravodaje o návrh usnesení.</w:t>
      </w:r>
    </w:p>
    <w:p w:rsidR="00001F38" w:rsidRDefault="00001F3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1F38" w:rsidRDefault="00001F3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Návrh usnesení č. 183</w:t>
      </w:r>
      <w:r w:rsidR="00A45D3A">
        <w:rPr>
          <w:rFonts w:ascii="Times New Roman" w:hAnsi="Times New Roman"/>
          <w:sz w:val="24"/>
          <w:szCs w:val="24"/>
        </w:rPr>
        <w:t xml:space="preserve"> – přerušení projednávání do 27. dubna 2016, předložení PN na sekretariát výboru do 18. dubna 2016.</w:t>
      </w: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Proč to tedy dnes projednáváme? </w:t>
      </w: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B06512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Dnes diskuse a vyhlášení</w:t>
      </w:r>
      <w:r w:rsidR="001A5E2E">
        <w:rPr>
          <w:rFonts w:ascii="Times New Roman" w:hAnsi="Times New Roman"/>
          <w:sz w:val="24"/>
          <w:szCs w:val="24"/>
        </w:rPr>
        <w:t xml:space="preserve"> termín</w:t>
      </w:r>
      <w:r>
        <w:rPr>
          <w:rFonts w:ascii="Times New Roman" w:hAnsi="Times New Roman"/>
          <w:sz w:val="24"/>
          <w:szCs w:val="24"/>
        </w:rPr>
        <w:t>u</w:t>
      </w:r>
      <w:r w:rsidR="001A5E2E">
        <w:rPr>
          <w:rFonts w:ascii="Times New Roman" w:hAnsi="Times New Roman"/>
          <w:sz w:val="24"/>
          <w:szCs w:val="24"/>
        </w:rPr>
        <w:t xml:space="preserve"> na podávání PN.</w:t>
      </w:r>
    </w:p>
    <w:p w:rsidR="00001F38" w:rsidRDefault="00001F38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3290" w:rsidRDefault="00FB3290" w:rsidP="00FB3290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Pr="00881734">
        <w:rPr>
          <w:rFonts w:ascii="Times New Roman" w:hAnsi="Times New Roman"/>
          <w:sz w:val="24"/>
          <w:szCs w:val="24"/>
          <w:u w:val="single"/>
        </w:rPr>
        <w:t>Hlasování o návrhu usnesení č. 18</w:t>
      </w:r>
      <w:r w:rsidR="004E1E18">
        <w:rPr>
          <w:rFonts w:ascii="Times New Roman" w:hAnsi="Times New Roman"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</w:rPr>
        <w:t xml:space="preserve">, hlasování č. </w:t>
      </w:r>
      <w:r w:rsidR="004E1E1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Příloha č. </w:t>
      </w:r>
      <w:r w:rsidR="004E1E18">
        <w:rPr>
          <w:rFonts w:ascii="Times New Roman" w:hAnsi="Times New Roman"/>
          <w:sz w:val="24"/>
          <w:szCs w:val="24"/>
        </w:rPr>
        <w:t>2</w:t>
      </w:r>
    </w:p>
    <w:p w:rsidR="00FB3290" w:rsidRPr="00AC7F3B" w:rsidRDefault="00FB3290" w:rsidP="00FB329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4E1E1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4E1E18">
        <w:rPr>
          <w:rFonts w:ascii="Times New Roman" w:hAnsi="Times New Roman"/>
          <w:sz w:val="24"/>
          <w:szCs w:val="24"/>
        </w:rPr>
        <w:t>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FB3290" w:rsidRDefault="002D391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Děkuji a končím dopolední jednání výboru.</w:t>
      </w:r>
    </w:p>
    <w:p w:rsidR="00FB3290" w:rsidRDefault="00FB3290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5E2E" w:rsidRDefault="001A5E2E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10AD" w:rsidRPr="00B25485" w:rsidRDefault="005B10AD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13,00 hod.</w:t>
      </w: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25485">
        <w:rPr>
          <w:rFonts w:ascii="Times New Roman" w:hAnsi="Times New Roman"/>
          <w:b/>
          <w:sz w:val="24"/>
          <w:szCs w:val="24"/>
        </w:rPr>
        <w:t>Vládní návrh zákona o některých přestupcích, sněmovní tisk 554.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Předkladatel:</w:t>
      </w:r>
      <w:r w:rsidRPr="00B25485">
        <w:rPr>
          <w:rFonts w:ascii="Times New Roman" w:hAnsi="Times New Roman"/>
          <w:sz w:val="24"/>
          <w:szCs w:val="24"/>
        </w:rPr>
        <w:tab/>
        <w:t>Ministerstvo vnitra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Zpravodaj:</w:t>
      </w:r>
      <w:r w:rsidRPr="00B25485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B25485" w:rsidRPr="00B25485" w:rsidRDefault="00B25485" w:rsidP="00B2548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25485" w:rsidRPr="00B25485" w:rsidRDefault="00B25485" w:rsidP="00B25485">
      <w:pPr>
        <w:spacing w:after="0"/>
        <w:rPr>
          <w:rFonts w:ascii="Times New Roman" w:hAnsi="Times New Roman"/>
          <w:b/>
          <w:sz w:val="24"/>
          <w:szCs w:val="24"/>
        </w:rPr>
      </w:pPr>
      <w:r w:rsidRPr="00B25485">
        <w:rPr>
          <w:rFonts w:ascii="Times New Roman" w:hAnsi="Times New Roman"/>
          <w:b/>
          <w:sz w:val="24"/>
          <w:szCs w:val="24"/>
        </w:rPr>
        <w:t>Vládní návrh zákona o odpovědnosti za přestupky a řízení o nich, sněmovní tisk 555.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Předkladatel:</w:t>
      </w:r>
      <w:r w:rsidRPr="00B25485">
        <w:rPr>
          <w:rFonts w:ascii="Times New Roman" w:hAnsi="Times New Roman"/>
          <w:sz w:val="24"/>
          <w:szCs w:val="24"/>
        </w:rPr>
        <w:tab/>
        <w:t>Ministerstvo vnitra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Zpravodaj:</w:t>
      </w:r>
      <w:r w:rsidRPr="00B25485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52054C" w:rsidRDefault="0052054C" w:rsidP="005205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054C" w:rsidRPr="0052054C" w:rsidRDefault="0052054C" w:rsidP="005205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054C">
        <w:rPr>
          <w:rFonts w:ascii="Times New Roman" w:hAnsi="Times New Roman"/>
          <w:sz w:val="24"/>
          <w:szCs w:val="24"/>
        </w:rPr>
        <w:t>Petrů:</w:t>
      </w:r>
      <w:r>
        <w:rPr>
          <w:rFonts w:ascii="Times New Roman" w:hAnsi="Times New Roman"/>
          <w:sz w:val="24"/>
          <w:szCs w:val="24"/>
        </w:rPr>
        <w:t xml:space="preserve"> Zahájení odpoledního jednání. Informace o projednávání. Tento tisk máme přerušen.</w:t>
      </w:r>
    </w:p>
    <w:p w:rsid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P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7C7E4F">
        <w:rPr>
          <w:rFonts w:ascii="Times New Roman" w:hAnsi="Times New Roman"/>
          <w:sz w:val="24"/>
          <w:szCs w:val="24"/>
        </w:rPr>
        <w:t xml:space="preserve">Předkladatelská zpráva. </w:t>
      </w:r>
      <w:r>
        <w:rPr>
          <w:rFonts w:ascii="Times New Roman" w:hAnsi="Times New Roman"/>
          <w:sz w:val="24"/>
          <w:szCs w:val="24"/>
        </w:rPr>
        <w:t xml:space="preserve">Informace o projednávání. Došlo k přerušení projednávání. Informace o PN. </w:t>
      </w:r>
    </w:p>
    <w:p w:rsidR="00B25485" w:rsidRPr="0052054C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</w:t>
      </w:r>
      <w:r w:rsidR="007C7E4F">
        <w:rPr>
          <w:rFonts w:ascii="Times New Roman" w:hAnsi="Times New Roman"/>
          <w:sz w:val="24"/>
          <w:szCs w:val="24"/>
        </w:rPr>
        <w:t xml:space="preserve"> Zpravodajská zpráva.</w:t>
      </w:r>
      <w:r>
        <w:rPr>
          <w:rFonts w:ascii="Times New Roman" w:hAnsi="Times New Roman"/>
          <w:sz w:val="24"/>
          <w:szCs w:val="24"/>
        </w:rPr>
        <w:t xml:space="preserve"> </w:t>
      </w:r>
      <w:r w:rsidR="007C7E4F">
        <w:rPr>
          <w:rFonts w:ascii="Times New Roman" w:hAnsi="Times New Roman"/>
          <w:sz w:val="24"/>
          <w:szCs w:val="24"/>
        </w:rPr>
        <w:t>Navrhuji s</w:t>
      </w:r>
      <w:r>
        <w:rPr>
          <w:rFonts w:ascii="Times New Roman" w:hAnsi="Times New Roman"/>
          <w:sz w:val="24"/>
          <w:szCs w:val="24"/>
        </w:rPr>
        <w:t>loučen</w:t>
      </w:r>
      <w:r w:rsidR="007C7E4F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 rozprav</w:t>
      </w:r>
      <w:r w:rsidR="007C7E4F">
        <w:rPr>
          <w:rFonts w:ascii="Times New Roman" w:hAnsi="Times New Roman"/>
          <w:sz w:val="24"/>
          <w:szCs w:val="24"/>
        </w:rPr>
        <w:t>u k těmto tiskům</w:t>
      </w:r>
      <w:r>
        <w:rPr>
          <w:rFonts w:ascii="Times New Roman" w:hAnsi="Times New Roman"/>
          <w:sz w:val="24"/>
          <w:szCs w:val="24"/>
        </w:rPr>
        <w:t>.</w:t>
      </w: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7C7E4F">
        <w:rPr>
          <w:rFonts w:ascii="Times New Roman" w:hAnsi="Times New Roman"/>
          <w:sz w:val="24"/>
          <w:szCs w:val="24"/>
        </w:rPr>
        <w:t>Otevírám obecnou rozpravu. Hlasování o sloučené rozpravě, hlasování č. 4:</w:t>
      </w:r>
    </w:p>
    <w:p w:rsidR="007C7E4F" w:rsidRPr="00AC7F3B" w:rsidRDefault="007C7E4F" w:rsidP="007C7E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C7E4F" w:rsidRDefault="007C7E4F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</w:t>
      </w:r>
      <w:r w:rsidR="00A76F2F">
        <w:rPr>
          <w:rFonts w:ascii="Times New Roman" w:hAnsi="Times New Roman"/>
          <w:sz w:val="24"/>
          <w:szCs w:val="24"/>
        </w:rPr>
        <w:t>Zásadní rozpory v návrhu nebyly nalezeny.</w:t>
      </w: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Default="00A76F2F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Končím obecnou rozpravu a zahajuji rozpravu podrobnou</w:t>
      </w:r>
      <w:r w:rsidR="009766BF">
        <w:rPr>
          <w:rFonts w:ascii="Times New Roman" w:hAnsi="Times New Roman"/>
          <w:sz w:val="24"/>
          <w:szCs w:val="24"/>
        </w:rPr>
        <w:t>.</w:t>
      </w: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Návrh usnesení č. </w:t>
      </w:r>
      <w:r w:rsidR="008808DF">
        <w:rPr>
          <w:rFonts w:ascii="Times New Roman" w:hAnsi="Times New Roman"/>
          <w:sz w:val="24"/>
          <w:szCs w:val="24"/>
        </w:rPr>
        <w:t>184 a č. 185.</w:t>
      </w:r>
    </w:p>
    <w:p w:rsidR="008808DF" w:rsidRDefault="008808DF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76F2F" w:rsidRDefault="00A76F2F" w:rsidP="00A76F2F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Pr="00881734">
        <w:rPr>
          <w:rFonts w:ascii="Times New Roman" w:hAnsi="Times New Roman"/>
          <w:sz w:val="24"/>
          <w:szCs w:val="24"/>
          <w:u w:val="single"/>
        </w:rPr>
        <w:t xml:space="preserve">Hlasování o </w:t>
      </w:r>
      <w:r>
        <w:rPr>
          <w:rFonts w:ascii="Times New Roman" w:hAnsi="Times New Roman"/>
          <w:sz w:val="24"/>
          <w:szCs w:val="24"/>
          <w:u w:val="single"/>
        </w:rPr>
        <w:t>návrhu usnesení č. 184</w:t>
      </w:r>
      <w:r>
        <w:rPr>
          <w:rFonts w:ascii="Times New Roman" w:hAnsi="Times New Roman"/>
          <w:sz w:val="24"/>
          <w:szCs w:val="24"/>
        </w:rPr>
        <w:t xml:space="preserve">, </w:t>
      </w:r>
      <w:r w:rsidR="00830CE3">
        <w:rPr>
          <w:rFonts w:ascii="Times New Roman" w:hAnsi="Times New Roman"/>
          <w:sz w:val="24"/>
          <w:szCs w:val="24"/>
        </w:rPr>
        <w:t xml:space="preserve">ST 554, </w:t>
      </w:r>
      <w:r>
        <w:rPr>
          <w:rFonts w:ascii="Times New Roman" w:hAnsi="Times New Roman"/>
          <w:sz w:val="24"/>
          <w:szCs w:val="24"/>
        </w:rPr>
        <w:t xml:space="preserve">hlasování č. </w:t>
      </w:r>
      <w:r w:rsidR="00830CE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Příloha č. </w:t>
      </w:r>
      <w:r w:rsidR="00830CE3">
        <w:rPr>
          <w:rFonts w:ascii="Times New Roman" w:hAnsi="Times New Roman"/>
          <w:sz w:val="24"/>
          <w:szCs w:val="24"/>
        </w:rPr>
        <w:t>3</w:t>
      </w:r>
    </w:p>
    <w:p w:rsidR="00A76F2F" w:rsidRPr="00AC7F3B" w:rsidRDefault="00830CE3" w:rsidP="00A76F2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="00A76F2F" w:rsidRPr="00AC7F3B">
        <w:rPr>
          <w:rFonts w:ascii="Times New Roman" w:hAnsi="Times New Roman"/>
          <w:sz w:val="24"/>
          <w:szCs w:val="24"/>
        </w:rPr>
        <w:tab/>
      </w:r>
      <w:r w:rsidR="00A76F2F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76F2F" w:rsidRDefault="00A76F2F" w:rsidP="00A76F2F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Pr="00881734">
        <w:rPr>
          <w:rFonts w:ascii="Times New Roman" w:hAnsi="Times New Roman"/>
          <w:sz w:val="24"/>
          <w:szCs w:val="24"/>
          <w:u w:val="single"/>
        </w:rPr>
        <w:t>Hlasování o návrhu usnesení č. 18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 w:rsidR="00830CE3">
        <w:rPr>
          <w:rFonts w:ascii="Times New Roman" w:hAnsi="Times New Roman"/>
          <w:sz w:val="24"/>
          <w:szCs w:val="24"/>
        </w:rPr>
        <w:t xml:space="preserve">ST 555 </w:t>
      </w:r>
      <w:r>
        <w:rPr>
          <w:rFonts w:ascii="Times New Roman" w:hAnsi="Times New Roman"/>
          <w:sz w:val="24"/>
          <w:szCs w:val="24"/>
        </w:rPr>
        <w:t xml:space="preserve">hlasování č. </w:t>
      </w:r>
      <w:r w:rsidR="00830CE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Příloha č. </w:t>
      </w:r>
      <w:r w:rsidR="00830CE3">
        <w:rPr>
          <w:rFonts w:ascii="Times New Roman" w:hAnsi="Times New Roman"/>
          <w:sz w:val="24"/>
          <w:szCs w:val="24"/>
        </w:rPr>
        <w:t>4</w:t>
      </w:r>
    </w:p>
    <w:p w:rsidR="00A76F2F" w:rsidRPr="00AC7F3B" w:rsidRDefault="00830CE3" w:rsidP="00A76F2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="00A76F2F" w:rsidRPr="00AC7F3B">
        <w:rPr>
          <w:rFonts w:ascii="Times New Roman" w:hAnsi="Times New Roman"/>
          <w:sz w:val="24"/>
          <w:szCs w:val="24"/>
        </w:rPr>
        <w:tab/>
      </w:r>
      <w:r w:rsidR="00A76F2F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A76F2F" w:rsidRDefault="00A76F2F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054C" w:rsidRPr="0052054C" w:rsidRDefault="0052054C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8808DF" w:rsidRPr="0052054C" w:rsidRDefault="008808DF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C6CCB" w:rsidRPr="00BA7E14" w:rsidRDefault="002C6CCB" w:rsidP="002C6CC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A7E14">
        <w:rPr>
          <w:rFonts w:ascii="Times New Roman" w:hAnsi="Times New Roman"/>
          <w:b/>
          <w:sz w:val="24"/>
          <w:szCs w:val="24"/>
          <w:u w:val="single"/>
        </w:rPr>
        <w:t>Různé.</w:t>
      </w:r>
    </w:p>
    <w:p w:rsidR="002C6CCB" w:rsidRDefault="002C6CCB" w:rsidP="00861A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Analýza </w:t>
      </w:r>
      <w:r w:rsidR="00783EE6">
        <w:rPr>
          <w:rFonts w:ascii="Times New Roman" w:hAnsi="Times New Roman"/>
          <w:sz w:val="24"/>
          <w:szCs w:val="24"/>
        </w:rPr>
        <w:t xml:space="preserve">kontrol – </w:t>
      </w:r>
      <w:r>
        <w:rPr>
          <w:rFonts w:ascii="Times New Roman" w:hAnsi="Times New Roman"/>
          <w:sz w:val="24"/>
          <w:szCs w:val="24"/>
        </w:rPr>
        <w:t>struktur</w:t>
      </w:r>
      <w:r w:rsidR="00783EE6">
        <w:rPr>
          <w:rFonts w:ascii="Times New Roman" w:hAnsi="Times New Roman"/>
          <w:sz w:val="24"/>
          <w:szCs w:val="24"/>
        </w:rPr>
        <w:t>a výstupu a návrh harmonogramu. Je to reakce na usnesení VSR, který</w:t>
      </w:r>
      <w:r w:rsidR="00861ADE">
        <w:rPr>
          <w:rFonts w:ascii="Times New Roman" w:hAnsi="Times New Roman"/>
          <w:sz w:val="24"/>
          <w:szCs w:val="24"/>
        </w:rPr>
        <w:t>m</w:t>
      </w:r>
      <w:r w:rsidR="00783EE6">
        <w:rPr>
          <w:rFonts w:ascii="Times New Roman" w:hAnsi="Times New Roman"/>
          <w:sz w:val="24"/>
          <w:szCs w:val="24"/>
        </w:rPr>
        <w:t xml:space="preserve"> nesouhlasil s </w:t>
      </w:r>
      <w:r>
        <w:rPr>
          <w:rFonts w:ascii="Times New Roman" w:hAnsi="Times New Roman"/>
          <w:sz w:val="24"/>
          <w:szCs w:val="24"/>
        </w:rPr>
        <w:t>materiál</w:t>
      </w:r>
      <w:r w:rsidR="00783EE6">
        <w:rPr>
          <w:rFonts w:ascii="Times New Roman" w:hAnsi="Times New Roman"/>
          <w:sz w:val="24"/>
          <w:szCs w:val="24"/>
        </w:rPr>
        <w:t>em, který</w:t>
      </w:r>
      <w:r>
        <w:rPr>
          <w:rFonts w:ascii="Times New Roman" w:hAnsi="Times New Roman"/>
          <w:sz w:val="24"/>
          <w:szCs w:val="24"/>
        </w:rPr>
        <w:t xml:space="preserve"> nám byl postoupen </w:t>
      </w:r>
      <w:r w:rsidR="00783EE6">
        <w:rPr>
          <w:rFonts w:ascii="Times New Roman" w:hAnsi="Times New Roman"/>
          <w:sz w:val="24"/>
          <w:szCs w:val="24"/>
        </w:rPr>
        <w:t xml:space="preserve">z MF. </w:t>
      </w:r>
      <w:r w:rsidR="00861ADE">
        <w:rPr>
          <w:rFonts w:ascii="Times New Roman" w:hAnsi="Times New Roman"/>
          <w:sz w:val="24"/>
          <w:szCs w:val="24"/>
        </w:rPr>
        <w:t>Materiál jste měli k dispozici</w:t>
      </w:r>
      <w:r>
        <w:rPr>
          <w:rFonts w:ascii="Times New Roman" w:hAnsi="Times New Roman"/>
          <w:sz w:val="24"/>
          <w:szCs w:val="24"/>
        </w:rPr>
        <w:t xml:space="preserve"> tak</w:t>
      </w:r>
      <w:r w:rsidR="00861AD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abyste mohli vstoupit do</w:t>
      </w:r>
      <w:r w:rsidR="00783EE6">
        <w:rPr>
          <w:rFonts w:ascii="Times New Roman" w:hAnsi="Times New Roman"/>
          <w:sz w:val="24"/>
          <w:szCs w:val="24"/>
        </w:rPr>
        <w:t xml:space="preserve"> návrhu analýzy. </w:t>
      </w:r>
      <w:r>
        <w:rPr>
          <w:rFonts w:ascii="Times New Roman" w:hAnsi="Times New Roman"/>
          <w:sz w:val="24"/>
          <w:szCs w:val="24"/>
        </w:rPr>
        <w:t xml:space="preserve">Doporučuji ho vzít na vědomí. </w:t>
      </w:r>
    </w:p>
    <w:p w:rsidR="00783EE6" w:rsidRDefault="00783EE6" w:rsidP="00BA7E14">
      <w:pPr>
        <w:spacing w:after="0"/>
        <w:rPr>
          <w:rFonts w:ascii="Times New Roman" w:hAnsi="Times New Roman"/>
          <w:sz w:val="24"/>
          <w:szCs w:val="24"/>
        </w:rPr>
      </w:pPr>
      <w:r w:rsidRPr="00783EE6">
        <w:rPr>
          <w:rFonts w:ascii="Times New Roman" w:hAnsi="Times New Roman"/>
          <w:sz w:val="24"/>
          <w:szCs w:val="24"/>
          <w:u w:val="single"/>
        </w:rPr>
        <w:t>Hlasování o návrhu usnesení č. 188</w:t>
      </w:r>
      <w:r>
        <w:rPr>
          <w:rFonts w:ascii="Times New Roman" w:hAnsi="Times New Roman"/>
          <w:sz w:val="24"/>
          <w:szCs w:val="24"/>
        </w:rPr>
        <w:t>, hlasování č. 7: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5</w:t>
      </w:r>
    </w:p>
    <w:p w:rsidR="00BA7E14" w:rsidRPr="00AC7F3B" w:rsidRDefault="00BA7E14" w:rsidP="00BA7E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FA768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FA7684">
        <w:rPr>
          <w:rFonts w:ascii="Times New Roman" w:hAnsi="Times New Roman"/>
          <w:sz w:val="24"/>
          <w:szCs w:val="24"/>
        </w:rPr>
        <w:t>9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FA7684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Petice – změna zákona o ochran</w:t>
      </w:r>
      <w:r w:rsidR="00861ADE"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 krajiny.</w:t>
      </w:r>
      <w:r w:rsidR="00FA76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Navrhuji vzít na vědomí. </w:t>
      </w:r>
    </w:p>
    <w:p w:rsidR="002C6CCB" w:rsidRDefault="00FA7684" w:rsidP="00B25485">
      <w:pPr>
        <w:spacing w:after="0"/>
        <w:rPr>
          <w:rFonts w:ascii="Times New Roman" w:hAnsi="Times New Roman"/>
          <w:sz w:val="24"/>
          <w:szCs w:val="24"/>
        </w:rPr>
      </w:pPr>
      <w:r w:rsidRPr="003A044E">
        <w:rPr>
          <w:rFonts w:ascii="Times New Roman" w:hAnsi="Times New Roman"/>
          <w:sz w:val="24"/>
          <w:szCs w:val="24"/>
          <w:u w:val="single"/>
        </w:rPr>
        <w:t>Hlasování o návrhu usnesení č. 189</w:t>
      </w:r>
      <w:r>
        <w:rPr>
          <w:rFonts w:ascii="Times New Roman" w:hAnsi="Times New Roman"/>
          <w:sz w:val="24"/>
          <w:szCs w:val="24"/>
        </w:rPr>
        <w:t xml:space="preserve">, </w:t>
      </w:r>
      <w:r w:rsidR="002C6CCB">
        <w:rPr>
          <w:rFonts w:ascii="Times New Roman" w:hAnsi="Times New Roman"/>
          <w:sz w:val="24"/>
          <w:szCs w:val="24"/>
        </w:rPr>
        <w:t>Hlasování č. 8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6</w:t>
      </w:r>
      <w:r w:rsidR="002C6CCB">
        <w:rPr>
          <w:rFonts w:ascii="Times New Roman" w:hAnsi="Times New Roman"/>
          <w:sz w:val="24"/>
          <w:szCs w:val="24"/>
        </w:rPr>
        <w:t xml:space="preserve"> </w:t>
      </w:r>
    </w:p>
    <w:p w:rsidR="00FA7684" w:rsidRPr="00AC7F3B" w:rsidRDefault="00FA7684" w:rsidP="00FA76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3A04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3A044E">
        <w:rPr>
          <w:rFonts w:ascii="Times New Roman" w:hAnsi="Times New Roman"/>
          <w:sz w:val="24"/>
          <w:szCs w:val="24"/>
        </w:rPr>
        <w:t>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3A044E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Petice – postoupená z</w:t>
      </w:r>
      <w:r w:rsidR="003A044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PV</w:t>
      </w:r>
      <w:r w:rsidR="003A044E">
        <w:rPr>
          <w:rFonts w:ascii="Times New Roman" w:hAnsi="Times New Roman"/>
          <w:sz w:val="24"/>
          <w:szCs w:val="24"/>
        </w:rPr>
        <w:t xml:space="preserve"> – Petice za dobrý zákon o NP Šumava.</w:t>
      </w:r>
    </w:p>
    <w:p w:rsidR="003A044E" w:rsidRDefault="003A044E" w:rsidP="003A044E">
      <w:pPr>
        <w:spacing w:after="0"/>
        <w:rPr>
          <w:rFonts w:ascii="Times New Roman" w:hAnsi="Times New Roman"/>
          <w:sz w:val="24"/>
          <w:szCs w:val="24"/>
        </w:rPr>
      </w:pPr>
      <w:r w:rsidRPr="003A044E">
        <w:rPr>
          <w:rFonts w:ascii="Times New Roman" w:hAnsi="Times New Roman"/>
          <w:sz w:val="24"/>
          <w:szCs w:val="24"/>
          <w:u w:val="single"/>
        </w:rPr>
        <w:t>Hlasování o návrhu usnesení č. 19</w:t>
      </w:r>
      <w:r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</w:rPr>
        <w:t>, Hlasování č. 9: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Příloha č. 7 </w:t>
      </w:r>
    </w:p>
    <w:p w:rsidR="003A044E" w:rsidRPr="00AC7F3B" w:rsidRDefault="003A044E" w:rsidP="003A04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10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A044E" w:rsidRDefault="003A044E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</w:t>
      </w:r>
      <w:r w:rsidR="003A044E">
        <w:rPr>
          <w:rFonts w:ascii="Times New Roman" w:hAnsi="Times New Roman"/>
          <w:sz w:val="24"/>
          <w:szCs w:val="24"/>
        </w:rPr>
        <w:t xml:space="preserve"> (tajemník VSR)</w:t>
      </w:r>
      <w:r>
        <w:rPr>
          <w:rFonts w:ascii="Times New Roman" w:hAnsi="Times New Roman"/>
          <w:sz w:val="24"/>
          <w:szCs w:val="24"/>
        </w:rPr>
        <w:t xml:space="preserve">: 27. dubna a 13. dubna bude </w:t>
      </w:r>
      <w:r w:rsidR="003A044E">
        <w:rPr>
          <w:rFonts w:ascii="Times New Roman" w:hAnsi="Times New Roman"/>
          <w:sz w:val="24"/>
          <w:szCs w:val="24"/>
        </w:rPr>
        <w:t xml:space="preserve">jednat </w:t>
      </w:r>
      <w:r>
        <w:rPr>
          <w:rFonts w:ascii="Times New Roman" w:hAnsi="Times New Roman"/>
          <w:sz w:val="24"/>
          <w:szCs w:val="24"/>
        </w:rPr>
        <w:t>VSR.</w:t>
      </w:r>
      <w:r w:rsidR="003A044E">
        <w:rPr>
          <w:rFonts w:ascii="Times New Roman" w:hAnsi="Times New Roman"/>
          <w:sz w:val="24"/>
          <w:szCs w:val="24"/>
        </w:rPr>
        <w:t xml:space="preserve"> Výjezdní zasedání do Brna – informace.</w:t>
      </w: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13.</w:t>
      </w:r>
      <w:r w:rsidR="00BF3F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dubna bychom se sešli pravděpodobně večer po </w:t>
      </w:r>
      <w:r w:rsidR="009766BF">
        <w:rPr>
          <w:rFonts w:ascii="Times New Roman" w:hAnsi="Times New Roman"/>
          <w:sz w:val="24"/>
          <w:szCs w:val="24"/>
        </w:rPr>
        <w:t>jednání s</w:t>
      </w:r>
      <w:r>
        <w:rPr>
          <w:rFonts w:ascii="Times New Roman" w:hAnsi="Times New Roman"/>
          <w:sz w:val="24"/>
          <w:szCs w:val="24"/>
        </w:rPr>
        <w:t>němovn</w:t>
      </w:r>
      <w:r w:rsidR="009766B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. </w:t>
      </w:r>
      <w:r w:rsidR="00BF3FD0">
        <w:rPr>
          <w:rFonts w:ascii="Times New Roman" w:hAnsi="Times New Roman"/>
          <w:sz w:val="24"/>
          <w:szCs w:val="24"/>
        </w:rPr>
        <w:t xml:space="preserve">Další jednání výboru by bylo </w:t>
      </w:r>
      <w:r>
        <w:rPr>
          <w:rFonts w:ascii="Times New Roman" w:hAnsi="Times New Roman"/>
          <w:sz w:val="24"/>
          <w:szCs w:val="24"/>
        </w:rPr>
        <w:t>27. dubna</w:t>
      </w:r>
      <w:r w:rsidR="00BF3F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Výjezd</w:t>
      </w:r>
      <w:r w:rsidR="00BF3FD0">
        <w:rPr>
          <w:rFonts w:ascii="Times New Roman" w:hAnsi="Times New Roman"/>
          <w:sz w:val="24"/>
          <w:szCs w:val="24"/>
        </w:rPr>
        <w:t xml:space="preserve">ní zasedání </w:t>
      </w:r>
      <w:r>
        <w:rPr>
          <w:rFonts w:ascii="Times New Roman" w:hAnsi="Times New Roman"/>
          <w:sz w:val="24"/>
          <w:szCs w:val="24"/>
        </w:rPr>
        <w:t>22. června.</w:t>
      </w: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  <w:r w:rsidRPr="00BF3FD0">
        <w:rPr>
          <w:rFonts w:ascii="Times New Roman" w:hAnsi="Times New Roman"/>
          <w:sz w:val="24"/>
          <w:szCs w:val="24"/>
          <w:u w:val="single"/>
        </w:rPr>
        <w:t xml:space="preserve">Hlasování o </w:t>
      </w:r>
      <w:r w:rsidR="00BF3FD0" w:rsidRPr="00BF3FD0">
        <w:rPr>
          <w:rFonts w:ascii="Times New Roman" w:hAnsi="Times New Roman"/>
          <w:sz w:val="24"/>
          <w:szCs w:val="24"/>
          <w:u w:val="single"/>
        </w:rPr>
        <w:t>usnesení č. 191</w:t>
      </w:r>
      <w:r w:rsidR="00BF3FD0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výjezdním zasedání</w:t>
      </w:r>
      <w:r w:rsidR="00BF3FD0">
        <w:rPr>
          <w:rFonts w:ascii="Times New Roman" w:hAnsi="Times New Roman"/>
          <w:sz w:val="24"/>
          <w:szCs w:val="24"/>
        </w:rPr>
        <w:t xml:space="preserve"> 22. 6. 2016, hlasování č. 10.</w:t>
      </w:r>
      <w:r w:rsidR="00BF3FD0">
        <w:rPr>
          <w:rFonts w:ascii="Times New Roman" w:hAnsi="Times New Roman"/>
          <w:sz w:val="24"/>
          <w:szCs w:val="24"/>
        </w:rPr>
        <w:tab/>
        <w:t>Příloha č. 8</w:t>
      </w:r>
    </w:p>
    <w:p w:rsidR="00BF3FD0" w:rsidRPr="00AC7F3B" w:rsidRDefault="00BF3FD0" w:rsidP="00BF3F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10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C6CCB" w:rsidRDefault="002C6CCB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14,00 hod.</w:t>
      </w:r>
    </w:p>
    <w:p w:rsidR="00B25485" w:rsidRPr="00B25485" w:rsidRDefault="00B25485" w:rsidP="00B254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25485">
        <w:rPr>
          <w:rFonts w:ascii="Times New Roman" w:hAnsi="Times New Roman"/>
          <w:b/>
          <w:sz w:val="24"/>
          <w:szCs w:val="24"/>
        </w:rPr>
        <w:t>Návrh poslanců Mariana Jurečky, Jana Bartoška a Petra Kudely na vydání zákona, kterým se mění zákon č. 340/2015 Sb., o zvláštních podmínkách účinnosti některých smluv, uveřejňování těchto smluv a o registru smluv (zákon o registru smluv), sněmovní tisk 699.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Předkladatel:</w:t>
      </w:r>
      <w:r w:rsidRPr="00B25485">
        <w:rPr>
          <w:rFonts w:ascii="Times New Roman" w:hAnsi="Times New Roman"/>
          <w:sz w:val="24"/>
          <w:szCs w:val="24"/>
        </w:rPr>
        <w:tab/>
        <w:t>Ing. Marian Jurečka, poslanec PSP ČR, ministr zemědělství ČR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  <w:r w:rsidRPr="00B25485">
        <w:rPr>
          <w:rFonts w:ascii="Times New Roman" w:hAnsi="Times New Roman"/>
          <w:sz w:val="24"/>
          <w:szCs w:val="24"/>
        </w:rPr>
        <w:t>Zpravodaj:</w:t>
      </w:r>
      <w:r w:rsidRPr="00B25485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B25485" w:rsidRPr="00B25485" w:rsidRDefault="00B2548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5485" w:rsidRDefault="002A3084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Zahájení projednávání. Uvítání hostů.</w:t>
      </w:r>
    </w:p>
    <w:p w:rsidR="002A3084" w:rsidRDefault="002A3084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A3084" w:rsidRDefault="002A3084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Jurečka: Předkladatelská zpráva. Odůvodnění předloženého návrhu. Problematika výjimky pro Budvar – situace je vážná, proto jsme předložili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návrh i přesto, že zatím neplatí schválený zákon o registru smluv. </w:t>
      </w:r>
    </w:p>
    <w:p w:rsidR="002A3084" w:rsidRDefault="002A3084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2A3084" w:rsidRDefault="002A3084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Boček (ředitel Budvaru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): Novela je velmi jednoduchá – vypuštění slov „národní podnik“. Informace o návrhu.</w:t>
      </w:r>
      <w:r w:rsidR="00703F75">
        <w:rPr>
          <w:rFonts w:ascii="Times New Roman" w:hAnsi="Times New Roman"/>
          <w:sz w:val="24"/>
          <w:szCs w:val="24"/>
        </w:rPr>
        <w:t xml:space="preserve"> </w:t>
      </w:r>
    </w:p>
    <w:p w:rsidR="00D248CE" w:rsidRDefault="00D248CE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703F75" w:rsidRDefault="00703F75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Prosím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Klána o zpravodajskou zprávu.</w:t>
      </w:r>
    </w:p>
    <w:p w:rsidR="00703F75" w:rsidRDefault="00703F75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455230" w:rsidRDefault="00703F75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Zpravodajská zpráva.</w:t>
      </w:r>
      <w:r w:rsidR="00645521">
        <w:rPr>
          <w:rFonts w:ascii="Times New Roman" w:hAnsi="Times New Roman"/>
          <w:sz w:val="24"/>
          <w:szCs w:val="24"/>
        </w:rPr>
        <w:t xml:space="preserve"> Otázka kontrol – chybí nám kontroly na začátku. </w:t>
      </w:r>
      <w:r w:rsidR="00455230">
        <w:rPr>
          <w:rFonts w:ascii="Times New Roman" w:hAnsi="Times New Roman"/>
          <w:sz w:val="24"/>
          <w:szCs w:val="24"/>
        </w:rPr>
        <w:t>Nikdo se při projednávání nepozastavil nad tím, že tam bude Budvar. Připravil jsem PN, který vypouští z návrhu všechny státní a polostátní podniky – vysvětlení PN.</w:t>
      </w:r>
      <w:r w:rsidR="00CD44E6">
        <w:rPr>
          <w:rFonts w:ascii="Times New Roman" w:hAnsi="Times New Roman"/>
          <w:sz w:val="24"/>
          <w:szCs w:val="24"/>
        </w:rPr>
        <w:t xml:space="preserve"> Jde o ohrožení státních a </w:t>
      </w:r>
      <w:r w:rsidR="00D248CE">
        <w:rPr>
          <w:rFonts w:ascii="Times New Roman" w:hAnsi="Times New Roman"/>
          <w:sz w:val="24"/>
          <w:szCs w:val="24"/>
        </w:rPr>
        <w:t>polostátních podniků.</w:t>
      </w:r>
    </w:p>
    <w:p w:rsidR="00B21017" w:rsidRDefault="00B21017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1017" w:rsidRDefault="00B21017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Otevírám obecnou rozpravu. </w:t>
      </w:r>
    </w:p>
    <w:p w:rsidR="00B21017" w:rsidRDefault="00B21017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B21017" w:rsidRDefault="00B21017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Farský: Doplňující informace o stanovisku vlády. </w:t>
      </w:r>
      <w:r w:rsidR="00FA2FE9">
        <w:rPr>
          <w:rFonts w:ascii="Times New Roman" w:hAnsi="Times New Roman"/>
          <w:sz w:val="24"/>
          <w:szCs w:val="24"/>
        </w:rPr>
        <w:t>Informace k registru smluv – návrh neukládá zveřejňovat nic nad rámec zákona č. 106, zveřejňování je užší. Informace o chráněných informa</w:t>
      </w:r>
      <w:r w:rsidR="00077889">
        <w:rPr>
          <w:rFonts w:ascii="Times New Roman" w:hAnsi="Times New Roman"/>
          <w:sz w:val="24"/>
          <w:szCs w:val="24"/>
        </w:rPr>
        <w:t xml:space="preserve">cích. ÚPV jednání přerušil. </w:t>
      </w:r>
      <w:r w:rsidR="00FA2FE9">
        <w:rPr>
          <w:rFonts w:ascii="Times New Roman" w:hAnsi="Times New Roman"/>
          <w:sz w:val="24"/>
          <w:szCs w:val="24"/>
        </w:rPr>
        <w:t xml:space="preserve"> </w:t>
      </w:r>
    </w:p>
    <w:p w:rsidR="00077889" w:rsidRDefault="00077889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106653" w:rsidRDefault="00106653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077889">
        <w:rPr>
          <w:rFonts w:ascii="Times New Roman" w:hAnsi="Times New Roman"/>
          <w:sz w:val="24"/>
          <w:szCs w:val="24"/>
        </w:rPr>
        <w:t xml:space="preserve">Registr smluv nic nezachrání. Má ho jen Slovensko, ostatní státy EU hlídají jinak toky </w:t>
      </w:r>
      <w:proofErr w:type="spellStart"/>
      <w:r w:rsidR="00077889">
        <w:rPr>
          <w:rFonts w:ascii="Times New Roman" w:hAnsi="Times New Roman"/>
          <w:sz w:val="24"/>
          <w:szCs w:val="24"/>
        </w:rPr>
        <w:t>fin</w:t>
      </w:r>
      <w:proofErr w:type="spellEnd"/>
      <w:r w:rsidR="0007788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7889">
        <w:rPr>
          <w:rFonts w:ascii="Times New Roman" w:hAnsi="Times New Roman"/>
          <w:sz w:val="24"/>
          <w:szCs w:val="24"/>
        </w:rPr>
        <w:t>prostředků</w:t>
      </w:r>
      <w:proofErr w:type="gramEnd"/>
      <w:r w:rsidR="00077889">
        <w:rPr>
          <w:rFonts w:ascii="Times New Roman" w:hAnsi="Times New Roman"/>
          <w:sz w:val="24"/>
          <w:szCs w:val="24"/>
        </w:rPr>
        <w:t>. Máme mnoho kontrol ex post. Nebráním se registru smluv, ale vnímám to</w:t>
      </w:r>
      <w:r w:rsidR="00733645">
        <w:rPr>
          <w:rFonts w:ascii="Times New Roman" w:hAnsi="Times New Roman"/>
          <w:sz w:val="24"/>
          <w:szCs w:val="24"/>
        </w:rPr>
        <w:t>,</w:t>
      </w:r>
      <w:r w:rsidR="00077889">
        <w:rPr>
          <w:rFonts w:ascii="Times New Roman" w:hAnsi="Times New Roman"/>
          <w:sz w:val="24"/>
          <w:szCs w:val="24"/>
        </w:rPr>
        <w:t xml:space="preserve"> jako ohrožení státních podniků. </w:t>
      </w:r>
    </w:p>
    <w:p w:rsidR="00106653" w:rsidRDefault="005C7813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Jirsa: K p. Farskému – neutrální stanovisko vlády. </w:t>
      </w:r>
      <w:r w:rsidR="00C266D9">
        <w:rPr>
          <w:rFonts w:ascii="Times New Roman" w:hAnsi="Times New Roman"/>
          <w:sz w:val="24"/>
          <w:szCs w:val="24"/>
        </w:rPr>
        <w:t>Ochrana informací -  rozpor je v tom, kdo co považuje za důležitou část smlouvy, za obchodní tajemství, atd. Informace o uzavírání smluv.</w:t>
      </w:r>
    </w:p>
    <w:p w:rsidR="00D00DEA" w:rsidRDefault="00D00DEA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D00DEA" w:rsidRDefault="00D00DEA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Hlasování o vystoupení veřejnosti, hlasování č. </w:t>
      </w:r>
      <w:r w:rsidR="00AA123F">
        <w:rPr>
          <w:rFonts w:ascii="Times New Roman" w:hAnsi="Times New Roman"/>
          <w:sz w:val="24"/>
          <w:szCs w:val="24"/>
        </w:rPr>
        <w:t>11</w:t>
      </w:r>
      <w:r w:rsidR="00CD44E6">
        <w:rPr>
          <w:rFonts w:ascii="Times New Roman" w:hAnsi="Times New Roman"/>
          <w:sz w:val="24"/>
          <w:szCs w:val="24"/>
        </w:rPr>
        <w:t>:</w:t>
      </w:r>
    </w:p>
    <w:p w:rsidR="005C7813" w:rsidRDefault="00D00DEA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AA12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AA12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C7813" w:rsidRDefault="005C7813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A123F" w:rsidRDefault="00AA123F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Kroupová (AKČR, KÚ Libereckého kraje): Stanovisko AKČR k registru smluv. Nejsme proti zveřejňování smluv, ale k zákonu máme připomínky týkající se především praktické aplikac</w:t>
      </w:r>
      <w:r w:rsidR="00CD44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 Informace o připomínkách.</w:t>
      </w:r>
    </w:p>
    <w:p w:rsidR="00AA123F" w:rsidRDefault="00AA123F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A123F" w:rsidRDefault="00AA123F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Mandík (SMO ČR): Podporuji stanovisko předřečníků (AKČR, p. </w:t>
      </w:r>
      <w:proofErr w:type="spellStart"/>
      <w:r>
        <w:rPr>
          <w:rFonts w:ascii="Times New Roman" w:hAnsi="Times New Roman"/>
          <w:sz w:val="24"/>
          <w:szCs w:val="24"/>
        </w:rPr>
        <w:t>pos</w:t>
      </w:r>
      <w:r w:rsidR="00CD44E6">
        <w:rPr>
          <w:rFonts w:ascii="Times New Roman" w:hAnsi="Times New Roman"/>
          <w:sz w:val="24"/>
          <w:szCs w:val="24"/>
        </w:rPr>
        <w:t>l</w:t>
      </w:r>
      <w:proofErr w:type="spellEnd"/>
      <w:r>
        <w:rPr>
          <w:rFonts w:ascii="Times New Roman" w:hAnsi="Times New Roman"/>
          <w:sz w:val="24"/>
          <w:szCs w:val="24"/>
        </w:rPr>
        <w:t xml:space="preserve">. Klána, atd.). Řada obav je relevantních.  </w:t>
      </w:r>
      <w:r w:rsidR="005257B6">
        <w:rPr>
          <w:rFonts w:ascii="Times New Roman" w:hAnsi="Times New Roman"/>
          <w:sz w:val="24"/>
          <w:szCs w:val="24"/>
        </w:rPr>
        <w:t>Informace o stanovisk</w:t>
      </w:r>
      <w:r w:rsidR="00CD44E6">
        <w:rPr>
          <w:rFonts w:ascii="Times New Roman" w:hAnsi="Times New Roman"/>
          <w:sz w:val="24"/>
          <w:szCs w:val="24"/>
        </w:rPr>
        <w:t>u</w:t>
      </w:r>
      <w:r w:rsidR="005257B6">
        <w:rPr>
          <w:rFonts w:ascii="Times New Roman" w:hAnsi="Times New Roman"/>
          <w:sz w:val="24"/>
          <w:szCs w:val="24"/>
        </w:rPr>
        <w:t xml:space="preserve"> ÚOHS – rozpor se soutěžním právem – nerovn</w:t>
      </w:r>
      <w:r w:rsidR="00CD44E6">
        <w:rPr>
          <w:rFonts w:ascii="Times New Roman" w:hAnsi="Times New Roman"/>
          <w:sz w:val="24"/>
          <w:szCs w:val="24"/>
        </w:rPr>
        <w:t>é</w:t>
      </w:r>
      <w:r w:rsidR="005257B6">
        <w:rPr>
          <w:rFonts w:ascii="Times New Roman" w:hAnsi="Times New Roman"/>
          <w:sz w:val="24"/>
          <w:szCs w:val="24"/>
        </w:rPr>
        <w:t xml:space="preserve"> postavení soutěžitelů. </w:t>
      </w:r>
    </w:p>
    <w:p w:rsidR="005C7813" w:rsidRDefault="005C7813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57B6" w:rsidRDefault="005257B6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</w:t>
      </w:r>
      <w:r w:rsidR="006A4B5E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lický (Rekonstrukce státu): Zákon sledujeme dlouhodobě. Nejsme obecně proti novelizaci zákona o registru smluv a proti výjimkám, např. pro podnikatelské subjekty. Mělo by </w:t>
      </w:r>
      <w:r w:rsidR="00CD44E6"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z w:val="24"/>
          <w:szCs w:val="24"/>
        </w:rPr>
        <w:t>vyústit v komplexní novelu, která by řešila veškeré identifikované problémy z procesu implementace</w:t>
      </w:r>
      <w:r w:rsidR="009766BF">
        <w:rPr>
          <w:rFonts w:ascii="Times New Roman" w:hAnsi="Times New Roman"/>
          <w:sz w:val="24"/>
          <w:szCs w:val="24"/>
        </w:rPr>
        <w:t>.</w:t>
      </w:r>
    </w:p>
    <w:p w:rsidR="005257B6" w:rsidRDefault="005257B6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5257B6" w:rsidRDefault="005257B6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K </w:t>
      </w:r>
      <w:r w:rsidR="009766BF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ekonstrukci státu – bombardujete nás, že nechceme odtajnit stát</w:t>
      </w:r>
      <w:r w:rsidR="00CD44E6">
        <w:rPr>
          <w:rFonts w:ascii="Times New Roman" w:hAnsi="Times New Roman"/>
          <w:sz w:val="24"/>
          <w:szCs w:val="24"/>
        </w:rPr>
        <w:t>. Nyní zde tvrdíte, že </w:t>
      </w:r>
      <w:r>
        <w:rPr>
          <w:rFonts w:ascii="Times New Roman" w:hAnsi="Times New Roman"/>
          <w:sz w:val="24"/>
          <w:szCs w:val="24"/>
        </w:rPr>
        <w:t>vám ty výjimky vlastně nevadí. Nejdříve na nás tlačíte, aby tam bylo vše – je to úsměvné – nerozumím tomu.</w:t>
      </w:r>
    </w:p>
    <w:p w:rsidR="005257B6" w:rsidRDefault="005257B6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106653" w:rsidRDefault="00106653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</w:t>
      </w:r>
      <w:r w:rsidR="00427CC2">
        <w:rPr>
          <w:rFonts w:ascii="Times New Roman" w:hAnsi="Times New Roman"/>
          <w:sz w:val="24"/>
          <w:szCs w:val="24"/>
        </w:rPr>
        <w:t xml:space="preserve"> Reakce na </w:t>
      </w:r>
      <w:r>
        <w:rPr>
          <w:rFonts w:ascii="Times New Roman" w:hAnsi="Times New Roman"/>
          <w:sz w:val="24"/>
          <w:szCs w:val="24"/>
        </w:rPr>
        <w:t>p. K</w:t>
      </w:r>
      <w:r w:rsidR="003D3FC5">
        <w:rPr>
          <w:rFonts w:ascii="Times New Roman" w:hAnsi="Times New Roman"/>
          <w:sz w:val="24"/>
          <w:szCs w:val="24"/>
        </w:rPr>
        <w:t>a</w:t>
      </w:r>
      <w:r w:rsidR="006A4B5E">
        <w:rPr>
          <w:rFonts w:ascii="Times New Roman" w:hAnsi="Times New Roman"/>
          <w:sz w:val="24"/>
          <w:szCs w:val="24"/>
        </w:rPr>
        <w:t>r</w:t>
      </w:r>
      <w:r w:rsidR="00427CC2">
        <w:rPr>
          <w:rFonts w:ascii="Times New Roman" w:hAnsi="Times New Roman"/>
          <w:sz w:val="24"/>
          <w:szCs w:val="24"/>
        </w:rPr>
        <w:t xml:space="preserve">lického. </w:t>
      </w:r>
      <w:r w:rsidR="00AD1488">
        <w:rPr>
          <w:rFonts w:ascii="Times New Roman" w:hAnsi="Times New Roman"/>
          <w:sz w:val="24"/>
          <w:szCs w:val="24"/>
        </w:rPr>
        <w:t>Rekonstrukci státu jsem podepsal, ale ne pro</w:t>
      </w:r>
      <w:r w:rsidR="00E01E5B">
        <w:rPr>
          <w:rFonts w:ascii="Times New Roman" w:hAnsi="Times New Roman"/>
          <w:sz w:val="24"/>
          <w:szCs w:val="24"/>
        </w:rPr>
        <w:t xml:space="preserve"> formu zákona, která bude poškozovat komunální majetek. </w:t>
      </w:r>
      <w:r w:rsidR="00AD1488">
        <w:rPr>
          <w:rFonts w:ascii="Times New Roman" w:hAnsi="Times New Roman"/>
          <w:sz w:val="24"/>
          <w:szCs w:val="24"/>
        </w:rPr>
        <w:t>PN</w:t>
      </w:r>
      <w:r w:rsidR="00E01E5B">
        <w:rPr>
          <w:rFonts w:ascii="Times New Roman" w:hAnsi="Times New Roman"/>
          <w:sz w:val="24"/>
          <w:szCs w:val="24"/>
        </w:rPr>
        <w:t>,</w:t>
      </w:r>
      <w:r w:rsidR="00AD1488">
        <w:rPr>
          <w:rFonts w:ascii="Times New Roman" w:hAnsi="Times New Roman"/>
          <w:sz w:val="24"/>
          <w:szCs w:val="24"/>
        </w:rPr>
        <w:t xml:space="preserve"> který zde zazní, zde podpořím.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E01E5B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Karlický (</w:t>
      </w:r>
      <w:r w:rsidR="00AD1488">
        <w:rPr>
          <w:rFonts w:ascii="Times New Roman" w:hAnsi="Times New Roman"/>
          <w:sz w:val="24"/>
          <w:szCs w:val="24"/>
        </w:rPr>
        <w:t>Rekonstrukce státu</w:t>
      </w:r>
      <w:r>
        <w:rPr>
          <w:rFonts w:ascii="Times New Roman" w:hAnsi="Times New Roman"/>
          <w:sz w:val="24"/>
          <w:szCs w:val="24"/>
        </w:rPr>
        <w:t>)</w:t>
      </w:r>
      <w:r w:rsidR="00AD1488">
        <w:rPr>
          <w:rFonts w:ascii="Times New Roman" w:hAnsi="Times New Roman"/>
          <w:sz w:val="24"/>
          <w:szCs w:val="24"/>
        </w:rPr>
        <w:t>: K</w:t>
      </w:r>
      <w:r>
        <w:rPr>
          <w:rFonts w:ascii="Times New Roman" w:hAnsi="Times New Roman"/>
          <w:sz w:val="24"/>
          <w:szCs w:val="24"/>
        </w:rPr>
        <w:t> </w:t>
      </w:r>
      <w:r w:rsidR="00AD1488">
        <w:rPr>
          <w:rFonts w:ascii="Times New Roman" w:hAnsi="Times New Roman"/>
          <w:sz w:val="24"/>
          <w:szCs w:val="24"/>
        </w:rPr>
        <w:t>výjimkám</w:t>
      </w:r>
      <w:r>
        <w:rPr>
          <w:rFonts w:ascii="Times New Roman" w:hAnsi="Times New Roman"/>
          <w:sz w:val="24"/>
          <w:szCs w:val="24"/>
        </w:rPr>
        <w:t xml:space="preserve"> – obecně nejsme proti výjimkám. </w:t>
      </w:r>
      <w:r w:rsidR="00632D7B">
        <w:rPr>
          <w:rFonts w:ascii="Times New Roman" w:hAnsi="Times New Roman"/>
          <w:sz w:val="24"/>
          <w:szCs w:val="24"/>
        </w:rPr>
        <w:t>Výjimky by měly být ale řádně podloženy. Rozhodně nejsme pro to, aby docházelo k poškození majetku a nikdy to nebylo cílem prosazování zákona o registru smluv.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</w:t>
      </w:r>
      <w:r w:rsidR="00632D7B">
        <w:rPr>
          <w:rFonts w:ascii="Times New Roman" w:hAnsi="Times New Roman"/>
          <w:sz w:val="24"/>
          <w:szCs w:val="24"/>
        </w:rPr>
        <w:t>Obraťme to - v</w:t>
      </w:r>
      <w:r>
        <w:rPr>
          <w:rFonts w:ascii="Times New Roman" w:hAnsi="Times New Roman"/>
          <w:sz w:val="24"/>
          <w:szCs w:val="24"/>
        </w:rPr>
        <w:t>y</w:t>
      </w:r>
      <w:r w:rsidR="00632D7B">
        <w:rPr>
          <w:rFonts w:ascii="Times New Roman" w:hAnsi="Times New Roman"/>
          <w:sz w:val="24"/>
          <w:szCs w:val="24"/>
        </w:rPr>
        <w:t xml:space="preserve"> pr</w:t>
      </w:r>
      <w:r>
        <w:rPr>
          <w:rFonts w:ascii="Times New Roman" w:hAnsi="Times New Roman"/>
          <w:sz w:val="24"/>
          <w:szCs w:val="24"/>
        </w:rPr>
        <w:t>okažte, že to nepoškodí.</w:t>
      </w:r>
      <w:r w:rsidR="00632D7B">
        <w:rPr>
          <w:rFonts w:ascii="Times New Roman" w:hAnsi="Times New Roman"/>
          <w:sz w:val="24"/>
          <w:szCs w:val="24"/>
        </w:rPr>
        <w:t xml:space="preserve"> Předložte analýzu, že registr smluv</w:t>
      </w:r>
      <w:r w:rsidR="00CD44E6">
        <w:rPr>
          <w:rFonts w:ascii="Times New Roman" w:hAnsi="Times New Roman"/>
          <w:sz w:val="24"/>
          <w:szCs w:val="24"/>
        </w:rPr>
        <w:t>,</w:t>
      </w:r>
      <w:r w:rsidR="00632D7B">
        <w:rPr>
          <w:rFonts w:ascii="Times New Roman" w:hAnsi="Times New Roman"/>
          <w:sz w:val="24"/>
          <w:szCs w:val="24"/>
        </w:rPr>
        <w:t xml:space="preserve"> v této formě</w:t>
      </w:r>
      <w:r w:rsidR="00CD44E6">
        <w:rPr>
          <w:rFonts w:ascii="Times New Roman" w:hAnsi="Times New Roman"/>
          <w:sz w:val="24"/>
          <w:szCs w:val="24"/>
        </w:rPr>
        <w:t>,</w:t>
      </w:r>
      <w:r w:rsidR="00632D7B">
        <w:rPr>
          <w:rFonts w:ascii="Times New Roman" w:hAnsi="Times New Roman"/>
          <w:sz w:val="24"/>
          <w:szCs w:val="24"/>
        </w:rPr>
        <w:t xml:space="preserve"> komunální podniky nepoškodí.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Košťál (ČEPS a.s.):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Klánovi</w:t>
      </w:r>
      <w:r w:rsidR="00CD44E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byl bych i pro vypuštění písm. m) – obchodní společnosti.</w:t>
      </w:r>
    </w:p>
    <w:p w:rsidR="00455230" w:rsidRDefault="00455230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Dnes jsme probírali situaci, kdy </w:t>
      </w:r>
      <w:r w:rsidR="000D747D">
        <w:rPr>
          <w:rFonts w:ascii="Times New Roman" w:hAnsi="Times New Roman"/>
          <w:sz w:val="24"/>
          <w:szCs w:val="24"/>
        </w:rPr>
        <w:t xml:space="preserve">se </w:t>
      </w:r>
      <w:r>
        <w:rPr>
          <w:rFonts w:ascii="Times New Roman" w:hAnsi="Times New Roman"/>
          <w:sz w:val="24"/>
          <w:szCs w:val="24"/>
        </w:rPr>
        <w:t xml:space="preserve">připravuje </w:t>
      </w:r>
      <w:r w:rsidR="000D747D">
        <w:rPr>
          <w:rFonts w:ascii="Times New Roman" w:hAnsi="Times New Roman"/>
          <w:sz w:val="24"/>
          <w:szCs w:val="24"/>
        </w:rPr>
        <w:t xml:space="preserve">velký kontrakt, a když </w:t>
      </w:r>
      <w:r w:rsidR="00CD44E6">
        <w:rPr>
          <w:rFonts w:ascii="Times New Roman" w:hAnsi="Times New Roman"/>
          <w:sz w:val="24"/>
          <w:szCs w:val="24"/>
        </w:rPr>
        <w:t xml:space="preserve">se </w:t>
      </w:r>
      <w:r w:rsidR="000D747D">
        <w:rPr>
          <w:rFonts w:ascii="Times New Roman" w:hAnsi="Times New Roman"/>
          <w:sz w:val="24"/>
          <w:szCs w:val="24"/>
        </w:rPr>
        <w:t>infor</w:t>
      </w:r>
      <w:r w:rsidR="00CD44E6">
        <w:rPr>
          <w:rFonts w:ascii="Times New Roman" w:hAnsi="Times New Roman"/>
          <w:sz w:val="24"/>
          <w:szCs w:val="24"/>
        </w:rPr>
        <w:t>moval zahraniční</w:t>
      </w:r>
      <w:r w:rsidR="000D747D">
        <w:rPr>
          <w:rFonts w:ascii="Times New Roman" w:hAnsi="Times New Roman"/>
          <w:sz w:val="24"/>
          <w:szCs w:val="24"/>
        </w:rPr>
        <w:t xml:space="preserve"> partner o tom, že to bude muset zveřejnit, tak právní kancelář řekla, že neexistuje, aby se jejich smlouva zveřejňovala, </w:t>
      </w:r>
      <w:r>
        <w:rPr>
          <w:rFonts w:ascii="Times New Roman" w:hAnsi="Times New Roman"/>
          <w:sz w:val="24"/>
          <w:szCs w:val="24"/>
        </w:rPr>
        <w:t>je to</w:t>
      </w:r>
      <w:r w:rsidR="000D747D">
        <w:rPr>
          <w:rFonts w:ascii="Times New Roman" w:hAnsi="Times New Roman"/>
          <w:sz w:val="24"/>
          <w:szCs w:val="24"/>
        </w:rPr>
        <w:t xml:space="preserve"> jejich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know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how</w:t>
      </w:r>
      <w:proofErr w:type="spellEnd"/>
      <w:r w:rsidR="000D747D">
        <w:rPr>
          <w:rFonts w:ascii="Times New Roman" w:hAnsi="Times New Roman"/>
          <w:sz w:val="24"/>
          <w:szCs w:val="24"/>
        </w:rPr>
        <w:t>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CD44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Farský: Námitky, které zde zazněl</w:t>
      </w:r>
      <w:r w:rsidR="000D747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se během dvou let projednával</w:t>
      </w:r>
      <w:r w:rsidR="00CD44E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. </w:t>
      </w:r>
      <w:r w:rsidR="00CD44E6">
        <w:rPr>
          <w:rFonts w:ascii="Times New Roman" w:hAnsi="Times New Roman"/>
          <w:sz w:val="24"/>
          <w:szCs w:val="24"/>
        </w:rPr>
        <w:t>Slyším mnoho obav, ale </w:t>
      </w:r>
      <w:r w:rsidR="00280884">
        <w:rPr>
          <w:rFonts w:ascii="Times New Roman" w:hAnsi="Times New Roman"/>
          <w:sz w:val="24"/>
          <w:szCs w:val="24"/>
        </w:rPr>
        <w:t xml:space="preserve">jsou nekonkrétní. Ať někdo položí na stůl konkrétní smlouvy, které problémy způsobí. </w:t>
      </w:r>
      <w:r w:rsidR="00CD44E6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know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how</w:t>
      </w:r>
      <w:proofErr w:type="spellEnd"/>
      <w:r w:rsidR="00280884">
        <w:rPr>
          <w:rFonts w:ascii="Times New Roman" w:hAnsi="Times New Roman"/>
          <w:sz w:val="24"/>
          <w:szCs w:val="24"/>
        </w:rPr>
        <w:t xml:space="preserve"> advokátní kanceláře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CD44E6">
        <w:rPr>
          <w:rFonts w:ascii="Times New Roman" w:hAnsi="Times New Roman"/>
          <w:sz w:val="24"/>
          <w:szCs w:val="24"/>
        </w:rPr>
        <w:t xml:space="preserve">smlouva </w:t>
      </w:r>
      <w:r w:rsidR="00280884">
        <w:rPr>
          <w:rFonts w:ascii="Times New Roman" w:hAnsi="Times New Roman"/>
          <w:sz w:val="24"/>
          <w:szCs w:val="24"/>
        </w:rPr>
        <w:t>je zaplacená z veřejných prostředků. Nesdílím přístup, že s veřejnými prostředky se nemá nakládat veřejně.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Dám slovo pouze již členům výboru.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9F18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Jde především o ekonomiku.</w:t>
      </w:r>
      <w:r w:rsidR="00280884">
        <w:rPr>
          <w:rFonts w:ascii="Times New Roman" w:hAnsi="Times New Roman"/>
          <w:sz w:val="24"/>
          <w:szCs w:val="24"/>
        </w:rPr>
        <w:t xml:space="preserve"> Z ekonomických údajů lze leccos vyčíst, o to jde.</w:t>
      </w: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AD1488" w:rsidRDefault="00AD1488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280884">
        <w:rPr>
          <w:rFonts w:ascii="Times New Roman" w:hAnsi="Times New Roman"/>
          <w:sz w:val="24"/>
          <w:szCs w:val="24"/>
        </w:rPr>
        <w:t xml:space="preserve">Analýzy si často odporovaly. </w:t>
      </w:r>
      <w:r>
        <w:rPr>
          <w:rFonts w:ascii="Times New Roman" w:hAnsi="Times New Roman"/>
          <w:sz w:val="24"/>
          <w:szCs w:val="24"/>
        </w:rPr>
        <w:t>Mám PN, který načtu v podrobné rozpravě.</w:t>
      </w:r>
    </w:p>
    <w:p w:rsidR="00812416" w:rsidRDefault="00812416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812416" w:rsidRDefault="00812416" w:rsidP="009F18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Jurečka: Je dobré i v politice říci, že jsme udělali chybu. Proto jsme předložili tento návrh. Můžeme </w:t>
      </w:r>
      <w:r w:rsidR="00AB0FA7">
        <w:rPr>
          <w:rFonts w:ascii="Times New Roman" w:hAnsi="Times New Roman"/>
          <w:sz w:val="24"/>
          <w:szCs w:val="24"/>
        </w:rPr>
        <w:t>hovořit i o jiných organizacích – příští týden bude jednat koaliční rada. Mělo by dojít k dohodě o tom, co se bude případně podporovat.</w:t>
      </w:r>
    </w:p>
    <w:p w:rsidR="00812416" w:rsidRDefault="00812416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812416" w:rsidRDefault="00812416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Končím obecnou rozpravu a zahajuji rozpravu podrobnou.</w:t>
      </w:r>
    </w:p>
    <w:p w:rsidR="00812416" w:rsidRDefault="00812416" w:rsidP="00B25485">
      <w:pPr>
        <w:spacing w:after="0"/>
        <w:rPr>
          <w:rFonts w:ascii="Times New Roman" w:hAnsi="Times New Roman"/>
          <w:sz w:val="24"/>
          <w:szCs w:val="24"/>
        </w:rPr>
      </w:pPr>
    </w:p>
    <w:p w:rsidR="00812416" w:rsidRDefault="00812416" w:rsidP="00B2548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Předložení PN:</w:t>
      </w:r>
    </w:p>
    <w:p w:rsidR="00455230" w:rsidRPr="00812416" w:rsidRDefault="00455230" w:rsidP="00455230">
      <w:pPr>
        <w:pStyle w:val="Standard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12416">
        <w:rPr>
          <w:rFonts w:ascii="Times New Roman" w:hAnsi="Times New Roman"/>
          <w:bCs/>
          <w:sz w:val="24"/>
          <w:szCs w:val="24"/>
        </w:rPr>
        <w:t>1. Čl. I nově zní:</w:t>
      </w:r>
    </w:p>
    <w:p w:rsidR="00455230" w:rsidRDefault="00455230" w:rsidP="00455230">
      <w:pPr>
        <w:pStyle w:val="Standard"/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„</w:t>
      </w:r>
      <w:r>
        <w:rPr>
          <w:rFonts w:ascii="Times New Roman" w:hAnsi="Times New Roman"/>
          <w:bCs/>
          <w:sz w:val="24"/>
          <w:szCs w:val="24"/>
        </w:rPr>
        <w:t>Čl. I</w:t>
      </w:r>
    </w:p>
    <w:p w:rsidR="00455230" w:rsidRDefault="00455230" w:rsidP="00455230">
      <w:pPr>
        <w:pStyle w:val="Standard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Zákon č. 340/2015 Sb., o zvláštních podmínkách účinnosti některých smluv, uveřejňování těchto smluv a o registru smluv (zákon o registru smluv), se mění takto:</w:t>
      </w:r>
    </w:p>
    <w:p w:rsidR="00455230" w:rsidRDefault="00455230" w:rsidP="00455230">
      <w:pPr>
        <w:pStyle w:val="Standard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 § 2 odst. 1 se písmeno k) zrušuje.</w:t>
      </w:r>
    </w:p>
    <w:p w:rsidR="00455230" w:rsidRDefault="00455230" w:rsidP="00455230">
      <w:pPr>
        <w:pStyle w:val="Standard"/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Dosavadní písmena l) až n) se označují jako písmena k) až m).</w:t>
      </w:r>
    </w:p>
    <w:p w:rsidR="00455230" w:rsidRDefault="00455230" w:rsidP="00455230">
      <w:pPr>
        <w:pStyle w:val="Standard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55230" w:rsidRDefault="00455230" w:rsidP="00455230">
      <w:pPr>
        <w:pStyle w:val="Standard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 § 3 odst. 2 písmeno h) nově zní:</w:t>
      </w:r>
    </w:p>
    <w:p w:rsidR="00455230" w:rsidRDefault="00455230" w:rsidP="00455230">
      <w:pPr>
        <w:pStyle w:val="Standard"/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„</w:t>
      </w:r>
      <w:r>
        <w:rPr>
          <w:rFonts w:ascii="Times New Roman" w:hAnsi="Times New Roman"/>
          <w:bCs/>
          <w:sz w:val="24"/>
          <w:szCs w:val="24"/>
        </w:rPr>
        <w:t xml:space="preserve">h) </w:t>
      </w:r>
      <w:r>
        <w:rPr>
          <w:rFonts w:ascii="Times New Roman" w:hAnsi="Times New Roman"/>
          <w:sz w:val="24"/>
          <w:szCs w:val="24"/>
          <w:lang w:eastAsia="cs-CZ"/>
        </w:rPr>
        <w:t>obchodní korporace založené za podnikatelským účelem, v níž má stát nebo územní samosprávný celek sám nebo s jinými územními samosprávnými celky většinovou majetkovou účast, a to i prostřednictvím jiné právnické osoby.“.“</w:t>
      </w:r>
    </w:p>
    <w:p w:rsidR="00455230" w:rsidRDefault="0045523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812416">
        <w:rPr>
          <w:rFonts w:ascii="Times New Roman" w:hAnsi="Times New Roman"/>
          <w:spacing w:val="-3"/>
          <w:sz w:val="24"/>
          <w:szCs w:val="24"/>
        </w:rPr>
        <w:t xml:space="preserve">Petrů: </w:t>
      </w:r>
      <w:r>
        <w:rPr>
          <w:rFonts w:ascii="Times New Roman" w:hAnsi="Times New Roman"/>
          <w:spacing w:val="-3"/>
          <w:sz w:val="24"/>
          <w:szCs w:val="24"/>
        </w:rPr>
        <w:t>Hlasování o PN</w:t>
      </w:r>
      <w:r w:rsidR="00184AC0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84AC0">
        <w:rPr>
          <w:rFonts w:ascii="Times New Roman" w:hAnsi="Times New Roman"/>
          <w:spacing w:val="-3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lasování č. 12</w:t>
      </w:r>
      <w:r w:rsidR="00184AC0">
        <w:rPr>
          <w:rFonts w:ascii="Times New Roman" w:hAnsi="Times New Roman"/>
          <w:spacing w:val="-3"/>
          <w:sz w:val="24"/>
          <w:szCs w:val="24"/>
        </w:rPr>
        <w:t>:</w:t>
      </w:r>
    </w:p>
    <w:p w:rsidR="00280884" w:rsidRDefault="00280884" w:rsidP="002808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5 </w:t>
      </w:r>
      <w:r>
        <w:rPr>
          <w:rFonts w:ascii="Times New Roman" w:hAnsi="Times New Roman"/>
          <w:sz w:val="24"/>
          <w:szCs w:val="24"/>
        </w:rPr>
        <w:tab/>
        <w:t xml:space="preserve">NE 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AC7F3B">
        <w:rPr>
          <w:rFonts w:ascii="Times New Roman" w:hAnsi="Times New Roman"/>
          <w:sz w:val="24"/>
          <w:szCs w:val="24"/>
        </w:rPr>
        <w:t>řijato</w:t>
      </w: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Klán: </w:t>
      </w:r>
      <w:r w:rsidR="00184AC0">
        <w:rPr>
          <w:rFonts w:ascii="Times New Roman" w:hAnsi="Times New Roman"/>
          <w:spacing w:val="-3"/>
          <w:sz w:val="24"/>
          <w:szCs w:val="24"/>
        </w:rPr>
        <w:t>Návrh usnesení č. 186.</w:t>
      </w: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Petrů: </w:t>
      </w:r>
      <w:r w:rsidR="00184AC0" w:rsidRPr="00184AC0">
        <w:rPr>
          <w:rFonts w:ascii="Times New Roman" w:hAnsi="Times New Roman"/>
          <w:spacing w:val="-3"/>
          <w:sz w:val="24"/>
          <w:szCs w:val="24"/>
          <w:u w:val="single"/>
        </w:rPr>
        <w:t>Hlasování o návrhu usnesení č. 186</w:t>
      </w:r>
      <w:r w:rsidR="00184AC0">
        <w:rPr>
          <w:rFonts w:ascii="Times New Roman" w:hAnsi="Times New Roman"/>
          <w:spacing w:val="-3"/>
          <w:sz w:val="24"/>
          <w:szCs w:val="24"/>
        </w:rPr>
        <w:t>, hlasování č. 13:</w:t>
      </w:r>
      <w:r w:rsidR="00184AC0">
        <w:rPr>
          <w:rFonts w:ascii="Times New Roman" w:hAnsi="Times New Roman"/>
          <w:spacing w:val="-3"/>
          <w:sz w:val="24"/>
          <w:szCs w:val="24"/>
        </w:rPr>
        <w:tab/>
      </w:r>
      <w:r w:rsidR="00184AC0">
        <w:rPr>
          <w:rFonts w:ascii="Times New Roman" w:hAnsi="Times New Roman"/>
          <w:spacing w:val="-3"/>
          <w:sz w:val="24"/>
          <w:szCs w:val="24"/>
        </w:rPr>
        <w:tab/>
      </w:r>
      <w:r w:rsidR="00184AC0">
        <w:rPr>
          <w:rFonts w:ascii="Times New Roman" w:hAnsi="Times New Roman"/>
          <w:spacing w:val="-3"/>
          <w:sz w:val="24"/>
          <w:szCs w:val="24"/>
        </w:rPr>
        <w:tab/>
      </w:r>
      <w:r w:rsidR="00184AC0">
        <w:rPr>
          <w:rFonts w:ascii="Times New Roman" w:hAnsi="Times New Roman"/>
          <w:spacing w:val="-3"/>
          <w:sz w:val="24"/>
          <w:szCs w:val="24"/>
        </w:rPr>
        <w:tab/>
        <w:t>Příloha č. 9</w:t>
      </w:r>
    </w:p>
    <w:p w:rsidR="00280884" w:rsidRDefault="00280884" w:rsidP="002808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184AC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</w:t>
      </w:r>
      <w:r w:rsidR="00184AC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184AC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12416" w:rsidRDefault="00812416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84AC0" w:rsidRDefault="00184AC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Děkuji a končím dnešní jednání výboru.</w:t>
      </w:r>
    </w:p>
    <w:p w:rsidR="00184AC0" w:rsidRDefault="00184AC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5485" w:rsidRDefault="00B2548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B25485" w:rsidRDefault="00B2548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D7EE8" w:rsidRDefault="005D7EE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r w:rsidR="00721F53">
        <w:rPr>
          <w:rFonts w:ascii="Times New Roman" w:hAnsi="Times New Roman"/>
          <w:sz w:val="24"/>
          <w:szCs w:val="24"/>
        </w:rPr>
        <w:t xml:space="preserve">v </w:t>
      </w:r>
      <w:r w:rsidR="00622A2A">
        <w:rPr>
          <w:rFonts w:ascii="Times New Roman" w:hAnsi="Times New Roman"/>
          <w:sz w:val="24"/>
          <w:szCs w:val="24"/>
        </w:rPr>
        <w:t>1</w:t>
      </w:r>
      <w:r w:rsidR="00184AC0">
        <w:rPr>
          <w:rFonts w:ascii="Times New Roman" w:hAnsi="Times New Roman"/>
          <w:sz w:val="24"/>
          <w:szCs w:val="24"/>
        </w:rPr>
        <w:t>5,00</w:t>
      </w:r>
      <w:r w:rsidR="00721F53">
        <w:rPr>
          <w:rFonts w:ascii="Times New Roman" w:hAnsi="Times New Roman"/>
          <w:sz w:val="24"/>
          <w:szCs w:val="24"/>
        </w:rPr>
        <w:t xml:space="preserve"> hodin</w:t>
      </w:r>
      <w:r w:rsidR="00BE3283">
        <w:rPr>
          <w:rFonts w:ascii="Times New Roman" w:hAnsi="Times New Roman"/>
          <w:sz w:val="24"/>
          <w:szCs w:val="24"/>
        </w:rPr>
        <w:t>.</w:t>
      </w: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3D1BE7" w:rsidRDefault="003D1BE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Petra Čížkovská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3D1BE7" w:rsidRDefault="003D1BE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A5E2E">
        <w:rPr>
          <w:rFonts w:ascii="Times New Roman" w:hAnsi="Times New Roman"/>
          <w:sz w:val="24"/>
          <w:szCs w:val="24"/>
        </w:rPr>
        <w:t xml:space="preserve">Ing. Jiří </w:t>
      </w:r>
      <w:r w:rsidR="001A5E2E" w:rsidRPr="00184AC0">
        <w:rPr>
          <w:rFonts w:ascii="Times New Roman" w:hAnsi="Times New Roman"/>
          <w:b/>
          <w:sz w:val="24"/>
          <w:szCs w:val="24"/>
        </w:rPr>
        <w:t>P e t r ů</w:t>
      </w:r>
      <w:r w:rsidR="00C119B4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C119B4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721F53">
        <w:rPr>
          <w:rFonts w:ascii="Times New Roman" w:hAnsi="Times New Roman"/>
          <w:b/>
          <w:sz w:val="24"/>
          <w:szCs w:val="24"/>
        </w:rPr>
        <w:tab/>
      </w:r>
      <w:r w:rsidR="00721F53">
        <w:rPr>
          <w:rFonts w:ascii="Times New Roman" w:hAnsi="Times New Roman"/>
          <w:b/>
          <w:sz w:val="24"/>
          <w:szCs w:val="24"/>
        </w:rPr>
        <w:tab/>
      </w:r>
      <w:r w:rsidR="00721F53">
        <w:rPr>
          <w:rFonts w:ascii="Times New Roman" w:hAnsi="Times New Roman"/>
          <w:b/>
          <w:sz w:val="24"/>
          <w:szCs w:val="24"/>
        </w:rPr>
        <w:tab/>
      </w:r>
      <w:r w:rsidR="00721F5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8B09C0" w:rsidRPr="008B09C0">
        <w:rPr>
          <w:rFonts w:ascii="Times New Roman" w:hAnsi="Times New Roman"/>
          <w:sz w:val="24"/>
          <w:szCs w:val="24"/>
        </w:rPr>
        <w:t>Mgr. Stanislav</w:t>
      </w:r>
      <w:r w:rsidR="008B09C0">
        <w:rPr>
          <w:rFonts w:ascii="Times New Roman" w:hAnsi="Times New Roman"/>
          <w:b/>
          <w:sz w:val="24"/>
          <w:szCs w:val="24"/>
        </w:rPr>
        <w:t xml:space="preserve"> B e r k o v e c</w:t>
      </w:r>
      <w:r w:rsidR="009A7129">
        <w:rPr>
          <w:rFonts w:ascii="Times New Roman" w:hAnsi="Times New Roman"/>
          <w:b/>
          <w:sz w:val="24"/>
          <w:szCs w:val="24"/>
        </w:rPr>
        <w:t xml:space="preserve"> </w:t>
      </w:r>
      <w:r w:rsidR="00C119B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119B4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1A5E2E" w:rsidRPr="00184AC0">
        <w:rPr>
          <w:rFonts w:ascii="Times New Roman" w:hAnsi="Times New Roman"/>
          <w:sz w:val="24"/>
          <w:szCs w:val="24"/>
        </w:rPr>
        <w:t>místopředseda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F184C" w:rsidRDefault="006C1FC0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01666" w:rsidRPr="00B01666" w:rsidTr="00B0166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- 9:56:19</w:t>
            </w:r>
          </w:p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B01666" w:rsidRPr="00B01666" w:rsidTr="00B016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ochraně přírody a krajiny. Přerušení </w:t>
            </w: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B01666" w:rsidRPr="00B01666" w:rsidRDefault="00B01666" w:rsidP="00B0166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B0166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B01666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39, čas 9:56:20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44E2D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</w:t>
      </w:r>
    </w:p>
    <w:p w:rsidR="00B01666" w:rsidRPr="00B01666" w:rsidRDefault="00B01666" w:rsidP="00A44E2D">
      <w:pPr>
        <w:spacing w:after="0"/>
        <w:ind w:left="7080" w:firstLine="708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</w:t>
      </w:r>
      <w:r w:rsidRPr="00B01666">
        <w:rPr>
          <w:rFonts w:ascii="Times New Roman" w:eastAsia="Times New Roman" w:hAnsi="Times New Roman"/>
          <w:sz w:val="24"/>
          <w:szCs w:val="24"/>
          <w:lang w:eastAsia="cs-CZ"/>
        </w:rPr>
        <w:t>Příloha č. 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01666" w:rsidRPr="00B01666" w:rsidTr="00B0166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- 11:20:41</w:t>
            </w:r>
          </w:p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B01666" w:rsidRPr="00B01666" w:rsidTr="00B016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ochraně ovzduší. </w:t>
            </w: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B01666" w:rsidRPr="00B01666" w:rsidRDefault="00B01666" w:rsidP="00B0166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B0166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B01666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39, čas 11:20:42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Příloha č. 3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01666" w:rsidRPr="00B01666" w:rsidTr="00B0166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- 13:08:53</w:t>
            </w:r>
          </w:p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B01666" w:rsidRPr="00B01666" w:rsidTr="00B016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016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některých přestupcích </w:t>
            </w: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01666" w:rsidRPr="00B01666" w:rsidRDefault="00B01666" w:rsidP="00B01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B01666" w:rsidRPr="00B01666" w:rsidRDefault="00B01666" w:rsidP="00B0166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Pr="00B01666" w:rsidRDefault="00B01666" w:rsidP="00B016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B01666" w:rsidRPr="00B016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016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01666" w:rsidRPr="00B01666" w:rsidTr="00B016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01666" w:rsidRPr="00B016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01666" w:rsidRPr="00B01666" w:rsidRDefault="00B01666" w:rsidP="00B016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016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01666" w:rsidRPr="00B01666" w:rsidRDefault="00B01666" w:rsidP="00B016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B0166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B01666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39, čas 13:08:54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Příloha č. 4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- 13:09:19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odpovědnosti za přestupky a řízení o nich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39, čas 13:09:20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119D" w:rsidRDefault="0072119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119D" w:rsidRDefault="0072119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5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- 13:21:00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7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analýza struktur kontrol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7, schůze č. 39, čas 13:21:00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119D" w:rsidRDefault="0072119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Příloha č. 6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- 13:22:22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8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petice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8, schůze č. 39, čas 13:22:22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7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- 13:23:26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9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petice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9, schůze č. 39, čas 13:23:27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119D" w:rsidRDefault="0072119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119D" w:rsidRDefault="0072119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8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- 13:26:13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10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721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Různé - v</w:t>
            </w:r>
            <w:r w:rsidR="007211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ý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jezd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10, schůze č. 39, čas 13:26:14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2119D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9</w:t>
      </w: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4E2D" w:rsidRPr="00A44E2D" w:rsidTr="00A44E2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39. schůze</w:t>
            </w: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31.03.2016</w:t>
            </w:r>
            <w:proofErr w:type="gram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- 15:06:45</w:t>
            </w:r>
          </w:p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13 </w:t>
            </w:r>
          </w:p>
        </w:tc>
      </w:tr>
      <w:tr w:rsidR="00A44E2D" w:rsidRPr="00A44E2D" w:rsidTr="00A44E2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Posl</w:t>
            </w:r>
            <w:proofErr w:type="spellEnd"/>
            <w:r w:rsidRPr="00A44E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návrh – zákon o registru smluv </w:t>
            </w: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44E2D" w:rsidRPr="00A44E2D" w:rsidRDefault="00A44E2D" w:rsidP="00A44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A44E2D" w:rsidRPr="00A44E2D" w:rsidRDefault="00A44E2D" w:rsidP="00A44E2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1, Zdržel se: 2)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Pr="00A44E2D" w:rsidRDefault="00A44E2D" w:rsidP="00A44E2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44E2D" w:rsidRPr="00A44E2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4E2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44E2D" w:rsidRPr="00A44E2D" w:rsidTr="00A44E2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44E2D" w:rsidRPr="00A44E2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44E2D" w:rsidRPr="00A44E2D" w:rsidRDefault="00A44E2D" w:rsidP="00A44E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44E2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44E2D" w:rsidRPr="00A44E2D" w:rsidRDefault="00A44E2D" w:rsidP="00A44E2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4E2D" w:rsidRDefault="00A44E2D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A44E2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4E2D">
        <w:rPr>
          <w:rFonts w:ascii="Times New Roman" w:eastAsia="Times New Roman" w:hAnsi="Times New Roman"/>
          <w:sz w:val="20"/>
          <w:szCs w:val="20"/>
          <w:lang w:eastAsia="cs-CZ"/>
        </w:rPr>
        <w:t>ID hlasování: 13, schůze č. 39, čas 15:06:46</w:t>
      </w: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Default="00B01666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1666" w:rsidRPr="00B01666" w:rsidRDefault="00B01666" w:rsidP="005F118C">
      <w:pPr>
        <w:spacing w:after="0"/>
        <w:rPr>
          <w:rFonts w:ascii="Times New Roman" w:hAnsi="Times New Roman"/>
          <w:sz w:val="24"/>
          <w:szCs w:val="24"/>
        </w:rPr>
      </w:pPr>
    </w:p>
    <w:sectPr w:rsidR="00B01666" w:rsidRPr="00B01666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666" w:rsidRDefault="00B01666" w:rsidP="003D6646">
      <w:pPr>
        <w:spacing w:after="0" w:line="240" w:lineRule="auto"/>
      </w:pPr>
      <w:r>
        <w:separator/>
      </w:r>
    </w:p>
  </w:endnote>
  <w:endnote w:type="continuationSeparator" w:id="0">
    <w:p w:rsidR="00B01666" w:rsidRDefault="00B0166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B01666" w:rsidRDefault="00B016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5D2">
          <w:rPr>
            <w:noProof/>
          </w:rPr>
          <w:t>3</w:t>
        </w:r>
        <w:r>
          <w:fldChar w:fldCharType="end"/>
        </w:r>
      </w:p>
    </w:sdtContent>
  </w:sdt>
  <w:p w:rsidR="00B01666" w:rsidRDefault="00B016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666" w:rsidRDefault="00B01666" w:rsidP="003D6646">
      <w:pPr>
        <w:spacing w:after="0" w:line="240" w:lineRule="auto"/>
      </w:pPr>
      <w:r>
        <w:separator/>
      </w:r>
    </w:p>
  </w:footnote>
  <w:footnote w:type="continuationSeparator" w:id="0">
    <w:p w:rsidR="00B01666" w:rsidRDefault="00B0166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1F38"/>
    <w:rsid w:val="0000733B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5CBF"/>
    <w:rsid w:val="00036141"/>
    <w:rsid w:val="00036E7B"/>
    <w:rsid w:val="0004633B"/>
    <w:rsid w:val="00046F3D"/>
    <w:rsid w:val="00057573"/>
    <w:rsid w:val="00057E91"/>
    <w:rsid w:val="00061493"/>
    <w:rsid w:val="00077889"/>
    <w:rsid w:val="00081776"/>
    <w:rsid w:val="000830FE"/>
    <w:rsid w:val="000905BB"/>
    <w:rsid w:val="000925CF"/>
    <w:rsid w:val="00094257"/>
    <w:rsid w:val="00097C67"/>
    <w:rsid w:val="000A05CD"/>
    <w:rsid w:val="000A35FF"/>
    <w:rsid w:val="000B4004"/>
    <w:rsid w:val="000B618C"/>
    <w:rsid w:val="000B66BB"/>
    <w:rsid w:val="000C04BE"/>
    <w:rsid w:val="000D0EDF"/>
    <w:rsid w:val="000D747D"/>
    <w:rsid w:val="000E02A3"/>
    <w:rsid w:val="000E0EBF"/>
    <w:rsid w:val="000E49C6"/>
    <w:rsid w:val="000E729F"/>
    <w:rsid w:val="000F0784"/>
    <w:rsid w:val="000F3CC6"/>
    <w:rsid w:val="000F6256"/>
    <w:rsid w:val="001005F4"/>
    <w:rsid w:val="001041D5"/>
    <w:rsid w:val="00106653"/>
    <w:rsid w:val="00106E20"/>
    <w:rsid w:val="001114F6"/>
    <w:rsid w:val="001143AB"/>
    <w:rsid w:val="00115CF5"/>
    <w:rsid w:val="00130E0B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120C"/>
    <w:rsid w:val="00183298"/>
    <w:rsid w:val="00184AC0"/>
    <w:rsid w:val="0018747B"/>
    <w:rsid w:val="001965DA"/>
    <w:rsid w:val="001A3B75"/>
    <w:rsid w:val="001A4227"/>
    <w:rsid w:val="001A5E2E"/>
    <w:rsid w:val="001B0C29"/>
    <w:rsid w:val="001B40BF"/>
    <w:rsid w:val="001B7139"/>
    <w:rsid w:val="001C1F23"/>
    <w:rsid w:val="001C2077"/>
    <w:rsid w:val="001C3EF1"/>
    <w:rsid w:val="001C4CD6"/>
    <w:rsid w:val="001C707E"/>
    <w:rsid w:val="001D06F4"/>
    <w:rsid w:val="001D2E25"/>
    <w:rsid w:val="001E3415"/>
    <w:rsid w:val="001E3830"/>
    <w:rsid w:val="001F3727"/>
    <w:rsid w:val="001F4BA6"/>
    <w:rsid w:val="001F58AE"/>
    <w:rsid w:val="001F6666"/>
    <w:rsid w:val="00203868"/>
    <w:rsid w:val="00211FE2"/>
    <w:rsid w:val="00214812"/>
    <w:rsid w:val="00215E5E"/>
    <w:rsid w:val="002165CA"/>
    <w:rsid w:val="00217F6A"/>
    <w:rsid w:val="00222394"/>
    <w:rsid w:val="00223E3D"/>
    <w:rsid w:val="00230024"/>
    <w:rsid w:val="0023432A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0884"/>
    <w:rsid w:val="00295388"/>
    <w:rsid w:val="002955F4"/>
    <w:rsid w:val="00295DE2"/>
    <w:rsid w:val="002A0EAA"/>
    <w:rsid w:val="002A1B85"/>
    <w:rsid w:val="002A3084"/>
    <w:rsid w:val="002A447E"/>
    <w:rsid w:val="002A5297"/>
    <w:rsid w:val="002B2C05"/>
    <w:rsid w:val="002B3327"/>
    <w:rsid w:val="002C3249"/>
    <w:rsid w:val="002C6BED"/>
    <w:rsid w:val="002C6CCB"/>
    <w:rsid w:val="002C7DEE"/>
    <w:rsid w:val="002D391E"/>
    <w:rsid w:val="002D61AB"/>
    <w:rsid w:val="003001E3"/>
    <w:rsid w:val="00302C70"/>
    <w:rsid w:val="003056CD"/>
    <w:rsid w:val="00305CB7"/>
    <w:rsid w:val="0030785B"/>
    <w:rsid w:val="00307F6C"/>
    <w:rsid w:val="0031051E"/>
    <w:rsid w:val="00311E03"/>
    <w:rsid w:val="00311F1E"/>
    <w:rsid w:val="00313D37"/>
    <w:rsid w:val="0031495A"/>
    <w:rsid w:val="0032503F"/>
    <w:rsid w:val="00325081"/>
    <w:rsid w:val="00332399"/>
    <w:rsid w:val="00344D12"/>
    <w:rsid w:val="00346D70"/>
    <w:rsid w:val="0035088D"/>
    <w:rsid w:val="00350A17"/>
    <w:rsid w:val="00357EBB"/>
    <w:rsid w:val="00360910"/>
    <w:rsid w:val="00362628"/>
    <w:rsid w:val="00364A36"/>
    <w:rsid w:val="00364D3E"/>
    <w:rsid w:val="00375DB0"/>
    <w:rsid w:val="0038022E"/>
    <w:rsid w:val="00381051"/>
    <w:rsid w:val="00382251"/>
    <w:rsid w:val="003847E4"/>
    <w:rsid w:val="0039087E"/>
    <w:rsid w:val="00390D85"/>
    <w:rsid w:val="00396C02"/>
    <w:rsid w:val="00397570"/>
    <w:rsid w:val="003A044E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D07D2"/>
    <w:rsid w:val="003D1BE7"/>
    <w:rsid w:val="003D3FC5"/>
    <w:rsid w:val="003D6646"/>
    <w:rsid w:val="003E6B5B"/>
    <w:rsid w:val="003F1C91"/>
    <w:rsid w:val="003F5FC7"/>
    <w:rsid w:val="00401583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5475"/>
    <w:rsid w:val="00445AAA"/>
    <w:rsid w:val="004464FB"/>
    <w:rsid w:val="00453F92"/>
    <w:rsid w:val="004551FA"/>
    <w:rsid w:val="00455230"/>
    <w:rsid w:val="0046138D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43AD"/>
    <w:rsid w:val="004B021B"/>
    <w:rsid w:val="004B1AD3"/>
    <w:rsid w:val="004B27B5"/>
    <w:rsid w:val="004B2C5E"/>
    <w:rsid w:val="004B38FD"/>
    <w:rsid w:val="004C490F"/>
    <w:rsid w:val="004C5380"/>
    <w:rsid w:val="004C773D"/>
    <w:rsid w:val="004D46BA"/>
    <w:rsid w:val="004D4B9B"/>
    <w:rsid w:val="004D5D99"/>
    <w:rsid w:val="004E1E18"/>
    <w:rsid w:val="004E24DD"/>
    <w:rsid w:val="004E3D29"/>
    <w:rsid w:val="00501822"/>
    <w:rsid w:val="00506EB0"/>
    <w:rsid w:val="0052054C"/>
    <w:rsid w:val="00521BAE"/>
    <w:rsid w:val="005227BF"/>
    <w:rsid w:val="00523156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4154"/>
    <w:rsid w:val="005541DA"/>
    <w:rsid w:val="00561B56"/>
    <w:rsid w:val="00565146"/>
    <w:rsid w:val="005654DA"/>
    <w:rsid w:val="005672BB"/>
    <w:rsid w:val="00572424"/>
    <w:rsid w:val="00576736"/>
    <w:rsid w:val="00580EE6"/>
    <w:rsid w:val="00583D18"/>
    <w:rsid w:val="00585C41"/>
    <w:rsid w:val="005A0D59"/>
    <w:rsid w:val="005B10AD"/>
    <w:rsid w:val="005B1B69"/>
    <w:rsid w:val="005B3138"/>
    <w:rsid w:val="005C1E6B"/>
    <w:rsid w:val="005C62BF"/>
    <w:rsid w:val="005C6F14"/>
    <w:rsid w:val="005C7759"/>
    <w:rsid w:val="005C7813"/>
    <w:rsid w:val="005D7EE8"/>
    <w:rsid w:val="005E14D9"/>
    <w:rsid w:val="005E55F4"/>
    <w:rsid w:val="005F118C"/>
    <w:rsid w:val="005F139E"/>
    <w:rsid w:val="005F56F6"/>
    <w:rsid w:val="005F71F8"/>
    <w:rsid w:val="006021A5"/>
    <w:rsid w:val="00602959"/>
    <w:rsid w:val="0060298B"/>
    <w:rsid w:val="00611F4C"/>
    <w:rsid w:val="00612543"/>
    <w:rsid w:val="00612E65"/>
    <w:rsid w:val="00612FAB"/>
    <w:rsid w:val="00617777"/>
    <w:rsid w:val="00620764"/>
    <w:rsid w:val="00622A2A"/>
    <w:rsid w:val="00631373"/>
    <w:rsid w:val="00632D7B"/>
    <w:rsid w:val="00633BA0"/>
    <w:rsid w:val="00636470"/>
    <w:rsid w:val="00637469"/>
    <w:rsid w:val="006446DC"/>
    <w:rsid w:val="0064517E"/>
    <w:rsid w:val="00645521"/>
    <w:rsid w:val="00645D65"/>
    <w:rsid w:val="00651A39"/>
    <w:rsid w:val="006529C1"/>
    <w:rsid w:val="00656F31"/>
    <w:rsid w:val="00662E4C"/>
    <w:rsid w:val="0066319B"/>
    <w:rsid w:val="006644FF"/>
    <w:rsid w:val="00666538"/>
    <w:rsid w:val="00667C39"/>
    <w:rsid w:val="006703C7"/>
    <w:rsid w:val="00673019"/>
    <w:rsid w:val="00673330"/>
    <w:rsid w:val="00676BF3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B124E"/>
    <w:rsid w:val="006C1FC0"/>
    <w:rsid w:val="006D0271"/>
    <w:rsid w:val="006D0B51"/>
    <w:rsid w:val="006D4913"/>
    <w:rsid w:val="006D5057"/>
    <w:rsid w:val="006D711F"/>
    <w:rsid w:val="006E4766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30F2"/>
    <w:rsid w:val="00703F75"/>
    <w:rsid w:val="00707317"/>
    <w:rsid w:val="0071030C"/>
    <w:rsid w:val="00711EC0"/>
    <w:rsid w:val="0072119D"/>
    <w:rsid w:val="00721F53"/>
    <w:rsid w:val="00722C4F"/>
    <w:rsid w:val="007256D6"/>
    <w:rsid w:val="00730AEF"/>
    <w:rsid w:val="0073108E"/>
    <w:rsid w:val="00733645"/>
    <w:rsid w:val="007374B5"/>
    <w:rsid w:val="00741B7B"/>
    <w:rsid w:val="007469D5"/>
    <w:rsid w:val="00746E9D"/>
    <w:rsid w:val="007646AD"/>
    <w:rsid w:val="007808CE"/>
    <w:rsid w:val="00781CAD"/>
    <w:rsid w:val="00783EE6"/>
    <w:rsid w:val="007A18EE"/>
    <w:rsid w:val="007A5D6C"/>
    <w:rsid w:val="007A5E78"/>
    <w:rsid w:val="007A66D0"/>
    <w:rsid w:val="007B0002"/>
    <w:rsid w:val="007B2C3B"/>
    <w:rsid w:val="007B2CD0"/>
    <w:rsid w:val="007B74ED"/>
    <w:rsid w:val="007C6A03"/>
    <w:rsid w:val="007C7E4F"/>
    <w:rsid w:val="007E1774"/>
    <w:rsid w:val="007E4D7C"/>
    <w:rsid w:val="007E4E3B"/>
    <w:rsid w:val="007F5D51"/>
    <w:rsid w:val="007F5E04"/>
    <w:rsid w:val="007F621A"/>
    <w:rsid w:val="008001F1"/>
    <w:rsid w:val="00812416"/>
    <w:rsid w:val="00817B72"/>
    <w:rsid w:val="0082274A"/>
    <w:rsid w:val="008227F6"/>
    <w:rsid w:val="00827BCA"/>
    <w:rsid w:val="00830362"/>
    <w:rsid w:val="00830CE3"/>
    <w:rsid w:val="00840557"/>
    <w:rsid w:val="00844FA5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744ED"/>
    <w:rsid w:val="008808DF"/>
    <w:rsid w:val="00881734"/>
    <w:rsid w:val="00890ADB"/>
    <w:rsid w:val="00894AD4"/>
    <w:rsid w:val="008956F2"/>
    <w:rsid w:val="0089738C"/>
    <w:rsid w:val="00897C86"/>
    <w:rsid w:val="008B09C0"/>
    <w:rsid w:val="008B751F"/>
    <w:rsid w:val="008B7E8F"/>
    <w:rsid w:val="008C1471"/>
    <w:rsid w:val="008C2A6B"/>
    <w:rsid w:val="008C7180"/>
    <w:rsid w:val="008C778E"/>
    <w:rsid w:val="008D2978"/>
    <w:rsid w:val="008D2B9F"/>
    <w:rsid w:val="008D6915"/>
    <w:rsid w:val="008D691A"/>
    <w:rsid w:val="008E03A0"/>
    <w:rsid w:val="008E4E06"/>
    <w:rsid w:val="008E7B85"/>
    <w:rsid w:val="008F4A5C"/>
    <w:rsid w:val="008F64B5"/>
    <w:rsid w:val="008F65E0"/>
    <w:rsid w:val="008F7B21"/>
    <w:rsid w:val="00901D60"/>
    <w:rsid w:val="00902E22"/>
    <w:rsid w:val="0090625F"/>
    <w:rsid w:val="0090797F"/>
    <w:rsid w:val="00926214"/>
    <w:rsid w:val="00926B4D"/>
    <w:rsid w:val="00932C60"/>
    <w:rsid w:val="009341A2"/>
    <w:rsid w:val="00934314"/>
    <w:rsid w:val="00935FAD"/>
    <w:rsid w:val="00937216"/>
    <w:rsid w:val="00941097"/>
    <w:rsid w:val="00957213"/>
    <w:rsid w:val="00957993"/>
    <w:rsid w:val="00961816"/>
    <w:rsid w:val="00962DB2"/>
    <w:rsid w:val="00965BE6"/>
    <w:rsid w:val="00967004"/>
    <w:rsid w:val="0097543B"/>
    <w:rsid w:val="009766BF"/>
    <w:rsid w:val="009767DC"/>
    <w:rsid w:val="00981007"/>
    <w:rsid w:val="00984E93"/>
    <w:rsid w:val="00991968"/>
    <w:rsid w:val="009A7129"/>
    <w:rsid w:val="009B3044"/>
    <w:rsid w:val="009C28B0"/>
    <w:rsid w:val="009C6C1B"/>
    <w:rsid w:val="009D45D5"/>
    <w:rsid w:val="009D6ADE"/>
    <w:rsid w:val="009E09C6"/>
    <w:rsid w:val="009E1105"/>
    <w:rsid w:val="009E378E"/>
    <w:rsid w:val="009F04E4"/>
    <w:rsid w:val="009F184C"/>
    <w:rsid w:val="009F2E82"/>
    <w:rsid w:val="009F35D2"/>
    <w:rsid w:val="009F4C74"/>
    <w:rsid w:val="00A01453"/>
    <w:rsid w:val="00A01B37"/>
    <w:rsid w:val="00A04E5B"/>
    <w:rsid w:val="00A07565"/>
    <w:rsid w:val="00A144CE"/>
    <w:rsid w:val="00A17897"/>
    <w:rsid w:val="00A2197E"/>
    <w:rsid w:val="00A21A29"/>
    <w:rsid w:val="00A31072"/>
    <w:rsid w:val="00A32A3C"/>
    <w:rsid w:val="00A3393B"/>
    <w:rsid w:val="00A44E2D"/>
    <w:rsid w:val="00A45D3A"/>
    <w:rsid w:val="00A46A36"/>
    <w:rsid w:val="00A530DA"/>
    <w:rsid w:val="00A533AD"/>
    <w:rsid w:val="00A624EF"/>
    <w:rsid w:val="00A639C5"/>
    <w:rsid w:val="00A63B33"/>
    <w:rsid w:val="00A6611E"/>
    <w:rsid w:val="00A725F0"/>
    <w:rsid w:val="00A76F2F"/>
    <w:rsid w:val="00A8102E"/>
    <w:rsid w:val="00A931F6"/>
    <w:rsid w:val="00A959F1"/>
    <w:rsid w:val="00A96E74"/>
    <w:rsid w:val="00AA123F"/>
    <w:rsid w:val="00AA204D"/>
    <w:rsid w:val="00AA2D86"/>
    <w:rsid w:val="00AA4014"/>
    <w:rsid w:val="00AA6150"/>
    <w:rsid w:val="00AB0FA7"/>
    <w:rsid w:val="00AB6B5C"/>
    <w:rsid w:val="00AC11AC"/>
    <w:rsid w:val="00AC7F3B"/>
    <w:rsid w:val="00AD0D98"/>
    <w:rsid w:val="00AD1488"/>
    <w:rsid w:val="00AD2D19"/>
    <w:rsid w:val="00AD3CBC"/>
    <w:rsid w:val="00AD5652"/>
    <w:rsid w:val="00AD657F"/>
    <w:rsid w:val="00AD714D"/>
    <w:rsid w:val="00AE0B0A"/>
    <w:rsid w:val="00AE3082"/>
    <w:rsid w:val="00AE398A"/>
    <w:rsid w:val="00AE3E8C"/>
    <w:rsid w:val="00AE61BA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76D8"/>
    <w:rsid w:val="00B12B1F"/>
    <w:rsid w:val="00B21017"/>
    <w:rsid w:val="00B23348"/>
    <w:rsid w:val="00B23FA0"/>
    <w:rsid w:val="00B25485"/>
    <w:rsid w:val="00B25ED6"/>
    <w:rsid w:val="00B25F8E"/>
    <w:rsid w:val="00B35CD1"/>
    <w:rsid w:val="00B36EB5"/>
    <w:rsid w:val="00B37971"/>
    <w:rsid w:val="00B37C58"/>
    <w:rsid w:val="00B4401E"/>
    <w:rsid w:val="00B51D61"/>
    <w:rsid w:val="00B56FFF"/>
    <w:rsid w:val="00B629EA"/>
    <w:rsid w:val="00B635B6"/>
    <w:rsid w:val="00B70EF0"/>
    <w:rsid w:val="00B814C2"/>
    <w:rsid w:val="00B86323"/>
    <w:rsid w:val="00B94C5E"/>
    <w:rsid w:val="00B960A9"/>
    <w:rsid w:val="00B96271"/>
    <w:rsid w:val="00BA2755"/>
    <w:rsid w:val="00BA7E14"/>
    <w:rsid w:val="00BB470F"/>
    <w:rsid w:val="00BC046E"/>
    <w:rsid w:val="00BC2EDE"/>
    <w:rsid w:val="00BD53A2"/>
    <w:rsid w:val="00BE1304"/>
    <w:rsid w:val="00BE3283"/>
    <w:rsid w:val="00BE340A"/>
    <w:rsid w:val="00BE4AFB"/>
    <w:rsid w:val="00BF10A1"/>
    <w:rsid w:val="00BF3FD0"/>
    <w:rsid w:val="00BF4ADF"/>
    <w:rsid w:val="00BF6AFE"/>
    <w:rsid w:val="00C011EB"/>
    <w:rsid w:val="00C038C9"/>
    <w:rsid w:val="00C04E40"/>
    <w:rsid w:val="00C119B4"/>
    <w:rsid w:val="00C131B5"/>
    <w:rsid w:val="00C2190C"/>
    <w:rsid w:val="00C26641"/>
    <w:rsid w:val="00C266D9"/>
    <w:rsid w:val="00C27647"/>
    <w:rsid w:val="00C31260"/>
    <w:rsid w:val="00C318CA"/>
    <w:rsid w:val="00C47B17"/>
    <w:rsid w:val="00C509ED"/>
    <w:rsid w:val="00C61AA4"/>
    <w:rsid w:val="00C64471"/>
    <w:rsid w:val="00C706D7"/>
    <w:rsid w:val="00C72258"/>
    <w:rsid w:val="00C7449E"/>
    <w:rsid w:val="00C764EE"/>
    <w:rsid w:val="00C83009"/>
    <w:rsid w:val="00C8494F"/>
    <w:rsid w:val="00C8599B"/>
    <w:rsid w:val="00C90F32"/>
    <w:rsid w:val="00C9416C"/>
    <w:rsid w:val="00C969BA"/>
    <w:rsid w:val="00CA68BD"/>
    <w:rsid w:val="00CB1087"/>
    <w:rsid w:val="00CC10A0"/>
    <w:rsid w:val="00CC3831"/>
    <w:rsid w:val="00CC4207"/>
    <w:rsid w:val="00CC7CD2"/>
    <w:rsid w:val="00CD20F6"/>
    <w:rsid w:val="00CD3AFB"/>
    <w:rsid w:val="00CD44E6"/>
    <w:rsid w:val="00CD4964"/>
    <w:rsid w:val="00CD5651"/>
    <w:rsid w:val="00CF0E63"/>
    <w:rsid w:val="00CF18A2"/>
    <w:rsid w:val="00CF60CC"/>
    <w:rsid w:val="00CF7E9D"/>
    <w:rsid w:val="00D00355"/>
    <w:rsid w:val="00D00DEA"/>
    <w:rsid w:val="00D041E7"/>
    <w:rsid w:val="00D07291"/>
    <w:rsid w:val="00D072E9"/>
    <w:rsid w:val="00D13D97"/>
    <w:rsid w:val="00D248CE"/>
    <w:rsid w:val="00D26F53"/>
    <w:rsid w:val="00D27740"/>
    <w:rsid w:val="00D32866"/>
    <w:rsid w:val="00D3692A"/>
    <w:rsid w:val="00D3723C"/>
    <w:rsid w:val="00D43F2C"/>
    <w:rsid w:val="00D47AF9"/>
    <w:rsid w:val="00D51DD3"/>
    <w:rsid w:val="00D52A9E"/>
    <w:rsid w:val="00D56714"/>
    <w:rsid w:val="00D57816"/>
    <w:rsid w:val="00D57EE0"/>
    <w:rsid w:val="00D8454A"/>
    <w:rsid w:val="00D8503A"/>
    <w:rsid w:val="00D92106"/>
    <w:rsid w:val="00D92262"/>
    <w:rsid w:val="00D97A9B"/>
    <w:rsid w:val="00DA111E"/>
    <w:rsid w:val="00DA5417"/>
    <w:rsid w:val="00DA569E"/>
    <w:rsid w:val="00DB5417"/>
    <w:rsid w:val="00DC297A"/>
    <w:rsid w:val="00DC4DDC"/>
    <w:rsid w:val="00DD1FC5"/>
    <w:rsid w:val="00DD6ECF"/>
    <w:rsid w:val="00DE0089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4F18"/>
    <w:rsid w:val="00E10D0B"/>
    <w:rsid w:val="00E11935"/>
    <w:rsid w:val="00E20762"/>
    <w:rsid w:val="00E22F04"/>
    <w:rsid w:val="00E23692"/>
    <w:rsid w:val="00E257C4"/>
    <w:rsid w:val="00E36D0D"/>
    <w:rsid w:val="00E40428"/>
    <w:rsid w:val="00E42E15"/>
    <w:rsid w:val="00E47AB7"/>
    <w:rsid w:val="00E503F9"/>
    <w:rsid w:val="00E545E2"/>
    <w:rsid w:val="00E54871"/>
    <w:rsid w:val="00E61F57"/>
    <w:rsid w:val="00E63C40"/>
    <w:rsid w:val="00E65BB8"/>
    <w:rsid w:val="00E77087"/>
    <w:rsid w:val="00E813A2"/>
    <w:rsid w:val="00E82281"/>
    <w:rsid w:val="00E826C7"/>
    <w:rsid w:val="00E93567"/>
    <w:rsid w:val="00E93749"/>
    <w:rsid w:val="00EA0549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79EE"/>
    <w:rsid w:val="00ED4A88"/>
    <w:rsid w:val="00ED5193"/>
    <w:rsid w:val="00ED5272"/>
    <w:rsid w:val="00ED7576"/>
    <w:rsid w:val="00EE1FDA"/>
    <w:rsid w:val="00EE3AD1"/>
    <w:rsid w:val="00EF073C"/>
    <w:rsid w:val="00EF2B91"/>
    <w:rsid w:val="00F06870"/>
    <w:rsid w:val="00F0763F"/>
    <w:rsid w:val="00F23B41"/>
    <w:rsid w:val="00F33DAF"/>
    <w:rsid w:val="00F36AB3"/>
    <w:rsid w:val="00F4074F"/>
    <w:rsid w:val="00F50692"/>
    <w:rsid w:val="00F50EB9"/>
    <w:rsid w:val="00F541C4"/>
    <w:rsid w:val="00F5564A"/>
    <w:rsid w:val="00F569B5"/>
    <w:rsid w:val="00F630C2"/>
    <w:rsid w:val="00F633A6"/>
    <w:rsid w:val="00F65076"/>
    <w:rsid w:val="00F8683A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4AF1"/>
    <w:rsid w:val="00FB5FFF"/>
    <w:rsid w:val="00FB7452"/>
    <w:rsid w:val="00FC0B3D"/>
    <w:rsid w:val="00FC2239"/>
    <w:rsid w:val="00FC2D08"/>
    <w:rsid w:val="00FC3790"/>
    <w:rsid w:val="00FC6849"/>
    <w:rsid w:val="00FC74F8"/>
    <w:rsid w:val="00FD4A99"/>
    <w:rsid w:val="00FD6C32"/>
    <w:rsid w:val="00FE3BA7"/>
    <w:rsid w:val="00FE68DA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76102-49C5-4BC8-859D-69A3E1D7E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1984</TotalTime>
  <Pages>18</Pages>
  <Words>4032</Words>
  <Characters>23789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114</cp:revision>
  <cp:lastPrinted>2016-04-13T17:31:00Z</cp:lastPrinted>
  <dcterms:created xsi:type="dcterms:W3CDTF">2016-03-30T10:40:00Z</dcterms:created>
  <dcterms:modified xsi:type="dcterms:W3CDTF">2016-04-15T06:59:00Z</dcterms:modified>
</cp:coreProperties>
</file>