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FD337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1246B6CE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3DDFBDCD" w14:textId="77777777" w:rsidR="003E1216" w:rsidRPr="003E1216" w:rsidRDefault="00E22AEA" w:rsidP="00684000">
      <w:pPr>
        <w:pStyle w:val="PShlavika2"/>
        <w:spacing w:line="240" w:lineRule="auto"/>
      </w:pPr>
      <w:r>
        <w:t>2020</w:t>
      </w:r>
    </w:p>
    <w:p w14:paraId="4B812775" w14:textId="77777777"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14:paraId="34D38002" w14:textId="7C22B3A1" w:rsidR="003E1216" w:rsidRPr="00C907C5" w:rsidRDefault="00A1420A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</w:t>
      </w:r>
      <w:r w:rsidR="000223AE">
        <w:rPr>
          <w:lang w:eastAsia="cs-CZ"/>
        </w:rPr>
        <w:t>34</w:t>
      </w:r>
    </w:p>
    <w:p w14:paraId="30E291A9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7EFADE6D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7933FA39" w14:textId="19348C3B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705EE7">
        <w:t>e</w:t>
      </w:r>
      <w:r w:rsidR="00D87B3C">
        <w:t xml:space="preserve"> </w:t>
      </w:r>
      <w:r w:rsidR="00705EE7">
        <w:t>4</w:t>
      </w:r>
      <w:r w:rsidR="000223AE">
        <w:t>7</w:t>
      </w:r>
      <w:r w:rsidR="00C907C5">
        <w:t>. schůze</w:t>
      </w:r>
    </w:p>
    <w:p w14:paraId="5A135C02" w14:textId="6ACE6E98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0223AE">
        <w:rPr>
          <w:bCs/>
          <w:iCs/>
        </w:rPr>
        <w:t>22. října</w:t>
      </w:r>
      <w:r w:rsidR="0033764D">
        <w:rPr>
          <w:bCs/>
          <w:iCs/>
        </w:rPr>
        <w:t xml:space="preserve"> 2020</w:t>
      </w:r>
    </w:p>
    <w:p w14:paraId="33BDA9F2" w14:textId="056EAAD3" w:rsidR="00060BDA" w:rsidRPr="004F18AA" w:rsidRDefault="00A84635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 w:rsidR="000223AE">
        <w:rPr>
          <w:shd w:val="clear" w:color="auto" w:fill="FFFFFF" w:themeFill="background1"/>
        </w:rPr>
        <w:t>v</w:t>
      </w:r>
      <w:r w:rsidR="000223AE" w:rsidRPr="0011685E">
        <w:t>ládní</w:t>
      </w:r>
      <w:r w:rsidR="000223AE">
        <w:t>mu</w:t>
      </w:r>
      <w:r w:rsidR="000223AE" w:rsidRPr="0011685E">
        <w:t xml:space="preserve"> </w:t>
      </w:r>
      <w:r w:rsidR="000223AE" w:rsidRPr="00624DFA">
        <w:t>návrh</w:t>
      </w:r>
      <w:r w:rsidR="000B1F8E">
        <w:t>u zákona</w:t>
      </w:r>
      <w:r w:rsidR="000223AE" w:rsidRPr="00F331CF">
        <w:t xml:space="preserve"> o prověřování zahraničních investic a o změně souvisejících zákonů (zákon o pro</w:t>
      </w:r>
      <w:r w:rsidR="000223AE">
        <w:t>věřování zahraničních investic)</w:t>
      </w:r>
      <w:r w:rsidR="006311CE">
        <w:t xml:space="preserve"> </w:t>
      </w:r>
      <w:r w:rsidR="006311CE">
        <w:br/>
        <w:t xml:space="preserve">– </w:t>
      </w:r>
      <w:r w:rsidR="006311CE" w:rsidRPr="00113348">
        <w:rPr>
          <w:b/>
        </w:rPr>
        <w:t xml:space="preserve">sněmovní tisk </w:t>
      </w:r>
      <w:r w:rsidR="000223AE">
        <w:rPr>
          <w:b/>
        </w:rPr>
        <w:t>834</w:t>
      </w:r>
    </w:p>
    <w:p w14:paraId="08893786" w14:textId="262B58D4" w:rsidR="00D36589" w:rsidRPr="00282A9E" w:rsidRDefault="00E83F84" w:rsidP="00D36589">
      <w:pPr>
        <w:suppressAutoHyphens/>
        <w:spacing w:before="720" w:after="0" w:line="240" w:lineRule="auto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>
        <w:rPr>
          <w:rFonts w:ascii="Times New Roman" w:hAnsi="Times New Roman"/>
          <w:sz w:val="24"/>
          <w:szCs w:val="24"/>
        </w:rPr>
        <w:tab/>
      </w:r>
      <w:r w:rsidR="00D36589"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 w:rsidR="00D36589">
        <w:rPr>
          <w:rFonts w:ascii="Times New Roman" w:hAnsi="Times New Roman"/>
          <w:sz w:val="24"/>
          <w:szCs w:val="24"/>
        </w:rPr>
        <w:t xml:space="preserve">mentu ČR </w:t>
      </w:r>
      <w:r w:rsidR="00D36589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jako garanční výbor po projed</w:t>
      </w:r>
      <w:r w:rsidR="00D36589"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nání návrhu zákona po druhém čtení</w:t>
      </w:r>
    </w:p>
    <w:p w14:paraId="7FE1BB9B" w14:textId="25A851E8" w:rsidR="00705EE7" w:rsidRPr="000223AE" w:rsidRDefault="00705EE7" w:rsidP="00D36589">
      <w:pPr>
        <w:pStyle w:val="Odstavecseseznamem"/>
        <w:numPr>
          <w:ilvl w:val="0"/>
          <w:numId w:val="29"/>
        </w:numPr>
        <w:spacing w:before="480" w:after="360" w:line="240" w:lineRule="auto"/>
        <w:ind w:hanging="720"/>
        <w:contextualSpacing w:val="0"/>
        <w:jc w:val="both"/>
        <w:rPr>
          <w:rFonts w:ascii="Times New Roman" w:eastAsia="Times New Roman" w:hAnsi="Times New Roman"/>
          <w:color w:val="0070C0"/>
          <w:spacing w:val="-4"/>
          <w:sz w:val="24"/>
          <w:szCs w:val="24"/>
          <w:lang w:eastAsia="cs-CZ"/>
        </w:rPr>
      </w:pPr>
      <w:r w:rsidRPr="000F324B">
        <w:rPr>
          <w:rFonts w:ascii="Times New Roman" w:hAnsi="Times New Roman"/>
          <w:b/>
          <w:spacing w:val="30"/>
          <w:sz w:val="24"/>
          <w:szCs w:val="24"/>
        </w:rPr>
        <w:t>doporučuje</w:t>
      </w:r>
      <w:r w:rsidRPr="000F324B">
        <w:rPr>
          <w:rFonts w:ascii="Times New Roman" w:hAnsi="Times New Roman"/>
          <w:sz w:val="24"/>
          <w:szCs w:val="24"/>
        </w:rPr>
        <w:t xml:space="preserve"> Poslanecké sněmovně Parlamen</w:t>
      </w:r>
      <w:r w:rsidR="000223AE">
        <w:rPr>
          <w:rFonts w:ascii="Times New Roman" w:hAnsi="Times New Roman"/>
          <w:sz w:val="24"/>
          <w:szCs w:val="24"/>
        </w:rPr>
        <w:t>tu</w:t>
      </w:r>
      <w:r w:rsidRPr="000F324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223AE"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ČR hlasovat ve třetím čtení o návrzích podaných k návrhu zákona (podle sněmovního tisku </w:t>
      </w:r>
      <w:r w:rsidR="000223AE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834/3</w:t>
      </w:r>
      <w:r w:rsidR="000223AE"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14:paraId="455B06D9" w14:textId="7A5ECF94" w:rsidR="000223AE" w:rsidRPr="00910B4C" w:rsidRDefault="00910B4C" w:rsidP="00910B4C">
      <w:pPr>
        <w:pStyle w:val="Odstavecseseznamem"/>
        <w:numPr>
          <w:ilvl w:val="0"/>
          <w:numId w:val="30"/>
        </w:numPr>
        <w:spacing w:after="120"/>
        <w:ind w:left="1077" w:hanging="357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910B4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návrhy legislativně technických úprav podle § 95 odst. 2 JŘ přednesené ve třetím čtení </w:t>
      </w:r>
      <w:r w:rsidRPr="00910B4C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cs-CZ"/>
        </w:rPr>
        <w:t>(budou-li v rozpravě ve třetím čtení předneseny)</w:t>
      </w:r>
    </w:p>
    <w:p w14:paraId="224E5F9F" w14:textId="644656CD" w:rsidR="00910B4C" w:rsidRDefault="00910B4C" w:rsidP="00910B4C">
      <w:pPr>
        <w:pStyle w:val="Odstavecseseznamem"/>
        <w:numPr>
          <w:ilvl w:val="0"/>
          <w:numId w:val="30"/>
        </w:numPr>
        <w:spacing w:before="120" w:after="120"/>
        <w:ind w:left="1077" w:hanging="357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pozměňovací návrh</w:t>
      </w:r>
      <w:r w:rsidR="00E138CB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y</w:t>
      </w:r>
      <w:r w:rsidR="00D36589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A</w:t>
      </w:r>
      <w:r w:rsidR="00E138CB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1 až A5</w:t>
      </w:r>
      <w:r w:rsidR="00D36589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hospodářského výboru</w:t>
      </w:r>
    </w:p>
    <w:p w14:paraId="53C0492F" w14:textId="1A390388" w:rsidR="00DC7B62" w:rsidRDefault="00910B4C" w:rsidP="00D36589">
      <w:pPr>
        <w:pStyle w:val="Odstavecseseznamem"/>
        <w:numPr>
          <w:ilvl w:val="0"/>
          <w:numId w:val="30"/>
        </w:numPr>
        <w:spacing w:before="120" w:after="120"/>
        <w:ind w:left="1077" w:hanging="357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pozměňovací návrh</w:t>
      </w:r>
      <w:r w:rsidR="00E138CB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y</w:t>
      </w:r>
      <w:r w:rsidR="00D36589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</w:t>
      </w:r>
      <w:r w:rsidR="00772ED0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B1 až</w:t>
      </w:r>
      <w:r w:rsidR="008E0FD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B2 (</w:t>
      </w:r>
      <w:r w:rsidR="00AF7E11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změny § 5</w:t>
      </w:r>
      <w:r w:rsidR="008E0FD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)</w:t>
      </w:r>
      <w:r w:rsidR="00AF7E11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posl. Adamce</w:t>
      </w:r>
    </w:p>
    <w:p w14:paraId="13C04D3E" w14:textId="4250ACB5" w:rsidR="00DC7B62" w:rsidRDefault="00DC7B62" w:rsidP="00D36589">
      <w:pPr>
        <w:pStyle w:val="Odstavecseseznamem"/>
        <w:numPr>
          <w:ilvl w:val="0"/>
          <w:numId w:val="30"/>
        </w:numPr>
        <w:spacing w:before="120" w:after="120"/>
        <w:ind w:left="1077" w:hanging="357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pozměňovací návrhy</w:t>
      </w:r>
      <w:r w:rsidR="00AF7E11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</w:t>
      </w:r>
      <w:r w:rsidR="008E0FD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B3 až B5 (</w:t>
      </w:r>
      <w:r w:rsidR="00AF7E11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změny § 8</w:t>
      </w:r>
      <w:r w:rsidR="008E0FD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)</w:t>
      </w:r>
      <w:r w:rsidR="00AF7E11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posl. Adamce</w:t>
      </w:r>
    </w:p>
    <w:p w14:paraId="6869AB4C" w14:textId="5D410E87" w:rsidR="00DC7B62" w:rsidRDefault="008E0FDC" w:rsidP="00D36589">
      <w:pPr>
        <w:pStyle w:val="Odstavecseseznamem"/>
        <w:numPr>
          <w:ilvl w:val="0"/>
          <w:numId w:val="30"/>
        </w:numPr>
        <w:spacing w:before="120" w:after="120"/>
        <w:ind w:left="1077" w:hanging="357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pozměňovací návrh B6 (změna § 12)</w:t>
      </w:r>
      <w:r w:rsidR="00AF7E11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</w:t>
      </w:r>
      <w:r w:rsidR="00DC7B62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posl. Adamce</w:t>
      </w:r>
    </w:p>
    <w:p w14:paraId="6A2373A9" w14:textId="56BE9001" w:rsidR="00910B4C" w:rsidRPr="00D36589" w:rsidRDefault="008E0FDC" w:rsidP="00D36589">
      <w:pPr>
        <w:pStyle w:val="Odstavecseseznamem"/>
        <w:numPr>
          <w:ilvl w:val="0"/>
          <w:numId w:val="30"/>
        </w:numPr>
        <w:spacing w:before="120" w:after="120"/>
        <w:ind w:left="1077" w:hanging="357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pozměňovací návrh</w:t>
      </w:r>
      <w:r w:rsidR="00DC7B62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B7 (změna § 27)</w:t>
      </w:r>
      <w:r w:rsidR="00D36589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posl. Adamce</w:t>
      </w:r>
      <w:r w:rsidR="00D36589" w:rsidRPr="00D36589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</w:t>
      </w:r>
    </w:p>
    <w:p w14:paraId="6B9F82B6" w14:textId="6989E48E" w:rsidR="00910B4C" w:rsidRDefault="00910B4C" w:rsidP="00910B4C">
      <w:pPr>
        <w:pStyle w:val="Odstavecseseznamem"/>
        <w:numPr>
          <w:ilvl w:val="0"/>
          <w:numId w:val="30"/>
        </w:numPr>
        <w:spacing w:before="120" w:after="120"/>
        <w:ind w:left="1077" w:hanging="357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pozměňovací návrh</w:t>
      </w:r>
      <w:r w:rsidR="00E138CB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y</w:t>
      </w:r>
      <w:r w:rsidR="008E0FD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</w:t>
      </w:r>
      <w:r w:rsidR="00B95228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C</w:t>
      </w:r>
      <w:r w:rsidR="00772ED0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1 až</w:t>
      </w:r>
      <w:r w:rsidR="00AF7E11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C3</w:t>
      </w:r>
      <w:r w:rsidR="00772ED0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</w:t>
      </w:r>
      <w:r w:rsidR="008E0FD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(</w:t>
      </w:r>
      <w:r w:rsidR="00772ED0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změny § 10</w:t>
      </w:r>
      <w:r w:rsidR="008E0FD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)</w:t>
      </w:r>
      <w:r w:rsidR="00D36589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posl. Birke</w:t>
      </w:r>
    </w:p>
    <w:p w14:paraId="4E3023D6" w14:textId="44D0D079" w:rsidR="00AF7E11" w:rsidRDefault="008E0FDC" w:rsidP="00910B4C">
      <w:pPr>
        <w:pStyle w:val="Odstavecseseznamem"/>
        <w:numPr>
          <w:ilvl w:val="0"/>
          <w:numId w:val="30"/>
        </w:numPr>
        <w:spacing w:before="120" w:after="120"/>
        <w:ind w:left="1077" w:hanging="357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pozměňovací návrh </w:t>
      </w:r>
      <w:r w:rsidR="00B95228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C</w:t>
      </w:r>
      <w:r w:rsidR="00AF7E11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4 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(změna § 15)</w:t>
      </w:r>
      <w:r w:rsidR="00AF7E11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posl. Birke </w:t>
      </w:r>
    </w:p>
    <w:p w14:paraId="7B5E73AA" w14:textId="3CF5399B" w:rsidR="00754182" w:rsidRPr="00910B4C" w:rsidRDefault="00754182" w:rsidP="00910B4C">
      <w:pPr>
        <w:pStyle w:val="Odstavecseseznamem"/>
        <w:numPr>
          <w:ilvl w:val="0"/>
          <w:numId w:val="30"/>
        </w:numPr>
        <w:spacing w:before="120" w:after="120"/>
        <w:ind w:left="1077" w:hanging="357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návrh zákona jako celek</w:t>
      </w:r>
    </w:p>
    <w:p w14:paraId="11E71FB3" w14:textId="23D095EC" w:rsidR="00705EE7" w:rsidRPr="00910B4C" w:rsidRDefault="00910B4C" w:rsidP="00910B4C">
      <w:pPr>
        <w:pStyle w:val="Odstavecseseznamem"/>
        <w:numPr>
          <w:ilvl w:val="0"/>
          <w:numId w:val="29"/>
        </w:numPr>
        <w:suppressAutoHyphens/>
        <w:spacing w:before="480" w:after="360" w:line="240" w:lineRule="auto"/>
        <w:ind w:hanging="72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 xml:space="preserve">zaujímá </w:t>
      </w:r>
      <w:r w:rsidRPr="00910B4C">
        <w:rPr>
          <w:rFonts w:ascii="Times New Roman" w:eastAsia="Times New Roman" w:hAnsi="Times New Roman"/>
          <w:bCs/>
          <w:sz w:val="24"/>
          <w:szCs w:val="24"/>
          <w:lang w:eastAsia="zh-CN" w:bidi="hi-IN"/>
        </w:rPr>
        <w:t>následující stanoviska k jednotlivým předloženým</w:t>
      </w:r>
      <w:r>
        <w:rPr>
          <w:rFonts w:ascii="Times New Roman" w:eastAsia="Times New Roman" w:hAnsi="Times New Roman"/>
          <w:bCs/>
          <w:sz w:val="24"/>
          <w:szCs w:val="24"/>
          <w:lang w:eastAsia="zh-CN" w:bidi="hi-IN"/>
        </w:rPr>
        <w:t xml:space="preserve"> návrhům:</w:t>
      </w:r>
    </w:p>
    <w:p w14:paraId="7B4B390E" w14:textId="29D042C4" w:rsidR="00910B4C" w:rsidRPr="00910B4C" w:rsidRDefault="00910B4C" w:rsidP="00910B4C">
      <w:pPr>
        <w:pStyle w:val="Odstavecseseznamem"/>
        <w:suppressAutoHyphens/>
        <w:spacing w:before="120" w:after="12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0B4C">
        <w:rPr>
          <w:rFonts w:ascii="Times New Roman" w:hAnsi="Times New Roman"/>
          <w:sz w:val="24"/>
          <w:szCs w:val="24"/>
        </w:rPr>
        <w:t>pozměňovací návrh</w:t>
      </w:r>
      <w:r w:rsidR="008E0FDC">
        <w:rPr>
          <w:rFonts w:ascii="Times New Roman" w:hAnsi="Times New Roman"/>
          <w:sz w:val="24"/>
          <w:szCs w:val="24"/>
        </w:rPr>
        <w:t>y</w:t>
      </w:r>
      <w:r w:rsidRPr="00910B4C">
        <w:rPr>
          <w:rFonts w:ascii="Times New Roman" w:hAnsi="Times New Roman"/>
          <w:sz w:val="24"/>
          <w:szCs w:val="24"/>
        </w:rPr>
        <w:t xml:space="preserve"> </w:t>
      </w:r>
      <w:r w:rsidR="00D36589">
        <w:rPr>
          <w:rFonts w:ascii="Times New Roman" w:hAnsi="Times New Roman"/>
          <w:sz w:val="24"/>
          <w:szCs w:val="24"/>
        </w:rPr>
        <w:t>A</w:t>
      </w:r>
      <w:r w:rsidR="00E138CB">
        <w:rPr>
          <w:rFonts w:ascii="Times New Roman" w:hAnsi="Times New Roman"/>
          <w:sz w:val="24"/>
          <w:szCs w:val="24"/>
        </w:rPr>
        <w:t>1 až A5</w:t>
      </w:r>
      <w:r w:rsidRPr="00910B4C">
        <w:rPr>
          <w:rFonts w:ascii="Times New Roman" w:hAnsi="Times New Roman"/>
          <w:sz w:val="24"/>
          <w:szCs w:val="24"/>
        </w:rPr>
        <w:tab/>
      </w:r>
      <w:r w:rsidR="00DC7B62">
        <w:rPr>
          <w:rFonts w:ascii="Times New Roman" w:hAnsi="Times New Roman"/>
          <w:sz w:val="24"/>
          <w:szCs w:val="24"/>
        </w:rPr>
        <w:tab/>
      </w:r>
      <w:r w:rsidR="00772ED0">
        <w:rPr>
          <w:rFonts w:ascii="Times New Roman" w:hAnsi="Times New Roman"/>
          <w:sz w:val="24"/>
          <w:szCs w:val="24"/>
        </w:rPr>
        <w:tab/>
      </w:r>
      <w:r w:rsidRPr="00910B4C">
        <w:rPr>
          <w:rFonts w:ascii="Times New Roman" w:hAnsi="Times New Roman"/>
          <w:b/>
          <w:sz w:val="24"/>
          <w:szCs w:val="24"/>
        </w:rPr>
        <w:t>doporučuje</w:t>
      </w:r>
      <w:r w:rsidR="00754182">
        <w:rPr>
          <w:rFonts w:ascii="Times New Roman" w:hAnsi="Times New Roman"/>
          <w:b/>
          <w:sz w:val="24"/>
          <w:szCs w:val="24"/>
        </w:rPr>
        <w:t xml:space="preserve"> </w:t>
      </w:r>
    </w:p>
    <w:p w14:paraId="4281EB31" w14:textId="11D1C55E" w:rsidR="00DC7B62" w:rsidRDefault="00910B4C" w:rsidP="00910B4C">
      <w:pPr>
        <w:pStyle w:val="Odstavecseseznamem"/>
        <w:suppressAutoHyphens/>
        <w:spacing w:before="120" w:after="12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0B4C">
        <w:rPr>
          <w:rFonts w:ascii="Times New Roman" w:hAnsi="Times New Roman"/>
          <w:sz w:val="24"/>
          <w:szCs w:val="24"/>
        </w:rPr>
        <w:t>pozměňovací návrh</w:t>
      </w:r>
      <w:r w:rsidR="008E0FDC">
        <w:rPr>
          <w:rFonts w:ascii="Times New Roman" w:hAnsi="Times New Roman"/>
          <w:sz w:val="24"/>
          <w:szCs w:val="24"/>
        </w:rPr>
        <w:t>y</w:t>
      </w:r>
      <w:r w:rsidRPr="00910B4C">
        <w:rPr>
          <w:rFonts w:ascii="Times New Roman" w:hAnsi="Times New Roman"/>
          <w:sz w:val="24"/>
          <w:szCs w:val="24"/>
        </w:rPr>
        <w:t xml:space="preserve"> </w:t>
      </w:r>
      <w:r w:rsidR="00772ED0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B1 až B2 </w:t>
      </w:r>
      <w:r w:rsidR="008E0FD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(</w:t>
      </w:r>
      <w:r w:rsidR="00772ED0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změny § 5) </w:t>
      </w:r>
      <w:r w:rsidR="00AF7E11">
        <w:rPr>
          <w:rFonts w:ascii="Times New Roman" w:hAnsi="Times New Roman"/>
          <w:sz w:val="24"/>
          <w:szCs w:val="24"/>
        </w:rPr>
        <w:tab/>
      </w:r>
      <w:r w:rsidR="008E0FDC">
        <w:rPr>
          <w:rFonts w:ascii="Times New Roman" w:hAnsi="Times New Roman"/>
          <w:sz w:val="24"/>
          <w:szCs w:val="24"/>
        </w:rPr>
        <w:tab/>
      </w:r>
      <w:r w:rsidR="00AF7E11" w:rsidRPr="00AF7E11">
        <w:rPr>
          <w:rFonts w:ascii="Times New Roman" w:hAnsi="Times New Roman"/>
          <w:b/>
          <w:sz w:val="24"/>
          <w:szCs w:val="24"/>
        </w:rPr>
        <w:t>bez s</w:t>
      </w:r>
      <w:r w:rsidR="00DC7B62">
        <w:rPr>
          <w:rFonts w:ascii="Times New Roman" w:hAnsi="Times New Roman"/>
          <w:b/>
          <w:sz w:val="24"/>
          <w:szCs w:val="24"/>
        </w:rPr>
        <w:t>tanoviska</w:t>
      </w:r>
    </w:p>
    <w:p w14:paraId="13D656F5" w14:textId="6066205B" w:rsidR="00DC7B62" w:rsidRDefault="00DC7B62" w:rsidP="00910B4C">
      <w:pPr>
        <w:pStyle w:val="Odstavecseseznamem"/>
        <w:suppressAutoHyphens/>
        <w:spacing w:before="120" w:after="120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pozměňovací návrhy</w:t>
      </w:r>
      <w:r w:rsidR="008E0FD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</w:t>
      </w:r>
      <w:r w:rsidR="00772ED0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B3 až B5 </w:t>
      </w:r>
      <w:r w:rsidR="008E0FD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(</w:t>
      </w:r>
      <w:r w:rsidR="00772ED0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změny § 8)</w:t>
      </w:r>
      <w:r w:rsidR="008E0FD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ab/>
      </w:r>
      <w:r w:rsidRPr="00DC7B62">
        <w:rPr>
          <w:rFonts w:ascii="Times New Roman" w:eastAsia="Times New Roman" w:hAnsi="Times New Roman"/>
          <w:b/>
          <w:spacing w:val="-4"/>
          <w:sz w:val="24"/>
          <w:szCs w:val="24"/>
          <w:lang w:eastAsia="cs-CZ"/>
        </w:rPr>
        <w:t>doporučuje</w:t>
      </w:r>
    </w:p>
    <w:p w14:paraId="0FD8D988" w14:textId="4A569840" w:rsidR="00910B4C" w:rsidRDefault="00DC7B62" w:rsidP="00910B4C">
      <w:pPr>
        <w:pStyle w:val="Odstavecseseznamem"/>
        <w:suppressAutoHyphens/>
        <w:spacing w:before="120" w:after="12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lastRenderedPageBreak/>
        <w:t>pozměňovací návrh</w:t>
      </w:r>
      <w:r w:rsidR="008E0FD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</w:t>
      </w:r>
      <w:r w:rsidR="00772ED0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B6 </w:t>
      </w:r>
      <w:r w:rsidR="008E0FD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(změna</w:t>
      </w:r>
      <w:r w:rsidR="00772ED0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§ 12)</w:t>
      </w:r>
      <w:r w:rsidR="008E0FD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ab/>
      </w:r>
      <w:r w:rsidR="00772ED0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ab/>
      </w:r>
      <w:r w:rsidR="00772ED0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ab/>
      </w:r>
      <w:r w:rsidR="00AA3D4E">
        <w:rPr>
          <w:rFonts w:ascii="Times New Roman" w:hAnsi="Times New Roman"/>
          <w:b/>
          <w:sz w:val="24"/>
          <w:szCs w:val="24"/>
        </w:rPr>
        <w:t>bez stanoviska</w:t>
      </w:r>
    </w:p>
    <w:p w14:paraId="6D1F2F10" w14:textId="56067492" w:rsidR="00AF7E11" w:rsidRDefault="00AF7E11" w:rsidP="00910B4C">
      <w:pPr>
        <w:pStyle w:val="Odstavecseseznamem"/>
        <w:suppressAutoHyphens/>
        <w:spacing w:before="120" w:after="12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pozměňovací návrh</w:t>
      </w:r>
      <w:r w:rsidR="008E0FD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</w:t>
      </w:r>
      <w:r w:rsidR="00772ED0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B7 </w:t>
      </w:r>
      <w:r w:rsidR="008E0FD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(změna</w:t>
      </w:r>
      <w:r w:rsidR="00772ED0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§ 27)</w:t>
      </w:r>
      <w:r w:rsidR="008E0FD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ab/>
      </w:r>
      <w:r w:rsidR="00772ED0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ab/>
      </w:r>
      <w:r w:rsidR="00B95228">
        <w:rPr>
          <w:rFonts w:ascii="Times New Roman" w:eastAsia="Times New Roman" w:hAnsi="Times New Roman"/>
          <w:b/>
          <w:spacing w:val="-4"/>
          <w:sz w:val="24"/>
          <w:szCs w:val="24"/>
          <w:lang w:eastAsia="cs-CZ"/>
        </w:rPr>
        <w:t>doporuč</w:t>
      </w:r>
      <w:r w:rsidR="00B95228" w:rsidRPr="00B95228">
        <w:rPr>
          <w:rFonts w:ascii="Times New Roman" w:eastAsia="Times New Roman" w:hAnsi="Times New Roman"/>
          <w:b/>
          <w:spacing w:val="-4"/>
          <w:sz w:val="24"/>
          <w:szCs w:val="24"/>
          <w:lang w:eastAsia="cs-CZ"/>
        </w:rPr>
        <w:t>uje</w:t>
      </w:r>
    </w:p>
    <w:p w14:paraId="3BEFBAA0" w14:textId="1617A456" w:rsidR="00AA3D4E" w:rsidRPr="00910B4C" w:rsidRDefault="00AA3D4E" w:rsidP="00910B4C">
      <w:pPr>
        <w:pStyle w:val="Odstavecseseznamem"/>
        <w:suppressAutoHyphens/>
        <w:spacing w:before="120" w:after="12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pozměňovací návrhy</w:t>
      </w:r>
      <w:r w:rsidR="00B95228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</w:t>
      </w:r>
      <w:r w:rsidR="00772ED0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C1 až C3 </w:t>
      </w:r>
      <w:r w:rsidR="008E0FD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(</w:t>
      </w:r>
      <w:r w:rsidR="00772ED0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změny § 10)</w:t>
      </w:r>
      <w:r w:rsidR="008E0FD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ab/>
      </w:r>
      <w:r w:rsidR="00AF7E11" w:rsidRPr="00AF7E11">
        <w:rPr>
          <w:rFonts w:ascii="Times New Roman" w:eastAsia="Times New Roman" w:hAnsi="Times New Roman"/>
          <w:b/>
          <w:spacing w:val="-4"/>
          <w:sz w:val="24"/>
          <w:szCs w:val="24"/>
          <w:lang w:eastAsia="cs-CZ"/>
        </w:rPr>
        <w:t>doporučuje</w:t>
      </w:r>
      <w:r w:rsidRPr="00AF7E11">
        <w:rPr>
          <w:rFonts w:ascii="Times New Roman" w:eastAsia="Times New Roman" w:hAnsi="Times New Roman"/>
          <w:b/>
          <w:spacing w:val="-4"/>
          <w:sz w:val="24"/>
          <w:szCs w:val="24"/>
          <w:lang w:eastAsia="cs-CZ"/>
        </w:rPr>
        <w:tab/>
      </w:r>
    </w:p>
    <w:p w14:paraId="0D1DEB3C" w14:textId="08C846CA" w:rsidR="00910B4C" w:rsidRDefault="00910B4C" w:rsidP="00910B4C">
      <w:pPr>
        <w:pStyle w:val="Odstavecseseznamem"/>
        <w:suppressAutoHyphens/>
        <w:spacing w:before="120" w:after="12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0B4C">
        <w:rPr>
          <w:rFonts w:ascii="Times New Roman" w:hAnsi="Times New Roman"/>
          <w:sz w:val="24"/>
          <w:szCs w:val="24"/>
        </w:rPr>
        <w:t xml:space="preserve">pozměňovací návrh </w:t>
      </w:r>
      <w:r w:rsidR="00772ED0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C4 </w:t>
      </w:r>
      <w:r w:rsidR="008E0FD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(změna</w:t>
      </w:r>
      <w:r w:rsidR="00772ED0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§ 15)</w:t>
      </w:r>
      <w:r w:rsidR="008E0FD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ab/>
      </w:r>
      <w:r w:rsidRPr="00910B4C">
        <w:rPr>
          <w:rFonts w:ascii="Times New Roman" w:hAnsi="Times New Roman"/>
          <w:sz w:val="24"/>
          <w:szCs w:val="24"/>
        </w:rPr>
        <w:tab/>
      </w:r>
      <w:r w:rsidR="00B95228">
        <w:rPr>
          <w:rFonts w:ascii="Times New Roman" w:hAnsi="Times New Roman"/>
          <w:b/>
          <w:sz w:val="24"/>
          <w:szCs w:val="24"/>
        </w:rPr>
        <w:tab/>
      </w:r>
      <w:r w:rsidR="00754182">
        <w:rPr>
          <w:rFonts w:ascii="Times New Roman" w:hAnsi="Times New Roman"/>
          <w:b/>
          <w:sz w:val="24"/>
          <w:szCs w:val="24"/>
        </w:rPr>
        <w:t>bez stanoviska</w:t>
      </w:r>
    </w:p>
    <w:p w14:paraId="6AB7C933" w14:textId="34B57C55" w:rsidR="00705EE7" w:rsidRPr="000F324B" w:rsidRDefault="0048030B" w:rsidP="00D36589">
      <w:pPr>
        <w:pStyle w:val="Odstavecseseznamem"/>
        <w:numPr>
          <w:ilvl w:val="0"/>
          <w:numId w:val="29"/>
        </w:numPr>
        <w:suppressAutoHyphens/>
        <w:spacing w:before="480" w:after="360" w:line="240" w:lineRule="auto"/>
        <w:ind w:hanging="720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</w:t>
      </w:r>
      <w:r w:rsidR="00705EE7" w:rsidRPr="000F324B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ověřuje</w:t>
      </w:r>
      <w:r w:rsidR="00705EE7" w:rsidRPr="000F324B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="00705EE7" w:rsidRPr="000F324B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zpravodaj</w:t>
      </w:r>
      <w:r w:rsidR="00705EE7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e</w:t>
      </w:r>
      <w:r w:rsidR="00705EE7" w:rsidRPr="000F324B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 xml:space="preserve">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</w:t>
      </w:r>
      <w:r w:rsidR="00D36589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D36589" w:rsidRPr="00C03BB5">
        <w:rPr>
          <w:rFonts w:ascii="Times New Roman" w:hAnsi="Times New Roman"/>
          <w:sz w:val="24"/>
          <w:szCs w:val="24"/>
          <w:lang w:eastAsia="cs-CZ"/>
        </w:rPr>
        <w:t>sněmovny</w:t>
      </w:r>
      <w:r w:rsidR="00D36589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C03BB5">
        <w:rPr>
          <w:rFonts w:ascii="Times New Roman" w:hAnsi="Times New Roman"/>
          <w:sz w:val="24"/>
          <w:szCs w:val="24"/>
          <w:lang w:eastAsia="cs-CZ"/>
        </w:rPr>
        <w:t>popřípadě navrhl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14:paraId="27AEAC0E" w14:textId="17B1F517" w:rsidR="00705EE7" w:rsidRPr="0048030B" w:rsidRDefault="0048030B" w:rsidP="00D36589">
      <w:pPr>
        <w:pStyle w:val="Odstavecseseznamem"/>
        <w:numPr>
          <w:ilvl w:val="0"/>
          <w:numId w:val="29"/>
        </w:numPr>
        <w:suppressAutoHyphens/>
        <w:spacing w:before="480" w:after="0" w:line="240" w:lineRule="auto"/>
        <w:ind w:hanging="72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</w:t>
      </w:r>
      <w:r w:rsidR="00705EE7" w:rsidRPr="000F324B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ověřuje</w:t>
      </w:r>
      <w:r w:rsidR="00705EE7" w:rsidRPr="000F324B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>zpravodaje</w:t>
      </w:r>
      <w:r w:rsidR="00705EE7" w:rsidRPr="000F324B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výboru, </w:t>
      </w:r>
      <w:r w:rsidRPr="00242FCA">
        <w:rPr>
          <w:rFonts w:ascii="Times New Roman" w:hAnsi="Times New Roman"/>
          <w:sz w:val="24"/>
          <w:szCs w:val="24"/>
          <w:lang w:eastAsia="cs-CZ"/>
        </w:rPr>
        <w:t>aby na schůzi Poslanecké sněmovny Parlamentu ČR ve třetím čtení návrhu zákona přednáš</w:t>
      </w:r>
      <w:r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>l stanoviska výboru;</w:t>
      </w:r>
    </w:p>
    <w:p w14:paraId="2114366B" w14:textId="3A25C390" w:rsidR="0048030B" w:rsidRPr="0048030B" w:rsidRDefault="0048030B" w:rsidP="00D36589">
      <w:pPr>
        <w:pStyle w:val="Odstavecseseznamem"/>
        <w:numPr>
          <w:ilvl w:val="0"/>
          <w:numId w:val="29"/>
        </w:numPr>
        <w:suppressAutoHyphens/>
        <w:spacing w:before="480" w:after="0" w:line="240" w:lineRule="auto"/>
        <w:ind w:hanging="72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>
        <w:rPr>
          <w:rFonts w:ascii="Times New Roman tučné" w:eastAsia="Times New Roman" w:hAnsi="Times New Roman tučné"/>
          <w:b/>
          <w:bCs/>
          <w:spacing w:val="20"/>
          <w:sz w:val="24"/>
          <w:szCs w:val="24"/>
          <w:lang w:eastAsia="zh-CN" w:bidi="hi-IN"/>
        </w:rPr>
        <w:t xml:space="preserve">pověřuje </w:t>
      </w:r>
      <w:r w:rsidRPr="0048030B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předsedu výboru, aby </w:t>
      </w:r>
      <w:r w:rsidRPr="0048030B">
        <w:rPr>
          <w:rFonts w:ascii="Times New Roman" w:hAnsi="Times New Roman"/>
          <w:sz w:val="24"/>
          <w:szCs w:val="24"/>
        </w:rPr>
        <w:t>předložil toto usnesení předsedovi Poslanecké sněmovny.</w:t>
      </w:r>
    </w:p>
    <w:p w14:paraId="730B5898" w14:textId="58AF8522" w:rsidR="00C3035B" w:rsidRPr="00524661" w:rsidRDefault="00744C47" w:rsidP="00D36589">
      <w:pPr>
        <w:tabs>
          <w:tab w:val="center" w:pos="1418"/>
          <w:tab w:val="center" w:pos="4536"/>
          <w:tab w:val="center" w:pos="7655"/>
        </w:tabs>
        <w:spacing w:before="26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772ED0">
        <w:rPr>
          <w:rFonts w:ascii="Times New Roman" w:hAnsi="Times New Roman"/>
          <w:sz w:val="24"/>
          <w:szCs w:val="24"/>
          <w:lang w:eastAsia="cs-CZ"/>
        </w:rPr>
        <w:t>Petr DOLÍNEK</w:t>
      </w:r>
      <w:r w:rsidR="00822581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8E0FD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0223AE">
        <w:rPr>
          <w:rFonts w:ascii="Times New Roman" w:hAnsi="Times New Roman"/>
          <w:sz w:val="24"/>
          <w:szCs w:val="24"/>
          <w:lang w:eastAsia="cs-CZ"/>
        </w:rPr>
        <w:t xml:space="preserve">Pavel PUSTĚJOVSKÝ </w:t>
      </w:r>
      <w:r w:rsidR="00822581">
        <w:rPr>
          <w:rFonts w:ascii="Times New Roman" w:hAnsi="Times New Roman"/>
          <w:sz w:val="24"/>
          <w:szCs w:val="24"/>
          <w:lang w:eastAsia="cs-CZ"/>
        </w:rPr>
        <w:t>v. z.</w:t>
      </w:r>
      <w:r w:rsidR="004F6F69" w:rsidRPr="00323DBF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1552B250" w14:textId="77777777" w:rsidR="00A47BEA" w:rsidRPr="00524661" w:rsidRDefault="00A47BEA" w:rsidP="007D5AF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208F5A8A" w14:textId="2ADC166E" w:rsidR="007D5AF0" w:rsidRPr="00524661" w:rsidRDefault="00A47BEA" w:rsidP="00D36589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822581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="00B35523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69131CE" w14:textId="77777777"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4FFB9" w14:textId="77777777" w:rsidR="00CD53E6" w:rsidRDefault="00CD53E6" w:rsidP="00CD53E6">
      <w:pPr>
        <w:spacing w:after="0" w:line="240" w:lineRule="auto"/>
      </w:pPr>
      <w:r>
        <w:separator/>
      </w:r>
    </w:p>
  </w:endnote>
  <w:endnote w:type="continuationSeparator" w:id="0">
    <w:p w14:paraId="0C912538" w14:textId="77777777" w:rsidR="00CD53E6" w:rsidRDefault="00CD53E6" w:rsidP="00CD5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85ADA" w14:textId="77777777" w:rsidR="00CD53E6" w:rsidRDefault="00CD53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522C9" w14:textId="77777777" w:rsidR="00CD53E6" w:rsidRDefault="00CD53E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D3C33" w14:textId="77777777" w:rsidR="00CD53E6" w:rsidRDefault="00CD53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308539" w14:textId="77777777" w:rsidR="00CD53E6" w:rsidRDefault="00CD53E6" w:rsidP="00CD53E6">
      <w:pPr>
        <w:spacing w:after="0" w:line="240" w:lineRule="auto"/>
      </w:pPr>
      <w:r>
        <w:separator/>
      </w:r>
    </w:p>
  </w:footnote>
  <w:footnote w:type="continuationSeparator" w:id="0">
    <w:p w14:paraId="690ABF5C" w14:textId="77777777" w:rsidR="00CD53E6" w:rsidRDefault="00CD53E6" w:rsidP="00CD5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06B70" w14:textId="77777777" w:rsidR="00CD53E6" w:rsidRDefault="00CD53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F13FC3" w14:textId="77777777" w:rsidR="00CD53E6" w:rsidRDefault="00CD53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8798F" w14:textId="77777777" w:rsidR="00CD53E6" w:rsidRDefault="00CD53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2C249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D857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B4ACC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FC498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7EA4F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78DC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5E71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07093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61E9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386D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1EC0F53"/>
    <w:multiLevelType w:val="hybridMultilevel"/>
    <w:tmpl w:val="ED8C9FE4"/>
    <w:lvl w:ilvl="0" w:tplc="A96E79E0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3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5"/>
  </w:num>
  <w:num w:numId="14">
    <w:abstractNumId w:val="27"/>
  </w:num>
  <w:num w:numId="15">
    <w:abstractNumId w:val="12"/>
  </w:num>
  <w:num w:numId="16">
    <w:abstractNumId w:val="23"/>
  </w:num>
  <w:num w:numId="17">
    <w:abstractNumId w:val="19"/>
  </w:num>
  <w:num w:numId="18">
    <w:abstractNumId w:val="22"/>
  </w:num>
  <w:num w:numId="19">
    <w:abstractNumId w:val="17"/>
  </w:num>
  <w:num w:numId="20">
    <w:abstractNumId w:val="24"/>
  </w:num>
  <w:num w:numId="21">
    <w:abstractNumId w:val="29"/>
  </w:num>
  <w:num w:numId="22">
    <w:abstractNumId w:val="18"/>
  </w:num>
  <w:num w:numId="23">
    <w:abstractNumId w:val="10"/>
  </w:num>
  <w:num w:numId="24">
    <w:abstractNumId w:val="11"/>
  </w:num>
  <w:num w:numId="25">
    <w:abstractNumId w:val="28"/>
  </w:num>
  <w:num w:numId="26">
    <w:abstractNumId w:val="14"/>
  </w:num>
  <w:num w:numId="27">
    <w:abstractNumId w:val="13"/>
  </w:num>
  <w:num w:numId="28">
    <w:abstractNumId w:val="26"/>
  </w:num>
  <w:num w:numId="29">
    <w:abstractNumId w:val="16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23AE"/>
    <w:rsid w:val="00023F61"/>
    <w:rsid w:val="00036756"/>
    <w:rsid w:val="00056E19"/>
    <w:rsid w:val="00060BDA"/>
    <w:rsid w:val="00082C1B"/>
    <w:rsid w:val="000A2E73"/>
    <w:rsid w:val="000A3377"/>
    <w:rsid w:val="000A7C74"/>
    <w:rsid w:val="000B0CAF"/>
    <w:rsid w:val="000B1F8E"/>
    <w:rsid w:val="000B46D9"/>
    <w:rsid w:val="000D431D"/>
    <w:rsid w:val="000F3F85"/>
    <w:rsid w:val="001977D9"/>
    <w:rsid w:val="001D31DB"/>
    <w:rsid w:val="001D480E"/>
    <w:rsid w:val="001D62A9"/>
    <w:rsid w:val="001E2E72"/>
    <w:rsid w:val="002128F2"/>
    <w:rsid w:val="00216D4E"/>
    <w:rsid w:val="002214A3"/>
    <w:rsid w:val="00255747"/>
    <w:rsid w:val="002C5CAA"/>
    <w:rsid w:val="002E355C"/>
    <w:rsid w:val="002F496A"/>
    <w:rsid w:val="00323B6C"/>
    <w:rsid w:val="00323DBF"/>
    <w:rsid w:val="0033764D"/>
    <w:rsid w:val="003628CC"/>
    <w:rsid w:val="0037123B"/>
    <w:rsid w:val="0039412C"/>
    <w:rsid w:val="003C1519"/>
    <w:rsid w:val="003E0A61"/>
    <w:rsid w:val="003E1216"/>
    <w:rsid w:val="003E3668"/>
    <w:rsid w:val="003E5A14"/>
    <w:rsid w:val="003E65E5"/>
    <w:rsid w:val="003F7969"/>
    <w:rsid w:val="00416EA7"/>
    <w:rsid w:val="00422A4C"/>
    <w:rsid w:val="00433B08"/>
    <w:rsid w:val="0044087F"/>
    <w:rsid w:val="00444ABC"/>
    <w:rsid w:val="0047485A"/>
    <w:rsid w:val="00476F64"/>
    <w:rsid w:val="0048030B"/>
    <w:rsid w:val="004A2382"/>
    <w:rsid w:val="004A6789"/>
    <w:rsid w:val="004C2102"/>
    <w:rsid w:val="004D71CF"/>
    <w:rsid w:val="004F072B"/>
    <w:rsid w:val="004F0F9F"/>
    <w:rsid w:val="004F18AA"/>
    <w:rsid w:val="004F6F69"/>
    <w:rsid w:val="00524661"/>
    <w:rsid w:val="005A6FA8"/>
    <w:rsid w:val="005C001D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704CD8"/>
    <w:rsid w:val="00705EE7"/>
    <w:rsid w:val="00744C47"/>
    <w:rsid w:val="00754182"/>
    <w:rsid w:val="0077108E"/>
    <w:rsid w:val="00772ED0"/>
    <w:rsid w:val="007958F9"/>
    <w:rsid w:val="007B1C49"/>
    <w:rsid w:val="007B5DE5"/>
    <w:rsid w:val="007B6DE0"/>
    <w:rsid w:val="007C01CF"/>
    <w:rsid w:val="007D5AF0"/>
    <w:rsid w:val="007F2C7C"/>
    <w:rsid w:val="00815047"/>
    <w:rsid w:val="008163FA"/>
    <w:rsid w:val="00822581"/>
    <w:rsid w:val="00822FAC"/>
    <w:rsid w:val="0083658A"/>
    <w:rsid w:val="00837AA7"/>
    <w:rsid w:val="00850610"/>
    <w:rsid w:val="008A29E6"/>
    <w:rsid w:val="008D02DE"/>
    <w:rsid w:val="008E0FDC"/>
    <w:rsid w:val="008E3EAF"/>
    <w:rsid w:val="00910B4C"/>
    <w:rsid w:val="00920BD2"/>
    <w:rsid w:val="00940C0E"/>
    <w:rsid w:val="00940FE6"/>
    <w:rsid w:val="009543BC"/>
    <w:rsid w:val="009649C6"/>
    <w:rsid w:val="00993ADE"/>
    <w:rsid w:val="00996EF7"/>
    <w:rsid w:val="009B1740"/>
    <w:rsid w:val="009C00F0"/>
    <w:rsid w:val="009D160F"/>
    <w:rsid w:val="009D3FBD"/>
    <w:rsid w:val="009E21D7"/>
    <w:rsid w:val="009E24AD"/>
    <w:rsid w:val="00A020C6"/>
    <w:rsid w:val="00A1420A"/>
    <w:rsid w:val="00A371B0"/>
    <w:rsid w:val="00A47BEA"/>
    <w:rsid w:val="00A53E0C"/>
    <w:rsid w:val="00A640F6"/>
    <w:rsid w:val="00A84635"/>
    <w:rsid w:val="00AA1BEC"/>
    <w:rsid w:val="00AA3D4E"/>
    <w:rsid w:val="00AB30C2"/>
    <w:rsid w:val="00AF156A"/>
    <w:rsid w:val="00AF7E11"/>
    <w:rsid w:val="00B04998"/>
    <w:rsid w:val="00B17153"/>
    <w:rsid w:val="00B21021"/>
    <w:rsid w:val="00B35523"/>
    <w:rsid w:val="00B611EE"/>
    <w:rsid w:val="00B85113"/>
    <w:rsid w:val="00B95228"/>
    <w:rsid w:val="00BE35FA"/>
    <w:rsid w:val="00BF61D7"/>
    <w:rsid w:val="00BF65D9"/>
    <w:rsid w:val="00C06E6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CD53E6"/>
    <w:rsid w:val="00CF185D"/>
    <w:rsid w:val="00D16CDC"/>
    <w:rsid w:val="00D300A9"/>
    <w:rsid w:val="00D36589"/>
    <w:rsid w:val="00D42F9F"/>
    <w:rsid w:val="00D61264"/>
    <w:rsid w:val="00D62487"/>
    <w:rsid w:val="00D70B05"/>
    <w:rsid w:val="00D87B3C"/>
    <w:rsid w:val="00D90AEB"/>
    <w:rsid w:val="00DA1A01"/>
    <w:rsid w:val="00DC7B62"/>
    <w:rsid w:val="00E138CB"/>
    <w:rsid w:val="00E22AEA"/>
    <w:rsid w:val="00E31117"/>
    <w:rsid w:val="00E31D3B"/>
    <w:rsid w:val="00E50212"/>
    <w:rsid w:val="00E641E3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146CD"/>
    <w:rsid w:val="00F20B3D"/>
    <w:rsid w:val="00F43A5F"/>
    <w:rsid w:val="00F55AFD"/>
    <w:rsid w:val="00F6673C"/>
    <w:rsid w:val="00F67053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97C6E0D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705EE7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D5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53E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D5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53E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E2A33-7E32-4113-8D69-EB110A483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77</TotalTime>
  <Pages>2</Pages>
  <Words>299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9</cp:revision>
  <cp:lastPrinted>2020-10-22T13:24:00Z</cp:lastPrinted>
  <dcterms:created xsi:type="dcterms:W3CDTF">2020-10-21T17:53:00Z</dcterms:created>
  <dcterms:modified xsi:type="dcterms:W3CDTF">2020-10-22T13:25:00Z</dcterms:modified>
</cp:coreProperties>
</file>