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424" w:rsidRDefault="002A3424" w:rsidP="002A3424">
      <w:pPr>
        <w:pStyle w:val="ZKON"/>
      </w:pPr>
      <w:bookmarkStart w:id="0" w:name="_GoBack"/>
      <w:bookmarkEnd w:id="0"/>
      <w:r>
        <w:t>ZÁKON</w:t>
      </w:r>
    </w:p>
    <w:p w:rsidR="00D46C5E" w:rsidRPr="002A3424" w:rsidRDefault="002A3424" w:rsidP="002A3424">
      <w:pPr>
        <w:pStyle w:val="nadpiszkona"/>
        <w:rPr>
          <w:b w:val="0"/>
        </w:rPr>
      </w:pPr>
      <w:r w:rsidRPr="002A3424">
        <w:rPr>
          <w:b w:val="0"/>
        </w:rPr>
        <w:t>ze dne                  2020,</w:t>
      </w:r>
    </w:p>
    <w:p w:rsidR="00D46C5E" w:rsidRDefault="00D46C5E" w:rsidP="002A3424">
      <w:pPr>
        <w:pStyle w:val="nadpiszkona"/>
        <w:rPr>
          <w:bCs/>
        </w:rPr>
      </w:pPr>
      <w:r>
        <w:t>kterým se mění zákon č. 137/2020 Sb., o některých úpravách v oblasti evidence tržeb v souvislosti s vyhlášením nouzového stavu, ve znění pozdějších předpisů</w:t>
      </w:r>
    </w:p>
    <w:p w:rsidR="00D46C5E" w:rsidRDefault="00D46C5E" w:rsidP="00D46C5E">
      <w:pPr>
        <w:pStyle w:val="nadpiszkona"/>
        <w:jc w:val="left"/>
        <w:rPr>
          <w:b w:val="0"/>
        </w:rPr>
      </w:pPr>
      <w:r>
        <w:rPr>
          <w:b w:val="0"/>
        </w:rPr>
        <w:t>Parlament se usnesl na tomto zákoně České republiky:</w:t>
      </w:r>
      <w:bookmarkStart w:id="1" w:name="ZDP"/>
      <w:bookmarkEnd w:id="1"/>
    </w:p>
    <w:p w:rsidR="00D46C5E" w:rsidRDefault="002A3424" w:rsidP="002A3424">
      <w:pPr>
        <w:pStyle w:val="lnek"/>
      </w:pPr>
      <w:r>
        <w:t xml:space="preserve">Čl. </w:t>
      </w:r>
      <w:r w:rsidR="00D46C5E">
        <w:t>I</w:t>
      </w:r>
    </w:p>
    <w:p w:rsidR="00D46C5E" w:rsidRDefault="00D46C5E" w:rsidP="002A3424">
      <w:pPr>
        <w:pStyle w:val="Textlnku"/>
      </w:pPr>
      <w:r>
        <w:t>Zákon č. 137/2020 Sb., o některých úpravách v oblasti evidence tržeb v souvislosti s vyhlášením nouzového stavu, ve znění zákona č. 263/2020 Sb., se mění takto:</w:t>
      </w:r>
    </w:p>
    <w:p w:rsidR="00D46C5E" w:rsidRDefault="00D46C5E" w:rsidP="002A3424">
      <w:pPr>
        <w:pStyle w:val="Novelizanbod"/>
      </w:pPr>
      <w:r>
        <w:t>V § 1 odst. 1 se slova „30. září 2020“ nahrazují slovy „30. června 2022“.</w:t>
      </w:r>
    </w:p>
    <w:p w:rsidR="00D46C5E" w:rsidRDefault="00D46C5E" w:rsidP="002A3424">
      <w:pPr>
        <w:pStyle w:val="Novelizanbod"/>
      </w:pPr>
      <w:r>
        <w:t>V § 1 odst. 2 se slova „31. prosince 2020“ nahrazují slovy „31. prosince 2022“.</w:t>
      </w:r>
    </w:p>
    <w:p w:rsidR="002A3424" w:rsidRPr="002A3424" w:rsidRDefault="002A3424" w:rsidP="002A3424"/>
    <w:p w:rsidR="00D46C5E" w:rsidRDefault="002A3424" w:rsidP="002A3424">
      <w:pPr>
        <w:pStyle w:val="lnek"/>
      </w:pPr>
      <w:r>
        <w:t xml:space="preserve">Čl. </w:t>
      </w:r>
      <w:r w:rsidR="00D46C5E">
        <w:t>II</w:t>
      </w:r>
    </w:p>
    <w:p w:rsidR="00D46C5E" w:rsidRDefault="00D46C5E" w:rsidP="002A3424">
      <w:pPr>
        <w:pStyle w:val="Nadpislnku"/>
      </w:pPr>
      <w:r>
        <w:t>Přechodné ustanovení</w:t>
      </w:r>
    </w:p>
    <w:p w:rsidR="00D46C5E" w:rsidRDefault="00D46C5E" w:rsidP="002A3424">
      <w:pPr>
        <w:pStyle w:val="Textlnku"/>
      </w:pPr>
      <w:r>
        <w:t>Žádost o povolení pro evidování tržeb ve zvláštním režimu podle § 11a zákona č. 112/2016 Sb., o evidenci tržeb, ve znění zákona č. 256/2019 Sb., podaná do 30. června 2022 se považuje za podanou dne 1. července 2022.</w:t>
      </w:r>
    </w:p>
    <w:p w:rsidR="002A3424" w:rsidRDefault="002A3424" w:rsidP="002A3424">
      <w:pPr>
        <w:pStyle w:val="Textlnku"/>
      </w:pPr>
    </w:p>
    <w:p w:rsidR="00D46C5E" w:rsidRDefault="002A3424" w:rsidP="002A3424">
      <w:pPr>
        <w:pStyle w:val="lnek"/>
      </w:pPr>
      <w:r>
        <w:t xml:space="preserve">Čl. </w:t>
      </w:r>
      <w:r w:rsidR="00D46C5E">
        <w:t>III</w:t>
      </w:r>
    </w:p>
    <w:p w:rsidR="00D46C5E" w:rsidRDefault="00D46C5E" w:rsidP="002A3424">
      <w:pPr>
        <w:pStyle w:val="Nadpislnku"/>
      </w:pPr>
      <w:r>
        <w:t>Účinnost</w:t>
      </w:r>
    </w:p>
    <w:p w:rsidR="00A73D85" w:rsidRDefault="00D46C5E" w:rsidP="002A3424">
      <w:pPr>
        <w:pStyle w:val="Textlnku"/>
      </w:pPr>
      <w:r>
        <w:t>Tento zákon nabývá účinnosti dnem následujícím po dni jeho vyhlášení.</w:t>
      </w:r>
    </w:p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C5E" w:rsidRDefault="00D46C5E">
      <w:r>
        <w:separator/>
      </w:r>
    </w:p>
  </w:endnote>
  <w:endnote w:type="continuationSeparator" w:id="0">
    <w:p w:rsidR="00D46C5E" w:rsidRDefault="00D46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C5E" w:rsidRDefault="00D46C5E">
      <w:r>
        <w:separator/>
      </w:r>
    </w:p>
  </w:footnote>
  <w:footnote w:type="continuationSeparator" w:id="0">
    <w:p w:rsidR="00D46C5E" w:rsidRDefault="00D46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DDE54E3"/>
    <w:multiLevelType w:val="hybridMultilevel"/>
    <w:tmpl w:val="E4343E08"/>
    <w:lvl w:ilvl="0" w:tplc="07D82CC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D46C5E"/>
    <w:rsid w:val="00266D0A"/>
    <w:rsid w:val="002A3424"/>
    <w:rsid w:val="00733089"/>
    <w:rsid w:val="00A73D85"/>
    <w:rsid w:val="00B16C4B"/>
    <w:rsid w:val="00D3190E"/>
    <w:rsid w:val="00D4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CC742B-F778-415E-9F96-549083D2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3089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73308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733089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733089"/>
  </w:style>
  <w:style w:type="paragraph" w:styleId="Zhlav">
    <w:name w:val="header"/>
    <w:basedOn w:val="Normln"/>
    <w:semiHidden/>
    <w:rsid w:val="00733089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733089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733089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733089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733089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733089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733089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733089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733089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733089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733089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733089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733089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733089"/>
    <w:pPr>
      <w:keepNext/>
      <w:keepLines/>
      <w:spacing w:before="360" w:after="240"/>
    </w:pPr>
  </w:style>
  <w:style w:type="paragraph" w:customStyle="1" w:styleId="Textlnku">
    <w:name w:val="Text článku"/>
    <w:basedOn w:val="Normln"/>
    <w:link w:val="TextlnkuChar"/>
    <w:rsid w:val="00733089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link w:val="lnekChar"/>
    <w:rsid w:val="00733089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733089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733089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733089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733089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733089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link w:val="NovelizanbodChar"/>
    <w:rsid w:val="00733089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733089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733089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733089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733089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733089"/>
    <w:rPr>
      <w:vertAlign w:val="superscript"/>
    </w:rPr>
  </w:style>
  <w:style w:type="character" w:customStyle="1" w:styleId="TextlnkuChar">
    <w:name w:val="Text článku Char"/>
    <w:link w:val="Textlnku"/>
    <w:locked/>
    <w:rsid w:val="00D46C5E"/>
    <w:rPr>
      <w:sz w:val="24"/>
      <w:szCs w:val="24"/>
    </w:rPr>
  </w:style>
  <w:style w:type="paragraph" w:customStyle="1" w:styleId="Textodstavce">
    <w:name w:val="Text odstavce"/>
    <w:basedOn w:val="Normln"/>
    <w:rsid w:val="00733089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733089"/>
    <w:pPr>
      <w:ind w:left="567" w:hanging="567"/>
    </w:pPr>
  </w:style>
  <w:style w:type="character" w:styleId="slostrnky">
    <w:name w:val="page number"/>
    <w:basedOn w:val="Standardnpsmoodstavce"/>
    <w:semiHidden/>
    <w:rsid w:val="00733089"/>
  </w:style>
  <w:style w:type="paragraph" w:styleId="Zpat">
    <w:name w:val="footer"/>
    <w:basedOn w:val="Normln"/>
    <w:semiHidden/>
    <w:rsid w:val="00733089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733089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733089"/>
    <w:rPr>
      <w:vertAlign w:val="superscript"/>
    </w:rPr>
  </w:style>
  <w:style w:type="paragraph" w:styleId="Titulek">
    <w:name w:val="caption"/>
    <w:basedOn w:val="Normln"/>
    <w:next w:val="Normln"/>
    <w:qFormat/>
    <w:rsid w:val="00733089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733089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733089"/>
    <w:pPr>
      <w:keepNext/>
      <w:keepLines/>
      <w:spacing w:before="720"/>
      <w:jc w:val="center"/>
    </w:pPr>
  </w:style>
  <w:style w:type="character" w:customStyle="1" w:styleId="lnekChar">
    <w:name w:val="Článek Char"/>
    <w:link w:val="lnek"/>
    <w:locked/>
    <w:rsid w:val="00D46C5E"/>
    <w:rPr>
      <w:sz w:val="24"/>
      <w:szCs w:val="24"/>
    </w:rPr>
  </w:style>
  <w:style w:type="paragraph" w:customStyle="1" w:styleId="VARIANTA">
    <w:name w:val="VARIANTA"/>
    <w:basedOn w:val="Normln"/>
    <w:next w:val="Normln"/>
    <w:rsid w:val="00733089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733089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733089"/>
    <w:rPr>
      <w:b/>
    </w:rPr>
  </w:style>
  <w:style w:type="paragraph" w:customStyle="1" w:styleId="Nadpislnku">
    <w:name w:val="Nadpis článku"/>
    <w:basedOn w:val="lnek"/>
    <w:next w:val="Textodstavce"/>
    <w:rsid w:val="00733089"/>
    <w:rPr>
      <w:b/>
    </w:rPr>
  </w:style>
  <w:style w:type="character" w:customStyle="1" w:styleId="NovelizanbodChar">
    <w:name w:val="Novelizační bod Char"/>
    <w:link w:val="Novelizanbod"/>
    <w:locked/>
    <w:rsid w:val="00D46C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1</Pages>
  <Words>151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2</cp:revision>
  <dcterms:created xsi:type="dcterms:W3CDTF">2020-10-21T15:23:00Z</dcterms:created>
  <dcterms:modified xsi:type="dcterms:W3CDTF">2020-10-21T15:23:00Z</dcterms:modified>
  <cp:category/>
</cp:coreProperties>
</file>