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40A" w:rsidRDefault="002D340A" w:rsidP="002D340A">
      <w:pPr>
        <w:pStyle w:val="ZKON"/>
      </w:pPr>
      <w:r>
        <w:t>ZÁKON</w:t>
      </w:r>
    </w:p>
    <w:p w:rsidR="00677F91" w:rsidRPr="002D340A" w:rsidRDefault="002D340A" w:rsidP="002D340A">
      <w:pPr>
        <w:pStyle w:val="nadpiszkona"/>
        <w:rPr>
          <w:b w:val="0"/>
          <w:bCs/>
        </w:rPr>
      </w:pPr>
      <w:r w:rsidRPr="002D340A">
        <w:rPr>
          <w:b w:val="0"/>
        </w:rPr>
        <w:t>ze dne                 2020,</w:t>
      </w:r>
      <w:r w:rsidRPr="002D340A">
        <w:rPr>
          <w:b w:val="0"/>
          <w:bCs/>
        </w:rPr>
        <w:t xml:space="preserve"> </w:t>
      </w:r>
    </w:p>
    <w:p w:rsidR="00677F91" w:rsidRDefault="00677F91" w:rsidP="002D340A">
      <w:pPr>
        <w:pStyle w:val="nadpiszkona"/>
      </w:pPr>
      <w:bookmarkStart w:id="0" w:name="_GoBack"/>
      <w:r>
        <w:t>kterým se mění zákon č. 111/1998 Sb., o vysokých školách a o změně a doplnění dalších zákonů (zákon o vysokých školách), ve znění pozdějších předpisů</w:t>
      </w:r>
    </w:p>
    <w:bookmarkEnd w:id="0"/>
    <w:p w:rsidR="00677F91" w:rsidRDefault="002D340A" w:rsidP="002D340A">
      <w:pPr>
        <w:pStyle w:val="Parlament"/>
      </w:pPr>
      <w:r>
        <w:t>Parlament se usnesl na tomto zákoně České republiky:</w:t>
      </w:r>
    </w:p>
    <w:p w:rsidR="00677F91" w:rsidRDefault="002D340A" w:rsidP="002D340A">
      <w:pPr>
        <w:pStyle w:val="lnek"/>
        <w:rPr>
          <w:b/>
          <w:bCs/>
        </w:rPr>
      </w:pPr>
      <w:r>
        <w:t xml:space="preserve">Čl. </w:t>
      </w:r>
      <w:r w:rsidR="00677F91">
        <w:t>I</w:t>
      </w:r>
    </w:p>
    <w:p w:rsidR="00677F91" w:rsidRPr="00677F91" w:rsidRDefault="00677F91" w:rsidP="002D340A">
      <w:pPr>
        <w:pStyle w:val="Textlnku"/>
        <w:rPr>
          <w:rFonts w:ascii="Calibri" w:eastAsia="Calibri" w:hAnsi="Calibri" w:cs="Calibri"/>
        </w:rPr>
      </w:pPr>
      <w:r>
        <w:t>V zákoně č. 111/1998 Sb., o vysokých školách a o změně a doplnění dalších zákonů (zákon o vysokých školách), ve znění zákona č. 210/2000 Sb., zákona č. 147/2001 Sb., zákona č. 362/2003 Sb., zákona č. 96/2004 Sb., zákona č. 121/2004 Sb., zákona č. 436/2004 Sb., zákona č. 473/2004 Sb., zákona č. 562/2004 Sb., zákona č. 342/2005 Sb., zákona č. 552/2005 Sb., zákona č. 161/2006 Sb., zákona č. 165/2006 Sb., zákona č. 310/2006 Sb., zákona č. 624/2006 Sb., zákona č. 261/2007 Sb., zákona č. 296/2007 Sb., zákona č. 189/2008 Sb., zákona č. 110/2009 Sb., zákona č. 419/2009 Sb., zákona č. 159/2010 Sb., zákona č. 365/2011 Sb., zákona č. 420/2011 Sb., zákona č. 48/2013 Sb., zákona č. 64/2014 Sb., zákona č. 137/2016 Sb., zákona č. 230/2016 Sb., zákona č. 24/2017 Sb., zákona č. 183/2017 Sb., zákona č. 200/2017 Sb., zákona č. 303/2017 Sb., zákona č. 32/2019 Sb., zákona č. 111/2019 Sb. a zákona č. 403/2020 Sb., se za část šestnáctou vkládá nová část sedmnáctá, která včetně nadpisu zní:</w:t>
      </w:r>
    </w:p>
    <w:p w:rsidR="00677F91" w:rsidRDefault="00677F91" w:rsidP="002D340A">
      <w:pPr>
        <w:pStyle w:val="Normlnweb"/>
        <w:spacing w:before="120" w:beforeAutospacing="0"/>
        <w:jc w:val="center"/>
        <w:rPr>
          <w:color w:val="auto"/>
        </w:rPr>
      </w:pPr>
      <w:r w:rsidRPr="002D340A">
        <w:rPr>
          <w:rStyle w:val="Siln"/>
          <w:b w:val="0"/>
          <w:color w:val="auto"/>
        </w:rPr>
        <w:t>„</w:t>
      </w:r>
      <w:r>
        <w:rPr>
          <w:rStyle w:val="Siln"/>
          <w:color w:val="auto"/>
        </w:rPr>
        <w:t>ČÁST SEDMNÁCTÁ</w:t>
      </w:r>
    </w:p>
    <w:p w:rsidR="00677F91" w:rsidRPr="002D340A" w:rsidRDefault="00677F91" w:rsidP="002D340A">
      <w:pPr>
        <w:pStyle w:val="NADPISSTI"/>
        <w:rPr>
          <w:i/>
        </w:rPr>
      </w:pPr>
      <w:r w:rsidRPr="002D340A">
        <w:rPr>
          <w:rStyle w:val="Zdraznn"/>
          <w:bCs/>
          <w:i w:val="0"/>
        </w:rPr>
        <w:t xml:space="preserve">ZVLÁŠTNÍ OPRÁVNĚNÍ VYSOKÉ ŠKOLY PŘI MIMOŘÁDNÝCH SITUACÍCH </w:t>
      </w:r>
    </w:p>
    <w:p w:rsidR="00677F91" w:rsidRDefault="00677F91" w:rsidP="002D340A">
      <w:pPr>
        <w:pStyle w:val="Novelizanbod"/>
        <w:keepNext w:val="0"/>
        <w:keepLines w:val="0"/>
        <w:widowControl w:val="0"/>
        <w:numPr>
          <w:ilvl w:val="0"/>
          <w:numId w:val="0"/>
        </w:numPr>
        <w:spacing w:before="120" w:after="0"/>
        <w:jc w:val="center"/>
      </w:pPr>
      <w:r>
        <w:t>§ 95a</w:t>
      </w:r>
    </w:p>
    <w:p w:rsidR="00677F91" w:rsidRDefault="00677F91" w:rsidP="002D340A">
      <w:pPr>
        <w:pStyle w:val="Textodstavce"/>
      </w:pPr>
      <w:r>
        <w:t>Vysoká škola nebo fakulta může upravit vyhlášené podmínky přijetí ke studiu podle §</w:t>
      </w:r>
      <w:r w:rsidR="002D340A">
        <w:t> </w:t>
      </w:r>
      <w:r>
        <w:t xml:space="preserve">49, stanovit jiný termín a způsob ověřování splnění podmínek přijetí ke studiu, popřípadě jinou formu, rámcový obsah anebo kritéria pro vyhodnocení přijímací zkoušky, pokud </w:t>
      </w:r>
    </w:p>
    <w:p w:rsidR="00677F91" w:rsidRDefault="00677F91" w:rsidP="002D340A">
      <w:pPr>
        <w:pStyle w:val="Textpsmene"/>
      </w:pPr>
      <w:r>
        <w:t xml:space="preserve">z důvodu krizového opatření vyhlášeného podle krizového zákona nebo z důvodu nařízení mimořádného opatření podle zvláštního zákona je omezena možnost konání ověřování splnění podmínek přijetí ke studiu vyhlášených podle § 49 a </w:t>
      </w:r>
    </w:p>
    <w:p w:rsidR="00677F91" w:rsidRDefault="00677F91" w:rsidP="002D340A">
      <w:pPr>
        <w:pStyle w:val="Textpsmene"/>
      </w:pPr>
      <w:r>
        <w:t xml:space="preserve">ministerstvo, </w:t>
      </w:r>
      <w:bookmarkStart w:id="1" w:name="_Hlk55483679"/>
      <w:r>
        <w:t xml:space="preserve">popřípadě Ministerstvo vnitra nebo Ministerstvo obrany vůči příslušné státní vysoké škole </w:t>
      </w:r>
      <w:bookmarkEnd w:id="1"/>
      <w:r>
        <w:t>toto svým rozhodnutím umožní.</w:t>
      </w:r>
    </w:p>
    <w:p w:rsidR="00677F91" w:rsidRDefault="00677F91" w:rsidP="002D340A">
      <w:pPr>
        <w:pStyle w:val="Textodstavce"/>
      </w:pPr>
      <w:r>
        <w:t>Informaci o změnách podle odstavce 1 vysoká škola nebo fakulta zveřejní nejméně 15</w:t>
      </w:r>
      <w:r w:rsidR="002D340A">
        <w:t> </w:t>
      </w:r>
      <w:r>
        <w:t>dnů před termínem ověřování splnění podmínek přijetí ke studiu.</w:t>
      </w:r>
    </w:p>
    <w:p w:rsidR="00677F91" w:rsidRPr="002D340A" w:rsidRDefault="00677F91" w:rsidP="002D340A">
      <w:pPr>
        <w:pStyle w:val="Standard"/>
        <w:keepNext/>
        <w:spacing w:before="120"/>
        <w:ind w:right="0"/>
        <w:jc w:val="center"/>
        <w:rPr>
          <w:rFonts w:ascii="Times New Roman" w:hAnsi="Times New Roman" w:cs="Times New Roman"/>
        </w:rPr>
      </w:pPr>
      <w:r w:rsidRPr="002D340A">
        <w:rPr>
          <w:rFonts w:ascii="Times New Roman" w:hAnsi="Times New Roman" w:cs="Times New Roman"/>
        </w:rPr>
        <w:t>§ 95b</w:t>
      </w:r>
    </w:p>
    <w:p w:rsidR="00677F91" w:rsidRDefault="00677F91" w:rsidP="002D340A">
      <w:pPr>
        <w:pStyle w:val="Textodstavce"/>
        <w:numPr>
          <w:ilvl w:val="0"/>
          <w:numId w:val="13"/>
        </w:numPr>
      </w:pPr>
      <w:r>
        <w:t>Vysoká škola nebo fakulta může společně s rozhodnutím o přijetí ke studiu rozhodnout o odložení prokázání splnění podmínky dosažení předchozího vzdělání podle § 48, a to až do</w:t>
      </w:r>
      <w:r w:rsidR="002D340A">
        <w:t> </w:t>
      </w:r>
      <w:r>
        <w:t>90 dnů ode dne zápisu do studia, pokud</w:t>
      </w:r>
    </w:p>
    <w:p w:rsidR="00677F91" w:rsidRDefault="00677F91" w:rsidP="002D340A">
      <w:pPr>
        <w:pStyle w:val="Textpsmene"/>
      </w:pPr>
      <w:r>
        <w:t xml:space="preserve">je z důvodu krizového opatření vyhlášeného podle krizového zákona nebo z důvodu nařízení mimořádného opatření podle zvláštního zákona ztížena možnost uchazečů prokázat splnění podmínky dosažení předchozího vzdělání podle § 48 a </w:t>
      </w:r>
    </w:p>
    <w:p w:rsidR="00677F91" w:rsidRDefault="00677F91" w:rsidP="002D340A">
      <w:pPr>
        <w:pStyle w:val="Textpsmene"/>
      </w:pPr>
      <w:r>
        <w:t>ministerstvo, popřípadě Ministerstvo vnitra nebo Ministerstvo obrany vůči příslušné státní vysoké škole toto svým rozhodnutím umožní.</w:t>
      </w:r>
    </w:p>
    <w:p w:rsidR="00677F91" w:rsidRDefault="00677F91" w:rsidP="002D340A">
      <w:pPr>
        <w:pStyle w:val="Textodstavce"/>
      </w:pPr>
      <w:r>
        <w:t xml:space="preserve">Neprokáže-li uchazeč ve lhůtě stanovené podle odstavce 1 splnění podmínky dosažení předchozího vzdělání, rozhodne vysoká škola nebo fakulta o tom, že přijetí ke studiu a zápis </w:t>
      </w:r>
      <w:r>
        <w:lastRenderedPageBreak/>
        <w:t>do</w:t>
      </w:r>
      <w:r w:rsidR="002D340A">
        <w:t> </w:t>
      </w:r>
      <w:r>
        <w:t>studia pozbývá platnosti a účinnosti dnem nabytí právní moci rozhodnutí o zrušení rozhodnutí o přijetí; proti tomuto rozhodnutí se nelze odvolat. Tato doba se studentovi započítává do doby studia.</w:t>
      </w:r>
    </w:p>
    <w:p w:rsidR="00677F91" w:rsidRPr="002D340A" w:rsidRDefault="00677F91" w:rsidP="002D340A">
      <w:pPr>
        <w:pStyle w:val="Standard"/>
        <w:keepNext/>
        <w:spacing w:before="120"/>
        <w:ind w:right="0"/>
        <w:jc w:val="center"/>
        <w:rPr>
          <w:rFonts w:ascii="Times New Roman" w:hAnsi="Times New Roman" w:cs="Times New Roman"/>
        </w:rPr>
      </w:pPr>
      <w:r w:rsidRPr="002D340A">
        <w:rPr>
          <w:rFonts w:ascii="Times New Roman" w:hAnsi="Times New Roman" w:cs="Times New Roman"/>
        </w:rPr>
        <w:t>§ 95c</w:t>
      </w:r>
    </w:p>
    <w:p w:rsidR="00677F91" w:rsidRDefault="00677F91" w:rsidP="002D340A">
      <w:pPr>
        <w:pStyle w:val="Textodstavce"/>
        <w:numPr>
          <w:ilvl w:val="0"/>
          <w:numId w:val="14"/>
        </w:numPr>
      </w:pPr>
      <w:r>
        <w:t xml:space="preserve">Pokud z důvodu krizového opatření vyhlášeného </w:t>
      </w:r>
      <w:bookmarkStart w:id="2" w:name="_Hlk55483776"/>
      <w:r>
        <w:t>podle krizového zákona nebo z důvodu nařízení mimořádného opatření</w:t>
      </w:r>
      <w:bookmarkEnd w:id="2"/>
      <w:r>
        <w:t xml:space="preserve"> podle zvláštního zákona není možná nebo je omezena osobní přítomnost studentů na vzdělávání nebo zkouškách anebo účastníků na státní rigorózní zkoušce, a pokud ministerstvo, popřípadě Ministerstvo obrany nebo Ministerstvo vnitra vůči příslušné státní vysoké škole toto svým rozhodnutím umožní, může vysoká škola</w:t>
      </w:r>
    </w:p>
    <w:p w:rsidR="00677F91" w:rsidRDefault="00677F91" w:rsidP="002D340A">
      <w:pPr>
        <w:pStyle w:val="Textpsmene"/>
      </w:pPr>
      <w:r>
        <w:t>zkrátit nebo prodloužit akademický rok,</w:t>
      </w:r>
    </w:p>
    <w:p w:rsidR="00677F91" w:rsidRDefault="00677F91" w:rsidP="002D340A">
      <w:pPr>
        <w:pStyle w:val="Textpsmene"/>
      </w:pPr>
      <w:r>
        <w:t xml:space="preserve">využívat při výuce, kontrole studia nebo zkouškách nástroje distančního způsobu komunikace bez ohledu na </w:t>
      </w:r>
      <w:bookmarkStart w:id="3" w:name="_Hlk55484872"/>
      <w:r>
        <w:t xml:space="preserve">formu studia studijního programu, </w:t>
      </w:r>
      <w:bookmarkEnd w:id="3"/>
      <w:r>
        <w:t>nebo</w:t>
      </w:r>
    </w:p>
    <w:p w:rsidR="00677F91" w:rsidRDefault="00677F91" w:rsidP="002D340A">
      <w:pPr>
        <w:pStyle w:val="Textpsmene"/>
      </w:pPr>
      <w:r>
        <w:t>využívat při státní zkoušce nástroje distančního způsobu komunikace a konat ji bez přítomnosti veřejnosti za předpokladu, že z jejího průběhu pořídí audiovizuální záznam, který uchová po dobu 5 let; záznam vysoká škola poskytne pouze orgánu veřejné moci při výkonu jeho pravomocí, a to na jeho žádost.</w:t>
      </w:r>
    </w:p>
    <w:p w:rsidR="00677F91" w:rsidRDefault="00677F91" w:rsidP="002D340A">
      <w:pPr>
        <w:pStyle w:val="Textodstavce"/>
      </w:pPr>
      <w:r>
        <w:t xml:space="preserve">Za podmínek podle odstavce 1 lze uvedená oprávnění využívat po nezbytně nutnou dobu i v období bezprostředně následujícím po </w:t>
      </w:r>
      <w:bookmarkStart w:id="4" w:name="_Hlk55485094"/>
      <w:r>
        <w:t>skončení účinnosti krizového nebo mimořádného opatření</w:t>
      </w:r>
      <w:bookmarkEnd w:id="4"/>
      <w:r>
        <w:t>.</w:t>
      </w:r>
    </w:p>
    <w:p w:rsidR="00677F91" w:rsidRPr="002D340A" w:rsidRDefault="00677F91" w:rsidP="002D340A">
      <w:pPr>
        <w:pStyle w:val="Standard"/>
        <w:keepNext/>
        <w:spacing w:before="120"/>
        <w:ind w:right="0"/>
        <w:jc w:val="center"/>
        <w:rPr>
          <w:rFonts w:ascii="Times New Roman" w:hAnsi="Times New Roman" w:cs="Times New Roman"/>
        </w:rPr>
      </w:pPr>
      <w:r w:rsidRPr="002D340A">
        <w:rPr>
          <w:rFonts w:ascii="Times New Roman" w:hAnsi="Times New Roman" w:cs="Times New Roman"/>
        </w:rPr>
        <w:t>§ 95d</w:t>
      </w:r>
    </w:p>
    <w:p w:rsidR="00677F91" w:rsidRDefault="00677F91" w:rsidP="002D340A">
      <w:pPr>
        <w:pStyle w:val="Textparagrafu"/>
      </w:pPr>
      <w:r>
        <w:t xml:space="preserve">Rozhodnutí ministerstva, Ministerstva vnitra nebo Ministerstva obrany podle § 95a až 95c je prvním úkonem v řízení a není proti němu možné podat rozklad. Jediným účastníkem řízení je vysoká škola, které se rozhodnutí týká. V rozhodnutí se může určit </w:t>
      </w:r>
      <w:bookmarkStart w:id="5" w:name="_Hlk55485259"/>
      <w:r>
        <w:t xml:space="preserve">doba, ve které lze </w:t>
      </w:r>
      <w:bookmarkEnd w:id="5"/>
      <w:r>
        <w:t xml:space="preserve">oprávnění využít.“. </w:t>
      </w:r>
    </w:p>
    <w:p w:rsidR="00677F91" w:rsidRDefault="00677F91" w:rsidP="002D340A">
      <w:pPr>
        <w:pStyle w:val="Standard"/>
        <w:spacing w:before="120"/>
        <w:ind w:right="0"/>
        <w:jc w:val="both"/>
      </w:pPr>
      <w:r>
        <w:t>Dosavadní část sedmnáctá se označuje jako část osmnáctá.</w:t>
      </w:r>
    </w:p>
    <w:p w:rsidR="00677F91" w:rsidRDefault="00677F91" w:rsidP="00677F91">
      <w:pPr>
        <w:pStyle w:val="Nadpis4"/>
        <w:keepNext w:val="0"/>
        <w:widowControl w:val="0"/>
        <w:spacing w:before="0" w:after="120"/>
        <w:jc w:val="center"/>
        <w:rPr>
          <w:b w:val="0"/>
          <w:bCs w:val="0"/>
          <w:sz w:val="24"/>
          <w:szCs w:val="24"/>
        </w:rPr>
      </w:pPr>
    </w:p>
    <w:p w:rsidR="00677F91" w:rsidRDefault="002D340A" w:rsidP="002D340A">
      <w:pPr>
        <w:pStyle w:val="lnek"/>
        <w:rPr>
          <w:b/>
          <w:bCs/>
        </w:rPr>
      </w:pPr>
      <w:r>
        <w:t xml:space="preserve">Čl. </w:t>
      </w:r>
      <w:r w:rsidR="00677F91">
        <w:t>II</w:t>
      </w:r>
    </w:p>
    <w:p w:rsidR="00677F91" w:rsidRDefault="00677F91" w:rsidP="002D340A">
      <w:pPr>
        <w:pStyle w:val="Nadpislnku"/>
      </w:pPr>
      <w:r>
        <w:t>Účinnost</w:t>
      </w:r>
    </w:p>
    <w:p w:rsidR="00677F91" w:rsidRDefault="00677F91" w:rsidP="002D340A">
      <w:pPr>
        <w:pStyle w:val="Textlnku"/>
      </w:pPr>
      <w:r>
        <w:t>Tento zákon nabývá účinnosti dnem 1. ledna 2021.</w:t>
      </w:r>
    </w:p>
    <w:sectPr w:rsidR="00677F91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F91" w:rsidRDefault="00677F91">
      <w:r>
        <w:separator/>
      </w:r>
    </w:p>
  </w:endnote>
  <w:endnote w:type="continuationSeparator" w:id="0">
    <w:p w:rsidR="00677F91" w:rsidRDefault="00677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F91" w:rsidRDefault="00677F91">
      <w:r>
        <w:separator/>
      </w:r>
    </w:p>
  </w:footnote>
  <w:footnote w:type="continuationSeparator" w:id="0">
    <w:p w:rsidR="00677F91" w:rsidRDefault="00677F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63BCA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5" w15:restartNumberingAfterBreak="0">
    <w:nsid w:val="46167458"/>
    <w:multiLevelType w:val="hybridMultilevel"/>
    <w:tmpl w:val="5720E9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927D5"/>
    <w:multiLevelType w:val="hybridMultilevel"/>
    <w:tmpl w:val="5720E9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DBB6755"/>
    <w:multiLevelType w:val="hybridMultilevel"/>
    <w:tmpl w:val="3D6CCC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7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677F91"/>
    <w:rsid w:val="00252020"/>
    <w:rsid w:val="00266D0A"/>
    <w:rsid w:val="002D340A"/>
    <w:rsid w:val="00563BCA"/>
    <w:rsid w:val="00677F91"/>
    <w:rsid w:val="00A73D85"/>
    <w:rsid w:val="00AA5055"/>
    <w:rsid w:val="00B16C4B"/>
    <w:rsid w:val="00D3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75B6E7-02DF-42A4-A86C-792440EC3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63BCA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563BCA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Zkladntext"/>
    <w:link w:val="Nadpis2Char"/>
    <w:uiPriority w:val="9"/>
    <w:semiHidden/>
    <w:unhideWhenUsed/>
    <w:qFormat/>
    <w:rsid w:val="00677F91"/>
    <w:pPr>
      <w:keepNext/>
      <w:keepLines/>
      <w:numPr>
        <w:ilvl w:val="1"/>
        <w:numId w:val="6"/>
      </w:numPr>
      <w:spacing w:before="360" w:after="120"/>
      <w:outlineLvl w:val="1"/>
    </w:pPr>
    <w:rPr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77F91"/>
    <w:pPr>
      <w:keepNext/>
      <w:tabs>
        <w:tab w:val="num" w:pos="1440"/>
      </w:tabs>
      <w:spacing w:before="240" w:after="60"/>
      <w:ind w:left="1440" w:hanging="360"/>
      <w:outlineLvl w:val="3"/>
    </w:pPr>
    <w:rPr>
      <w:rFonts w:eastAsia="MS Mincho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D340A"/>
    <w:pPr>
      <w:keepNext/>
      <w:keepLines/>
      <w:tabs>
        <w:tab w:val="num" w:pos="1800"/>
      </w:tabs>
      <w:spacing w:before="40"/>
      <w:ind w:left="1800" w:hanging="36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D340A"/>
    <w:pPr>
      <w:keepNext/>
      <w:keepLines/>
      <w:tabs>
        <w:tab w:val="num" w:pos="2520"/>
      </w:tabs>
      <w:spacing w:before="40"/>
      <w:ind w:left="2160" w:hanging="36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D340A"/>
    <w:pPr>
      <w:keepNext/>
      <w:keepLines/>
      <w:tabs>
        <w:tab w:val="num" w:pos="2520"/>
      </w:tabs>
      <w:spacing w:before="40"/>
      <w:ind w:left="2520" w:hanging="36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D340A"/>
    <w:pPr>
      <w:keepNext/>
      <w:keepLines/>
      <w:tabs>
        <w:tab w:val="num" w:pos="2880"/>
      </w:tabs>
      <w:spacing w:before="40"/>
      <w:ind w:left="288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D340A"/>
    <w:pPr>
      <w:keepNext/>
      <w:keepLines/>
      <w:tabs>
        <w:tab w:val="num" w:pos="3600"/>
      </w:tabs>
      <w:spacing w:before="40"/>
      <w:ind w:left="324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semiHidden/>
    <w:rsid w:val="00563BCA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563BCA"/>
  </w:style>
  <w:style w:type="paragraph" w:styleId="Zhlav">
    <w:name w:val="header"/>
    <w:basedOn w:val="Normln"/>
    <w:semiHidden/>
    <w:rsid w:val="00563BCA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563BCA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563BCA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563BCA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563BCA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563BCA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563BCA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563BCA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563BCA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563BCA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563BCA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563BCA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563BCA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563BCA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563BCA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563BCA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563BCA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563BCA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563BCA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563BCA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563BCA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563BCA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563BCA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563BCA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563BCA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563BCA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563BCA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77F91"/>
    <w:rPr>
      <w:rFonts w:ascii="Arial" w:eastAsia="Arial" w:hAnsi="Arial" w:cs="Arial"/>
      <w:sz w:val="32"/>
      <w:szCs w:val="32"/>
      <w:lang w:eastAsia="ar-SA"/>
    </w:rPr>
  </w:style>
  <w:style w:type="paragraph" w:customStyle="1" w:styleId="Textodstavce">
    <w:name w:val="Text odstavce"/>
    <w:basedOn w:val="Normln"/>
    <w:rsid w:val="00563BCA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563BCA"/>
    <w:pPr>
      <w:ind w:left="567" w:hanging="567"/>
    </w:pPr>
  </w:style>
  <w:style w:type="character" w:styleId="slostrnky">
    <w:name w:val="page number"/>
    <w:basedOn w:val="Standardnpsmoodstavce"/>
    <w:semiHidden/>
    <w:rsid w:val="00563BCA"/>
  </w:style>
  <w:style w:type="paragraph" w:styleId="Zpat">
    <w:name w:val="footer"/>
    <w:basedOn w:val="Normln"/>
    <w:semiHidden/>
    <w:rsid w:val="00563BCA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563BCA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563BCA"/>
    <w:rPr>
      <w:vertAlign w:val="superscript"/>
    </w:rPr>
  </w:style>
  <w:style w:type="paragraph" w:styleId="Titulek">
    <w:name w:val="caption"/>
    <w:basedOn w:val="Normln"/>
    <w:next w:val="Normln"/>
    <w:qFormat/>
    <w:rsid w:val="00563BCA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563BCA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563BCA"/>
    <w:pPr>
      <w:keepNext/>
      <w:keepLines/>
      <w:spacing w:before="720"/>
      <w:jc w:val="center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77F91"/>
    <w:rPr>
      <w:rFonts w:eastAsia="MS Mincho"/>
      <w:b/>
      <w:bCs/>
      <w:sz w:val="28"/>
      <w:szCs w:val="28"/>
    </w:rPr>
  </w:style>
  <w:style w:type="paragraph" w:customStyle="1" w:styleId="VARIANTA">
    <w:name w:val="VARIANTA"/>
    <w:basedOn w:val="Normln"/>
    <w:next w:val="Normln"/>
    <w:rsid w:val="00563BCA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563BCA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563BCA"/>
    <w:rPr>
      <w:b/>
    </w:rPr>
  </w:style>
  <w:style w:type="paragraph" w:customStyle="1" w:styleId="Nadpislnku">
    <w:name w:val="Nadpis článku"/>
    <w:basedOn w:val="lnek"/>
    <w:next w:val="Textodstavce"/>
    <w:rsid w:val="00563BCA"/>
    <w:rPr>
      <w:b/>
    </w:rPr>
  </w:style>
  <w:style w:type="paragraph" w:styleId="Normlnweb">
    <w:name w:val="Normal (Web)"/>
    <w:basedOn w:val="Normln"/>
    <w:uiPriority w:val="99"/>
    <w:semiHidden/>
    <w:unhideWhenUsed/>
    <w:rsid w:val="00677F91"/>
    <w:pPr>
      <w:spacing w:before="100" w:beforeAutospacing="1" w:after="100" w:afterAutospacing="1"/>
    </w:pPr>
    <w:rPr>
      <w:rFonts w:eastAsia="MS Mincho"/>
      <w:color w:val="000000"/>
    </w:rPr>
  </w:style>
  <w:style w:type="paragraph" w:customStyle="1" w:styleId="Standard">
    <w:name w:val="Standard"/>
    <w:uiPriority w:val="99"/>
    <w:rsid w:val="00677F91"/>
    <w:pPr>
      <w:suppressAutoHyphens/>
      <w:autoSpaceDN w:val="0"/>
      <w:ind w:right="113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styleId="Siln">
    <w:name w:val="Strong"/>
    <w:uiPriority w:val="22"/>
    <w:qFormat/>
    <w:rsid w:val="00677F91"/>
    <w:rPr>
      <w:b/>
      <w:bCs/>
    </w:rPr>
  </w:style>
  <w:style w:type="character" w:styleId="Zdraznn">
    <w:name w:val="Emphasis"/>
    <w:uiPriority w:val="20"/>
    <w:qFormat/>
    <w:rsid w:val="00677F91"/>
    <w:rPr>
      <w:i/>
      <w:iCs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77F9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77F91"/>
    <w:rPr>
      <w:rFonts w:ascii="Arial" w:eastAsia="Arial" w:hAnsi="Arial" w:cs="Arial"/>
      <w:sz w:val="22"/>
      <w:szCs w:val="22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D340A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D340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D340A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D340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D34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20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20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24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2</TotalTime>
  <Pages>2</Pages>
  <Words>697</Words>
  <Characters>3855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4</cp:revision>
  <cp:lastPrinted>2020-11-12T12:15:00Z</cp:lastPrinted>
  <dcterms:created xsi:type="dcterms:W3CDTF">2020-11-12T11:58:00Z</dcterms:created>
  <dcterms:modified xsi:type="dcterms:W3CDTF">2020-11-12T12:23:00Z</dcterms:modified>
  <cp:category/>
</cp:coreProperties>
</file>