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C04E40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035CBF">
        <w:t>3</w:t>
      </w:r>
      <w:r w:rsidR="007F5D51">
        <w:t>3</w:t>
      </w:r>
      <w:r>
        <w:t>. schůze</w:t>
      </w:r>
    </w:p>
    <w:p w:rsidR="0018747B" w:rsidRDefault="00C04E40" w:rsidP="00415577">
      <w:pPr>
        <w:pStyle w:val="PS-hlavika1"/>
      </w:pPr>
      <w:r>
        <w:t>Výbor pro veřejnou správu a regionální rozvoj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7F5D51">
        <w:t>2</w:t>
      </w:r>
      <w:r w:rsidR="00EC79EE">
        <w:t>7</w:t>
      </w:r>
      <w:r>
        <w:t xml:space="preserve">. </w:t>
      </w:r>
      <w:r w:rsidR="00C04E40">
        <w:t>ří</w:t>
      </w:r>
      <w:r w:rsidR="008B751F">
        <w:t>jna</w:t>
      </w:r>
      <w:r>
        <w:t xml:space="preserve"> 201</w:t>
      </w:r>
      <w:r w:rsidR="00415577">
        <w:t>5</w:t>
      </w:r>
    </w:p>
    <w:p w:rsidR="000674EC" w:rsidRDefault="0018747B" w:rsidP="00415577">
      <w:pPr>
        <w:pStyle w:val="PS-msto"/>
      </w:pPr>
      <w:r>
        <w:t>v budově Poslanecké sněmovny, Sněmovní 4, 118 26 Praha 1</w:t>
      </w:r>
      <w:r w:rsidR="00415577">
        <w:br/>
      </w:r>
      <w:r>
        <w:t xml:space="preserve">místnost č. </w:t>
      </w:r>
      <w:r w:rsidR="00C04E40">
        <w:t>B 211</w:t>
      </w:r>
      <w:r>
        <w:t xml:space="preserve"> </w:t>
      </w:r>
    </w:p>
    <w:p w:rsidR="008C2A6B" w:rsidRPr="00AC7F3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řídila: PaedDr. Milada Halíková, předsedkyně výboru.</w:t>
      </w:r>
    </w:p>
    <w:p w:rsidR="002D61AB" w:rsidRDefault="002D61AB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D51" w:rsidRPr="007F5D51" w:rsidRDefault="007F5D51" w:rsidP="007F5D51">
      <w:pPr>
        <w:rPr>
          <w:rFonts w:ascii="Times New Roman" w:hAnsi="Times New Roman"/>
          <w:b/>
          <w:sz w:val="24"/>
          <w:szCs w:val="24"/>
        </w:rPr>
      </w:pPr>
      <w:r w:rsidRPr="007F5D51">
        <w:rPr>
          <w:rFonts w:ascii="Times New Roman" w:hAnsi="Times New Roman"/>
          <w:b/>
          <w:sz w:val="24"/>
          <w:szCs w:val="24"/>
        </w:rPr>
        <w:t>Složení delegace poslanců výboru na zahraniční cestě do Rumunska ve dnech 8. – 11. listopadu 2015.</w:t>
      </w:r>
    </w:p>
    <w:p w:rsidR="007F5D51" w:rsidRPr="00AC7F3B" w:rsidRDefault="007F5D51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554154" w:rsidRPr="00AC7F3B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Halíková: Zahájení jednání. Hlasování o návrhu programu 3</w:t>
      </w:r>
      <w:r w:rsidR="00305CB7">
        <w:rPr>
          <w:rFonts w:ascii="Times New Roman" w:hAnsi="Times New Roman"/>
          <w:sz w:val="24"/>
          <w:szCs w:val="24"/>
        </w:rPr>
        <w:t>3</w:t>
      </w:r>
      <w:r w:rsidRPr="00AC7F3B">
        <w:rPr>
          <w:rFonts w:ascii="Times New Roman" w:hAnsi="Times New Roman"/>
          <w:sz w:val="24"/>
          <w:szCs w:val="24"/>
        </w:rPr>
        <w:t>. schůze:</w:t>
      </w:r>
    </w:p>
    <w:p w:rsidR="00554154" w:rsidRPr="00AC7F3B" w:rsidRDefault="007C6A03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7F5D5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7F5D51">
        <w:rPr>
          <w:rFonts w:ascii="Times New Roman" w:hAnsi="Times New Roman"/>
          <w:sz w:val="24"/>
          <w:szCs w:val="24"/>
        </w:rPr>
        <w:t>7</w:t>
      </w:r>
      <w:r w:rsidR="00554154" w:rsidRPr="00AC7F3B">
        <w:rPr>
          <w:rFonts w:ascii="Times New Roman" w:hAnsi="Times New Roman"/>
          <w:sz w:val="24"/>
          <w:szCs w:val="24"/>
        </w:rPr>
        <w:tab/>
      </w:r>
      <w:r w:rsidR="00554154" w:rsidRPr="00AC7F3B">
        <w:rPr>
          <w:rFonts w:ascii="Times New Roman" w:hAnsi="Times New Roman"/>
          <w:sz w:val="24"/>
          <w:szCs w:val="24"/>
        </w:rPr>
        <w:tab/>
        <w:t>přijato</w:t>
      </w:r>
    </w:p>
    <w:p w:rsidR="007F5D51" w:rsidRDefault="007F5D51" w:rsidP="007F5D51">
      <w:pPr>
        <w:pStyle w:val="Zkladntextodsazen2"/>
        <w:ind w:firstLine="0"/>
      </w:pPr>
      <w:r>
        <w:t xml:space="preserve">Návrh usnesení: </w:t>
      </w:r>
      <w:proofErr w:type="gramStart"/>
      <w:r>
        <w:t>Výbor</w:t>
      </w:r>
      <w:proofErr w:type="gramEnd"/>
      <w:r>
        <w:t xml:space="preserve"> pro veřejnou správu a regionální rozvoj na své 33. schůzi projednal zahraniční cestu poslanců do Rumunska a přijal usnesení, </w:t>
      </w:r>
      <w:proofErr w:type="gramStart"/>
      <w:r>
        <w:t>kterým:</w:t>
      </w:r>
      <w:proofErr w:type="gramEnd"/>
    </w:p>
    <w:p w:rsidR="007F5D51" w:rsidRDefault="007F5D51" w:rsidP="007F5D51">
      <w:pPr>
        <w:pStyle w:val="Zkladntextodsazen2"/>
        <w:numPr>
          <w:ilvl w:val="0"/>
          <w:numId w:val="2"/>
        </w:numPr>
        <w:ind w:left="0" w:firstLine="0"/>
      </w:pPr>
      <w:r w:rsidRPr="002418D2">
        <w:rPr>
          <w:b/>
        </w:rPr>
        <w:t>schvaluje</w:t>
      </w:r>
      <w:r>
        <w:t xml:space="preserve"> delegaci poslanců do Rumunska ve složení:</w:t>
      </w:r>
    </w:p>
    <w:p w:rsidR="007F5D51" w:rsidRDefault="007F5D51" w:rsidP="007F5D51">
      <w:pPr>
        <w:pStyle w:val="Zkladntextodsazen2"/>
        <w:ind w:firstLine="0"/>
      </w:pPr>
      <w:r>
        <w:t>PaedDr. Milada Halíková, předsedkyně výboru</w:t>
      </w:r>
    </w:p>
    <w:p w:rsidR="007F5D51" w:rsidRDefault="007F5D51" w:rsidP="007F5D51">
      <w:pPr>
        <w:pStyle w:val="Zkladntextodsazen2"/>
        <w:ind w:firstLine="0"/>
      </w:pPr>
      <w:r>
        <w:t>Ing. Josef Uhlík, poslanec výboru</w:t>
      </w:r>
    </w:p>
    <w:p w:rsidR="007F5D51" w:rsidRDefault="007F5D51" w:rsidP="007F5D51">
      <w:pPr>
        <w:pStyle w:val="Zkladntextodsazen2"/>
        <w:ind w:firstLine="0"/>
      </w:pPr>
      <w:r>
        <w:t xml:space="preserve">Mgr. Stanislav </w:t>
      </w:r>
      <w:proofErr w:type="spellStart"/>
      <w:r>
        <w:t>Berkovec</w:t>
      </w:r>
      <w:proofErr w:type="spellEnd"/>
      <w:r>
        <w:t>, poslanec výboru</w:t>
      </w:r>
    </w:p>
    <w:p w:rsidR="007F5D51" w:rsidRDefault="007F5D51" w:rsidP="007F5D51">
      <w:pPr>
        <w:pStyle w:val="Zkladntextodsazen2"/>
        <w:ind w:firstLine="0"/>
      </w:pPr>
      <w:r>
        <w:t>Karel Pražák, poslanec výboru</w:t>
      </w:r>
    </w:p>
    <w:p w:rsidR="007F5D51" w:rsidRDefault="007F5D51" w:rsidP="007F5D51">
      <w:pPr>
        <w:pStyle w:val="Zkladntextodsazen2"/>
        <w:ind w:firstLine="0"/>
      </w:pPr>
      <w:r>
        <w:t>Náhradník: Mgr. Jan Klán, poslanec výboru</w:t>
      </w:r>
    </w:p>
    <w:p w:rsidR="007F5D51" w:rsidRDefault="007F5D51" w:rsidP="007F5D51">
      <w:pPr>
        <w:pStyle w:val="Zkladntextodsazen2"/>
        <w:numPr>
          <w:ilvl w:val="0"/>
          <w:numId w:val="2"/>
        </w:numPr>
        <w:ind w:left="0" w:firstLine="0"/>
      </w:pPr>
      <w:r>
        <w:t xml:space="preserve"> </w:t>
      </w:r>
      <w:r w:rsidRPr="002418D2">
        <w:rPr>
          <w:b/>
        </w:rPr>
        <w:t>pověřuje</w:t>
      </w:r>
      <w:r>
        <w:t xml:space="preserve"> předsedkyni výboru, aby složení delegace oznámila předsedovi Poslanec</w:t>
      </w:r>
      <w:r w:rsidR="00523156">
        <w:t>ké</w:t>
      </w:r>
      <w:r>
        <w:t xml:space="preserve"> sněmovny.</w:t>
      </w:r>
    </w:p>
    <w:p w:rsidR="00554154" w:rsidRPr="007F5D51" w:rsidRDefault="007F5D51" w:rsidP="007F5D51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F5D51">
        <w:rPr>
          <w:rFonts w:ascii="Times New Roman" w:hAnsi="Times New Roman"/>
          <w:sz w:val="24"/>
          <w:szCs w:val="24"/>
          <w:u w:val="single"/>
        </w:rPr>
        <w:t>Hlasování o návrhu usnesení č. 139:</w:t>
      </w:r>
    </w:p>
    <w:p w:rsidR="007F5D51" w:rsidRPr="00AC7F3B" w:rsidRDefault="007F5D51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7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7F5D51" w:rsidRDefault="007F5D51" w:rsidP="007F5D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Děkuji a končím dnešní jednání.</w:t>
      </w:r>
    </w:p>
    <w:p w:rsidR="007F5D51" w:rsidRDefault="007F5D51" w:rsidP="007F5D51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Zapsala: Petra Čížkovská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Odpovídá: Mgr. Miroslav Wolf, organizační tajemník.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Pr="00AC7F3B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PaedDr. Milada </w:t>
      </w:r>
      <w:r w:rsidRPr="000F3CC6">
        <w:rPr>
          <w:rFonts w:ascii="Times New Roman" w:hAnsi="Times New Roman"/>
          <w:b/>
          <w:sz w:val="24"/>
          <w:szCs w:val="24"/>
        </w:rPr>
        <w:t>H a l í k o v á</w:t>
      </w:r>
      <w:r w:rsidRPr="00AC7F3B">
        <w:rPr>
          <w:rFonts w:ascii="Times New Roman" w:hAnsi="Times New Roman"/>
          <w:sz w:val="24"/>
          <w:szCs w:val="24"/>
        </w:rPr>
        <w:t xml:space="preserve">  </w:t>
      </w:r>
      <w:r w:rsidR="00305CB7">
        <w:rPr>
          <w:rFonts w:ascii="Times New Roman" w:hAnsi="Times New Roman"/>
          <w:sz w:val="24"/>
          <w:szCs w:val="24"/>
        </w:rPr>
        <w:t>v.r.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="007F5D51">
        <w:rPr>
          <w:rFonts w:ascii="Times New Roman" w:hAnsi="Times New Roman"/>
          <w:sz w:val="24"/>
          <w:szCs w:val="24"/>
        </w:rPr>
        <w:t xml:space="preserve">   </w:t>
      </w:r>
      <w:r w:rsidRPr="00AC7F3B">
        <w:rPr>
          <w:rFonts w:ascii="Times New Roman" w:hAnsi="Times New Roman"/>
          <w:sz w:val="24"/>
          <w:szCs w:val="24"/>
        </w:rPr>
        <w:tab/>
        <w:t xml:space="preserve">             </w:t>
      </w:r>
      <w:bookmarkStart w:id="0" w:name="_GoBack"/>
      <w:bookmarkEnd w:id="0"/>
      <w:r w:rsidR="00C131B5">
        <w:rPr>
          <w:rFonts w:ascii="Times New Roman" w:hAnsi="Times New Roman"/>
          <w:sz w:val="24"/>
          <w:szCs w:val="24"/>
        </w:rPr>
        <w:t xml:space="preserve">        </w:t>
      </w:r>
      <w:r w:rsidR="007F5D51">
        <w:rPr>
          <w:rFonts w:ascii="Times New Roman" w:hAnsi="Times New Roman"/>
          <w:sz w:val="24"/>
          <w:szCs w:val="24"/>
        </w:rPr>
        <w:t xml:space="preserve">   </w:t>
      </w:r>
      <w:r w:rsidRPr="00AC7F3B">
        <w:rPr>
          <w:rFonts w:ascii="Times New Roman" w:hAnsi="Times New Roman"/>
          <w:sz w:val="24"/>
          <w:szCs w:val="24"/>
        </w:rPr>
        <w:t xml:space="preserve">Mgr. Jan </w:t>
      </w:r>
      <w:r w:rsidRPr="000F3CC6">
        <w:rPr>
          <w:rFonts w:ascii="Times New Roman" w:hAnsi="Times New Roman"/>
          <w:b/>
          <w:sz w:val="24"/>
          <w:szCs w:val="24"/>
        </w:rPr>
        <w:t>K l á n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="00C131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05CB7">
        <w:rPr>
          <w:rFonts w:ascii="Times New Roman" w:hAnsi="Times New Roman"/>
          <w:sz w:val="24"/>
          <w:szCs w:val="24"/>
        </w:rPr>
        <w:t>v.r.</w:t>
      </w:r>
      <w:proofErr w:type="gramEnd"/>
    </w:p>
    <w:p w:rsidR="00746E9D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          předsedkyně výboru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>ověřovatel výboru</w:t>
      </w:r>
    </w:p>
    <w:sectPr w:rsidR="00746E9D" w:rsidSect="00D3723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646" w:rsidRDefault="003D6646" w:rsidP="003D6646">
      <w:pPr>
        <w:spacing w:after="0" w:line="240" w:lineRule="auto"/>
      </w:pPr>
      <w:r>
        <w:separator/>
      </w:r>
    </w:p>
  </w:endnote>
  <w:end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6646" w:rsidRDefault="003D6646">
    <w:pPr>
      <w:pStyle w:val="Zpat"/>
      <w:jc w:val="center"/>
    </w:pPr>
  </w:p>
  <w:p w:rsidR="003D6646" w:rsidRDefault="003D66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646" w:rsidRDefault="003D6646" w:rsidP="003D6646">
      <w:pPr>
        <w:spacing w:after="0" w:line="240" w:lineRule="auto"/>
      </w:pPr>
      <w:r>
        <w:separator/>
      </w:r>
    </w:p>
  </w:footnote>
  <w:foot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35CBF"/>
    <w:rsid w:val="000F3CC6"/>
    <w:rsid w:val="001114F6"/>
    <w:rsid w:val="00156AAE"/>
    <w:rsid w:val="0018747B"/>
    <w:rsid w:val="001C3EF1"/>
    <w:rsid w:val="00230024"/>
    <w:rsid w:val="002A0EAA"/>
    <w:rsid w:val="002C6BED"/>
    <w:rsid w:val="002D61AB"/>
    <w:rsid w:val="003001E3"/>
    <w:rsid w:val="00305CB7"/>
    <w:rsid w:val="00311E03"/>
    <w:rsid w:val="00311F1E"/>
    <w:rsid w:val="0031495A"/>
    <w:rsid w:val="003D6646"/>
    <w:rsid w:val="00415577"/>
    <w:rsid w:val="00453F92"/>
    <w:rsid w:val="00470CA7"/>
    <w:rsid w:val="004B27B5"/>
    <w:rsid w:val="004D5D99"/>
    <w:rsid w:val="005227BF"/>
    <w:rsid w:val="00523156"/>
    <w:rsid w:val="00554154"/>
    <w:rsid w:val="00576736"/>
    <w:rsid w:val="00580EE6"/>
    <w:rsid w:val="00620764"/>
    <w:rsid w:val="00684467"/>
    <w:rsid w:val="00746E9D"/>
    <w:rsid w:val="007C6A03"/>
    <w:rsid w:val="007F5D51"/>
    <w:rsid w:val="00857429"/>
    <w:rsid w:val="00890ADB"/>
    <w:rsid w:val="008B751F"/>
    <w:rsid w:val="008C1471"/>
    <w:rsid w:val="008C2A6B"/>
    <w:rsid w:val="008D6915"/>
    <w:rsid w:val="009341A2"/>
    <w:rsid w:val="00937216"/>
    <w:rsid w:val="00941097"/>
    <w:rsid w:val="0097543B"/>
    <w:rsid w:val="009767DC"/>
    <w:rsid w:val="009F4C74"/>
    <w:rsid w:val="00A959F1"/>
    <w:rsid w:val="00AC7F3B"/>
    <w:rsid w:val="00B23FA0"/>
    <w:rsid w:val="00B35CD1"/>
    <w:rsid w:val="00B96271"/>
    <w:rsid w:val="00C04E40"/>
    <w:rsid w:val="00C131B5"/>
    <w:rsid w:val="00C83009"/>
    <w:rsid w:val="00C9416C"/>
    <w:rsid w:val="00D07291"/>
    <w:rsid w:val="00D3723C"/>
    <w:rsid w:val="00E42E15"/>
    <w:rsid w:val="00E82281"/>
    <w:rsid w:val="00EA0549"/>
    <w:rsid w:val="00EA7CCA"/>
    <w:rsid w:val="00EC79EE"/>
    <w:rsid w:val="00ED4A88"/>
    <w:rsid w:val="00F06870"/>
    <w:rsid w:val="00FB0993"/>
    <w:rsid w:val="00F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5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6</cp:revision>
  <cp:lastPrinted>2015-10-21T12:21:00Z</cp:lastPrinted>
  <dcterms:created xsi:type="dcterms:W3CDTF">2015-10-29T08:11:00Z</dcterms:created>
  <dcterms:modified xsi:type="dcterms:W3CDTF">2015-11-30T12:14:00Z</dcterms:modified>
</cp:coreProperties>
</file>