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D65FAC" w:rsidRDefault="000C6893" w:rsidP="00D65FAC">
      <w:pPr>
        <w:pStyle w:val="Nadpis"/>
        <w:spacing w:before="120"/>
        <w:jc w:val="center"/>
        <w:rPr>
          <w:b/>
          <w:bCs/>
          <w:sz w:val="24"/>
          <w:szCs w:val="24"/>
        </w:rPr>
      </w:pPr>
      <w:r w:rsidRPr="00D65FAC">
        <w:rPr>
          <w:b/>
          <w:bCs/>
          <w:sz w:val="24"/>
          <w:szCs w:val="24"/>
        </w:rPr>
        <w:t xml:space="preserve">k </w:t>
      </w:r>
      <w:r w:rsidR="00D65FAC" w:rsidRPr="00D65FAC">
        <w:rPr>
          <w:b/>
          <w:bCs/>
          <w:sz w:val="24"/>
          <w:szCs w:val="24"/>
        </w:rPr>
        <w:t>v</w:t>
      </w:r>
      <w:r w:rsidR="00D65FAC" w:rsidRPr="00D65FAC">
        <w:rPr>
          <w:b/>
          <w:color w:val="000000"/>
          <w:sz w:val="24"/>
          <w:szCs w:val="24"/>
          <w:lang w:eastAsia="cs-CZ"/>
        </w:rPr>
        <w:t xml:space="preserve">ládnímu návrhu zákona o evidenci skutečných majitelů 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D65FAC">
        <w:rPr>
          <w:b/>
          <w:bCs/>
          <w:sz w:val="24"/>
        </w:rPr>
        <w:t>886)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</w:t>
      </w:r>
      <w:r w:rsidR="00D65FAC">
        <w:t xml:space="preserve"> ústavně právního </w:t>
      </w:r>
      <w:r>
        <w:t xml:space="preserve">výboru č. </w:t>
      </w:r>
      <w:r w:rsidR="00D65FAC">
        <w:t>220</w:t>
      </w:r>
      <w:r>
        <w:t xml:space="preserve"> z</w:t>
      </w:r>
      <w:r w:rsidR="00D65FAC">
        <w:t> 68</w:t>
      </w:r>
      <w:r>
        <w:t>.</w:t>
      </w:r>
      <w:r w:rsidR="00CC697F">
        <w:t> </w:t>
      </w:r>
      <w:r>
        <w:t xml:space="preserve">schůze konané dne  </w:t>
      </w:r>
      <w:r w:rsidR="00D65FAC">
        <w:t>23. září 2020</w:t>
      </w:r>
      <w:r>
        <w:t xml:space="preserve"> (tisk </w:t>
      </w:r>
      <w:r w:rsidR="00D65FAC">
        <w:t>886</w:t>
      </w:r>
      <w:r>
        <w:t>/</w:t>
      </w:r>
      <w:r w:rsidR="00D65FAC">
        <w:t>1</w:t>
      </w:r>
      <w:r>
        <w:t>)</w:t>
      </w:r>
    </w:p>
    <w:p w:rsidR="00D65FAC" w:rsidRPr="00E96467" w:rsidRDefault="00D65FAC" w:rsidP="00D65FAC">
      <w:pPr>
        <w:pStyle w:val="Hacafrak"/>
      </w:pPr>
      <w:r w:rsidRPr="00470C3F">
        <w:t xml:space="preserve">V § 2 se na konci textu písmene n) doplňují </w:t>
      </w:r>
      <w:proofErr w:type="gramStart"/>
      <w:r w:rsidRPr="00470C3F">
        <w:t xml:space="preserve">slova </w:t>
      </w:r>
      <w:r w:rsidRPr="00E96467">
        <w:t>„ , nebo</w:t>
      </w:r>
      <w:proofErr w:type="gramEnd"/>
      <w:r w:rsidRPr="00E96467">
        <w:t xml:space="preserve"> stav, kdy v evidenci skutečných majitelů nejsou zapsány žádné údaje“.</w:t>
      </w:r>
    </w:p>
    <w:p w:rsidR="00D65FAC" w:rsidRPr="00E96467" w:rsidRDefault="00D65FAC" w:rsidP="00D65FAC">
      <w:pPr>
        <w:pStyle w:val="Hacafrak"/>
      </w:pPr>
      <w:r>
        <w:t xml:space="preserve">V § 6 odst. 1 písm. b), odst. 2 písm. a) a odst. 3 písm. d) se slovo </w:t>
      </w:r>
      <w:r w:rsidRPr="00596836">
        <w:t>„a“</w:t>
      </w:r>
      <w:r>
        <w:t xml:space="preserve"> nahrazuje slovem </w:t>
      </w:r>
      <w:r w:rsidRPr="00E96467">
        <w:t>„nebo“.</w:t>
      </w:r>
    </w:p>
    <w:p w:rsidR="00D65FAC" w:rsidRPr="00E96467" w:rsidRDefault="00D65FAC" w:rsidP="00D65FAC">
      <w:pPr>
        <w:pStyle w:val="Hacafrak"/>
      </w:pPr>
      <w:r>
        <w:t xml:space="preserve">V § 6 odst. 2 úvodní části ustanovení se za slovo </w:t>
      </w:r>
      <w:r w:rsidRPr="00E96467">
        <w:t>„ústavu“ vkládají slova „nebo obecně prospěšné společnosti“ a slovo „jeho“ se nahrazuje slovem „jejich“.</w:t>
      </w:r>
    </w:p>
    <w:p w:rsidR="00D65FAC" w:rsidRPr="00E96467" w:rsidRDefault="00D65FAC" w:rsidP="00D65FAC">
      <w:pPr>
        <w:pStyle w:val="Hacafrak"/>
      </w:pPr>
      <w:r>
        <w:t xml:space="preserve">V § 6 odst. 2 písm. b) a § 37 odst. 4 písm. a) a b) se za slovo </w:t>
      </w:r>
      <w:r w:rsidRPr="00E96467">
        <w:t>„správní“ vkládají slova „nebo dozorčí“.</w:t>
      </w:r>
    </w:p>
    <w:p w:rsidR="00D65FAC" w:rsidRPr="00E96467" w:rsidRDefault="00D65FAC" w:rsidP="00D65FAC">
      <w:pPr>
        <w:pStyle w:val="Hacafrak"/>
      </w:pPr>
      <w:r>
        <w:t xml:space="preserve">V § 6 odst. 4 se za slovo </w:t>
      </w:r>
      <w:r w:rsidRPr="00E96467">
        <w:t xml:space="preserve">„ústavu“ vkládají </w:t>
      </w:r>
      <w:proofErr w:type="gramStart"/>
      <w:r w:rsidRPr="00E96467">
        <w:t>slova „</w:t>
      </w:r>
      <w:r>
        <w:t xml:space="preserve"> </w:t>
      </w:r>
      <w:r w:rsidRPr="00E96467">
        <w:t>, obecně</w:t>
      </w:r>
      <w:proofErr w:type="gramEnd"/>
      <w:r w:rsidRPr="00E96467">
        <w:t xml:space="preserve"> prospěšné společnosti“.</w:t>
      </w:r>
    </w:p>
    <w:p w:rsidR="00D65FAC" w:rsidRDefault="00D65FAC" w:rsidP="00D65FAC">
      <w:pPr>
        <w:pStyle w:val="Hacafrak"/>
      </w:pPr>
      <w:r>
        <w:t>V § 7 písm. p) se za slovo „Česká“ vkládá slovo „republika“.</w:t>
      </w:r>
    </w:p>
    <w:p w:rsidR="00D65FAC" w:rsidRDefault="00D65FAC" w:rsidP="00D65FAC">
      <w:pPr>
        <w:pStyle w:val="Hacafrak"/>
      </w:pPr>
      <w:r>
        <w:t xml:space="preserve">V § 14 odst. 1 písm. a) bodě 2 se za text </w:t>
      </w:r>
      <w:r w:rsidRPr="00E96467">
        <w:t>„b),“ vkládá text „c),“.</w:t>
      </w:r>
    </w:p>
    <w:p w:rsidR="00D65FAC" w:rsidRPr="00E96467" w:rsidRDefault="00D65FAC" w:rsidP="00D65FAC">
      <w:pPr>
        <w:pStyle w:val="Hacafrak"/>
      </w:pPr>
      <w:r>
        <w:t>V § 14 odst. 1 písm. a) bodě 3 se za slova „</w:t>
      </w:r>
      <w:r w:rsidRPr="001B3383">
        <w:t>popřípadě dalších údajů</w:t>
      </w:r>
      <w:r>
        <w:t xml:space="preserve">“ vkládají slova </w:t>
      </w:r>
      <w:r w:rsidRPr="00E96467">
        <w:t>„podle § 13 písm. a)“.</w:t>
      </w:r>
    </w:p>
    <w:p w:rsidR="00D65FAC" w:rsidRPr="00E96467" w:rsidRDefault="00D65FAC" w:rsidP="00D65FAC">
      <w:pPr>
        <w:pStyle w:val="Hacafrak"/>
      </w:pPr>
      <w:r>
        <w:t xml:space="preserve">V § 14 odst. 1 písm. b) se za slova </w:t>
      </w:r>
      <w:r w:rsidRPr="00E96467">
        <w:t>„rozsahu údajů“ vkládají slova „podle § 13 písm. a)“.</w:t>
      </w:r>
    </w:p>
    <w:p w:rsidR="00D65FAC" w:rsidRDefault="00D65FAC" w:rsidP="00D65FAC">
      <w:pPr>
        <w:pStyle w:val="Hacafrak"/>
      </w:pPr>
      <w:r>
        <w:t xml:space="preserve">V § 14 odst. 1 písm. d) se slova </w:t>
      </w:r>
      <w:r w:rsidRPr="00E96467">
        <w:t>„a) až c)“ nahrazují slovy „d) a e)“.</w:t>
      </w:r>
    </w:p>
    <w:p w:rsidR="00D65FAC" w:rsidRPr="008B433B" w:rsidRDefault="00D65FAC" w:rsidP="00D65FAC">
      <w:pPr>
        <w:pStyle w:val="Hacafrak"/>
      </w:pPr>
      <w:r w:rsidRPr="008B433B">
        <w:t>V § 16 odst. 2 se za písm. m) vkládá písmeno n), které zní:</w:t>
      </w:r>
    </w:p>
    <w:p w:rsidR="00D65FAC" w:rsidRPr="008B433B" w:rsidRDefault="00D65FAC" w:rsidP="00D65FAC">
      <w:pPr>
        <w:pStyle w:val="LO-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„n)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Úřadu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pro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dohled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B433B">
        <w:rPr>
          <w:rFonts w:ascii="Times New Roman" w:eastAsia="Times New Roman" w:hAnsi="Times New Roman" w:cs="Times New Roman"/>
          <w:sz w:val="24"/>
          <w:szCs w:val="24"/>
        </w:rPr>
        <w:t>nad</w:t>
      </w:r>
      <w:proofErr w:type="spellEnd"/>
      <w:proofErr w:type="gram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hospodařením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politických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stran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politických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hnutí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pro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účely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výkonu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jeho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působnosti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>, “.</w:t>
      </w:r>
    </w:p>
    <w:p w:rsidR="00D65FAC" w:rsidRPr="008B433B" w:rsidRDefault="00D65FAC" w:rsidP="00D65FAC">
      <w:pPr>
        <w:pStyle w:val="LO-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Dosavadní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písmena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n)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až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r) se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označují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jako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písmena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o)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až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s).</w:t>
      </w:r>
    </w:p>
    <w:p w:rsidR="00D65FAC" w:rsidRPr="008B433B" w:rsidRDefault="00D65FAC" w:rsidP="00D65FAC">
      <w:pPr>
        <w:pStyle w:val="Hacafrak"/>
      </w:pPr>
      <w:r w:rsidRPr="008B433B">
        <w:t>V § 16 odst. 3 se slova „n) až r)“ nahrazují slovy „n) až s).“.</w:t>
      </w:r>
    </w:p>
    <w:p w:rsidR="00D65FAC" w:rsidRDefault="00D65FAC" w:rsidP="00D65FAC">
      <w:pPr>
        <w:pStyle w:val="Hacafrak"/>
      </w:pPr>
      <w:r>
        <w:lastRenderedPageBreak/>
        <w:t>V § 17 odst. 1 se za slovo „žádost“ vkládají slova „</w:t>
      </w:r>
      <w:r w:rsidRPr="00BC2F23">
        <w:t xml:space="preserve">po prokázání totožnosti </w:t>
      </w:r>
      <w:r>
        <w:t xml:space="preserve">fyzické </w:t>
      </w:r>
      <w:r w:rsidRPr="00BC2F23">
        <w:t>osoby, která má k údajům o skutečném majiteli přistupovat, s využitím elektronické identifikace podle zákona upravujícího elektronickou identifikaci</w:t>
      </w:r>
      <w:r>
        <w:t>,“.</w:t>
      </w:r>
    </w:p>
    <w:p w:rsidR="00D65FAC" w:rsidRDefault="00D65FAC" w:rsidP="00D65FAC">
      <w:pPr>
        <w:pStyle w:val="Hacafrak"/>
      </w:pPr>
      <w:r>
        <w:t xml:space="preserve">V § 17 odst. 2 písm. c) se slova „a adresu elektronické pošty“ nahrazují </w:t>
      </w:r>
      <w:proofErr w:type="gramStart"/>
      <w:r>
        <w:t>slovy „ , adresu</w:t>
      </w:r>
      <w:proofErr w:type="gramEnd"/>
      <w:r>
        <w:t xml:space="preserve"> </w:t>
      </w:r>
      <w:r w:rsidRPr="0004477C">
        <w:t>místa pobytu a datum a místo narození</w:t>
      </w:r>
      <w:r>
        <w:t>“ a slovo „bude“ se nahrazuje slovem „má“.</w:t>
      </w:r>
    </w:p>
    <w:p w:rsidR="00D65FAC" w:rsidRDefault="00D65FAC" w:rsidP="00D65FAC">
      <w:pPr>
        <w:pStyle w:val="Hacafrak"/>
      </w:pPr>
      <w:r>
        <w:t>V § 17 odst. 3 se za slovo „služba,“ vkládají slova „</w:t>
      </w:r>
      <w:r w:rsidRPr="00947DE2">
        <w:t>prokázání totožnosti fyzické osoby, která má k údajům o skutečném majiteli přistupovat, se neprovádí a</w:t>
      </w:r>
      <w:r>
        <w:t>“.</w:t>
      </w:r>
    </w:p>
    <w:p w:rsidR="00D65FAC" w:rsidRDefault="00D65FAC" w:rsidP="00D65FAC">
      <w:pPr>
        <w:pStyle w:val="Hacafrak"/>
      </w:pPr>
      <w:r>
        <w:t>V § 17 odst. 4 se slova „</w:t>
      </w:r>
      <w:r w:rsidRPr="00BC2F23">
        <w:t>Způsob dálkového přístupu, podrobnosti</w:t>
      </w:r>
      <w:r>
        <w:t>“ nahrazují slovem „Podrobnosti“.</w:t>
      </w:r>
    </w:p>
    <w:p w:rsidR="00D65FAC" w:rsidRDefault="00D65FAC" w:rsidP="00D65FAC">
      <w:pPr>
        <w:pStyle w:val="Hacafrak"/>
      </w:pPr>
      <w:r>
        <w:t>V § 17 se doplňují odstavce 5 až 7, které znějí:</w:t>
      </w:r>
    </w:p>
    <w:p w:rsidR="00D65FAC" w:rsidRPr="00623A33" w:rsidRDefault="00D65FAC" w:rsidP="00D65FAC">
      <w:r w:rsidRPr="00623A33">
        <w:t>„(5) Ministerstvo je oprávněno při výkonu své činnosti podle odstavce 1 využít</w:t>
      </w:r>
    </w:p>
    <w:p w:rsidR="00D65FAC" w:rsidRPr="00623A33" w:rsidRDefault="00D65FAC" w:rsidP="00D65FAC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>ze základního registru obyvatel tyto údaje</w:t>
      </w:r>
    </w:p>
    <w:p w:rsidR="00D65FAC" w:rsidRPr="00623A33" w:rsidRDefault="00D65FAC" w:rsidP="00D65FAC">
      <w:pPr>
        <w:pStyle w:val="Odstavecseseznamem"/>
        <w:numPr>
          <w:ilvl w:val="1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 xml:space="preserve">jméno, popřípadě jména, příjmení, </w:t>
      </w:r>
    </w:p>
    <w:p w:rsidR="00D65FAC" w:rsidRPr="00623A33" w:rsidRDefault="00D65FAC" w:rsidP="00D65FAC">
      <w:pPr>
        <w:pStyle w:val="Odstavecseseznamem"/>
        <w:numPr>
          <w:ilvl w:val="1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 xml:space="preserve">datum a místo narození, </w:t>
      </w:r>
    </w:p>
    <w:p w:rsidR="00D65FAC" w:rsidRPr="00623A33" w:rsidRDefault="00D65FAC" w:rsidP="00D65FAC">
      <w:pPr>
        <w:pStyle w:val="Odstavecseseznamem"/>
        <w:numPr>
          <w:ilvl w:val="1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>adresa místa pobytu,</w:t>
      </w:r>
    </w:p>
    <w:p w:rsidR="00D65FAC" w:rsidRPr="00623A33" w:rsidRDefault="00D65FAC" w:rsidP="00D65FAC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 xml:space="preserve">z </w:t>
      </w:r>
      <w:r w:rsidRPr="00623A33">
        <w:rPr>
          <w:rFonts w:ascii="Times New Roman" w:hAnsi="Times New Roman"/>
        </w:rPr>
        <w:t>informačního systému evidence obyvatel tyto údaje</w:t>
      </w:r>
    </w:p>
    <w:p w:rsidR="00D65FAC" w:rsidRPr="00623A33" w:rsidRDefault="00D65FAC" w:rsidP="00D65FAC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jméno, popřípadě jména, příjmení, </w:t>
      </w:r>
    </w:p>
    <w:p w:rsidR="00D65FAC" w:rsidRPr="00623A33" w:rsidRDefault="00D65FAC" w:rsidP="00D65FAC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datum a místo narození, </w:t>
      </w:r>
    </w:p>
    <w:p w:rsidR="00D65FAC" w:rsidRPr="00623A33" w:rsidRDefault="00D65FAC" w:rsidP="00D65FAC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>adresa místa trvalého pobytu,</w:t>
      </w:r>
    </w:p>
    <w:p w:rsidR="00D65FAC" w:rsidRPr="00623A33" w:rsidRDefault="00D65FAC" w:rsidP="00D65FAC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z </w:t>
      </w:r>
      <w:r w:rsidRPr="00623A33">
        <w:rPr>
          <w:rFonts w:ascii="Times New Roman" w:hAnsi="Times New Roman"/>
        </w:rPr>
        <w:t>informačního systému cizinců tyto údaje</w:t>
      </w:r>
    </w:p>
    <w:p w:rsidR="00D65FAC" w:rsidRPr="00623A33" w:rsidRDefault="00D65FAC" w:rsidP="00D65FAC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jméno, popřípadě jména, příjmení, </w:t>
      </w:r>
    </w:p>
    <w:p w:rsidR="00D65FAC" w:rsidRPr="00623A33" w:rsidRDefault="00D65FAC" w:rsidP="00D65FAC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datum a místo narození, </w:t>
      </w:r>
    </w:p>
    <w:p w:rsidR="00D65FAC" w:rsidRPr="00623A33" w:rsidRDefault="00D65FAC" w:rsidP="00D65FAC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>adresa místa pobytu.</w:t>
      </w:r>
    </w:p>
    <w:p w:rsidR="00D65FAC" w:rsidRPr="00623A33" w:rsidRDefault="00D65FAC" w:rsidP="00D65FAC">
      <w:pPr>
        <w:spacing w:before="240"/>
      </w:pPr>
      <w:r w:rsidRPr="00623A33">
        <w:t xml:space="preserve">(6) Údaje, které jsou vedeny jako referenční údaje v základním registru obyvatel, se využijí z informačního systému evidence obyvatel nebo informačního systému cizinců pouze, pokud jsou ve tvaru předcházejícím současný stav. </w:t>
      </w:r>
    </w:p>
    <w:p w:rsidR="00D65FAC" w:rsidRDefault="00D65FAC" w:rsidP="00D65FAC">
      <w:pPr>
        <w:spacing w:before="240"/>
      </w:pPr>
      <w:r w:rsidRPr="00623A33">
        <w:t>(7) Z údajů uvedených v odstavci 5 lze v konkrétním případě využít vždy jen takové údaje, které jsou v dané věci nezbytné.</w:t>
      </w:r>
      <w:r>
        <w:t>“.</w:t>
      </w:r>
    </w:p>
    <w:p w:rsidR="00D65FAC" w:rsidRDefault="00D65FAC" w:rsidP="00D65FAC">
      <w:pPr>
        <w:pStyle w:val="Hacafrak"/>
      </w:pPr>
      <w:r>
        <w:t>V § 37 se doplňuje odstavec 5, který zní:</w:t>
      </w:r>
    </w:p>
    <w:p w:rsidR="00D65FAC" w:rsidRPr="00E96467" w:rsidRDefault="00D65FAC" w:rsidP="00D65FAC">
      <w:pPr>
        <w:pStyle w:val="Hacafrak"/>
        <w:numPr>
          <w:ilvl w:val="0"/>
          <w:numId w:val="0"/>
        </w:numPr>
        <w:spacing w:after="0"/>
        <w:ind w:left="397"/>
      </w:pPr>
      <w:r w:rsidRPr="00E96467">
        <w:t>„(5) Do evidence skutečných majitelů se jako skutečný majitel obecně prospěšné společnosti automaticky propíše fyzická osoba, která byla zapsána</w:t>
      </w:r>
    </w:p>
    <w:p w:rsidR="00D65FAC" w:rsidRPr="00E96467" w:rsidRDefault="00D65FAC" w:rsidP="00D65FAC">
      <w:pPr>
        <w:pStyle w:val="Odstavecseseznamem"/>
        <w:numPr>
          <w:ilvl w:val="0"/>
          <w:numId w:val="4"/>
        </w:numPr>
        <w:rPr>
          <w:rFonts w:ascii="Times New Roman" w:hAnsi="Times New Roman"/>
        </w:rPr>
      </w:pPr>
      <w:r w:rsidRPr="00E96467">
        <w:rPr>
          <w:rFonts w:ascii="Times New Roman" w:hAnsi="Times New Roman"/>
        </w:rPr>
        <w:t>v rámci zápisu do rejstříku obecně prospěšných společností jako zakladatel, ředitel nebo člen správní nebo dozorčí rady, nebo</w:t>
      </w:r>
    </w:p>
    <w:p w:rsidR="00D65FAC" w:rsidRPr="00E96467" w:rsidRDefault="00D65FAC" w:rsidP="00D65FAC">
      <w:pPr>
        <w:pStyle w:val="Odstavecseseznamem"/>
        <w:numPr>
          <w:ilvl w:val="0"/>
          <w:numId w:val="4"/>
        </w:numPr>
      </w:pPr>
      <w:r w:rsidRPr="00E96467">
        <w:rPr>
          <w:rFonts w:ascii="Times New Roman" w:hAnsi="Times New Roman"/>
        </w:rPr>
        <w:t>jako skutečný majitel právnické osoby zapisované do veřejného rejstříku, která je zakladatelem, ředitelem nebo členem správní nebo dozorčí rady obecně prospěšné společnosti.“.</w:t>
      </w:r>
    </w:p>
    <w:p w:rsidR="00D65FAC" w:rsidRDefault="00D65FAC" w:rsidP="00D65FAC">
      <w:pPr>
        <w:pStyle w:val="Hacafrak"/>
      </w:pPr>
      <w:r>
        <w:lastRenderedPageBreak/>
        <w:t xml:space="preserve">V § 38 odst. 3 se slova </w:t>
      </w:r>
      <w:r w:rsidRPr="00E96467">
        <w:t>„obecně prospěšné společnosti,“</w:t>
      </w:r>
      <w:r>
        <w:t xml:space="preserve"> zrušují. </w:t>
      </w:r>
    </w:p>
    <w:p w:rsidR="00D65FAC" w:rsidRDefault="00D65FAC" w:rsidP="00D65FAC">
      <w:pPr>
        <w:pStyle w:val="Hacafrak"/>
      </w:pPr>
      <w:r>
        <w:t xml:space="preserve">V § 48 odst. 2 se čárka za slovy „rozhodnutí uvede“ nahrazuje slovy „den vzniku nesrovnalosti a“ a na konci </w:t>
      </w:r>
      <w:r w:rsidRPr="00D327D9">
        <w:t>odstavce se doplňuje věta „</w:t>
      </w:r>
      <w:r w:rsidRPr="00B8665A">
        <w:t>Lze-li skutečný den vzniku nesrovnalosti zjistit jen s velkými obtížemi nebo nelze-li jej zjistit vůbec, uvede soud jako den vzniku nesrovnalosti den, ve kterém nesrovnalost s přihlédnutím ke zjištěným skutečnostem existovala nejdř</w:t>
      </w:r>
      <w:r>
        <w:t>íve</w:t>
      </w:r>
      <w:r w:rsidRPr="008F4F41">
        <w:t>.</w:t>
      </w:r>
      <w:r w:rsidRPr="00D327D9">
        <w:t>“.</w:t>
      </w:r>
    </w:p>
    <w:p w:rsidR="00D65FAC" w:rsidRDefault="00D65FAC" w:rsidP="00D65FAC">
      <w:pPr>
        <w:pStyle w:val="Hacafrak"/>
      </w:pPr>
      <w:r>
        <w:t xml:space="preserve">V § 49 odst. 2 písm. a) se za slovo „rozhodnuto“ vkládají </w:t>
      </w:r>
      <w:proofErr w:type="gramStart"/>
      <w:r>
        <w:t>slova „ , den</w:t>
      </w:r>
      <w:proofErr w:type="gramEnd"/>
      <w:r>
        <w:t xml:space="preserve"> vzniku nesrovnalosti“.</w:t>
      </w:r>
    </w:p>
    <w:p w:rsidR="00D65FAC" w:rsidRPr="00E96467" w:rsidRDefault="00D65FAC" w:rsidP="00D65FAC">
      <w:pPr>
        <w:pStyle w:val="Hacafrak"/>
      </w:pPr>
      <w:r>
        <w:t xml:space="preserve">V § 56 odst. 2 písm. a) se slova </w:t>
      </w:r>
      <w:r w:rsidRPr="00E96467">
        <w:t>„zápisu platného údaje o jejím skutečném majiteli nebo o skutečném majiteli právního uspořádání, jehož nesrovnalost potvrdil soud podle § 48, a dnem“ nahrazují slovy „vzniku nesrovnalosti, který je uveden v rozhodnutí podle § 48, do dne“.</w:t>
      </w:r>
    </w:p>
    <w:p w:rsidR="00D65FAC" w:rsidRPr="008B2AA4" w:rsidRDefault="00D65FAC" w:rsidP="00D65FAC">
      <w:pPr>
        <w:pStyle w:val="Hacafrak"/>
      </w:pPr>
      <w:r>
        <w:t>Za § 63 se vkládá část šestá, která zní:</w:t>
      </w:r>
    </w:p>
    <w:p w:rsidR="00D65FAC" w:rsidRPr="00E871B0" w:rsidRDefault="00D65FAC" w:rsidP="00D65FAC">
      <w:pPr>
        <w:autoSpaceDE w:val="0"/>
        <w:autoSpaceDN w:val="0"/>
        <w:adjustRightInd w:val="0"/>
        <w:jc w:val="center"/>
      </w:pPr>
      <w:r>
        <w:t>„</w:t>
      </w:r>
      <w:r w:rsidRPr="00E871B0">
        <w:t>ČÁST ŠESTÁ</w:t>
      </w:r>
    </w:p>
    <w:p w:rsidR="00D65FAC" w:rsidRDefault="00D65FAC" w:rsidP="00D65FAC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 w:rsidRPr="008834D8">
        <w:rPr>
          <w:b/>
        </w:rPr>
        <w:t xml:space="preserve">Změna zákona o </w:t>
      </w:r>
      <w:r>
        <w:rPr>
          <w:rFonts w:ascii="TimesNewRomanPS-BoldMT" w:hAnsi="TimesNewRomanPS-BoldMT" w:cs="TimesNewRomanPS-BoldMT"/>
          <w:b/>
          <w:bCs/>
        </w:rPr>
        <w:t>veřejných rejstřících právnických a fyzických osob a o evidenci</w:t>
      </w:r>
    </w:p>
    <w:p w:rsidR="00D65FAC" w:rsidRDefault="00D65FAC" w:rsidP="00D65FAC">
      <w:pPr>
        <w:tabs>
          <w:tab w:val="left" w:pos="397"/>
          <w:tab w:val="left" w:pos="851"/>
        </w:tabs>
        <w:jc w:val="center"/>
        <w:rPr>
          <w:rFonts w:ascii="TimesNewRomanPS-BoldMT" w:hAnsi="TimesNewRomanPS-BoldMT" w:cs="TimesNewRomanPS-BoldMT"/>
          <w:b/>
          <w:bCs/>
        </w:rPr>
      </w:pPr>
      <w:proofErr w:type="spellStart"/>
      <w:r>
        <w:rPr>
          <w:rFonts w:ascii="TimesNewRomanPS-BoldMT" w:hAnsi="TimesNewRomanPS-BoldMT" w:cs="TimesNewRomanPS-BoldMT"/>
          <w:b/>
          <w:bCs/>
        </w:rPr>
        <w:t>svěřenských</w:t>
      </w:r>
      <w:proofErr w:type="spellEnd"/>
      <w:r>
        <w:rPr>
          <w:rFonts w:ascii="TimesNewRomanPS-BoldMT" w:hAnsi="TimesNewRomanPS-BoldMT" w:cs="TimesNewRomanPS-BoldMT"/>
          <w:b/>
          <w:bCs/>
        </w:rPr>
        <w:t xml:space="preserve"> fondů</w:t>
      </w:r>
    </w:p>
    <w:p w:rsidR="00D65FAC" w:rsidRDefault="00D65FAC" w:rsidP="00D65FAC">
      <w:pPr>
        <w:tabs>
          <w:tab w:val="left" w:pos="397"/>
          <w:tab w:val="left" w:pos="851"/>
        </w:tabs>
        <w:jc w:val="center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§ 64</w:t>
      </w:r>
    </w:p>
    <w:p w:rsidR="00D65FAC" w:rsidRDefault="00CC697F" w:rsidP="00CC697F">
      <w:pPr>
        <w:tabs>
          <w:tab w:val="left" w:pos="397"/>
          <w:tab w:val="left" w:pos="851"/>
        </w:tabs>
        <w:jc w:val="both"/>
      </w:pPr>
      <w:r>
        <w:tab/>
      </w:r>
      <w:r w:rsidR="00D65FAC">
        <w:t xml:space="preserve">Zákon č. 304/2013 Sb., o veřejných rejstřících právnických a fyzických osob a o evidenci </w:t>
      </w:r>
      <w:proofErr w:type="spellStart"/>
      <w:r w:rsidR="00D65FAC">
        <w:t>svěřenských</w:t>
      </w:r>
      <w:proofErr w:type="spellEnd"/>
      <w:r w:rsidR="00D65FAC">
        <w:t xml:space="preserve"> fondů, ve znění zákona č. 87/2015 Sb., zákona č. 192/2016 Sb., zákona č. 298/2016 Sb., zákona č. 368/2016 Sb., zákona č. 460/2016 Sb., zákona č. 303/2017 Sb., zákona č. 287/2018 Sb. a zákona č. 33/2020 Sb., se mění takto:</w:t>
      </w:r>
    </w:p>
    <w:p w:rsidR="00D65FAC" w:rsidRDefault="00D65FAC" w:rsidP="00D65FAC">
      <w:pPr>
        <w:pStyle w:val="Hacafrak"/>
        <w:numPr>
          <w:ilvl w:val="0"/>
          <w:numId w:val="0"/>
        </w:numPr>
        <w:ind w:left="851" w:hanging="425"/>
      </w:pPr>
      <w:r>
        <w:t>1. V § 65e odst. 4 se věta druhá nahrazuje větou „</w:t>
      </w:r>
      <w:r w:rsidRPr="00C57D44">
        <w:t>Ministerstvo spravedlnosti umožní dálkový přístup na žádost po prokázání totožnosti fyzické osoby, která má k údajům přistupovat, s využitím elektronické identifikace podle zákona upravujícího elektronickou identifikaci, nebo v případě orgánu veřejné moci také prostřednictvím ohlášení agendy podle zákona upravujícího základní registry.</w:t>
      </w:r>
      <w:r>
        <w:t>“.</w:t>
      </w:r>
    </w:p>
    <w:p w:rsidR="00D65FAC" w:rsidRDefault="00D65FAC" w:rsidP="00D65FAC">
      <w:pPr>
        <w:pStyle w:val="Hacafrak"/>
        <w:numPr>
          <w:ilvl w:val="0"/>
          <w:numId w:val="0"/>
        </w:numPr>
        <w:ind w:left="851" w:hanging="425"/>
      </w:pPr>
      <w:r>
        <w:t>2. V § 65e odstavec 5 zní:</w:t>
      </w:r>
    </w:p>
    <w:p w:rsidR="00D65FAC" w:rsidRPr="00D21339" w:rsidRDefault="00D65FAC" w:rsidP="00D65FAC">
      <w:pPr>
        <w:ind w:left="709"/>
      </w:pPr>
      <w:r w:rsidRPr="00D21339">
        <w:t xml:space="preserve">„(5) Žádost o zřízení dálkového přístupu podle odstavce 4 lze Ministerstvu spravedlnosti zaslat pouze v elektronické podobě na formuláři, který Ministerstvo spravedlnosti uveřejní na svých internetových stránkách; žádost obsahuje </w:t>
      </w:r>
    </w:p>
    <w:p w:rsidR="00D65FAC" w:rsidRPr="00D21339" w:rsidRDefault="00D65FAC" w:rsidP="00D65FAC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</w:pPr>
      <w:r w:rsidRPr="00D21339">
        <w:t>označení žadatele,</w:t>
      </w:r>
    </w:p>
    <w:p w:rsidR="00D65FAC" w:rsidRPr="00D21339" w:rsidRDefault="00D65FAC" w:rsidP="00D65FAC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</w:pPr>
      <w:r w:rsidRPr="00D21339">
        <w:t xml:space="preserve">právní důvod pro zřízení dálkového přístupu, </w:t>
      </w:r>
    </w:p>
    <w:p w:rsidR="00D65FAC" w:rsidRPr="00D21339" w:rsidRDefault="00D65FAC" w:rsidP="00D65FAC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</w:pPr>
      <w:r w:rsidRPr="00D21339">
        <w:t xml:space="preserve">jméno, adresu místa pobytu a datum a místo narození fyzické osoby, která má k údajům přistupovat, </w:t>
      </w:r>
    </w:p>
    <w:p w:rsidR="00D65FAC" w:rsidRPr="00D21339" w:rsidRDefault="00D65FAC" w:rsidP="00D65FAC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</w:pPr>
      <w:r w:rsidRPr="00D21339">
        <w:t>popřípadě začátek nebo konec platnosti oprávnění fyzické osoby, která má k údajům přistupovat, ne delší než 2 roky ode dne jeho zřízení.“.</w:t>
      </w:r>
    </w:p>
    <w:p w:rsidR="00D65FAC" w:rsidRDefault="00D65FAC" w:rsidP="00D65FAC">
      <w:pPr>
        <w:pStyle w:val="Hacafrak"/>
        <w:numPr>
          <w:ilvl w:val="0"/>
          <w:numId w:val="0"/>
        </w:numPr>
        <w:ind w:left="426"/>
      </w:pPr>
      <w:r>
        <w:t>3. V § 65e se doplňují nové odstavce 6 a 7, které znějí:</w:t>
      </w:r>
    </w:p>
    <w:p w:rsidR="00D65FAC" w:rsidRPr="00D21339" w:rsidRDefault="00D65FAC" w:rsidP="00D65FAC">
      <w:pPr>
        <w:spacing w:before="240"/>
        <w:ind w:left="709"/>
      </w:pPr>
      <w:r>
        <w:t>„</w:t>
      </w:r>
      <w:r w:rsidRPr="00D21339">
        <w:t xml:space="preserve">(6) Žádá-li o zřízení dálkového přístupu zpravodajská služba, </w:t>
      </w:r>
      <w:r w:rsidRPr="002F47F0">
        <w:t xml:space="preserve">prokázání totožnosti fyzické osoby, která má k údajům </w:t>
      </w:r>
      <w:r w:rsidRPr="002C0C3F">
        <w:t>přistupovat</w:t>
      </w:r>
      <w:r w:rsidRPr="002F47F0">
        <w:t xml:space="preserve">, se neprovádí a </w:t>
      </w:r>
      <w:r w:rsidRPr="00D21339">
        <w:t>údaje podle odstavce 5 písm. c) se do žádosti neuvádí.</w:t>
      </w:r>
    </w:p>
    <w:p w:rsidR="00D65FAC" w:rsidRDefault="00D65FAC" w:rsidP="00D65FAC">
      <w:pPr>
        <w:spacing w:before="240"/>
        <w:ind w:left="709"/>
      </w:pPr>
      <w:r w:rsidRPr="00D21339">
        <w:lastRenderedPageBreak/>
        <w:t>(</w:t>
      </w:r>
      <w:r>
        <w:t>7</w:t>
      </w:r>
      <w:r w:rsidRPr="00D21339">
        <w:t>) Podrobnosti náležitostí, formu a datovou strukturu formuláře žádosti o zřízení dálkového přístupu, stanoví Ministerstvo spravedlnosti vyhláškou.</w:t>
      </w:r>
      <w:r>
        <w:t>“.</w:t>
      </w:r>
    </w:p>
    <w:p w:rsidR="00D65FAC" w:rsidRPr="000E5DCD" w:rsidRDefault="00D65FAC" w:rsidP="00D65FAC">
      <w:pPr>
        <w:pStyle w:val="Hacafrak"/>
        <w:numPr>
          <w:ilvl w:val="0"/>
          <w:numId w:val="0"/>
        </w:numPr>
        <w:ind w:left="426"/>
      </w:pPr>
      <w:r w:rsidRPr="000E5DCD">
        <w:t>4. V § 65e se doplňují nové odstavce 8 až 10, které znějí:</w:t>
      </w:r>
    </w:p>
    <w:p w:rsidR="00D65FAC" w:rsidRPr="000E5DCD" w:rsidRDefault="00D65FAC" w:rsidP="00D65FAC">
      <w:pPr>
        <w:ind w:left="709"/>
      </w:pPr>
      <w:r w:rsidRPr="000E5DCD">
        <w:t>„(8) Ministerstvo spravedlnosti je oprávněno při výkonu své činnosti podle odstavce 4 využít</w:t>
      </w:r>
    </w:p>
    <w:p w:rsidR="00D65FAC" w:rsidRPr="000E5DCD" w:rsidRDefault="00D65FAC" w:rsidP="00D65FAC">
      <w:pPr>
        <w:pStyle w:val="Odstavecseseznamem"/>
        <w:numPr>
          <w:ilvl w:val="0"/>
          <w:numId w:val="9"/>
        </w:numPr>
        <w:spacing w:after="0"/>
        <w:ind w:left="1134"/>
        <w:rPr>
          <w:rFonts w:ascii="Times New Roman" w:hAnsi="Times New Roman"/>
          <w:szCs w:val="24"/>
        </w:rPr>
      </w:pPr>
      <w:r w:rsidRPr="000E5DCD">
        <w:rPr>
          <w:rFonts w:ascii="Times New Roman" w:hAnsi="Times New Roman"/>
          <w:szCs w:val="24"/>
        </w:rPr>
        <w:t>ze základního registru obyvatel tyto údaje</w:t>
      </w:r>
    </w:p>
    <w:p w:rsidR="00D65FAC" w:rsidRPr="000E5DCD" w:rsidRDefault="00D65FAC" w:rsidP="00D65FAC">
      <w:pPr>
        <w:pStyle w:val="Odstavecseseznamem"/>
        <w:numPr>
          <w:ilvl w:val="1"/>
          <w:numId w:val="5"/>
        </w:numPr>
        <w:spacing w:after="0"/>
        <w:ind w:left="1418" w:hanging="284"/>
        <w:rPr>
          <w:rFonts w:ascii="Times New Roman" w:hAnsi="Times New Roman"/>
          <w:szCs w:val="24"/>
        </w:rPr>
      </w:pPr>
      <w:r w:rsidRPr="000E5DCD">
        <w:rPr>
          <w:rFonts w:ascii="Times New Roman" w:hAnsi="Times New Roman"/>
          <w:szCs w:val="24"/>
        </w:rPr>
        <w:t xml:space="preserve">jméno, popřípadě jména, příjmení, </w:t>
      </w:r>
    </w:p>
    <w:p w:rsidR="00D65FAC" w:rsidRPr="000E5DCD" w:rsidRDefault="00D65FAC" w:rsidP="00D65FAC">
      <w:pPr>
        <w:pStyle w:val="Odstavecseseznamem"/>
        <w:numPr>
          <w:ilvl w:val="1"/>
          <w:numId w:val="5"/>
        </w:numPr>
        <w:spacing w:after="0"/>
        <w:ind w:left="1418" w:hanging="284"/>
        <w:rPr>
          <w:rFonts w:ascii="Times New Roman" w:hAnsi="Times New Roman"/>
          <w:szCs w:val="24"/>
        </w:rPr>
      </w:pPr>
      <w:r w:rsidRPr="000E5DCD">
        <w:rPr>
          <w:rFonts w:ascii="Times New Roman" w:hAnsi="Times New Roman"/>
          <w:szCs w:val="24"/>
        </w:rPr>
        <w:t xml:space="preserve">datum a místo narození, </w:t>
      </w:r>
    </w:p>
    <w:p w:rsidR="00D65FAC" w:rsidRPr="000E5DCD" w:rsidRDefault="00D65FAC" w:rsidP="00D65FAC">
      <w:pPr>
        <w:pStyle w:val="Odstavecseseznamem"/>
        <w:numPr>
          <w:ilvl w:val="1"/>
          <w:numId w:val="5"/>
        </w:numPr>
        <w:spacing w:after="0"/>
        <w:ind w:left="1418" w:hanging="284"/>
        <w:rPr>
          <w:rFonts w:ascii="Times New Roman" w:hAnsi="Times New Roman"/>
          <w:szCs w:val="24"/>
        </w:rPr>
      </w:pPr>
      <w:r w:rsidRPr="000E5DCD">
        <w:rPr>
          <w:rFonts w:ascii="Times New Roman" w:hAnsi="Times New Roman"/>
          <w:szCs w:val="24"/>
        </w:rPr>
        <w:t>adresa místa pobytu,</w:t>
      </w:r>
    </w:p>
    <w:p w:rsidR="00D65FAC" w:rsidRPr="000E5DCD" w:rsidRDefault="00D65FAC" w:rsidP="00D65FAC">
      <w:pPr>
        <w:pStyle w:val="Odstavecseseznamem"/>
        <w:numPr>
          <w:ilvl w:val="0"/>
          <w:numId w:val="9"/>
        </w:numPr>
        <w:spacing w:after="0"/>
        <w:ind w:left="1134"/>
        <w:rPr>
          <w:rFonts w:ascii="Times New Roman" w:hAnsi="Times New Roman"/>
          <w:szCs w:val="24"/>
        </w:rPr>
      </w:pPr>
      <w:r w:rsidRPr="000E5DCD">
        <w:rPr>
          <w:rFonts w:ascii="Times New Roman" w:hAnsi="Times New Roman"/>
          <w:szCs w:val="24"/>
        </w:rPr>
        <w:t xml:space="preserve">z </w:t>
      </w:r>
      <w:r w:rsidRPr="000E5DCD">
        <w:rPr>
          <w:rFonts w:ascii="Times New Roman" w:hAnsi="Times New Roman"/>
        </w:rPr>
        <w:t>informačního systému evidence obyvatel tyto údaje</w:t>
      </w:r>
    </w:p>
    <w:p w:rsidR="00D65FAC" w:rsidRPr="000E5DCD" w:rsidRDefault="00D65FAC" w:rsidP="00D65FAC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0E5DCD">
        <w:rPr>
          <w:rFonts w:ascii="Times New Roman" w:hAnsi="Times New Roman"/>
          <w:szCs w:val="24"/>
        </w:rPr>
        <w:t xml:space="preserve">jméno, popřípadě jména, příjmení, </w:t>
      </w:r>
    </w:p>
    <w:p w:rsidR="00D65FAC" w:rsidRPr="000E5DCD" w:rsidRDefault="00D65FAC" w:rsidP="00D65FAC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0E5DCD">
        <w:rPr>
          <w:rFonts w:ascii="Times New Roman" w:hAnsi="Times New Roman"/>
          <w:szCs w:val="24"/>
        </w:rPr>
        <w:t xml:space="preserve">datum a místo narození, </w:t>
      </w:r>
    </w:p>
    <w:p w:rsidR="00D65FAC" w:rsidRPr="000E5DCD" w:rsidRDefault="00D65FAC" w:rsidP="00D65FAC">
      <w:pPr>
        <w:pStyle w:val="Odstavecseseznamem"/>
        <w:numPr>
          <w:ilvl w:val="0"/>
          <w:numId w:val="10"/>
        </w:numPr>
        <w:spacing w:after="0"/>
        <w:ind w:left="1134" w:firstLine="0"/>
        <w:rPr>
          <w:rFonts w:ascii="Times New Roman" w:hAnsi="Times New Roman"/>
        </w:rPr>
      </w:pPr>
      <w:r w:rsidRPr="000E5DCD">
        <w:rPr>
          <w:rFonts w:ascii="Times New Roman" w:hAnsi="Times New Roman"/>
          <w:szCs w:val="24"/>
        </w:rPr>
        <w:t>adresa místa trvalého pobytu,</w:t>
      </w:r>
    </w:p>
    <w:p w:rsidR="00D65FAC" w:rsidRPr="000E5DCD" w:rsidRDefault="00D65FAC" w:rsidP="00D65FAC">
      <w:pPr>
        <w:pStyle w:val="Odstavecseseznamem"/>
        <w:numPr>
          <w:ilvl w:val="0"/>
          <w:numId w:val="9"/>
        </w:numPr>
        <w:spacing w:after="0"/>
        <w:ind w:left="1134"/>
        <w:rPr>
          <w:rFonts w:ascii="Times New Roman" w:hAnsi="Times New Roman"/>
        </w:rPr>
      </w:pPr>
      <w:r w:rsidRPr="000E5DCD">
        <w:rPr>
          <w:rFonts w:ascii="Times New Roman" w:hAnsi="Times New Roman"/>
          <w:szCs w:val="24"/>
        </w:rPr>
        <w:t xml:space="preserve">z </w:t>
      </w:r>
      <w:r w:rsidRPr="000E5DCD">
        <w:rPr>
          <w:rFonts w:ascii="Times New Roman" w:hAnsi="Times New Roman"/>
        </w:rPr>
        <w:t>informačního systému cizinců tyto údaje</w:t>
      </w:r>
    </w:p>
    <w:p w:rsidR="00D65FAC" w:rsidRPr="000E5DCD" w:rsidRDefault="00D65FAC" w:rsidP="00D65FAC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0E5DCD">
        <w:rPr>
          <w:rFonts w:ascii="Times New Roman" w:hAnsi="Times New Roman"/>
          <w:szCs w:val="24"/>
        </w:rPr>
        <w:t xml:space="preserve">jméno, popřípadě jména, příjmení, </w:t>
      </w:r>
    </w:p>
    <w:p w:rsidR="00D65FAC" w:rsidRPr="000E5DCD" w:rsidRDefault="00D65FAC" w:rsidP="00D65FAC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0E5DCD">
        <w:rPr>
          <w:rFonts w:ascii="Times New Roman" w:hAnsi="Times New Roman"/>
          <w:szCs w:val="24"/>
        </w:rPr>
        <w:t xml:space="preserve">datum a místo narození, </w:t>
      </w:r>
    </w:p>
    <w:p w:rsidR="00D65FAC" w:rsidRPr="000E5DCD" w:rsidRDefault="00D65FAC" w:rsidP="00D65FAC">
      <w:pPr>
        <w:pStyle w:val="Odstavecseseznamem"/>
        <w:numPr>
          <w:ilvl w:val="0"/>
          <w:numId w:val="11"/>
        </w:numPr>
        <w:spacing w:after="0"/>
        <w:ind w:left="1418" w:hanging="284"/>
        <w:rPr>
          <w:rFonts w:ascii="Times New Roman" w:hAnsi="Times New Roman"/>
        </w:rPr>
      </w:pPr>
      <w:r w:rsidRPr="000E5DCD">
        <w:rPr>
          <w:rFonts w:ascii="Times New Roman" w:hAnsi="Times New Roman"/>
          <w:szCs w:val="24"/>
        </w:rPr>
        <w:t>adresa místa pobytu.</w:t>
      </w:r>
    </w:p>
    <w:p w:rsidR="00D65FAC" w:rsidRPr="000E5DCD" w:rsidRDefault="00D65FAC" w:rsidP="00D65FAC">
      <w:pPr>
        <w:spacing w:before="240"/>
        <w:ind w:left="709"/>
      </w:pPr>
      <w:r w:rsidRPr="000E5DCD">
        <w:t xml:space="preserve">(9) Údaje, které jsou vedeny jako referenční údaje v základním registru obyvatel, se využijí z informačního systému evidence obyvatel nebo informačního systému cizinců pouze, pokud jsou ve tvaru předcházejícím současný stav. </w:t>
      </w:r>
    </w:p>
    <w:p w:rsidR="00D65FAC" w:rsidRPr="000E5DCD" w:rsidRDefault="00D65FAC" w:rsidP="00D65FAC">
      <w:pPr>
        <w:spacing w:before="240"/>
        <w:ind w:left="709"/>
      </w:pPr>
      <w:r w:rsidRPr="000E5DCD">
        <w:t>(10) Z údajů uvedených v odstavci 8 lze v konkrétním případě využít vždy jen takové údaje, které jsou v dané věci nezbytné.“.“.</w:t>
      </w:r>
    </w:p>
    <w:p w:rsidR="00D65FAC" w:rsidRPr="000E5DCD" w:rsidRDefault="00D65FAC" w:rsidP="00D65FAC">
      <w:pPr>
        <w:ind w:left="426"/>
      </w:pPr>
    </w:p>
    <w:p w:rsidR="00D65FAC" w:rsidRPr="000E5DCD" w:rsidRDefault="00D65FAC" w:rsidP="00D65FAC">
      <w:r w:rsidRPr="000E5DCD">
        <w:t>Dosavadní § 64 se označuje jako § 65.</w:t>
      </w:r>
    </w:p>
    <w:p w:rsidR="00D65FAC" w:rsidRPr="000E5DCD" w:rsidRDefault="00D65FAC" w:rsidP="00D65FAC">
      <w:pPr>
        <w:pStyle w:val="Hacafrak"/>
      </w:pPr>
      <w:r w:rsidRPr="000E5DCD">
        <w:t>Nadpis pod § 65 (dosavadním § 64) se zrušuje a nad § 65 se vkládají slova</w:t>
      </w:r>
    </w:p>
    <w:p w:rsidR="00D65FAC" w:rsidRPr="000E5DCD" w:rsidRDefault="00D65FAC" w:rsidP="00D65FAC">
      <w:pPr>
        <w:pStyle w:val="Hacafrak"/>
        <w:numPr>
          <w:ilvl w:val="0"/>
          <w:numId w:val="0"/>
        </w:numPr>
        <w:ind w:left="397"/>
        <w:jc w:val="center"/>
      </w:pPr>
      <w:r w:rsidRPr="000E5DCD">
        <w:t>„ČÁST SEDMÁ</w:t>
      </w:r>
    </w:p>
    <w:p w:rsidR="00D65FAC" w:rsidRPr="000E5DCD" w:rsidRDefault="00D65FAC" w:rsidP="00D65FAC">
      <w:pPr>
        <w:pStyle w:val="Hacafrak"/>
        <w:numPr>
          <w:ilvl w:val="0"/>
          <w:numId w:val="0"/>
        </w:numPr>
        <w:spacing w:before="0"/>
        <w:ind w:left="397"/>
        <w:jc w:val="center"/>
      </w:pPr>
      <w:r w:rsidRPr="000E5DCD">
        <w:rPr>
          <w:b/>
        </w:rPr>
        <w:t>ÚČINNOST</w:t>
      </w:r>
      <w:r w:rsidRPr="000E5DCD">
        <w:t>“.</w:t>
      </w:r>
    </w:p>
    <w:p w:rsidR="00D65FAC" w:rsidRPr="000E5DCD" w:rsidRDefault="00D65FAC" w:rsidP="00D65FAC">
      <w:pPr>
        <w:pStyle w:val="Hacafrak"/>
      </w:pPr>
      <w:r w:rsidRPr="000E5DCD">
        <w:t xml:space="preserve"> § 65 (dosavadní § 64) nově zní:</w:t>
      </w:r>
    </w:p>
    <w:p w:rsidR="00D65FAC" w:rsidRPr="000E5DCD" w:rsidRDefault="00D65FAC" w:rsidP="00CC697F">
      <w:pPr>
        <w:pStyle w:val="Hacafrak"/>
        <w:numPr>
          <w:ilvl w:val="0"/>
          <w:numId w:val="0"/>
        </w:numPr>
        <w:ind w:left="397"/>
        <w:jc w:val="center"/>
      </w:pPr>
      <w:r w:rsidRPr="000E5DCD">
        <w:t>„§ 65</w:t>
      </w:r>
    </w:p>
    <w:p w:rsidR="00D65FAC" w:rsidRPr="000E5DCD" w:rsidRDefault="00D65FAC" w:rsidP="00D65FAC">
      <w:pPr>
        <w:pStyle w:val="Hacafrak"/>
        <w:numPr>
          <w:ilvl w:val="0"/>
          <w:numId w:val="0"/>
        </w:numPr>
        <w:ind w:left="397"/>
      </w:pPr>
      <w:r w:rsidRPr="000E5DCD">
        <w:t>(1) Tento zákon nabývá účinnosti dnem 1. července 2021.</w:t>
      </w:r>
    </w:p>
    <w:p w:rsidR="00D65FAC" w:rsidRPr="000E5DCD" w:rsidRDefault="00D65FAC" w:rsidP="00D65FAC">
      <w:pPr>
        <w:pStyle w:val="Hacafrak"/>
        <w:numPr>
          <w:ilvl w:val="0"/>
          <w:numId w:val="0"/>
        </w:numPr>
        <w:ind w:left="397"/>
      </w:pPr>
      <w:r w:rsidRPr="000E5DCD">
        <w:t>(2) Ustanovení  § 17 odst. 5 až 7, Části třetí  pozbývají účinnosti dnem 1. února 2022.</w:t>
      </w:r>
    </w:p>
    <w:p w:rsidR="00D65FAC" w:rsidRPr="000E5DCD" w:rsidRDefault="00D65FAC" w:rsidP="00D65FAC">
      <w:pPr>
        <w:pStyle w:val="Hacafrak"/>
        <w:numPr>
          <w:ilvl w:val="0"/>
          <w:numId w:val="0"/>
        </w:numPr>
        <w:ind w:left="397"/>
      </w:pPr>
      <w:r w:rsidRPr="000E5DCD">
        <w:t xml:space="preserve">(3) Ustanovení </w:t>
      </w:r>
    </w:p>
    <w:p w:rsidR="00D65FAC" w:rsidRPr="000E5DCD" w:rsidRDefault="00D65FAC" w:rsidP="00CC697F">
      <w:pPr>
        <w:pStyle w:val="Hacafrak"/>
        <w:numPr>
          <w:ilvl w:val="0"/>
          <w:numId w:val="0"/>
        </w:numPr>
        <w:spacing w:before="0" w:line="240" w:lineRule="auto"/>
        <w:ind w:left="397"/>
      </w:pPr>
      <w:r w:rsidRPr="000E5DCD">
        <w:t>a) Části šesté, § 64 bodu 4, pokud jde o § 65e odst. 8 až 10 pozbývají účinnosti dnem 1. února 2022,</w:t>
      </w:r>
    </w:p>
    <w:p w:rsidR="00D65FAC" w:rsidRPr="000E5DCD" w:rsidRDefault="00D65FAC" w:rsidP="00CC697F">
      <w:pPr>
        <w:pStyle w:val="Hacafrak"/>
        <w:numPr>
          <w:ilvl w:val="0"/>
          <w:numId w:val="0"/>
        </w:numPr>
        <w:spacing w:before="0" w:line="240" w:lineRule="auto"/>
        <w:ind w:left="284"/>
      </w:pPr>
      <w:r w:rsidRPr="000E5DCD">
        <w:t xml:space="preserve">  b) § 65e odst. 8 až 10 zákona č. 304/2013 Sb. pozbývají účinnosti dnem 1. února 2022.“,</w:t>
      </w:r>
    </w:p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362438">
        <w:rPr>
          <w:b/>
        </w:rPr>
        <w:t>20. října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D55473">
        <w:t xml:space="preserve"> Petr Dolínek</w:t>
      </w:r>
    </w:p>
    <w:p w:rsidR="000C6893" w:rsidRPr="00D55473" w:rsidRDefault="00D55473">
      <w:pPr>
        <w:rPr>
          <w:i/>
        </w:rPr>
      </w:pPr>
      <w:r w:rsidRPr="00D55473">
        <w:rPr>
          <w:i/>
        </w:rPr>
        <w:t>SD 6528</w:t>
      </w:r>
    </w:p>
    <w:p w:rsidR="00D55473" w:rsidRPr="00B40326" w:rsidRDefault="00D55473" w:rsidP="00D55473">
      <w:pPr>
        <w:spacing w:before="120" w:after="120"/>
        <w:jc w:val="both"/>
        <w:rPr>
          <w:rFonts w:cstheme="minorHAnsi"/>
          <w:b/>
          <w:bCs/>
        </w:rPr>
      </w:pPr>
      <w:r w:rsidRPr="00B40326">
        <w:rPr>
          <w:rFonts w:cstheme="minorHAnsi"/>
          <w:b/>
          <w:bCs/>
        </w:rPr>
        <w:t>§ 2 písm. i) zní:</w:t>
      </w:r>
    </w:p>
    <w:p w:rsidR="00D55473" w:rsidRPr="00D55473" w:rsidRDefault="00D55473" w:rsidP="00D55473">
      <w:pPr>
        <w:spacing w:before="60" w:after="60"/>
        <w:jc w:val="both"/>
        <w:rPr>
          <w:rFonts w:cstheme="minorHAnsi"/>
          <w:iCs/>
        </w:rPr>
      </w:pPr>
      <w:r w:rsidRPr="00D55473">
        <w:rPr>
          <w:rFonts w:cstheme="minorHAnsi"/>
          <w:iCs/>
        </w:rPr>
        <w:t>„i) osobou ve vrcholném vedení fyzická osoba, která zajišťuje každodenní nebo pravidelné řízení výkonu činností právnické osoby jako je obchodní vedení a při tom je</w:t>
      </w:r>
    </w:p>
    <w:p w:rsidR="00D55473" w:rsidRPr="00D55473" w:rsidRDefault="00D55473" w:rsidP="00D55473">
      <w:pPr>
        <w:widowControl/>
        <w:numPr>
          <w:ilvl w:val="1"/>
          <w:numId w:val="12"/>
        </w:numPr>
        <w:suppressAutoHyphens w:val="0"/>
        <w:spacing w:before="60" w:after="60"/>
        <w:jc w:val="both"/>
        <w:rPr>
          <w:rFonts w:cstheme="minorHAnsi"/>
          <w:iCs/>
        </w:rPr>
      </w:pPr>
      <w:r w:rsidRPr="00D55473">
        <w:rPr>
          <w:rFonts w:cstheme="minorHAnsi"/>
          <w:iCs/>
        </w:rPr>
        <w:t>členem statutárního orgánu právnické osoby nebo osobou v obdobném postavení nebo zastupuje právnickou osobu v tomto orgánu, nebo</w:t>
      </w:r>
    </w:p>
    <w:p w:rsidR="00D55473" w:rsidRPr="00D55473" w:rsidRDefault="00D55473" w:rsidP="00D55473">
      <w:pPr>
        <w:widowControl/>
        <w:numPr>
          <w:ilvl w:val="1"/>
          <w:numId w:val="12"/>
        </w:numPr>
        <w:suppressAutoHyphens w:val="0"/>
        <w:spacing w:before="60" w:after="60"/>
        <w:jc w:val="both"/>
        <w:rPr>
          <w:rFonts w:cstheme="minorHAnsi"/>
          <w:iCs/>
        </w:rPr>
      </w:pPr>
      <w:r w:rsidRPr="00D55473">
        <w:rPr>
          <w:rFonts w:cstheme="minorHAnsi"/>
          <w:iCs/>
        </w:rPr>
        <w:t>přímo podřízena statutárnímu orgánu právnické osoby nebo jeho členovi,“</w:t>
      </w:r>
    </w:p>
    <w:p w:rsidR="000C6893" w:rsidRDefault="000C6893"/>
    <w:p w:rsidR="00D55473" w:rsidRPr="00D55473" w:rsidRDefault="00D55473"/>
    <w:p w:rsidR="000C6893" w:rsidRDefault="00D55473" w:rsidP="00D55473">
      <w:pPr>
        <w:pStyle w:val="PNposlanec"/>
      </w:pPr>
      <w:r>
        <w:t>Poslanec Petr Gazdík</w:t>
      </w:r>
    </w:p>
    <w:p w:rsidR="000C6893" w:rsidRPr="00D55473" w:rsidRDefault="00D55473">
      <w:pPr>
        <w:rPr>
          <w:i/>
        </w:rPr>
      </w:pPr>
      <w:r w:rsidRPr="00D55473">
        <w:rPr>
          <w:i/>
        </w:rPr>
        <w:t>SD 5693</w:t>
      </w:r>
      <w:r>
        <w:rPr>
          <w:i/>
        </w:rPr>
        <w:t xml:space="preserve"> (</w:t>
      </w:r>
      <w:proofErr w:type="spellStart"/>
      <w:r>
        <w:rPr>
          <w:i/>
        </w:rPr>
        <w:t>posl</w:t>
      </w:r>
      <w:proofErr w:type="spellEnd"/>
      <w:r>
        <w:rPr>
          <w:i/>
        </w:rPr>
        <w:t>. Rakušan)</w:t>
      </w:r>
    </w:p>
    <w:p w:rsidR="00D55473" w:rsidRPr="003C579F" w:rsidRDefault="001333ED" w:rsidP="003C579F">
      <w:r w:rsidRPr="001333ED">
        <w:rPr>
          <w:b/>
        </w:rPr>
        <w:t xml:space="preserve">C1. </w:t>
      </w:r>
      <w:r w:rsidR="00D55473" w:rsidRPr="003C579F">
        <w:t>V § 5 odstavec 4 zní:</w:t>
      </w:r>
    </w:p>
    <w:p w:rsidR="003C579F" w:rsidRDefault="003C579F" w:rsidP="003C579F"/>
    <w:p w:rsidR="00D55473" w:rsidRPr="003C579F" w:rsidRDefault="00D55473" w:rsidP="003C579F">
      <w:r w:rsidRPr="003C579F">
        <w:t>„(4) Při určení skutečného majitele korporace, jejíž podíl je spravován v právním uspořádání, se použije domněnka podle § 6 odst. 3.“.</w:t>
      </w:r>
    </w:p>
    <w:p w:rsidR="00D55473" w:rsidRPr="00D55473" w:rsidRDefault="00D55473">
      <w:pPr>
        <w:rPr>
          <w:i/>
        </w:rPr>
      </w:pPr>
    </w:p>
    <w:p w:rsidR="00D55473" w:rsidRPr="00D55473" w:rsidRDefault="00D55473">
      <w:pPr>
        <w:rPr>
          <w:i/>
        </w:rPr>
      </w:pPr>
      <w:r w:rsidRPr="00D55473">
        <w:rPr>
          <w:i/>
        </w:rPr>
        <w:t>SD 5694</w:t>
      </w:r>
      <w:r w:rsidR="003C579F">
        <w:rPr>
          <w:i/>
        </w:rPr>
        <w:t xml:space="preserve"> (</w:t>
      </w:r>
      <w:proofErr w:type="spellStart"/>
      <w:r w:rsidR="003C579F">
        <w:rPr>
          <w:i/>
        </w:rPr>
        <w:t>posl</w:t>
      </w:r>
      <w:proofErr w:type="spellEnd"/>
      <w:r w:rsidR="003C579F">
        <w:rPr>
          <w:i/>
        </w:rPr>
        <w:t>. Rakušan)</w:t>
      </w:r>
    </w:p>
    <w:p w:rsidR="003C579F" w:rsidRPr="003C579F" w:rsidRDefault="001333ED" w:rsidP="003C579F">
      <w:r w:rsidRPr="001333ED">
        <w:rPr>
          <w:b/>
        </w:rPr>
        <w:t xml:space="preserve">C2. </w:t>
      </w:r>
      <w:r w:rsidR="003C579F" w:rsidRPr="003C579F">
        <w:t>V § 14 odst. 1 písm. a) bod 2 zní:</w:t>
      </w:r>
    </w:p>
    <w:p w:rsidR="003C579F" w:rsidRPr="003C579F" w:rsidRDefault="003C579F" w:rsidP="003C579F">
      <w:r w:rsidRPr="003C579F">
        <w:t>„2. údajů podle § 13 písm. b), e), f) a g) a“.</w:t>
      </w:r>
    </w:p>
    <w:p w:rsidR="000C6893" w:rsidRDefault="000C6893"/>
    <w:p w:rsidR="000C6893" w:rsidRDefault="000C6893"/>
    <w:p w:rsidR="000C6893" w:rsidRDefault="003C579F" w:rsidP="003C579F">
      <w:pPr>
        <w:pStyle w:val="PNposlanec"/>
      </w:pPr>
      <w:r>
        <w:t>Poslankyně Taťána Malá</w:t>
      </w:r>
    </w:p>
    <w:p w:rsidR="000C6893" w:rsidRPr="003C579F" w:rsidRDefault="001333ED">
      <w:pPr>
        <w:rPr>
          <w:i/>
        </w:rPr>
      </w:pPr>
      <w:r w:rsidRPr="001333ED">
        <w:rPr>
          <w:b/>
        </w:rPr>
        <w:t>D1</w:t>
      </w:r>
      <w:r>
        <w:rPr>
          <w:b/>
        </w:rPr>
        <w:t xml:space="preserve">. </w:t>
      </w:r>
      <w:r w:rsidR="003C579F" w:rsidRPr="003C579F">
        <w:rPr>
          <w:i/>
        </w:rPr>
        <w:t>SD 6270 (</w:t>
      </w:r>
      <w:proofErr w:type="spellStart"/>
      <w:r w:rsidR="003C579F" w:rsidRPr="003C579F">
        <w:rPr>
          <w:i/>
        </w:rPr>
        <w:t>posl</w:t>
      </w:r>
      <w:proofErr w:type="spellEnd"/>
      <w:r w:rsidR="003C579F" w:rsidRPr="003C579F">
        <w:rPr>
          <w:i/>
        </w:rPr>
        <w:t>. Kohoutek)</w:t>
      </w:r>
    </w:p>
    <w:p w:rsidR="003C579F" w:rsidRPr="003C579F" w:rsidRDefault="001333ED" w:rsidP="003C579F">
      <w:pPr>
        <w:pStyle w:val="Hacafrak"/>
        <w:numPr>
          <w:ilvl w:val="0"/>
          <w:numId w:val="0"/>
        </w:numPr>
      </w:pPr>
      <w:r w:rsidRPr="001333ED">
        <w:rPr>
          <w:b/>
        </w:rPr>
        <w:t>1</w:t>
      </w:r>
      <w:r w:rsidR="003C579F" w:rsidRPr="001333ED">
        <w:rPr>
          <w:b/>
        </w:rPr>
        <w:t xml:space="preserve">. </w:t>
      </w:r>
      <w:r w:rsidR="003C579F" w:rsidRPr="003C579F">
        <w:t>Za § 63 se vkládá část šestá, která zní:</w:t>
      </w:r>
    </w:p>
    <w:p w:rsidR="003C579F" w:rsidRPr="003C579F" w:rsidRDefault="003C579F" w:rsidP="003C579F">
      <w:pPr>
        <w:autoSpaceDE w:val="0"/>
        <w:autoSpaceDN w:val="0"/>
        <w:adjustRightInd w:val="0"/>
        <w:jc w:val="center"/>
        <w:rPr>
          <w:rFonts w:cs="Times New Roman"/>
        </w:rPr>
      </w:pPr>
      <w:r w:rsidRPr="003C579F">
        <w:rPr>
          <w:rFonts w:cs="Times New Roman"/>
        </w:rPr>
        <w:t>„ČÁST ŠESTÁ</w:t>
      </w:r>
    </w:p>
    <w:p w:rsidR="003C579F" w:rsidRPr="003C579F" w:rsidRDefault="003C579F" w:rsidP="003C579F">
      <w:pPr>
        <w:autoSpaceDE w:val="0"/>
        <w:autoSpaceDN w:val="0"/>
        <w:adjustRightInd w:val="0"/>
        <w:rPr>
          <w:rFonts w:cs="Times New Roman"/>
          <w:b/>
          <w:bCs/>
        </w:rPr>
      </w:pPr>
      <w:r w:rsidRPr="003C579F">
        <w:rPr>
          <w:rFonts w:cs="Times New Roman"/>
          <w:b/>
        </w:rPr>
        <w:t xml:space="preserve">Změna zákona o </w:t>
      </w:r>
      <w:r w:rsidRPr="003C579F">
        <w:rPr>
          <w:rFonts w:cs="Times New Roman"/>
          <w:b/>
          <w:bCs/>
        </w:rPr>
        <w:t>veřejných rejstřících právnických a fyzických osob a o evidenci</w:t>
      </w:r>
    </w:p>
    <w:p w:rsidR="003C579F" w:rsidRPr="003C579F" w:rsidRDefault="003C579F" w:rsidP="003C579F">
      <w:pPr>
        <w:tabs>
          <w:tab w:val="left" w:pos="397"/>
          <w:tab w:val="left" w:pos="851"/>
        </w:tabs>
        <w:jc w:val="center"/>
        <w:rPr>
          <w:rFonts w:cs="Times New Roman"/>
          <w:b/>
          <w:bCs/>
        </w:rPr>
      </w:pPr>
      <w:proofErr w:type="spellStart"/>
      <w:r w:rsidRPr="003C579F">
        <w:rPr>
          <w:rFonts w:cs="Times New Roman"/>
          <w:b/>
          <w:bCs/>
        </w:rPr>
        <w:t>svěřenských</w:t>
      </w:r>
      <w:proofErr w:type="spellEnd"/>
      <w:r w:rsidRPr="003C579F">
        <w:rPr>
          <w:rFonts w:cs="Times New Roman"/>
          <w:b/>
          <w:bCs/>
        </w:rPr>
        <w:t xml:space="preserve"> fondů</w:t>
      </w:r>
    </w:p>
    <w:p w:rsidR="003C579F" w:rsidRPr="003C579F" w:rsidRDefault="003C579F" w:rsidP="003C579F">
      <w:pPr>
        <w:tabs>
          <w:tab w:val="left" w:pos="397"/>
          <w:tab w:val="left" w:pos="851"/>
        </w:tabs>
        <w:jc w:val="center"/>
        <w:rPr>
          <w:rFonts w:cs="Times New Roman"/>
          <w:bCs/>
        </w:rPr>
      </w:pPr>
      <w:r w:rsidRPr="003C579F">
        <w:rPr>
          <w:rFonts w:cs="Times New Roman"/>
          <w:bCs/>
        </w:rPr>
        <w:t>§ 64</w:t>
      </w:r>
    </w:p>
    <w:p w:rsidR="003C579F" w:rsidRPr="003C579F" w:rsidRDefault="003C579F" w:rsidP="003C579F">
      <w:pPr>
        <w:tabs>
          <w:tab w:val="left" w:pos="397"/>
          <w:tab w:val="left" w:pos="851"/>
        </w:tabs>
        <w:rPr>
          <w:rFonts w:cs="Times New Roman"/>
        </w:rPr>
      </w:pPr>
      <w:r w:rsidRPr="003C579F">
        <w:rPr>
          <w:rFonts w:cs="Times New Roman"/>
        </w:rPr>
        <w:t xml:space="preserve">Zákon č. 304/2013 Sb., o veřejných rejstřících právnických a fyzických osob a o evidenci </w:t>
      </w:r>
      <w:proofErr w:type="spellStart"/>
      <w:r w:rsidRPr="003C579F">
        <w:rPr>
          <w:rFonts w:cs="Times New Roman"/>
        </w:rPr>
        <w:t>svěřenských</w:t>
      </w:r>
      <w:proofErr w:type="spellEnd"/>
      <w:r w:rsidRPr="003C579F">
        <w:rPr>
          <w:rFonts w:cs="Times New Roman"/>
        </w:rPr>
        <w:t xml:space="preserve"> fondů, ve znění zákona č. 87/2015 Sb., zákona č. 192/2016 Sb., zákona č. 298/2016 Sb., zákona č. 368/2016 Sb., zákona č. 460/2016 Sb., zákona č. 303/2017 Sb., zákona č. 287/2018 Sb. a zákona č. 33/2020 Sb., se mění takto:</w:t>
      </w:r>
    </w:p>
    <w:p w:rsidR="003C579F" w:rsidRPr="003C579F" w:rsidRDefault="003C579F" w:rsidP="003C579F">
      <w:pPr>
        <w:pStyle w:val="Hacafrak"/>
        <w:numPr>
          <w:ilvl w:val="0"/>
          <w:numId w:val="0"/>
        </w:numPr>
        <w:ind w:left="851" w:hanging="425"/>
      </w:pPr>
      <w:r w:rsidRPr="003C579F">
        <w:t>1. V § 65e odst. 4 se věta druhá nahrazuje větou „Ministerstvo spravedlnosti umožní dálkový přístup na žádost po prokázání totožnosti fyzické osoby, která má k údajům o skutečném majiteli přistupovat, s využitím elektronické identifikace podle zákona upravujícího elektronickou identifikaci, nebo v případě orgánu veřejné moci také prostřednictvím ohlášení agendy podle zákona upravujícího základní registry.“.</w:t>
      </w:r>
    </w:p>
    <w:p w:rsidR="003C579F" w:rsidRPr="003C579F" w:rsidRDefault="003C579F" w:rsidP="003C579F">
      <w:pPr>
        <w:pStyle w:val="Hacafrak"/>
        <w:numPr>
          <w:ilvl w:val="0"/>
          <w:numId w:val="0"/>
        </w:numPr>
        <w:ind w:left="851" w:hanging="425"/>
      </w:pPr>
      <w:r w:rsidRPr="003C579F">
        <w:t>2. V § 65e odstavec 5 zní:</w:t>
      </w:r>
    </w:p>
    <w:p w:rsidR="003C579F" w:rsidRPr="003C579F" w:rsidRDefault="003C579F" w:rsidP="003C579F">
      <w:pPr>
        <w:ind w:left="709"/>
        <w:rPr>
          <w:rFonts w:cs="Times New Roman"/>
        </w:rPr>
      </w:pPr>
      <w:r w:rsidRPr="003C579F">
        <w:rPr>
          <w:rFonts w:cs="Times New Roman"/>
        </w:rPr>
        <w:lastRenderedPageBreak/>
        <w:t xml:space="preserve">„(5) Žádost o zřízení dálkového přístupu podle odstavce 4 lze Ministerstvu spravedlnosti zaslat pouze v elektronické podobě na formuláři, který Ministerstvo spravedlnosti uveřejní na svých internetových stránkách; žádost obsahuje </w:t>
      </w:r>
    </w:p>
    <w:p w:rsidR="003C579F" w:rsidRPr="003C579F" w:rsidRDefault="003C579F" w:rsidP="003C579F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  <w:rPr>
          <w:rFonts w:cs="Times New Roman"/>
        </w:rPr>
      </w:pPr>
      <w:r w:rsidRPr="003C579F">
        <w:rPr>
          <w:rFonts w:cs="Times New Roman"/>
        </w:rPr>
        <w:t>označení žadatele,</w:t>
      </w:r>
    </w:p>
    <w:p w:rsidR="003C579F" w:rsidRPr="003C579F" w:rsidRDefault="003C579F" w:rsidP="003C579F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  <w:rPr>
          <w:rFonts w:cs="Times New Roman"/>
        </w:rPr>
      </w:pPr>
      <w:r w:rsidRPr="003C579F">
        <w:rPr>
          <w:rFonts w:cs="Times New Roman"/>
        </w:rPr>
        <w:t xml:space="preserve">právní důvod pro zřízení dálkového přístupu, </w:t>
      </w:r>
    </w:p>
    <w:p w:rsidR="003C579F" w:rsidRPr="003C579F" w:rsidRDefault="003C579F" w:rsidP="003C579F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  <w:rPr>
          <w:rFonts w:cs="Times New Roman"/>
        </w:rPr>
      </w:pPr>
      <w:r w:rsidRPr="003C579F">
        <w:rPr>
          <w:rFonts w:cs="Times New Roman"/>
        </w:rPr>
        <w:t xml:space="preserve">jméno, adresu místa pobytu a datum a místo narození fyzické osoby, která má k údajům přistupovat, </w:t>
      </w:r>
    </w:p>
    <w:p w:rsidR="003C579F" w:rsidRPr="003C579F" w:rsidRDefault="003C579F" w:rsidP="003C579F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  <w:rPr>
          <w:rFonts w:cs="Times New Roman"/>
        </w:rPr>
      </w:pPr>
      <w:r w:rsidRPr="003C579F">
        <w:rPr>
          <w:rFonts w:cs="Times New Roman"/>
        </w:rPr>
        <w:t>popřípadě začátek nebo konec platnosti oprávnění fyzické osoby, která má k údajům přistupovat, ne delší než 2 roky ode dne jeho zřízení.“.</w:t>
      </w:r>
    </w:p>
    <w:p w:rsidR="003C579F" w:rsidRPr="003C579F" w:rsidRDefault="003C579F" w:rsidP="003C579F">
      <w:pPr>
        <w:pStyle w:val="Hacafrak"/>
        <w:numPr>
          <w:ilvl w:val="0"/>
          <w:numId w:val="0"/>
        </w:numPr>
        <w:ind w:left="426"/>
      </w:pPr>
      <w:r w:rsidRPr="003C579F">
        <w:t>3. V § 65e se doplňují odstavce 6 a 7, které znějí:</w:t>
      </w:r>
    </w:p>
    <w:p w:rsidR="003C579F" w:rsidRPr="003C579F" w:rsidRDefault="003C579F" w:rsidP="003C579F">
      <w:pPr>
        <w:ind w:left="709"/>
        <w:rPr>
          <w:rFonts w:cs="Times New Roman"/>
        </w:rPr>
      </w:pPr>
      <w:r w:rsidRPr="003C579F">
        <w:rPr>
          <w:rFonts w:cs="Times New Roman"/>
        </w:rPr>
        <w:t>„(6) Žádá-li o zřízení dálkového přístupu zpravodajská služba, prokázání totožnosti fyzické osoby, která má k údajům o skutečném majiteli přistupovat, se neprovádí a údaje podle odstavce 5 písm. c) se do žádosti neuvádí.</w:t>
      </w:r>
    </w:p>
    <w:p w:rsidR="003C579F" w:rsidRPr="003C579F" w:rsidRDefault="003C579F" w:rsidP="003C579F">
      <w:pPr>
        <w:ind w:left="709"/>
        <w:rPr>
          <w:rFonts w:cs="Times New Roman"/>
        </w:rPr>
      </w:pPr>
      <w:r w:rsidRPr="003C579F">
        <w:rPr>
          <w:rFonts w:cs="Times New Roman"/>
        </w:rPr>
        <w:t>(7) Podrobnosti náležitostí, formu a datovou strukturu formuláře žádosti o zřízení dálkového přístupu, stanoví Ministerstvo spravedlnosti vyhláškou.“.</w:t>
      </w:r>
    </w:p>
    <w:p w:rsidR="003C579F" w:rsidRPr="003C579F" w:rsidRDefault="003C579F" w:rsidP="003C579F">
      <w:pPr>
        <w:pStyle w:val="Hacafrak"/>
        <w:numPr>
          <w:ilvl w:val="0"/>
          <w:numId w:val="0"/>
        </w:numPr>
        <w:ind w:left="426"/>
      </w:pPr>
      <w:r w:rsidRPr="003C579F">
        <w:t>4. V § 65e se doplňují odstavce 8 až 10, které znějí:</w:t>
      </w:r>
    </w:p>
    <w:p w:rsidR="003C579F" w:rsidRPr="003C579F" w:rsidRDefault="003C579F" w:rsidP="003C579F">
      <w:pPr>
        <w:ind w:left="709"/>
        <w:rPr>
          <w:rFonts w:cs="Times New Roman"/>
        </w:rPr>
      </w:pPr>
      <w:r w:rsidRPr="003C579F">
        <w:rPr>
          <w:rFonts w:cs="Times New Roman"/>
        </w:rPr>
        <w:t>„(8) Ministerstvo spravedlnosti je oprávněno při výkonu své činnosti podle odstavce 4 využít</w:t>
      </w:r>
    </w:p>
    <w:p w:rsidR="003C579F" w:rsidRPr="003C579F" w:rsidRDefault="003C579F" w:rsidP="003C579F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>ze základního registru obyvatel tyto údaje</w:t>
      </w:r>
    </w:p>
    <w:p w:rsidR="003C579F" w:rsidRPr="003C579F" w:rsidRDefault="003C579F" w:rsidP="003C579F">
      <w:pPr>
        <w:pStyle w:val="Odstavecseseznamem"/>
        <w:numPr>
          <w:ilvl w:val="1"/>
          <w:numId w:val="5"/>
        </w:numPr>
        <w:spacing w:after="0"/>
        <w:ind w:left="1418" w:hanging="284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 xml:space="preserve">jméno, popřípadě jména, příjmení, </w:t>
      </w:r>
    </w:p>
    <w:p w:rsidR="003C579F" w:rsidRPr="003C579F" w:rsidRDefault="003C579F" w:rsidP="003C579F">
      <w:pPr>
        <w:pStyle w:val="Odstavecseseznamem"/>
        <w:numPr>
          <w:ilvl w:val="1"/>
          <w:numId w:val="5"/>
        </w:numPr>
        <w:spacing w:after="0"/>
        <w:ind w:left="1418" w:hanging="284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 xml:space="preserve">datum a místo narození, </w:t>
      </w:r>
    </w:p>
    <w:p w:rsidR="003C579F" w:rsidRPr="003C579F" w:rsidRDefault="003C579F" w:rsidP="003C579F">
      <w:pPr>
        <w:pStyle w:val="Odstavecseseznamem"/>
        <w:numPr>
          <w:ilvl w:val="1"/>
          <w:numId w:val="5"/>
        </w:numPr>
        <w:spacing w:after="0"/>
        <w:ind w:left="1418" w:hanging="284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>adresa místa pobytu,</w:t>
      </w:r>
    </w:p>
    <w:p w:rsidR="003C579F" w:rsidRPr="003C579F" w:rsidRDefault="003C579F" w:rsidP="003C579F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 xml:space="preserve">z </w:t>
      </w:r>
      <w:r w:rsidRPr="003C579F">
        <w:rPr>
          <w:rFonts w:ascii="Times New Roman" w:hAnsi="Times New Roman"/>
        </w:rPr>
        <w:t>informačního systému evidence obyvatel tyto údaje</w:t>
      </w:r>
    </w:p>
    <w:p w:rsidR="003C579F" w:rsidRPr="003C579F" w:rsidRDefault="003C579F" w:rsidP="003C579F">
      <w:pPr>
        <w:pStyle w:val="Odstavecseseznamem"/>
        <w:numPr>
          <w:ilvl w:val="0"/>
          <w:numId w:val="6"/>
        </w:numPr>
        <w:spacing w:after="0"/>
        <w:ind w:left="1134" w:firstLine="0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jméno, popřípadě jména, příjmení, </w:t>
      </w:r>
    </w:p>
    <w:p w:rsidR="003C579F" w:rsidRPr="003C579F" w:rsidRDefault="003C579F" w:rsidP="003C579F">
      <w:pPr>
        <w:pStyle w:val="Odstavecseseznamem"/>
        <w:numPr>
          <w:ilvl w:val="0"/>
          <w:numId w:val="6"/>
        </w:numPr>
        <w:spacing w:after="0"/>
        <w:ind w:left="1134" w:firstLine="0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datum a místo narození, </w:t>
      </w:r>
    </w:p>
    <w:p w:rsidR="003C579F" w:rsidRPr="003C579F" w:rsidRDefault="003C579F" w:rsidP="003C579F">
      <w:pPr>
        <w:pStyle w:val="Odstavecseseznamem"/>
        <w:numPr>
          <w:ilvl w:val="0"/>
          <w:numId w:val="6"/>
        </w:numPr>
        <w:spacing w:after="0"/>
        <w:ind w:left="1134" w:firstLine="0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>adresa místa trvalého pobytu,</w:t>
      </w:r>
    </w:p>
    <w:p w:rsidR="003C579F" w:rsidRPr="003C579F" w:rsidRDefault="003C579F" w:rsidP="003C579F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z </w:t>
      </w:r>
      <w:r w:rsidRPr="003C579F">
        <w:rPr>
          <w:rFonts w:ascii="Times New Roman" w:hAnsi="Times New Roman"/>
        </w:rPr>
        <w:t>informačního systému cizinců tyto údaje</w:t>
      </w:r>
    </w:p>
    <w:p w:rsidR="003C579F" w:rsidRPr="003C579F" w:rsidRDefault="003C579F" w:rsidP="003C579F">
      <w:pPr>
        <w:pStyle w:val="Odstavecseseznamem"/>
        <w:numPr>
          <w:ilvl w:val="0"/>
          <w:numId w:val="7"/>
        </w:numPr>
        <w:spacing w:after="0"/>
        <w:ind w:left="1418" w:hanging="284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jméno, popřípadě jména, příjmení, </w:t>
      </w:r>
    </w:p>
    <w:p w:rsidR="003C579F" w:rsidRPr="003C579F" w:rsidRDefault="003C579F" w:rsidP="003C579F">
      <w:pPr>
        <w:pStyle w:val="Odstavecseseznamem"/>
        <w:numPr>
          <w:ilvl w:val="0"/>
          <w:numId w:val="7"/>
        </w:numPr>
        <w:spacing w:after="0"/>
        <w:ind w:left="1418" w:hanging="284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datum a místo narození, </w:t>
      </w:r>
    </w:p>
    <w:p w:rsidR="003C579F" w:rsidRPr="003C579F" w:rsidRDefault="003C579F" w:rsidP="003C579F">
      <w:pPr>
        <w:pStyle w:val="Odstavecseseznamem"/>
        <w:numPr>
          <w:ilvl w:val="0"/>
          <w:numId w:val="7"/>
        </w:numPr>
        <w:spacing w:after="0"/>
        <w:ind w:left="1418" w:hanging="284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>adresa místa pobytu.</w:t>
      </w:r>
    </w:p>
    <w:p w:rsidR="003C579F" w:rsidRPr="003C579F" w:rsidRDefault="003C579F" w:rsidP="003C579F">
      <w:pPr>
        <w:ind w:left="709"/>
        <w:rPr>
          <w:rFonts w:cs="Times New Roman"/>
        </w:rPr>
      </w:pPr>
      <w:r w:rsidRPr="003C579F">
        <w:rPr>
          <w:rFonts w:cs="Times New Roman"/>
        </w:rPr>
        <w:t xml:space="preserve">(9) Údaje, které jsou vedeny jako referenční údaje v základním registru obyvatel, se využijí z informačního systému evidence obyvatel nebo informačního systému cizinců pouze, pokud jsou ve tvaru předcházejícím současný stav. </w:t>
      </w:r>
    </w:p>
    <w:p w:rsidR="003C579F" w:rsidRPr="003C579F" w:rsidRDefault="003C579F" w:rsidP="003C579F">
      <w:pPr>
        <w:ind w:left="709"/>
        <w:rPr>
          <w:rFonts w:cs="Times New Roman"/>
        </w:rPr>
      </w:pPr>
      <w:r w:rsidRPr="003C579F">
        <w:rPr>
          <w:rFonts w:cs="Times New Roman"/>
        </w:rPr>
        <w:t>(10) Z údajů uvedených v odstavci 8 lze v konkrétním případě využít vždy jen takové údaje, které jsou v dané věci nezbytné.“.“.</w:t>
      </w:r>
    </w:p>
    <w:p w:rsidR="003C579F" w:rsidRPr="003C579F" w:rsidRDefault="003C579F" w:rsidP="003C579F">
      <w:pPr>
        <w:ind w:left="426"/>
        <w:rPr>
          <w:rFonts w:cs="Times New Roman"/>
        </w:rPr>
      </w:pPr>
    </w:p>
    <w:p w:rsidR="003C579F" w:rsidRPr="003C579F" w:rsidRDefault="003C579F" w:rsidP="003C579F">
      <w:pPr>
        <w:rPr>
          <w:rFonts w:cs="Times New Roman"/>
        </w:rPr>
      </w:pPr>
      <w:r w:rsidRPr="003C579F">
        <w:rPr>
          <w:rFonts w:cs="Times New Roman"/>
        </w:rPr>
        <w:t>Dosavadní § 64 se označuje jako § 65.</w:t>
      </w:r>
    </w:p>
    <w:p w:rsidR="003C579F" w:rsidRPr="003C579F" w:rsidRDefault="003C579F" w:rsidP="003C579F">
      <w:pPr>
        <w:pStyle w:val="Hacafrak"/>
        <w:numPr>
          <w:ilvl w:val="0"/>
          <w:numId w:val="0"/>
        </w:numPr>
      </w:pPr>
      <w:r w:rsidRPr="001333ED">
        <w:rPr>
          <w:b/>
        </w:rPr>
        <w:t>2.</w:t>
      </w:r>
      <w:r>
        <w:t xml:space="preserve"> </w:t>
      </w:r>
      <w:r w:rsidRPr="003C579F">
        <w:t>Před § 65 se vkládá označení „ČÁST SEDMÁ“.</w:t>
      </w:r>
    </w:p>
    <w:p w:rsidR="003C579F" w:rsidRPr="003C579F" w:rsidRDefault="003C579F" w:rsidP="003C579F">
      <w:pPr>
        <w:pStyle w:val="Hacafrak"/>
        <w:numPr>
          <w:ilvl w:val="0"/>
          <w:numId w:val="0"/>
        </w:numPr>
      </w:pPr>
      <w:r w:rsidRPr="001333ED">
        <w:rPr>
          <w:b/>
        </w:rPr>
        <w:t>3.</w:t>
      </w:r>
      <w:r>
        <w:t xml:space="preserve"> </w:t>
      </w:r>
      <w:r w:rsidRPr="003C579F">
        <w:t>V § 65 se doplňuje odstavec 3, který zní:</w:t>
      </w:r>
    </w:p>
    <w:p w:rsidR="003C579F" w:rsidRPr="003C579F" w:rsidRDefault="003C579F" w:rsidP="003C579F">
      <w:pPr>
        <w:pStyle w:val="Hacafrak"/>
        <w:numPr>
          <w:ilvl w:val="0"/>
          <w:numId w:val="0"/>
        </w:numPr>
        <w:ind w:left="397"/>
      </w:pPr>
      <w:r w:rsidRPr="003C579F">
        <w:t>„(3) Ustanovení § 65e odst. 8 až 10 zákona č. 304/2013 Sb., ve znění účinném ode dne nabytí účinnosti tohoto zákona, pozbývají účinnosti dnem 1. února 2022.“.</w:t>
      </w:r>
    </w:p>
    <w:p w:rsidR="000C6893" w:rsidRDefault="000C6893"/>
    <w:p w:rsidR="000C6893" w:rsidRDefault="000C6893"/>
    <w:p w:rsidR="000C6893" w:rsidRPr="003C579F" w:rsidRDefault="001333ED">
      <w:pPr>
        <w:rPr>
          <w:i/>
        </w:rPr>
      </w:pPr>
      <w:r w:rsidRPr="001333ED">
        <w:rPr>
          <w:b/>
        </w:rPr>
        <w:t xml:space="preserve">D2. </w:t>
      </w:r>
      <w:r w:rsidR="003C579F" w:rsidRPr="003C579F">
        <w:rPr>
          <w:i/>
        </w:rPr>
        <w:t>SD 6257</w:t>
      </w:r>
      <w:r w:rsidR="003C579F">
        <w:rPr>
          <w:i/>
        </w:rPr>
        <w:t xml:space="preserve"> (</w:t>
      </w:r>
      <w:proofErr w:type="spellStart"/>
      <w:r w:rsidR="003C579F">
        <w:rPr>
          <w:i/>
        </w:rPr>
        <w:t>posl</w:t>
      </w:r>
      <w:proofErr w:type="spellEnd"/>
      <w:r w:rsidR="003C579F">
        <w:rPr>
          <w:i/>
        </w:rPr>
        <w:t>. Kohoutek)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 w:rsidRPr="00470C3F">
        <w:t>V § 2 se na konci textu písmene n) doplňují slova „</w:t>
      </w:r>
      <w:r w:rsidRPr="002D5916">
        <w:rPr>
          <w:u w:val="single"/>
        </w:rPr>
        <w:t>, nebo stav, kdy v evidenci skutečných majitelů nejsou zapsány žádné údaje</w:t>
      </w:r>
      <w:r w:rsidRPr="00470C3F">
        <w:t>“.</w:t>
      </w:r>
    </w:p>
    <w:p w:rsidR="003C579F" w:rsidRPr="000B7295" w:rsidRDefault="003C579F" w:rsidP="003C579F">
      <w:pPr>
        <w:ind w:left="851"/>
        <w:rPr>
          <w:i/>
          <w:sz w:val="20"/>
        </w:rPr>
      </w:pPr>
      <w:r w:rsidRPr="000B7295">
        <w:rPr>
          <w:i/>
          <w:sz w:val="20"/>
        </w:rPr>
        <w:t>CELEX: 32015L0849, 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6 odst. 1 písm. b), odst. 2 písm. a) a odst. 3 písm. d) se slovo „</w:t>
      </w:r>
      <w:r w:rsidRPr="002D5916">
        <w:rPr>
          <w:u w:val="single"/>
        </w:rPr>
        <w:t>a</w:t>
      </w:r>
      <w:r>
        <w:t>“ nahrazuje slovem „</w:t>
      </w:r>
      <w:r w:rsidRPr="002D5916">
        <w:rPr>
          <w:u w:val="single"/>
        </w:rPr>
        <w:t>nebo</w:t>
      </w:r>
      <w:r>
        <w:t>“.</w:t>
      </w:r>
    </w:p>
    <w:p w:rsidR="003C579F" w:rsidRPr="000B7295" w:rsidRDefault="003C579F" w:rsidP="003C579F">
      <w:pPr>
        <w:ind w:left="851"/>
        <w:rPr>
          <w:i/>
          <w:sz w:val="20"/>
        </w:rPr>
      </w:pPr>
      <w:r w:rsidRPr="000B7295">
        <w:rPr>
          <w:i/>
          <w:sz w:val="20"/>
        </w:rPr>
        <w:t>CELEX: 32015L0849, 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6 odst. 2 úvodní části ustanovení se za slovo „</w:t>
      </w:r>
      <w:r w:rsidRPr="002D5916">
        <w:rPr>
          <w:u w:val="single"/>
        </w:rPr>
        <w:t>ústavu</w:t>
      </w:r>
      <w:r>
        <w:t>“ vkládají slova „</w:t>
      </w:r>
      <w:r w:rsidRPr="002D5916">
        <w:rPr>
          <w:u w:val="single"/>
        </w:rPr>
        <w:t>nebo obecně prospěšné společnosti</w:t>
      </w:r>
      <w:r>
        <w:t>“ a slovo „</w:t>
      </w:r>
      <w:r w:rsidRPr="002D5916">
        <w:rPr>
          <w:u w:val="single"/>
        </w:rPr>
        <w:t>jeho</w:t>
      </w:r>
      <w:r>
        <w:t>“ se nahrazuje slovem „</w:t>
      </w:r>
      <w:r w:rsidRPr="002D5916">
        <w:rPr>
          <w:u w:val="single"/>
        </w:rPr>
        <w:t>jejich</w:t>
      </w:r>
      <w:r>
        <w:t>“.</w:t>
      </w:r>
    </w:p>
    <w:p w:rsidR="003C579F" w:rsidRPr="000B7295" w:rsidRDefault="003C579F" w:rsidP="003C579F">
      <w:pPr>
        <w:ind w:left="851"/>
        <w:rPr>
          <w:i/>
          <w:sz w:val="20"/>
        </w:rPr>
      </w:pPr>
      <w:r w:rsidRPr="000B7295">
        <w:rPr>
          <w:i/>
          <w:sz w:val="20"/>
        </w:rPr>
        <w:t>CELEX: 32015L0849, 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6 odst. 2 písm. b) a § 37 odst. 4 písm. a) a b) se za slovo „</w:t>
      </w:r>
      <w:r w:rsidRPr="002D5916">
        <w:rPr>
          <w:u w:val="single"/>
        </w:rPr>
        <w:t>správní</w:t>
      </w:r>
      <w:r>
        <w:t>“ vkládají slova „</w:t>
      </w:r>
      <w:r w:rsidRPr="002D5916">
        <w:rPr>
          <w:u w:val="single"/>
        </w:rPr>
        <w:t>nebo dozorčí</w:t>
      </w:r>
      <w:r>
        <w:t>“.</w:t>
      </w:r>
    </w:p>
    <w:p w:rsidR="003C579F" w:rsidRPr="000B7295" w:rsidRDefault="003C579F" w:rsidP="003C579F">
      <w:pPr>
        <w:ind w:left="851"/>
        <w:rPr>
          <w:i/>
          <w:sz w:val="20"/>
        </w:rPr>
      </w:pPr>
      <w:r w:rsidRPr="000B7295">
        <w:rPr>
          <w:i/>
          <w:sz w:val="20"/>
        </w:rPr>
        <w:t>CELEX: 32015L0849, 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6 odst. 4 se za slovo „</w:t>
      </w:r>
      <w:r w:rsidRPr="002D5916">
        <w:rPr>
          <w:u w:val="single"/>
        </w:rPr>
        <w:t>ústavu</w:t>
      </w:r>
      <w:r>
        <w:t>“ vkládají slova „</w:t>
      </w:r>
      <w:r w:rsidRPr="002D5916">
        <w:rPr>
          <w:u w:val="single"/>
        </w:rPr>
        <w:t>, obecně prospěšné společnosti</w:t>
      </w:r>
      <w:r>
        <w:t>“.</w:t>
      </w:r>
    </w:p>
    <w:p w:rsidR="003C579F" w:rsidRPr="000B7295" w:rsidRDefault="003C579F" w:rsidP="003C579F">
      <w:pPr>
        <w:ind w:left="851"/>
        <w:rPr>
          <w:i/>
          <w:sz w:val="20"/>
        </w:rPr>
      </w:pPr>
      <w:r w:rsidRPr="000B7295">
        <w:rPr>
          <w:i/>
          <w:sz w:val="20"/>
        </w:rPr>
        <w:t>CELEX: 32015L0849, 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7 písm. p) se za slovo „Česká“ vkládá slovo „republika“.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14 odst. 1 písm. a) bodě 2 se za text „</w:t>
      </w:r>
      <w:r w:rsidRPr="002D5916">
        <w:rPr>
          <w:u w:val="single"/>
        </w:rPr>
        <w:t>b),</w:t>
      </w:r>
      <w:r>
        <w:t>“ vkládá text „</w:t>
      </w:r>
      <w:r w:rsidRPr="002D5916">
        <w:rPr>
          <w:u w:val="single"/>
        </w:rPr>
        <w:t>c),</w:t>
      </w:r>
      <w:r>
        <w:t>“.</w:t>
      </w:r>
    </w:p>
    <w:p w:rsidR="003C579F" w:rsidRPr="002D5916" w:rsidRDefault="003C579F" w:rsidP="003C579F">
      <w:pPr>
        <w:pStyle w:val="Ustanoven"/>
        <w:ind w:left="360" w:firstLine="348"/>
        <w:rPr>
          <w:i/>
          <w:sz w:val="20"/>
          <w:szCs w:val="20"/>
        </w:rPr>
      </w:pPr>
      <w:r w:rsidRPr="000B7295">
        <w:rPr>
          <w:i/>
          <w:sz w:val="20"/>
        </w:rPr>
        <w:t xml:space="preserve">CELEX: </w:t>
      </w:r>
      <w:r>
        <w:rPr>
          <w:i/>
          <w:sz w:val="20"/>
          <w:szCs w:val="20"/>
        </w:rPr>
        <w:t>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14 odst. 1 písm. a) bodě 3 se za slova „</w:t>
      </w:r>
      <w:r w:rsidRPr="001B3383">
        <w:t>popřípadě dalších údajů</w:t>
      </w:r>
      <w:r>
        <w:t>“ vkládají slova „</w:t>
      </w:r>
      <w:r w:rsidRPr="002D5916">
        <w:rPr>
          <w:u w:val="single"/>
        </w:rPr>
        <w:t>podle § 13 písm. a)</w:t>
      </w:r>
      <w:r>
        <w:t>“.</w:t>
      </w:r>
    </w:p>
    <w:p w:rsidR="003C579F" w:rsidRPr="002D5916" w:rsidRDefault="003C579F" w:rsidP="003C579F">
      <w:pPr>
        <w:pStyle w:val="Ustanoven"/>
        <w:ind w:left="360" w:firstLine="348"/>
        <w:rPr>
          <w:i/>
          <w:sz w:val="20"/>
          <w:szCs w:val="20"/>
        </w:rPr>
      </w:pPr>
      <w:r w:rsidRPr="000B7295">
        <w:rPr>
          <w:i/>
          <w:sz w:val="20"/>
        </w:rPr>
        <w:t xml:space="preserve">CELEX: </w:t>
      </w:r>
      <w:r>
        <w:rPr>
          <w:i/>
          <w:sz w:val="20"/>
          <w:szCs w:val="20"/>
        </w:rPr>
        <w:t>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14 odst. 1 písm. b) se za slova „</w:t>
      </w:r>
      <w:r w:rsidRPr="002D5916">
        <w:rPr>
          <w:u w:val="single"/>
        </w:rPr>
        <w:t>rozsahu údajů</w:t>
      </w:r>
      <w:r>
        <w:t>“ vkládají slova „</w:t>
      </w:r>
      <w:r w:rsidRPr="002D5916">
        <w:rPr>
          <w:u w:val="single"/>
        </w:rPr>
        <w:t>podle § 13 písm. a)</w:t>
      </w:r>
      <w:r>
        <w:t>“.</w:t>
      </w:r>
    </w:p>
    <w:p w:rsidR="003C579F" w:rsidRPr="003833AE" w:rsidRDefault="003C579F" w:rsidP="003C579F">
      <w:pPr>
        <w:pStyle w:val="Ustanoven"/>
        <w:ind w:left="360" w:firstLine="348"/>
        <w:rPr>
          <w:i/>
          <w:sz w:val="20"/>
          <w:szCs w:val="20"/>
        </w:rPr>
      </w:pPr>
      <w:r w:rsidRPr="000B7295">
        <w:rPr>
          <w:i/>
          <w:sz w:val="20"/>
        </w:rPr>
        <w:t xml:space="preserve">CELEX: </w:t>
      </w:r>
      <w:r>
        <w:rPr>
          <w:i/>
          <w:sz w:val="20"/>
          <w:szCs w:val="20"/>
        </w:rPr>
        <w:t>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14 odst. 1 písm. d) se slova „</w:t>
      </w:r>
      <w:r w:rsidRPr="002D5916">
        <w:rPr>
          <w:u w:val="single"/>
        </w:rPr>
        <w:t>a) až c)</w:t>
      </w:r>
      <w:r>
        <w:t>“ nahrazují slovy „</w:t>
      </w:r>
      <w:r w:rsidRPr="002D5916">
        <w:rPr>
          <w:u w:val="single"/>
        </w:rPr>
        <w:t>d) a e)</w:t>
      </w:r>
      <w:r>
        <w:t>“.</w:t>
      </w:r>
    </w:p>
    <w:p w:rsidR="003C579F" w:rsidRPr="002D5916" w:rsidRDefault="003C579F" w:rsidP="003C579F">
      <w:pPr>
        <w:pStyle w:val="Ustanoven"/>
        <w:ind w:left="360" w:firstLine="348"/>
        <w:rPr>
          <w:i/>
          <w:sz w:val="20"/>
          <w:szCs w:val="20"/>
        </w:rPr>
      </w:pPr>
      <w:r w:rsidRPr="000B7295">
        <w:rPr>
          <w:i/>
          <w:sz w:val="20"/>
        </w:rPr>
        <w:t xml:space="preserve">CELEX: </w:t>
      </w:r>
      <w:r>
        <w:rPr>
          <w:i/>
          <w:sz w:val="20"/>
          <w:szCs w:val="20"/>
        </w:rPr>
        <w:t>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17 odst. 1 se za slovo „žádost“ vkládají slova „</w:t>
      </w:r>
      <w:r w:rsidRPr="00BC2F23">
        <w:t xml:space="preserve">po prokázání totožnosti </w:t>
      </w:r>
      <w:r>
        <w:t xml:space="preserve">fyzické </w:t>
      </w:r>
      <w:r w:rsidRPr="00BC2F23">
        <w:t>osoby, která má k údajům o skutečném majiteli přistupovat, s využitím elektronické identifikace podle zákona upravujícího elektronickou identifikaci</w:t>
      </w:r>
      <w:r>
        <w:t>,“.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 xml:space="preserve">V § 17 odst. 2 písm. c) se slova „a adresu elektronické pošty“ nahrazují slovy „, adresu </w:t>
      </w:r>
      <w:r w:rsidRPr="0004477C">
        <w:t>místa pobytu a datum a místo narození</w:t>
      </w:r>
      <w:r>
        <w:t>“ a slovo „bude“ se nahrazuje slovem „má“.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17 odst. 3 se za slovo „služba,“ vkládají slova „</w:t>
      </w:r>
      <w:r w:rsidRPr="00947DE2">
        <w:t>prokázání totožnosti fyzické osoby, která má k údajům o skutečném majiteli přistupovat, se neprovádí a</w:t>
      </w:r>
      <w:r>
        <w:t>“.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lastRenderedPageBreak/>
        <w:t>V § 17 odst. 4 se slova „</w:t>
      </w:r>
      <w:r w:rsidRPr="00BC2F23">
        <w:t>Způsob dálkového přístupu, podrobnosti</w:t>
      </w:r>
      <w:r>
        <w:t>“ nahrazují slovem „Podrobnosti“.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17 se doplňují odstavce 5 až 7, které znějí:</w:t>
      </w:r>
    </w:p>
    <w:p w:rsidR="003C579F" w:rsidRPr="00623A33" w:rsidRDefault="003C579F" w:rsidP="003C579F">
      <w:r w:rsidRPr="00623A33">
        <w:t>„(5) Ministerstvo je oprávněno při výkonu své činnosti podle odstavce 1 využít</w:t>
      </w:r>
    </w:p>
    <w:p w:rsidR="003C579F" w:rsidRPr="00623A33" w:rsidRDefault="003C579F" w:rsidP="003C579F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>ze základního registru obyvatel tyto údaje</w:t>
      </w:r>
    </w:p>
    <w:p w:rsidR="003C579F" w:rsidRPr="00623A33" w:rsidRDefault="003C579F" w:rsidP="003C579F">
      <w:pPr>
        <w:pStyle w:val="Odstavecseseznamem"/>
        <w:numPr>
          <w:ilvl w:val="1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 xml:space="preserve">jméno, popřípadě jména, příjmení, </w:t>
      </w:r>
    </w:p>
    <w:p w:rsidR="003C579F" w:rsidRPr="00623A33" w:rsidRDefault="003C579F" w:rsidP="003C579F">
      <w:pPr>
        <w:pStyle w:val="Odstavecseseznamem"/>
        <w:numPr>
          <w:ilvl w:val="1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 xml:space="preserve">datum a místo narození, </w:t>
      </w:r>
    </w:p>
    <w:p w:rsidR="003C579F" w:rsidRPr="00623A33" w:rsidRDefault="003C579F" w:rsidP="003C579F">
      <w:pPr>
        <w:pStyle w:val="Odstavecseseznamem"/>
        <w:numPr>
          <w:ilvl w:val="1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>adresa místa pobytu,</w:t>
      </w:r>
    </w:p>
    <w:p w:rsidR="003C579F" w:rsidRPr="00623A33" w:rsidRDefault="003C579F" w:rsidP="003C579F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/>
          <w:szCs w:val="24"/>
        </w:rPr>
      </w:pPr>
      <w:r w:rsidRPr="00623A33">
        <w:rPr>
          <w:rFonts w:ascii="Times New Roman" w:hAnsi="Times New Roman"/>
          <w:szCs w:val="24"/>
        </w:rPr>
        <w:t xml:space="preserve">z </w:t>
      </w:r>
      <w:r w:rsidRPr="00623A33">
        <w:rPr>
          <w:rFonts w:ascii="Times New Roman" w:hAnsi="Times New Roman"/>
        </w:rPr>
        <w:t>informačního systému evidence obyvatel tyto údaje</w:t>
      </w:r>
    </w:p>
    <w:p w:rsidR="003C579F" w:rsidRPr="00623A33" w:rsidRDefault="003C579F" w:rsidP="003C579F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jméno, popřípadě jména, příjmení, </w:t>
      </w:r>
    </w:p>
    <w:p w:rsidR="003C579F" w:rsidRPr="00623A33" w:rsidRDefault="003C579F" w:rsidP="003C579F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datum a místo narození, </w:t>
      </w:r>
    </w:p>
    <w:p w:rsidR="003C579F" w:rsidRPr="00623A33" w:rsidRDefault="003C579F" w:rsidP="003C579F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>adresa místa trvalého pobytu,</w:t>
      </w:r>
    </w:p>
    <w:p w:rsidR="003C579F" w:rsidRPr="00623A33" w:rsidRDefault="003C579F" w:rsidP="003C579F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z </w:t>
      </w:r>
      <w:r w:rsidRPr="00623A33">
        <w:rPr>
          <w:rFonts w:ascii="Times New Roman" w:hAnsi="Times New Roman"/>
        </w:rPr>
        <w:t>informačního systému cizinců tyto údaje</w:t>
      </w:r>
    </w:p>
    <w:p w:rsidR="003C579F" w:rsidRPr="00623A33" w:rsidRDefault="003C579F" w:rsidP="003C579F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jméno, popřípadě jména, příjmení, </w:t>
      </w:r>
    </w:p>
    <w:p w:rsidR="003C579F" w:rsidRPr="00623A33" w:rsidRDefault="003C579F" w:rsidP="003C579F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 xml:space="preserve">datum a místo narození, </w:t>
      </w:r>
    </w:p>
    <w:p w:rsidR="003C579F" w:rsidRPr="00623A33" w:rsidRDefault="003C579F" w:rsidP="003C579F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623A33">
        <w:rPr>
          <w:rFonts w:ascii="Times New Roman" w:hAnsi="Times New Roman"/>
          <w:szCs w:val="24"/>
        </w:rPr>
        <w:t>adresa místa pobytu.</w:t>
      </w:r>
    </w:p>
    <w:p w:rsidR="003C579F" w:rsidRPr="00623A33" w:rsidRDefault="003C579F" w:rsidP="003C579F">
      <w:r w:rsidRPr="00623A33">
        <w:t xml:space="preserve">(6) Údaje, které jsou vedeny jako referenční údaje v základním registru obyvatel, se využijí z informačního systému evidence obyvatel nebo informačního systému cizinců pouze, pokud jsou ve tvaru předcházejícím současný stav. </w:t>
      </w:r>
    </w:p>
    <w:p w:rsidR="003C579F" w:rsidRDefault="003C579F" w:rsidP="003C579F">
      <w:r w:rsidRPr="00623A33">
        <w:t>(7) Z údajů uvedených v odstavci 5 lze v konkrétním případě využít vždy jen takové údaje, které jsou v dané věci nezbytné.</w:t>
      </w:r>
      <w:r>
        <w:t>“.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37 se doplňuje odstavec 5, který zní:</w:t>
      </w:r>
    </w:p>
    <w:p w:rsidR="003C579F" w:rsidRPr="006F43E2" w:rsidRDefault="003C579F" w:rsidP="003C579F">
      <w:pPr>
        <w:pStyle w:val="Hacafrak"/>
        <w:numPr>
          <w:ilvl w:val="0"/>
          <w:numId w:val="0"/>
        </w:numPr>
        <w:spacing w:after="0"/>
        <w:ind w:left="397"/>
        <w:rPr>
          <w:u w:val="single"/>
        </w:rPr>
      </w:pPr>
      <w:r>
        <w:t>„</w:t>
      </w:r>
      <w:r w:rsidRPr="006F43E2">
        <w:rPr>
          <w:u w:val="single"/>
        </w:rPr>
        <w:t>(5) Do evidence skutečných majitelů se jako skutečný majitel obecně prospěšné společnosti automaticky propíše fyzická osoba, která byla zapsána</w:t>
      </w:r>
    </w:p>
    <w:p w:rsidR="003C579F" w:rsidRPr="006F43E2" w:rsidRDefault="003C579F" w:rsidP="003C579F">
      <w:pPr>
        <w:pStyle w:val="Odstavecseseznamem"/>
        <w:numPr>
          <w:ilvl w:val="0"/>
          <w:numId w:val="4"/>
        </w:numPr>
        <w:rPr>
          <w:rFonts w:ascii="Times New Roman" w:hAnsi="Times New Roman"/>
          <w:u w:val="single"/>
        </w:rPr>
      </w:pPr>
      <w:r w:rsidRPr="006F43E2">
        <w:rPr>
          <w:rFonts w:ascii="Times New Roman" w:hAnsi="Times New Roman"/>
          <w:u w:val="single"/>
        </w:rPr>
        <w:t>v rámci zápisu do rejstříku obecně prospěšných společností jako zakladatel, ředitel nebo člen správní nebo dozorčí rady, nebo</w:t>
      </w:r>
    </w:p>
    <w:p w:rsidR="003C579F" w:rsidRPr="006F43E2" w:rsidRDefault="003C579F" w:rsidP="003C579F">
      <w:pPr>
        <w:pStyle w:val="Odstavecseseznamem"/>
        <w:numPr>
          <w:ilvl w:val="0"/>
          <w:numId w:val="4"/>
        </w:numPr>
      </w:pPr>
      <w:r w:rsidRPr="006F43E2">
        <w:rPr>
          <w:rFonts w:ascii="Times New Roman" w:hAnsi="Times New Roman"/>
          <w:u w:val="single"/>
        </w:rPr>
        <w:t>jako skutečný majitel právnické osoby zapisované do veřejného rejstříku, která je zakladatelem, ředitelem nebo členem správní nebo dozorčí rady obecně prospěšné společnosti.</w:t>
      </w:r>
      <w:r w:rsidRPr="00101BBD">
        <w:rPr>
          <w:rFonts w:ascii="Times New Roman" w:hAnsi="Times New Roman"/>
        </w:rPr>
        <w:t>“</w:t>
      </w:r>
      <w:r>
        <w:rPr>
          <w:rFonts w:ascii="Times New Roman" w:hAnsi="Times New Roman"/>
        </w:rPr>
        <w:t>.</w:t>
      </w:r>
    </w:p>
    <w:p w:rsidR="003C579F" w:rsidRPr="000B7295" w:rsidRDefault="003C579F" w:rsidP="003C579F">
      <w:pPr>
        <w:pStyle w:val="Ustanoven"/>
        <w:ind w:left="720"/>
        <w:rPr>
          <w:i/>
          <w:sz w:val="20"/>
          <w:szCs w:val="20"/>
        </w:rPr>
      </w:pPr>
      <w:r w:rsidRPr="000B7295">
        <w:rPr>
          <w:i/>
          <w:sz w:val="20"/>
        </w:rPr>
        <w:t xml:space="preserve">CELEX: </w:t>
      </w:r>
      <w:r w:rsidRPr="000B7295">
        <w:rPr>
          <w:i/>
          <w:sz w:val="20"/>
          <w:szCs w:val="20"/>
        </w:rPr>
        <w:t>32015L0849, 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38 odst.  3 se slova „</w:t>
      </w:r>
      <w:r w:rsidRPr="006F43E2">
        <w:rPr>
          <w:u w:val="single"/>
        </w:rPr>
        <w:t>obecně prospěšné společnosti,</w:t>
      </w:r>
      <w:r>
        <w:t xml:space="preserve">“ zrušují. 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 xml:space="preserve">V § 48 odst. 2 se čárka za slovy „rozhodnutí uvede“ nahrazuje slovy „den vzniku nesrovnalosti a“ a na konci </w:t>
      </w:r>
      <w:r w:rsidRPr="00D327D9">
        <w:t>odstavce se doplňuje věta „</w:t>
      </w:r>
      <w:r w:rsidRPr="00B8665A">
        <w:t>Lze-li skutečný den vzniku nesrovnalosti zjistit jen s velkými obtížemi nebo nelze-li jej zjistit vůbec, uvede soud jako den vzniku nesrovnalosti den, ve kterém nesrovnalost s přihlédnutím ke zjištěným skutečnostem existovala nejdř</w:t>
      </w:r>
      <w:r>
        <w:t>íve</w:t>
      </w:r>
      <w:r w:rsidRPr="008F4F41">
        <w:t>.</w:t>
      </w:r>
      <w:r w:rsidRPr="00D327D9">
        <w:t>“.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49 odst. 2 písm. a) se za slovo „rozhodnuto“ vkládají slova „, den vzniku nesrovnalosti“.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lastRenderedPageBreak/>
        <w:t>V § 56 odst. 2 písm. a) se slova „</w:t>
      </w:r>
      <w:r w:rsidRPr="006F43E2">
        <w:rPr>
          <w:u w:val="single"/>
        </w:rPr>
        <w:t>zápisu platného údaje o jejím skutečném majiteli nebo o skutečném majiteli právního uspořádání, jehož nesrovnalost potvrdil soud podle § 48, a dnem</w:t>
      </w:r>
      <w:r>
        <w:t>“ nahrazují slovy „</w:t>
      </w:r>
      <w:r w:rsidRPr="006F43E2">
        <w:rPr>
          <w:u w:val="single"/>
        </w:rPr>
        <w:t>vzniku nesrovnalosti, který je uveden v rozhodnutí podle § 48, do dne</w:t>
      </w:r>
      <w:r>
        <w:t>“.</w:t>
      </w:r>
    </w:p>
    <w:p w:rsidR="003C579F" w:rsidRPr="000B7295" w:rsidRDefault="003C579F" w:rsidP="003C579F">
      <w:pPr>
        <w:pStyle w:val="Ustanoven"/>
        <w:ind w:left="720"/>
        <w:rPr>
          <w:i/>
          <w:sz w:val="20"/>
          <w:szCs w:val="20"/>
        </w:rPr>
      </w:pPr>
      <w:r w:rsidRPr="000B7295">
        <w:rPr>
          <w:i/>
          <w:sz w:val="20"/>
          <w:szCs w:val="20"/>
        </w:rPr>
        <w:t>CELEX: 32018L0843</w:t>
      </w:r>
    </w:p>
    <w:p w:rsidR="003C579F" w:rsidRDefault="003C579F" w:rsidP="003C579F">
      <w:pPr>
        <w:pStyle w:val="Hacafrak"/>
        <w:numPr>
          <w:ilvl w:val="0"/>
          <w:numId w:val="13"/>
        </w:numPr>
      </w:pPr>
      <w:r>
        <w:t>V § 64 se dosavadní text označuje jako odstavec 1 a doplňuje se odstavec 2, který zní:</w:t>
      </w:r>
    </w:p>
    <w:p w:rsidR="003C579F" w:rsidRPr="008B0B74" w:rsidRDefault="003C579F" w:rsidP="003C579F">
      <w:pPr>
        <w:pStyle w:val="Hacafrak"/>
        <w:numPr>
          <w:ilvl w:val="0"/>
          <w:numId w:val="0"/>
        </w:numPr>
        <w:ind w:left="397"/>
      </w:pPr>
      <w:r>
        <w:t>„(2)</w:t>
      </w:r>
      <w:r w:rsidRPr="008B0B74">
        <w:t xml:space="preserve"> </w:t>
      </w:r>
      <w:r>
        <w:t xml:space="preserve">Ustanovení § 17 odst. 5 až 7 </w:t>
      </w:r>
      <w:r w:rsidRPr="008B0B74">
        <w:t>pozbýv</w:t>
      </w:r>
      <w:r>
        <w:t>ají</w:t>
      </w:r>
      <w:r w:rsidRPr="008B0B74">
        <w:t xml:space="preserve"> účinnosti dnem</w:t>
      </w:r>
      <w:r>
        <w:t xml:space="preserve"> 1. února 2022.“.</w:t>
      </w:r>
    </w:p>
    <w:p w:rsidR="000C6893" w:rsidRDefault="000C6893"/>
    <w:p w:rsidR="000C6893" w:rsidRPr="003C579F" w:rsidRDefault="001333ED">
      <w:pPr>
        <w:rPr>
          <w:i/>
        </w:rPr>
      </w:pPr>
      <w:r w:rsidRPr="001333ED">
        <w:rPr>
          <w:b/>
        </w:rPr>
        <w:t>D3.</w:t>
      </w:r>
      <w:r>
        <w:rPr>
          <w:i/>
        </w:rPr>
        <w:t xml:space="preserve"> </w:t>
      </w:r>
      <w:r w:rsidR="003C579F" w:rsidRPr="003C579F">
        <w:rPr>
          <w:i/>
        </w:rPr>
        <w:t>SD 6292 (</w:t>
      </w:r>
      <w:proofErr w:type="spellStart"/>
      <w:r w:rsidR="003C579F" w:rsidRPr="003C579F">
        <w:rPr>
          <w:i/>
        </w:rPr>
        <w:t>posl</w:t>
      </w:r>
      <w:proofErr w:type="spellEnd"/>
      <w:r w:rsidR="003C579F" w:rsidRPr="003C579F">
        <w:rPr>
          <w:i/>
        </w:rPr>
        <w:t>. Kohoutek)</w:t>
      </w:r>
    </w:p>
    <w:p w:rsidR="003C579F" w:rsidRPr="008B2AA4" w:rsidRDefault="003C579F" w:rsidP="003C579F">
      <w:pPr>
        <w:pStyle w:val="Hacafrak"/>
        <w:numPr>
          <w:ilvl w:val="0"/>
          <w:numId w:val="14"/>
        </w:numPr>
      </w:pPr>
      <w:r>
        <w:t>Za § 63 se vkládá část šestá, která zní:</w:t>
      </w:r>
    </w:p>
    <w:p w:rsidR="003C579F" w:rsidRPr="00E871B0" w:rsidRDefault="003C579F" w:rsidP="003C579F">
      <w:pPr>
        <w:autoSpaceDE w:val="0"/>
        <w:autoSpaceDN w:val="0"/>
        <w:adjustRightInd w:val="0"/>
        <w:jc w:val="center"/>
      </w:pPr>
      <w:r>
        <w:t>„</w:t>
      </w:r>
      <w:r w:rsidRPr="00E871B0">
        <w:t>ČÁST ŠESTÁ</w:t>
      </w:r>
    </w:p>
    <w:p w:rsidR="003C579F" w:rsidRDefault="003C579F" w:rsidP="008E334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  <w:r w:rsidRPr="008834D8">
        <w:rPr>
          <w:b/>
        </w:rPr>
        <w:t xml:space="preserve">Změna zákona o </w:t>
      </w:r>
      <w:r>
        <w:rPr>
          <w:rFonts w:ascii="TimesNewRomanPS-BoldMT" w:hAnsi="TimesNewRomanPS-BoldMT" w:cs="TimesNewRomanPS-BoldMT"/>
          <w:b/>
          <w:bCs/>
        </w:rPr>
        <w:t>veřejných rejstřících právnických a fyzických osob a o evidenci</w:t>
      </w:r>
    </w:p>
    <w:p w:rsidR="003C579F" w:rsidRDefault="003C579F" w:rsidP="003C579F">
      <w:pPr>
        <w:tabs>
          <w:tab w:val="left" w:pos="397"/>
          <w:tab w:val="left" w:pos="851"/>
        </w:tabs>
        <w:jc w:val="center"/>
        <w:rPr>
          <w:rFonts w:ascii="TimesNewRomanPS-BoldMT" w:hAnsi="TimesNewRomanPS-BoldMT" w:cs="TimesNewRomanPS-BoldMT"/>
          <w:b/>
          <w:bCs/>
        </w:rPr>
      </w:pPr>
      <w:proofErr w:type="spellStart"/>
      <w:r>
        <w:rPr>
          <w:rFonts w:ascii="TimesNewRomanPS-BoldMT" w:hAnsi="TimesNewRomanPS-BoldMT" w:cs="TimesNewRomanPS-BoldMT"/>
          <w:b/>
          <w:bCs/>
        </w:rPr>
        <w:t>svěřenských</w:t>
      </w:r>
      <w:proofErr w:type="spellEnd"/>
      <w:r>
        <w:rPr>
          <w:rFonts w:ascii="TimesNewRomanPS-BoldMT" w:hAnsi="TimesNewRomanPS-BoldMT" w:cs="TimesNewRomanPS-BoldMT"/>
          <w:b/>
          <w:bCs/>
        </w:rPr>
        <w:t xml:space="preserve"> fondů</w:t>
      </w:r>
    </w:p>
    <w:p w:rsidR="003C579F" w:rsidRDefault="003C579F" w:rsidP="003C579F">
      <w:pPr>
        <w:tabs>
          <w:tab w:val="left" w:pos="397"/>
          <w:tab w:val="left" w:pos="851"/>
        </w:tabs>
        <w:jc w:val="center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§ 64</w:t>
      </w:r>
    </w:p>
    <w:p w:rsidR="003C579F" w:rsidRDefault="003C579F" w:rsidP="003C579F">
      <w:pPr>
        <w:tabs>
          <w:tab w:val="left" w:pos="397"/>
          <w:tab w:val="left" w:pos="851"/>
        </w:tabs>
      </w:pPr>
      <w:r>
        <w:t xml:space="preserve">Zákon č. 304/2013 Sb., o veřejných rejstřících právnických a fyzických osob a o evidenci </w:t>
      </w:r>
      <w:proofErr w:type="spellStart"/>
      <w:r>
        <w:t>svěřenských</w:t>
      </w:r>
      <w:proofErr w:type="spellEnd"/>
      <w:r>
        <w:t xml:space="preserve"> fondů, ve znění zákona č. 87/2015 Sb., zákona č. 192/2016 Sb., zákona č. 298/2016 Sb., zákona č. 368/2016 Sb., zákona č. 460/2016 Sb., zákona č. 303/2017 Sb., zákona č. 287/2018 Sb. a zákona č. 33/2020 Sb., se mění takto:</w:t>
      </w:r>
    </w:p>
    <w:p w:rsidR="003C579F" w:rsidRDefault="003C579F" w:rsidP="003C579F">
      <w:pPr>
        <w:pStyle w:val="Hacafrak"/>
        <w:numPr>
          <w:ilvl w:val="0"/>
          <w:numId w:val="0"/>
        </w:numPr>
        <w:ind w:left="851" w:hanging="425"/>
      </w:pPr>
      <w:r>
        <w:t>1. V § 65e odst. 4 se věta druhá nahrazuje větou „</w:t>
      </w:r>
      <w:r w:rsidRPr="00C57D44">
        <w:t>Ministerstvo spravedlnosti umožní dálkový přístup na žádost po prokázání totožnosti fyzické osoby, která má k údajům přistupovat, s využitím elektronické identifikace podle zákona upravujícího elektronickou identifikaci, nebo v případě orgánu veřejné moci také prostřednictvím ohlášení agendy podle zákona upravujícího základní registry.</w:t>
      </w:r>
      <w:r>
        <w:t>“.</w:t>
      </w:r>
    </w:p>
    <w:p w:rsidR="003C579F" w:rsidRDefault="003C579F" w:rsidP="003C579F">
      <w:pPr>
        <w:pStyle w:val="Hacafrak"/>
        <w:numPr>
          <w:ilvl w:val="0"/>
          <w:numId w:val="0"/>
        </w:numPr>
        <w:ind w:left="851" w:hanging="425"/>
      </w:pPr>
      <w:r>
        <w:t>2. V § 65e odstavec 5 zní:</w:t>
      </w:r>
    </w:p>
    <w:p w:rsidR="003C579F" w:rsidRPr="00D21339" w:rsidRDefault="003C579F" w:rsidP="003C579F">
      <w:pPr>
        <w:ind w:left="709"/>
      </w:pPr>
      <w:r w:rsidRPr="00D21339">
        <w:t xml:space="preserve">„(5) Žádost o zřízení dálkového přístupu podle odstavce 4 lze Ministerstvu spravedlnosti zaslat pouze v elektronické podobě na formuláři, který Ministerstvo spravedlnosti uveřejní na svých internetových stránkách; žádost obsahuje </w:t>
      </w:r>
    </w:p>
    <w:p w:rsidR="003C579F" w:rsidRPr="00D21339" w:rsidRDefault="003C579F" w:rsidP="003C579F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</w:pPr>
      <w:r w:rsidRPr="00D21339">
        <w:t>označení žadatele,</w:t>
      </w:r>
    </w:p>
    <w:p w:rsidR="003C579F" w:rsidRPr="00D21339" w:rsidRDefault="003C579F" w:rsidP="003C579F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</w:pPr>
      <w:r w:rsidRPr="00D21339">
        <w:t xml:space="preserve">právní důvod pro zřízení dálkového přístupu, </w:t>
      </w:r>
    </w:p>
    <w:p w:rsidR="003C579F" w:rsidRPr="00D21339" w:rsidRDefault="003C579F" w:rsidP="003C579F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</w:pPr>
      <w:r w:rsidRPr="00D21339">
        <w:t xml:space="preserve">jméno, adresu místa pobytu a datum a místo narození fyzické osoby, která má k údajům přistupovat, </w:t>
      </w:r>
    </w:p>
    <w:p w:rsidR="003C579F" w:rsidRPr="00D21339" w:rsidRDefault="003C579F" w:rsidP="003C579F">
      <w:pPr>
        <w:widowControl/>
        <w:numPr>
          <w:ilvl w:val="0"/>
          <w:numId w:val="8"/>
        </w:numPr>
        <w:suppressAutoHyphens w:val="0"/>
        <w:spacing w:line="276" w:lineRule="auto"/>
        <w:ind w:left="1134" w:hanging="283"/>
        <w:contextualSpacing/>
        <w:jc w:val="both"/>
      </w:pPr>
      <w:r w:rsidRPr="00D21339">
        <w:t>popřípadě začátek nebo konec platnosti oprávnění fyzické osoby, která má k údajům přistupovat, ne delší než 2 roky ode dne jeho zřízení.“.</w:t>
      </w:r>
    </w:p>
    <w:p w:rsidR="003C579F" w:rsidRDefault="003C579F" w:rsidP="003C579F">
      <w:pPr>
        <w:pStyle w:val="Hacafrak"/>
        <w:numPr>
          <w:ilvl w:val="0"/>
          <w:numId w:val="0"/>
        </w:numPr>
        <w:ind w:left="426"/>
      </w:pPr>
      <w:r>
        <w:t>3. V § 65e se doplňují odstavce 6 a 7, které znějí:</w:t>
      </w:r>
    </w:p>
    <w:p w:rsidR="003C579F" w:rsidRPr="00D21339" w:rsidRDefault="003C579F" w:rsidP="003C579F">
      <w:pPr>
        <w:ind w:left="709"/>
      </w:pPr>
      <w:r>
        <w:t>„</w:t>
      </w:r>
      <w:r w:rsidRPr="00D21339">
        <w:t xml:space="preserve">(6) Žádá-li o zřízení dálkového přístupu zpravodajská služba, </w:t>
      </w:r>
      <w:r w:rsidRPr="002F47F0">
        <w:t xml:space="preserve">prokázání totožnosti fyzické osoby, která má k údajům </w:t>
      </w:r>
      <w:r w:rsidRPr="002C0C3F">
        <w:t>přistupovat</w:t>
      </w:r>
      <w:r w:rsidRPr="002F47F0">
        <w:t xml:space="preserve">, se neprovádí a </w:t>
      </w:r>
      <w:r w:rsidRPr="00D21339">
        <w:t>údaje podle odstavce 5 písm. c) se do žádosti neuvádí.</w:t>
      </w:r>
    </w:p>
    <w:p w:rsidR="003C579F" w:rsidRDefault="003C579F" w:rsidP="003C579F">
      <w:pPr>
        <w:ind w:left="709"/>
      </w:pPr>
      <w:r w:rsidRPr="00D21339">
        <w:t>(</w:t>
      </w:r>
      <w:r>
        <w:t>7</w:t>
      </w:r>
      <w:r w:rsidRPr="00D21339">
        <w:t>) Podrobnosti náležitostí, formu a datovou strukturu formuláře žádosti o zřízení dálkového přístupu, stanoví Ministerstvo spravedlnosti vyhláškou.</w:t>
      </w:r>
      <w:r>
        <w:t>“.</w:t>
      </w:r>
    </w:p>
    <w:p w:rsidR="003C579F" w:rsidRPr="00394001" w:rsidRDefault="003C579F" w:rsidP="003C579F">
      <w:pPr>
        <w:pStyle w:val="Hacafrak"/>
        <w:numPr>
          <w:ilvl w:val="0"/>
          <w:numId w:val="0"/>
        </w:numPr>
        <w:ind w:left="426"/>
      </w:pPr>
      <w:r>
        <w:t>4. V § 65e se doplňují odstavce 8 až 10, které znějí:</w:t>
      </w:r>
    </w:p>
    <w:p w:rsidR="003C579F" w:rsidRPr="00D21339" w:rsidRDefault="003C579F" w:rsidP="003C579F">
      <w:pPr>
        <w:ind w:left="709"/>
      </w:pPr>
      <w:r>
        <w:lastRenderedPageBreak/>
        <w:t>„</w:t>
      </w:r>
      <w:r w:rsidRPr="00D21339">
        <w:t>(</w:t>
      </w:r>
      <w:r>
        <w:t>8</w:t>
      </w:r>
      <w:r w:rsidRPr="00D21339">
        <w:t>) Ministerstvo spravedlnosti je oprávněno při výkonu své činnosti podle odstavce 4 využít</w:t>
      </w:r>
    </w:p>
    <w:p w:rsidR="003C579F" w:rsidRPr="003C579F" w:rsidRDefault="003C579F" w:rsidP="004D78AA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>ze základního registru obyvatel tyto údaje</w:t>
      </w:r>
    </w:p>
    <w:p w:rsidR="003C579F" w:rsidRPr="003C579F" w:rsidRDefault="003C579F" w:rsidP="004D78AA">
      <w:pPr>
        <w:pStyle w:val="Odstavecseseznamem"/>
        <w:numPr>
          <w:ilvl w:val="1"/>
          <w:numId w:val="15"/>
        </w:numPr>
        <w:spacing w:after="0"/>
        <w:ind w:left="1418" w:hanging="284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 xml:space="preserve">jméno, popřípadě jména, příjmení, </w:t>
      </w:r>
    </w:p>
    <w:p w:rsidR="003C579F" w:rsidRPr="003C579F" w:rsidRDefault="003C579F" w:rsidP="004D78AA">
      <w:pPr>
        <w:pStyle w:val="Odstavecseseznamem"/>
        <w:numPr>
          <w:ilvl w:val="1"/>
          <w:numId w:val="15"/>
        </w:numPr>
        <w:spacing w:after="0"/>
        <w:ind w:left="1418" w:hanging="284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 xml:space="preserve">datum a místo narození, </w:t>
      </w:r>
    </w:p>
    <w:p w:rsidR="003C579F" w:rsidRPr="003C579F" w:rsidRDefault="003C579F" w:rsidP="004D78AA">
      <w:pPr>
        <w:pStyle w:val="Odstavecseseznamem"/>
        <w:numPr>
          <w:ilvl w:val="1"/>
          <w:numId w:val="15"/>
        </w:numPr>
        <w:spacing w:after="0"/>
        <w:ind w:left="1418" w:hanging="284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>adresa místa pobytu,</w:t>
      </w:r>
    </w:p>
    <w:p w:rsidR="003C579F" w:rsidRPr="003C579F" w:rsidRDefault="003C579F" w:rsidP="004D78AA">
      <w:pPr>
        <w:pStyle w:val="Odstavecseseznamem"/>
        <w:numPr>
          <w:ilvl w:val="0"/>
          <w:numId w:val="15"/>
        </w:numPr>
        <w:spacing w:after="0"/>
        <w:ind w:left="1134"/>
        <w:rPr>
          <w:rFonts w:ascii="Times New Roman" w:hAnsi="Times New Roman"/>
          <w:szCs w:val="24"/>
        </w:rPr>
      </w:pPr>
      <w:r w:rsidRPr="003C579F">
        <w:rPr>
          <w:rFonts w:ascii="Times New Roman" w:hAnsi="Times New Roman"/>
          <w:szCs w:val="24"/>
        </w:rPr>
        <w:t xml:space="preserve">z </w:t>
      </w:r>
      <w:r w:rsidRPr="003C579F">
        <w:rPr>
          <w:rFonts w:ascii="Times New Roman" w:hAnsi="Times New Roman"/>
        </w:rPr>
        <w:t>informačního systému evidence obyvatel tyto údaje</w:t>
      </w:r>
    </w:p>
    <w:p w:rsidR="003C579F" w:rsidRPr="003C579F" w:rsidRDefault="003C579F" w:rsidP="003C579F">
      <w:pPr>
        <w:pStyle w:val="Odstavecseseznamem"/>
        <w:numPr>
          <w:ilvl w:val="0"/>
          <w:numId w:val="6"/>
        </w:numPr>
        <w:spacing w:after="0"/>
        <w:ind w:left="1134" w:firstLine="0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jméno, popřípadě jména, příjmení, </w:t>
      </w:r>
    </w:p>
    <w:p w:rsidR="003C579F" w:rsidRPr="003C579F" w:rsidRDefault="003C579F" w:rsidP="003C579F">
      <w:pPr>
        <w:pStyle w:val="Odstavecseseznamem"/>
        <w:numPr>
          <w:ilvl w:val="0"/>
          <w:numId w:val="6"/>
        </w:numPr>
        <w:spacing w:after="0"/>
        <w:ind w:left="1134" w:firstLine="0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datum a místo narození, </w:t>
      </w:r>
    </w:p>
    <w:p w:rsidR="003C579F" w:rsidRPr="003C579F" w:rsidRDefault="003C579F" w:rsidP="003C579F">
      <w:pPr>
        <w:pStyle w:val="Odstavecseseznamem"/>
        <w:numPr>
          <w:ilvl w:val="0"/>
          <w:numId w:val="6"/>
        </w:numPr>
        <w:spacing w:after="0"/>
        <w:ind w:left="1134" w:firstLine="0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>adresa místa trvalého pobytu,</w:t>
      </w:r>
    </w:p>
    <w:p w:rsidR="003C579F" w:rsidRPr="003C579F" w:rsidRDefault="003C579F" w:rsidP="004D78AA">
      <w:pPr>
        <w:pStyle w:val="Odstavecseseznamem"/>
        <w:numPr>
          <w:ilvl w:val="0"/>
          <w:numId w:val="15"/>
        </w:numPr>
        <w:spacing w:after="0"/>
        <w:ind w:left="1134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z </w:t>
      </w:r>
      <w:r w:rsidRPr="003C579F">
        <w:rPr>
          <w:rFonts w:ascii="Times New Roman" w:hAnsi="Times New Roman"/>
        </w:rPr>
        <w:t>informačního systému cizinců tyto údaje</w:t>
      </w:r>
    </w:p>
    <w:p w:rsidR="003C579F" w:rsidRPr="003C579F" w:rsidRDefault="003C579F" w:rsidP="003C579F">
      <w:pPr>
        <w:pStyle w:val="Odstavecseseznamem"/>
        <w:numPr>
          <w:ilvl w:val="0"/>
          <w:numId w:val="7"/>
        </w:numPr>
        <w:spacing w:after="0"/>
        <w:ind w:left="1418" w:hanging="284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jméno, popřípadě jména, příjmení, </w:t>
      </w:r>
    </w:p>
    <w:p w:rsidR="003C579F" w:rsidRPr="003C579F" w:rsidRDefault="003C579F" w:rsidP="003C579F">
      <w:pPr>
        <w:pStyle w:val="Odstavecseseznamem"/>
        <w:numPr>
          <w:ilvl w:val="0"/>
          <w:numId w:val="7"/>
        </w:numPr>
        <w:spacing w:after="0"/>
        <w:ind w:left="1418" w:hanging="284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 xml:space="preserve">datum a místo narození, </w:t>
      </w:r>
    </w:p>
    <w:p w:rsidR="003C579F" w:rsidRPr="003C579F" w:rsidRDefault="003C579F" w:rsidP="003C579F">
      <w:pPr>
        <w:pStyle w:val="Odstavecseseznamem"/>
        <w:numPr>
          <w:ilvl w:val="0"/>
          <w:numId w:val="7"/>
        </w:numPr>
        <w:spacing w:after="0"/>
        <w:ind w:left="1418" w:hanging="284"/>
        <w:rPr>
          <w:rFonts w:ascii="Times New Roman" w:hAnsi="Times New Roman"/>
        </w:rPr>
      </w:pPr>
      <w:r w:rsidRPr="003C579F">
        <w:rPr>
          <w:rFonts w:ascii="Times New Roman" w:hAnsi="Times New Roman"/>
          <w:szCs w:val="24"/>
        </w:rPr>
        <w:t>adresa místa pobytu.</w:t>
      </w:r>
    </w:p>
    <w:p w:rsidR="003C579F" w:rsidRPr="00D21339" w:rsidRDefault="003C579F" w:rsidP="003C579F">
      <w:pPr>
        <w:ind w:left="709"/>
      </w:pPr>
      <w:r w:rsidRPr="00D21339">
        <w:t>(</w:t>
      </w:r>
      <w:r>
        <w:t>9</w:t>
      </w:r>
      <w:r w:rsidRPr="00D21339">
        <w:t xml:space="preserve">) Údaje, které jsou vedeny jako referenční údaje v základním registru obyvatel, se využijí z informačního systému evidence obyvatel nebo informačního systému cizinců pouze, pokud jsou ve tvaru předcházejícím současný stav. </w:t>
      </w:r>
    </w:p>
    <w:p w:rsidR="003C579F" w:rsidRDefault="003C579F" w:rsidP="003C579F">
      <w:pPr>
        <w:ind w:left="709"/>
      </w:pPr>
      <w:r w:rsidRPr="00D21339">
        <w:t>(</w:t>
      </w:r>
      <w:r>
        <w:t>10</w:t>
      </w:r>
      <w:r w:rsidRPr="00D21339">
        <w:t>) Z údajů</w:t>
      </w:r>
      <w:r>
        <w:t xml:space="preserve"> uvedených v odstavci 8</w:t>
      </w:r>
      <w:r w:rsidRPr="00D21339">
        <w:t xml:space="preserve"> lze v konkrétním případě využít vždy jen takové údaje, které jsou v dané věci nezbytné.</w:t>
      </w:r>
      <w:r>
        <w:t>“.“.</w:t>
      </w:r>
    </w:p>
    <w:p w:rsidR="003C579F" w:rsidRDefault="003C579F" w:rsidP="003C579F">
      <w:pPr>
        <w:ind w:left="426"/>
      </w:pPr>
    </w:p>
    <w:p w:rsidR="003C579F" w:rsidRDefault="003C579F" w:rsidP="003C579F">
      <w:r>
        <w:t>Dosavadní § 64 se označuje jako § 65.</w:t>
      </w:r>
    </w:p>
    <w:p w:rsidR="003C579F" w:rsidRDefault="003C579F" w:rsidP="003C579F">
      <w:pPr>
        <w:pStyle w:val="Hacafrak"/>
        <w:numPr>
          <w:ilvl w:val="0"/>
          <w:numId w:val="14"/>
        </w:numPr>
      </w:pPr>
      <w:r>
        <w:t>Před § 65 se vkládá označení částí sedmé, které včetně nadpisu zní:</w:t>
      </w:r>
    </w:p>
    <w:p w:rsidR="003C579F" w:rsidRDefault="003C579F" w:rsidP="003C579F">
      <w:pPr>
        <w:pStyle w:val="Hacafrak"/>
        <w:numPr>
          <w:ilvl w:val="0"/>
          <w:numId w:val="0"/>
        </w:numPr>
        <w:ind w:left="397"/>
        <w:jc w:val="center"/>
      </w:pPr>
      <w:r>
        <w:t>„ČÁST SEDMÁ</w:t>
      </w:r>
    </w:p>
    <w:p w:rsidR="003C579F" w:rsidRDefault="003C579F" w:rsidP="003C579F">
      <w:pPr>
        <w:pStyle w:val="Hacafrak"/>
        <w:numPr>
          <w:ilvl w:val="0"/>
          <w:numId w:val="0"/>
        </w:numPr>
        <w:spacing w:before="0"/>
        <w:ind w:left="397"/>
        <w:jc w:val="center"/>
      </w:pPr>
      <w:r w:rsidRPr="00835992">
        <w:rPr>
          <w:b/>
        </w:rPr>
        <w:t>ÚČINNOST</w:t>
      </w:r>
      <w:r>
        <w:t>“.</w:t>
      </w:r>
    </w:p>
    <w:p w:rsidR="003C579F" w:rsidRDefault="003C579F" w:rsidP="003C579F">
      <w:pPr>
        <w:pStyle w:val="Hacafrak"/>
        <w:numPr>
          <w:ilvl w:val="0"/>
          <w:numId w:val="14"/>
        </w:numPr>
      </w:pPr>
      <w:r>
        <w:t>V § 65 se nadpis zrušuje a doplňuje odstavec 3, který zní:</w:t>
      </w:r>
    </w:p>
    <w:p w:rsidR="003C579F" w:rsidRPr="008B0B74" w:rsidRDefault="003C579F" w:rsidP="003C579F">
      <w:pPr>
        <w:pStyle w:val="Hacafrak"/>
        <w:numPr>
          <w:ilvl w:val="0"/>
          <w:numId w:val="0"/>
        </w:numPr>
        <w:ind w:left="397"/>
      </w:pPr>
      <w:r>
        <w:t>„(3)</w:t>
      </w:r>
      <w:r w:rsidRPr="008B0B74">
        <w:t xml:space="preserve"> </w:t>
      </w:r>
      <w:r>
        <w:t xml:space="preserve">Ustanovení § 65e odst. 8 až 10 zákona č. 304/2013 Sb. </w:t>
      </w:r>
      <w:r w:rsidRPr="008B0B74">
        <w:t>pozbýv</w:t>
      </w:r>
      <w:r>
        <w:t>ají</w:t>
      </w:r>
      <w:r w:rsidRPr="008B0B74">
        <w:t xml:space="preserve"> účinnosti dnem</w:t>
      </w:r>
      <w:r>
        <w:t xml:space="preserve"> 1. února 2022.“.</w:t>
      </w:r>
    </w:p>
    <w:p w:rsidR="000C6893" w:rsidRDefault="000C6893"/>
    <w:p w:rsidR="000C6893" w:rsidRDefault="000C6893"/>
    <w:p w:rsidR="000C6893" w:rsidRDefault="004D78AA" w:rsidP="004D78AA">
      <w:pPr>
        <w:pStyle w:val="PNposlanec"/>
      </w:pPr>
      <w:r>
        <w:t>Poslanec Marek Výborný</w:t>
      </w:r>
    </w:p>
    <w:p w:rsidR="000C6893" w:rsidRPr="004D78AA" w:rsidRDefault="004D78AA">
      <w:pPr>
        <w:rPr>
          <w:i/>
        </w:rPr>
      </w:pPr>
      <w:r w:rsidRPr="004D78AA">
        <w:rPr>
          <w:i/>
        </w:rPr>
        <w:t>SD 6263</w:t>
      </w:r>
    </w:p>
    <w:p w:rsidR="004D78AA" w:rsidRPr="00820ADE" w:rsidRDefault="004D78AA" w:rsidP="004D78AA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  <w:r w:rsidRPr="00820ADE">
        <w:rPr>
          <w:rFonts w:eastAsia="Cambria" w:cs="Times New Roman"/>
          <w:color w:val="000000"/>
        </w:rPr>
        <w:t xml:space="preserve">§ 5 odst. 4 se </w:t>
      </w:r>
      <w:r>
        <w:rPr>
          <w:rFonts w:eastAsia="Cambria" w:cs="Times New Roman"/>
          <w:color w:val="000000"/>
        </w:rPr>
        <w:t>zrušuje</w:t>
      </w:r>
      <w:r w:rsidRPr="00820ADE">
        <w:rPr>
          <w:rFonts w:eastAsia="Cambria" w:cs="Times New Roman"/>
          <w:color w:val="000000"/>
        </w:rPr>
        <w:t>.</w:t>
      </w:r>
    </w:p>
    <w:p w:rsidR="000C6893" w:rsidRDefault="000C6893"/>
    <w:p w:rsidR="000C6893" w:rsidRDefault="000C6893"/>
    <w:p w:rsidR="004D78AA" w:rsidRDefault="004D78AA" w:rsidP="004D78AA">
      <w:pPr>
        <w:pStyle w:val="PNposlanec"/>
      </w:pPr>
      <w:r>
        <w:t>Poslanec František Navrkal</w:t>
      </w:r>
    </w:p>
    <w:p w:rsidR="004D78AA" w:rsidRPr="001333ED" w:rsidRDefault="004D78AA">
      <w:pPr>
        <w:rPr>
          <w:b/>
        </w:rPr>
      </w:pPr>
      <w:r w:rsidRPr="001333ED">
        <w:rPr>
          <w:b/>
        </w:rPr>
        <w:t>leg</w:t>
      </w:r>
      <w:r w:rsidR="001333ED">
        <w:rPr>
          <w:b/>
        </w:rPr>
        <w:t xml:space="preserve">islativně </w:t>
      </w:r>
      <w:r w:rsidRPr="001333ED">
        <w:rPr>
          <w:b/>
        </w:rPr>
        <w:t xml:space="preserve"> tech</w:t>
      </w:r>
      <w:r w:rsidR="001333ED">
        <w:rPr>
          <w:b/>
        </w:rPr>
        <w:t>nické úpravy</w:t>
      </w:r>
    </w:p>
    <w:p w:rsidR="00C172A9" w:rsidRPr="00C172A9" w:rsidRDefault="00C172A9" w:rsidP="00C172A9">
      <w:pPr>
        <w:pStyle w:val="Normlnweb"/>
        <w:shd w:val="clear" w:color="auto" w:fill="FFFFFF"/>
        <w:spacing w:before="0" w:beforeAutospacing="0" w:after="240" w:afterAutospacing="0"/>
        <w:rPr>
          <w:color w:val="000000"/>
          <w:szCs w:val="18"/>
        </w:rPr>
      </w:pPr>
      <w:r>
        <w:rPr>
          <w:color w:val="000000"/>
          <w:szCs w:val="18"/>
        </w:rPr>
        <w:t>1. V</w:t>
      </w:r>
      <w:r w:rsidRPr="00C172A9">
        <w:rPr>
          <w:color w:val="000000"/>
          <w:szCs w:val="18"/>
        </w:rPr>
        <w:t xml:space="preserve"> § 16 odst. 3se slova </w:t>
      </w:r>
      <w:r>
        <w:rPr>
          <w:color w:val="000000"/>
          <w:szCs w:val="18"/>
        </w:rPr>
        <w:t>„</w:t>
      </w:r>
      <w:r w:rsidRPr="00C172A9">
        <w:rPr>
          <w:color w:val="000000"/>
          <w:szCs w:val="18"/>
        </w:rPr>
        <w:t>n až r</w:t>
      </w:r>
      <w:r>
        <w:rPr>
          <w:color w:val="000000"/>
          <w:szCs w:val="18"/>
        </w:rPr>
        <w:t>“</w:t>
      </w:r>
      <w:r w:rsidRPr="00C172A9">
        <w:rPr>
          <w:color w:val="000000"/>
          <w:szCs w:val="18"/>
        </w:rPr>
        <w:t xml:space="preserve"> nahrazují slovy </w:t>
      </w:r>
      <w:r>
        <w:rPr>
          <w:color w:val="000000"/>
          <w:szCs w:val="18"/>
        </w:rPr>
        <w:t>„</w:t>
      </w:r>
      <w:r w:rsidRPr="00C172A9">
        <w:rPr>
          <w:color w:val="000000"/>
          <w:szCs w:val="18"/>
        </w:rPr>
        <w:t>o až s.</w:t>
      </w:r>
      <w:r>
        <w:rPr>
          <w:color w:val="000000"/>
          <w:szCs w:val="18"/>
        </w:rPr>
        <w:t>“.</w:t>
      </w:r>
    </w:p>
    <w:p w:rsidR="00C172A9" w:rsidRDefault="00C172A9" w:rsidP="0052003F">
      <w:pPr>
        <w:pStyle w:val="Normlnweb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Cs w:val="18"/>
        </w:rPr>
        <w:t>2.</w:t>
      </w:r>
      <w:r w:rsidR="008E334F">
        <w:rPr>
          <w:color w:val="000000"/>
          <w:szCs w:val="18"/>
        </w:rPr>
        <w:t xml:space="preserve"> V</w:t>
      </w:r>
      <w:r w:rsidRPr="00C172A9">
        <w:rPr>
          <w:color w:val="000000"/>
          <w:szCs w:val="18"/>
        </w:rPr>
        <w:t> případě, že bude schváleno zařazení nové části šesté, novela zákona č</w:t>
      </w:r>
      <w:r w:rsidR="0052003F">
        <w:rPr>
          <w:color w:val="000000"/>
          <w:szCs w:val="18"/>
        </w:rPr>
        <w:t>.</w:t>
      </w:r>
      <w:r w:rsidRPr="00C172A9">
        <w:rPr>
          <w:color w:val="000000"/>
          <w:szCs w:val="18"/>
        </w:rPr>
        <w:t xml:space="preserve"> 304/2013 Sb., jak je navrhováno v usnesení ústavněprávního výboru, mění název zákona takto: </w:t>
      </w:r>
      <w:r w:rsidR="008E334F">
        <w:rPr>
          <w:color w:val="000000"/>
          <w:szCs w:val="18"/>
        </w:rPr>
        <w:t>„</w:t>
      </w:r>
      <w:r w:rsidRPr="00C172A9">
        <w:rPr>
          <w:color w:val="000000"/>
          <w:szCs w:val="18"/>
        </w:rPr>
        <w:t xml:space="preserve">Zákon o evidenci skutečných majitelů a o změně zákona číslo 304/2013 Sb., o veřejných rejstřících právnických a fyzických osob a o evidenci </w:t>
      </w:r>
      <w:proofErr w:type="spellStart"/>
      <w:r w:rsidRPr="00C172A9">
        <w:rPr>
          <w:color w:val="000000"/>
          <w:szCs w:val="18"/>
        </w:rPr>
        <w:t>svěřenských</w:t>
      </w:r>
      <w:proofErr w:type="spellEnd"/>
      <w:r w:rsidRPr="00C172A9">
        <w:rPr>
          <w:color w:val="000000"/>
          <w:szCs w:val="18"/>
        </w:rPr>
        <w:t xml:space="preserve"> fondů, ve znění pozdějších předpisů, zákon o evidenci skutečných majitelů.</w:t>
      </w:r>
      <w:r w:rsidR="008E334F">
        <w:rPr>
          <w:color w:val="000000"/>
          <w:szCs w:val="18"/>
        </w:rPr>
        <w:t>“</w:t>
      </w:r>
      <w:r w:rsidRPr="00C172A9">
        <w:rPr>
          <w:rFonts w:ascii="Arial" w:hAnsi="Arial" w:cs="Arial"/>
          <w:color w:val="000000"/>
          <w:szCs w:val="18"/>
        </w:rPr>
        <w:t xml:space="preserve"> </w:t>
      </w:r>
    </w:p>
    <w:p w:rsidR="004D78AA" w:rsidRDefault="004D78AA"/>
    <w:p w:rsidR="004D78AA" w:rsidRPr="004D78AA" w:rsidRDefault="000C0160">
      <w:pPr>
        <w:rPr>
          <w:i/>
        </w:rPr>
      </w:pPr>
      <w:r w:rsidRPr="000C0160">
        <w:rPr>
          <w:b/>
        </w:rPr>
        <w:t>F1.</w:t>
      </w:r>
      <w:r>
        <w:rPr>
          <w:i/>
        </w:rPr>
        <w:t xml:space="preserve"> </w:t>
      </w:r>
      <w:r w:rsidR="004D78AA" w:rsidRPr="004D78AA">
        <w:rPr>
          <w:i/>
        </w:rPr>
        <w:t>SD 6220</w:t>
      </w:r>
    </w:p>
    <w:p w:rsidR="004D78AA" w:rsidRDefault="004D78AA" w:rsidP="0052003F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§ 42 odstavec 1 zní:</w:t>
      </w:r>
    </w:p>
    <w:p w:rsidR="004D78AA" w:rsidRDefault="004D78AA" w:rsidP="0052003F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„(1) Oznámení o nesrovnalosti soudu příslušnému k zápisu </w:t>
      </w:r>
    </w:p>
    <w:p w:rsidR="004D78AA" w:rsidRDefault="004D78AA" w:rsidP="0052003F">
      <w:pPr>
        <w:numPr>
          <w:ilvl w:val="0"/>
          <w:numId w:val="16"/>
        </w:numPr>
        <w:suppressAutoHyphens w:val="0"/>
        <w:spacing w:line="276" w:lineRule="auto"/>
        <w:ind w:right="-2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podá orgán veřejné moci, má-li důvodně za to, že při výkonu své činnosti nesrovnalost zjistil,</w:t>
      </w:r>
    </w:p>
    <w:p w:rsidR="004D78AA" w:rsidRDefault="004D78AA" w:rsidP="0052003F">
      <w:pPr>
        <w:widowControl/>
        <w:numPr>
          <w:ilvl w:val="0"/>
          <w:numId w:val="16"/>
        </w:numPr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může podat každý, kdo má důvodně za to, že nesrovnalost zjistil.“.</w:t>
      </w:r>
    </w:p>
    <w:p w:rsidR="004D78AA" w:rsidRDefault="004D78AA"/>
    <w:p w:rsidR="004D78AA" w:rsidRPr="004D78AA" w:rsidRDefault="000C0160">
      <w:pPr>
        <w:rPr>
          <w:i/>
        </w:rPr>
      </w:pPr>
      <w:r w:rsidRPr="000C0160">
        <w:rPr>
          <w:b/>
        </w:rPr>
        <w:t xml:space="preserve">F2. </w:t>
      </w:r>
      <w:r w:rsidR="004D78AA" w:rsidRPr="004D78AA">
        <w:rPr>
          <w:i/>
        </w:rPr>
        <w:t>SD 6248</w:t>
      </w:r>
    </w:p>
    <w:p w:rsidR="004D78AA" w:rsidRDefault="004D78AA" w:rsidP="0052003F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§ 55 odst. 3 zní:</w:t>
      </w:r>
    </w:p>
    <w:p w:rsidR="004D78AA" w:rsidRDefault="004D78AA" w:rsidP="0052003F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„(3) Za přestupek lze uložit pokutu do výše</w:t>
      </w:r>
    </w:p>
    <w:p w:rsidR="004D78AA" w:rsidRDefault="004D78AA" w:rsidP="0052003F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6 % hodnoty aktiv evidující osoby celkem, jde-li o přestupek podle odstavce 1,</w:t>
      </w:r>
    </w:p>
    <w:p w:rsidR="004D78AA" w:rsidRDefault="004D78AA" w:rsidP="0052003F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500 000 Kč, jde-li o přestupek podle odstavce 2.“.</w:t>
      </w:r>
    </w:p>
    <w:p w:rsidR="004D78AA" w:rsidRDefault="004D78AA"/>
    <w:p w:rsidR="001F2140" w:rsidRPr="001F2140" w:rsidRDefault="000C0160">
      <w:pPr>
        <w:rPr>
          <w:i/>
        </w:rPr>
      </w:pPr>
      <w:r w:rsidRPr="000C0160">
        <w:rPr>
          <w:b/>
        </w:rPr>
        <w:t xml:space="preserve">F3. </w:t>
      </w:r>
      <w:r w:rsidR="001F2140" w:rsidRPr="001F2140">
        <w:rPr>
          <w:i/>
        </w:rPr>
        <w:t>SD 6458</w:t>
      </w:r>
    </w:p>
    <w:p w:rsidR="001F2140" w:rsidRDefault="001F2140" w:rsidP="0052003F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</w:rPr>
        <w:t>V § 44 se za slova „třetích osob“ vkládají slova „nebo veřejného zájmu“.</w:t>
      </w:r>
    </w:p>
    <w:p w:rsidR="001F2140" w:rsidRDefault="001F2140"/>
    <w:p w:rsidR="001F2140" w:rsidRDefault="001F2140"/>
    <w:p w:rsidR="001F2140" w:rsidRDefault="001F2140"/>
    <w:p w:rsidR="001F2140" w:rsidRDefault="001F2140"/>
    <w:p w:rsidR="001F2140" w:rsidRDefault="001F2140"/>
    <w:p w:rsidR="001F2140" w:rsidRDefault="001F2140"/>
    <w:p w:rsidR="000C6893" w:rsidRDefault="000C6893">
      <w:pPr>
        <w:jc w:val="center"/>
      </w:pPr>
      <w:r>
        <w:t xml:space="preserve">V Praze </w:t>
      </w:r>
      <w:r w:rsidR="001F4053">
        <w:t>21. října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D65FAC">
      <w:pPr>
        <w:jc w:val="center"/>
      </w:pPr>
      <w:r w:rsidRPr="000E5DCD">
        <w:t>Bc. František N</w:t>
      </w:r>
      <w:r>
        <w:t>avrkal</w:t>
      </w:r>
    </w:p>
    <w:p w:rsidR="000C6893" w:rsidRDefault="000C6893">
      <w:pPr>
        <w:jc w:val="center"/>
      </w:pPr>
      <w:r>
        <w:t xml:space="preserve">zpravodaj garančního </w:t>
      </w:r>
      <w:r w:rsidR="00D65FAC">
        <w:t xml:space="preserve">ústavně právního </w:t>
      </w:r>
      <w:r>
        <w:t>výboru</w:t>
      </w:r>
    </w:p>
    <w:p w:rsidR="008B3D03" w:rsidRDefault="008B3D03">
      <w:pPr>
        <w:jc w:val="center"/>
      </w:pPr>
    </w:p>
    <w:p w:rsidR="008B3D03" w:rsidRDefault="008B3D03">
      <w:pPr>
        <w:jc w:val="center"/>
      </w:pPr>
      <w:r>
        <w:t xml:space="preserve">v z. Marek Benda, </w:t>
      </w:r>
      <w:proofErr w:type="gramStart"/>
      <w:r>
        <w:t>v.r.</w:t>
      </w:r>
      <w:proofErr w:type="gramEnd"/>
    </w:p>
    <w:p w:rsidR="008B3D03" w:rsidRDefault="008B3D03">
      <w:pPr>
        <w:jc w:val="center"/>
      </w:pPr>
      <w:r>
        <w:t>předseda garančního ústavně</w:t>
      </w:r>
      <w:bookmarkStart w:id="0" w:name="_GoBack"/>
      <w:bookmarkEnd w:id="0"/>
      <w:r>
        <w:t xml:space="preserve"> právního výboru</w:t>
      </w:r>
    </w:p>
    <w:sectPr w:rsidR="008B3D0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FAC" w:rsidRDefault="00D65FAC" w:rsidP="00087102">
      <w:r>
        <w:separator/>
      </w:r>
    </w:p>
  </w:endnote>
  <w:endnote w:type="continuationSeparator" w:id="0">
    <w:p w:rsidR="00D65FAC" w:rsidRDefault="00D65FAC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FAC" w:rsidRDefault="00D65FAC" w:rsidP="00087102">
      <w:r>
        <w:separator/>
      </w:r>
    </w:p>
  </w:footnote>
  <w:footnote w:type="continuationSeparator" w:id="0">
    <w:p w:rsidR="00D65FAC" w:rsidRDefault="00D65FAC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B3D03">
      <w:rPr>
        <w:noProof/>
      </w:rPr>
      <w:t>10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02C4FD9"/>
    <w:multiLevelType w:val="hybridMultilevel"/>
    <w:tmpl w:val="F770501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246E59"/>
    <w:multiLevelType w:val="hybridMultilevel"/>
    <w:tmpl w:val="2C6A40BC"/>
    <w:lvl w:ilvl="0" w:tplc="E42AD2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7D5FCB"/>
    <w:multiLevelType w:val="multilevel"/>
    <w:tmpl w:val="7D58FC0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06D0B5D"/>
    <w:multiLevelType w:val="hybridMultilevel"/>
    <w:tmpl w:val="53D6A07C"/>
    <w:lvl w:ilvl="0" w:tplc="7B585F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231BF3"/>
    <w:multiLevelType w:val="hybridMultilevel"/>
    <w:tmpl w:val="7CCAF290"/>
    <w:lvl w:ilvl="0" w:tplc="073C0C3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965C7"/>
    <w:multiLevelType w:val="hybridMultilevel"/>
    <w:tmpl w:val="2EDE55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42C46"/>
    <w:multiLevelType w:val="hybridMultilevel"/>
    <w:tmpl w:val="5B1CD5D2"/>
    <w:lvl w:ilvl="0" w:tplc="99FE31A6">
      <w:start w:val="1"/>
      <w:numFmt w:val="decimal"/>
      <w:lvlText w:val="%1."/>
      <w:lvlJc w:val="left"/>
      <w:pPr>
        <w:ind w:left="397" w:hanging="397"/>
      </w:pPr>
      <w:rPr>
        <w:rFonts w:hint="default"/>
        <w:b/>
        <w:strike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621BEE"/>
    <w:multiLevelType w:val="hybridMultilevel"/>
    <w:tmpl w:val="439C2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21E3C"/>
    <w:multiLevelType w:val="hybridMultilevel"/>
    <w:tmpl w:val="0CCA1238"/>
    <w:lvl w:ilvl="0" w:tplc="50203F8E">
      <w:start w:val="1"/>
      <w:numFmt w:val="decimal"/>
      <w:lvlText w:val="%1."/>
      <w:lvlJc w:val="left"/>
      <w:pPr>
        <w:ind w:left="397" w:hanging="397"/>
      </w:pPr>
      <w:rPr>
        <w:rFonts w:hint="default"/>
        <w:b/>
        <w:strike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6D72E9"/>
    <w:multiLevelType w:val="hybridMultilevel"/>
    <w:tmpl w:val="6E86714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4A45740"/>
    <w:multiLevelType w:val="hybridMultilevel"/>
    <w:tmpl w:val="DDC0AA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0732D"/>
    <w:multiLevelType w:val="hybridMultilevel"/>
    <w:tmpl w:val="D35C2ABA"/>
    <w:lvl w:ilvl="0" w:tplc="DFECFC4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9204235"/>
    <w:multiLevelType w:val="hybridMultilevel"/>
    <w:tmpl w:val="DDC0AA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B439D"/>
    <w:multiLevelType w:val="hybridMultilevel"/>
    <w:tmpl w:val="99F015F8"/>
    <w:lvl w:ilvl="0" w:tplc="2A8A6CF6">
      <w:start w:val="1"/>
      <w:numFmt w:val="decimal"/>
      <w:pStyle w:val="Hacafrak"/>
      <w:lvlText w:val="%1."/>
      <w:lvlJc w:val="left"/>
      <w:pPr>
        <w:ind w:left="397" w:hanging="397"/>
      </w:pPr>
      <w:rPr>
        <w:rFonts w:hint="default"/>
        <w:b/>
        <w:strike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6"/>
  </w:num>
  <w:num w:numId="5">
    <w:abstractNumId w:val="12"/>
  </w:num>
  <w:num w:numId="6">
    <w:abstractNumId w:val="2"/>
  </w:num>
  <w:num w:numId="7">
    <w:abstractNumId w:val="11"/>
  </w:num>
  <w:num w:numId="8">
    <w:abstractNumId w:val="9"/>
  </w:num>
  <w:num w:numId="9">
    <w:abstractNumId w:val="13"/>
  </w:num>
  <w:num w:numId="10">
    <w:abstractNumId w:val="5"/>
  </w:num>
  <w:num w:numId="11">
    <w:abstractNumId w:val="3"/>
  </w:num>
  <w:num w:numId="12">
    <w:abstractNumId w:val="7"/>
  </w:num>
  <w:num w:numId="13">
    <w:abstractNumId w:val="8"/>
  </w:num>
  <w:num w:numId="14">
    <w:abstractNumId w:val="10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AC"/>
    <w:rsid w:val="00087102"/>
    <w:rsid w:val="000C0160"/>
    <w:rsid w:val="000C6893"/>
    <w:rsid w:val="001333ED"/>
    <w:rsid w:val="001F2140"/>
    <w:rsid w:val="001F4053"/>
    <w:rsid w:val="00362438"/>
    <w:rsid w:val="003C579F"/>
    <w:rsid w:val="004D78AA"/>
    <w:rsid w:val="00511F8C"/>
    <w:rsid w:val="0052003F"/>
    <w:rsid w:val="006706ED"/>
    <w:rsid w:val="008B3D03"/>
    <w:rsid w:val="008E334F"/>
    <w:rsid w:val="00C172A9"/>
    <w:rsid w:val="00CC697F"/>
    <w:rsid w:val="00D55473"/>
    <w:rsid w:val="00D6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937AB5"/>
  <w15:chartTrackingRefBased/>
  <w15:docId w15:val="{5D728F6D-F171-475B-897A-FF9D2EA5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D65FAC"/>
    <w:pPr>
      <w:widowControl/>
      <w:suppressAutoHyphens w:val="0"/>
      <w:spacing w:after="120" w:line="276" w:lineRule="auto"/>
      <w:ind w:left="720"/>
      <w:contextualSpacing/>
      <w:jc w:val="both"/>
    </w:pPr>
    <w:rPr>
      <w:rFonts w:ascii="Calibri" w:eastAsia="Calibri" w:hAnsi="Calibri" w:cs="Times New Roman"/>
      <w:kern w:val="0"/>
      <w:szCs w:val="22"/>
      <w:lang w:eastAsia="en-US" w:bidi="ar-SA"/>
    </w:rPr>
  </w:style>
  <w:style w:type="paragraph" w:customStyle="1" w:styleId="Hacafrak">
    <w:name w:val="Hacafrak"/>
    <w:basedOn w:val="Normln"/>
    <w:link w:val="HacafrakChar"/>
    <w:qFormat/>
    <w:rsid w:val="00D65FAC"/>
    <w:pPr>
      <w:widowControl/>
      <w:numPr>
        <w:numId w:val="3"/>
      </w:numPr>
      <w:suppressAutoHyphens w:val="0"/>
      <w:spacing w:before="240" w:after="120" w:line="276" w:lineRule="auto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acafrakChar">
    <w:name w:val="Hacafrak Char"/>
    <w:link w:val="Hacafrak"/>
    <w:rsid w:val="00D65FAC"/>
    <w:rPr>
      <w:rFonts w:eastAsia="Calibri"/>
      <w:sz w:val="24"/>
      <w:szCs w:val="22"/>
      <w:lang w:eastAsia="en-US"/>
    </w:rPr>
  </w:style>
  <w:style w:type="paragraph" w:customStyle="1" w:styleId="LO-normal">
    <w:name w:val="LO-normal"/>
    <w:qFormat/>
    <w:rsid w:val="00D65FAC"/>
    <w:pPr>
      <w:suppressAutoHyphens/>
      <w:spacing w:line="276" w:lineRule="auto"/>
    </w:pPr>
    <w:rPr>
      <w:rFonts w:ascii="Arial" w:eastAsia="Arial" w:hAnsi="Arial" w:cs="Arial"/>
      <w:sz w:val="22"/>
      <w:szCs w:val="22"/>
      <w:lang w:val="en" w:eastAsia="zh-CN" w:bidi="hi-IN"/>
    </w:rPr>
  </w:style>
  <w:style w:type="paragraph" w:customStyle="1" w:styleId="Ustanoven">
    <w:name w:val="Ustanovení"/>
    <w:basedOn w:val="Normln"/>
    <w:link w:val="UstanovenChar"/>
    <w:qFormat/>
    <w:rsid w:val="003C579F"/>
    <w:pPr>
      <w:widowControl/>
      <w:suppressAutoHyphens w:val="0"/>
      <w:spacing w:after="100" w:afterAutospacing="1"/>
      <w:jc w:val="both"/>
    </w:pPr>
    <w:rPr>
      <w:rFonts w:eastAsia="Times New Roman" w:cs="Times New Roman"/>
      <w:kern w:val="0"/>
      <w:lang w:eastAsia="en-US" w:bidi="ar-SA"/>
    </w:rPr>
  </w:style>
  <w:style w:type="character" w:customStyle="1" w:styleId="UstanovenChar">
    <w:name w:val="Ustanovení Char"/>
    <w:link w:val="Ustanoven"/>
    <w:rsid w:val="003C579F"/>
    <w:rPr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C172A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03F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03F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35</TotalTime>
  <Pages>11</Pages>
  <Words>2918</Words>
  <Characters>17218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7</cp:revision>
  <cp:lastPrinted>2020-10-21T11:56:00Z</cp:lastPrinted>
  <dcterms:created xsi:type="dcterms:W3CDTF">2020-10-20T15:47:00Z</dcterms:created>
  <dcterms:modified xsi:type="dcterms:W3CDTF">2020-10-21T11:58:00Z</dcterms:modified>
</cp:coreProperties>
</file>