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60F71" w14:textId="77777777" w:rsidR="00CF1510" w:rsidRPr="00F82103" w:rsidRDefault="00CF1510" w:rsidP="00CF1510">
      <w:pPr>
        <w:jc w:val="center"/>
        <w:rPr>
          <w:b/>
          <w:szCs w:val="24"/>
        </w:rPr>
      </w:pPr>
      <w:bookmarkStart w:id="0" w:name="_GoBack"/>
      <w:bookmarkEnd w:id="0"/>
      <w:r w:rsidRPr="00F82103">
        <w:rPr>
          <w:b/>
          <w:szCs w:val="24"/>
        </w:rPr>
        <w:t>PLATNÉ ZNĚNÍ S VYZNAČENÍM ZMĚN</w:t>
      </w:r>
    </w:p>
    <w:p w14:paraId="30A456CD" w14:textId="77777777" w:rsidR="00CF1510" w:rsidRDefault="00CF1510" w:rsidP="00CF1510">
      <w:pPr>
        <w:spacing w:after="120"/>
        <w:rPr>
          <w:rStyle w:val="normln0"/>
          <w:rFonts w:asciiTheme="majorBidi" w:hAnsiTheme="majorBidi" w:cstheme="majorBidi"/>
          <w:b/>
        </w:rPr>
      </w:pPr>
    </w:p>
    <w:p w14:paraId="461B4AF4" w14:textId="5BCCF3F0" w:rsidR="00612733" w:rsidRPr="00CF55AC" w:rsidRDefault="00CF1510" w:rsidP="00CF1510">
      <w:pPr>
        <w:spacing w:after="120"/>
        <w:jc w:val="center"/>
        <w:rPr>
          <w:szCs w:val="24"/>
        </w:rPr>
      </w:pPr>
      <w:r w:rsidRPr="00F82103">
        <w:rPr>
          <w:rStyle w:val="normln0"/>
          <w:rFonts w:asciiTheme="majorBidi" w:hAnsiTheme="majorBidi" w:cstheme="majorBidi"/>
          <w:b/>
        </w:rPr>
        <w:t>Změna zákona</w:t>
      </w:r>
      <w:r>
        <w:rPr>
          <w:rStyle w:val="normln0"/>
          <w:rFonts w:asciiTheme="majorBidi" w:hAnsiTheme="majorBidi" w:cstheme="majorBidi"/>
          <w:b/>
        </w:rPr>
        <w:t xml:space="preserve"> o úpadku a způsobech jeho řešení (insolvenční zákon)</w:t>
      </w:r>
      <w:r>
        <w:rPr>
          <w:rStyle w:val="normln0"/>
          <w:rFonts w:asciiTheme="majorBidi" w:hAnsiTheme="majorBidi" w:cstheme="majorBidi"/>
          <w:b/>
        </w:rPr>
        <w:br/>
      </w:r>
    </w:p>
    <w:p w14:paraId="20174391" w14:textId="77777777" w:rsidR="00612733" w:rsidRPr="00CF55AC" w:rsidRDefault="00612733" w:rsidP="00612733">
      <w:pPr>
        <w:pStyle w:val="l4"/>
        <w:shd w:val="clear" w:color="auto" w:fill="FFFFFF"/>
        <w:spacing w:before="0" w:beforeAutospacing="0" w:after="120" w:afterAutospacing="0"/>
        <w:jc w:val="center"/>
        <w:rPr>
          <w:bCs/>
        </w:rPr>
      </w:pPr>
      <w:r w:rsidRPr="00CF55AC">
        <w:rPr>
          <w:bCs/>
        </w:rPr>
        <w:t>§ 36</w:t>
      </w:r>
    </w:p>
    <w:p w14:paraId="3787CBBF"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(1)</w:t>
      </w:r>
      <w:r w:rsidRPr="00CF55AC">
        <w:rPr>
          <w:color w:val="000000"/>
        </w:rPr>
        <w:t> Insolvenční správce je povinen při výkonu funkce postupovat svědomitě a s odbornou péčí; je povinen vyvinout veškeré úsilí, které lze po něm spravedlivě požadovat, aby věřitelé byli uspokojeni v co nejvyšší míře. Společnému zájmu věřitelů je povinen dát při výkonu funkce přednost před zájmy vlastními i před zájmy jiných osob.</w:t>
      </w:r>
    </w:p>
    <w:p w14:paraId="6FA02F75" w14:textId="6383E278"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(2)</w:t>
      </w:r>
      <w:r w:rsidRPr="00CF55AC">
        <w:rPr>
          <w:color w:val="000000"/>
        </w:rPr>
        <w:t> Insolvenční správce poskytuje věřitelským</w:t>
      </w:r>
      <w:r w:rsidR="00C713F5">
        <w:rPr>
          <w:color w:val="000000"/>
        </w:rPr>
        <w:t xml:space="preserve"> orgánům součinnost nezbytnou k </w:t>
      </w:r>
      <w:r w:rsidRPr="00CF55AC">
        <w:rPr>
          <w:color w:val="000000"/>
        </w:rPr>
        <w:t>řádnému výkonu jejich funkce; zejména se na žádost věřitelského orgánu účastní jeho jednání. Neurčí-li insolvenční soud jinak, předkládá insolvenční správce věřitelskému orgánu a insolvenčnímu soudu nejméně jednou za 3 měsíce písemnou zprávu o stavu insolvenčního řízení;</w:t>
      </w:r>
      <w:r w:rsidR="0056403B">
        <w:rPr>
          <w:strike/>
        </w:rPr>
        <w:t xml:space="preserve"> </w:t>
      </w:r>
      <w:r w:rsidRPr="00780CC1">
        <w:rPr>
          <w:strike/>
          <w:color w:val="000000"/>
        </w:rPr>
        <w:t>písemnou zprávu o splnění oddlužení předloží bez zbytečného odkladu po splnění oddlužení</w:t>
      </w:r>
      <w:r w:rsidR="0056403B" w:rsidRPr="0056403B">
        <w:rPr>
          <w:color w:val="000000"/>
        </w:rPr>
        <w:t xml:space="preserve"> </w:t>
      </w:r>
      <w:r w:rsidR="0056403B" w:rsidRPr="0035623F">
        <w:rPr>
          <w:b/>
          <w:u w:val="single"/>
        </w:rPr>
        <w:t xml:space="preserve">písemnou zprávu pro osvobození předloží bez zbytečného odkladu po splnění předpokladů podle § 412a, </w:t>
      </w:r>
      <w:r w:rsidR="001C51A5" w:rsidRPr="0035623F">
        <w:rPr>
          <w:b/>
          <w:u w:val="single"/>
        </w:rPr>
        <w:t xml:space="preserve">nejpozději však </w:t>
      </w:r>
      <w:r w:rsidR="00004445" w:rsidRPr="0035623F">
        <w:rPr>
          <w:b/>
          <w:u w:val="single"/>
        </w:rPr>
        <w:t xml:space="preserve">bez zbytečného odkladu po uplynutí doby </w:t>
      </w:r>
      <w:r w:rsidR="00C713F5" w:rsidRPr="0035623F">
        <w:rPr>
          <w:b/>
          <w:u w:val="single"/>
        </w:rPr>
        <w:t>3 </w:t>
      </w:r>
      <w:r w:rsidR="00993534" w:rsidRPr="0035623F">
        <w:rPr>
          <w:b/>
          <w:u w:val="single"/>
        </w:rPr>
        <w:t>let od schválení oddlužení prodloužené o dobu přerušení nebo prodloužení průběhu oddlužení (§ 412b)</w:t>
      </w:r>
      <w:r w:rsidR="001C51A5" w:rsidRPr="005A4913">
        <w:rPr>
          <w:bCs/>
        </w:rPr>
        <w:t>.</w:t>
      </w:r>
    </w:p>
    <w:p w14:paraId="6F4989DF" w14:textId="5836897A"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(3)</w:t>
      </w:r>
      <w:r w:rsidRPr="00CF55AC">
        <w:rPr>
          <w:color w:val="000000"/>
        </w:rPr>
        <w:t> Je-li způsobem řešení úpadku dlužníka oddlužení, předloží insolvenční správce neprodleně písemnou zprávu o stavu insolvenčního řízení v případě, lze-li důvodně předpokládat naplnění podmínek odůvodňujících zrušení schváleného oddlužení (§ 418) nebo jiných skutečností rozhodných pro průběh insolvenčního řízení (zejména § 407 odst. 3); v této zprávě insolvenční správce například uvede, zda doporučuje</w:t>
      </w:r>
      <w:r w:rsidR="00C713F5">
        <w:rPr>
          <w:color w:val="000000"/>
        </w:rPr>
        <w:t xml:space="preserve"> zrušit schválené oddlužení a z </w:t>
      </w:r>
      <w:r w:rsidRPr="00CF55AC">
        <w:rPr>
          <w:color w:val="000000"/>
        </w:rPr>
        <w:t>jakých důvodů.</w:t>
      </w:r>
    </w:p>
    <w:p w14:paraId="733B1F47" w14:textId="0CE353B7" w:rsidR="00612733" w:rsidRPr="00CF55AC" w:rsidRDefault="00612733" w:rsidP="00256CF7">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(4)</w:t>
      </w:r>
      <w:r w:rsidRPr="00CF55AC">
        <w:rPr>
          <w:color w:val="000000"/>
        </w:rPr>
        <w:t xml:space="preserve"> V písemné </w:t>
      </w:r>
      <w:r w:rsidRPr="00CB5A3C">
        <w:rPr>
          <w:strike/>
          <w:color w:val="000000"/>
        </w:rPr>
        <w:t>zprávě</w:t>
      </w:r>
      <w:r w:rsidRPr="00CF55AC">
        <w:rPr>
          <w:color w:val="000000"/>
        </w:rPr>
        <w:t xml:space="preserve"> </w:t>
      </w:r>
      <w:r w:rsidR="004819DD" w:rsidRPr="00256CF7">
        <w:rPr>
          <w:strike/>
          <w:color w:val="000000"/>
        </w:rPr>
        <w:t>o splnění oddlužení</w:t>
      </w:r>
      <w:r w:rsidR="00256CF7">
        <w:rPr>
          <w:color w:val="000000"/>
        </w:rPr>
        <w:t xml:space="preserve"> </w:t>
      </w:r>
      <w:r w:rsidR="0095780D" w:rsidRPr="00CB5A3C">
        <w:rPr>
          <w:b/>
          <w:bCs/>
          <w:color w:val="000000"/>
        </w:rPr>
        <w:t xml:space="preserve">zprávě </w:t>
      </w:r>
      <w:r w:rsidR="004819DD" w:rsidRPr="0035623F">
        <w:rPr>
          <w:b/>
          <w:color w:val="000000"/>
          <w:u w:val="single"/>
        </w:rPr>
        <w:t>pro osvobození</w:t>
      </w:r>
      <w:r w:rsidR="004819DD">
        <w:rPr>
          <w:b/>
          <w:color w:val="000000"/>
        </w:rPr>
        <w:t xml:space="preserve"> </w:t>
      </w:r>
      <w:r w:rsidRPr="00CF55AC">
        <w:rPr>
          <w:color w:val="000000"/>
        </w:rPr>
        <w:t xml:space="preserve">insolvenční správce uvede, zda dlužník řádně plnil všechny povinnosti podle tohoto zákona a zda doporučuje </w:t>
      </w:r>
      <w:r w:rsidRPr="00CB5A3C">
        <w:rPr>
          <w:strike/>
          <w:color w:val="000000"/>
        </w:rPr>
        <w:t>rozhodnout o</w:t>
      </w:r>
      <w:r w:rsidR="00256CF7">
        <w:rPr>
          <w:color w:val="000000"/>
        </w:rPr>
        <w:t xml:space="preserve"> </w:t>
      </w:r>
      <w:r w:rsidR="00256CF7" w:rsidRPr="00256CF7">
        <w:rPr>
          <w:strike/>
          <w:color w:val="000000"/>
        </w:rPr>
        <w:t>splnění oddlužení</w:t>
      </w:r>
      <w:r w:rsidR="00256CF7">
        <w:rPr>
          <w:color w:val="000000"/>
        </w:rPr>
        <w:t xml:space="preserve"> </w:t>
      </w:r>
      <w:r w:rsidR="0095780D" w:rsidRPr="00CB5A3C">
        <w:rPr>
          <w:b/>
          <w:bCs/>
          <w:color w:val="000000"/>
        </w:rPr>
        <w:t>rozhodnout o</w:t>
      </w:r>
      <w:r w:rsidR="0095780D">
        <w:rPr>
          <w:color w:val="000000"/>
        </w:rPr>
        <w:t xml:space="preserve"> </w:t>
      </w:r>
      <w:r w:rsidR="00256CF7" w:rsidRPr="0035623F">
        <w:rPr>
          <w:b/>
          <w:color w:val="000000"/>
          <w:u w:val="single"/>
        </w:rPr>
        <w:t>osvobození podle § 414</w:t>
      </w:r>
      <w:r w:rsidRPr="00CF55AC">
        <w:rPr>
          <w:color w:val="000000"/>
        </w:rPr>
        <w:t>.</w:t>
      </w:r>
    </w:p>
    <w:p w14:paraId="3E2BDCF5"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(5)</w:t>
      </w:r>
      <w:r w:rsidRPr="00CF55AC">
        <w:rPr>
          <w:color w:val="000000"/>
        </w:rPr>
        <w:t> Insolvenční správce zřizuje v každém insolvenčním řízení zvláštní účet u banky nebo spořitelního a úvěrního družstva za účelem odděleného vedení majetku náležícího do majetkové podstaty.</w:t>
      </w:r>
    </w:p>
    <w:p w14:paraId="33C867B7" w14:textId="09C97D31" w:rsidR="00612733" w:rsidRDefault="00612733" w:rsidP="00612733">
      <w:pPr>
        <w:pStyle w:val="l5"/>
        <w:shd w:val="clear" w:color="auto" w:fill="FFFFFF"/>
        <w:spacing w:before="0" w:beforeAutospacing="0" w:after="120" w:afterAutospacing="0"/>
        <w:ind w:firstLine="708"/>
        <w:jc w:val="both"/>
        <w:rPr>
          <w:color w:val="000000"/>
        </w:rPr>
      </w:pPr>
      <w:r w:rsidRPr="00CF55AC">
        <w:rPr>
          <w:rStyle w:val="PromnnHTML"/>
          <w:bCs/>
          <w:i w:val="0"/>
          <w:iCs w:val="0"/>
          <w:color w:val="000000"/>
        </w:rPr>
        <w:t>(6)</w:t>
      </w:r>
      <w:r w:rsidRPr="00CF55AC">
        <w:rPr>
          <w:color w:val="000000"/>
        </w:rPr>
        <w:t xml:space="preserve"> Obsah požadavků na plnění povinností insolvenčního správce podle odstavců 1 a 2, § 31 odst. 6, </w:t>
      </w:r>
      <w:r w:rsidRPr="00D36E9B">
        <w:rPr>
          <w:strike/>
          <w:color w:val="000000"/>
        </w:rPr>
        <w:t>§ 136 odst. 5</w:t>
      </w:r>
      <w:r w:rsidR="00D77708" w:rsidRPr="002A0165">
        <w:rPr>
          <w:color w:val="000000"/>
        </w:rPr>
        <w:t xml:space="preserve"> </w:t>
      </w:r>
      <w:r w:rsidR="00743735" w:rsidRPr="00743735">
        <w:rPr>
          <w:b/>
          <w:color w:val="000000"/>
        </w:rPr>
        <w:t xml:space="preserve">§ 136 </w:t>
      </w:r>
      <w:r w:rsidR="007F14D1" w:rsidRPr="00743735">
        <w:rPr>
          <w:b/>
          <w:color w:val="000000"/>
        </w:rPr>
        <w:t>odst</w:t>
      </w:r>
      <w:r w:rsidR="007F14D1" w:rsidRPr="007F14D1">
        <w:rPr>
          <w:b/>
          <w:color w:val="000000"/>
        </w:rPr>
        <w:t>. 6</w:t>
      </w:r>
      <w:r w:rsidRPr="00CF55AC">
        <w:rPr>
          <w:color w:val="000000"/>
        </w:rPr>
        <w:t>, § 246 odst. 1, § 313 odst. 2, § 371, § 373 odst. 2, § 383 odst. 1, § 385 odst. 2 a § 430a odst. 1 stanoví prováděcí právní předpis.</w:t>
      </w:r>
    </w:p>
    <w:p w14:paraId="2A3FA09D" w14:textId="31721F97" w:rsidR="00612733" w:rsidRPr="0035623F" w:rsidRDefault="0035623F" w:rsidP="0035623F">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6601654C"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75</w:t>
      </w:r>
    </w:p>
    <w:p w14:paraId="5E9812A3"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O zvláštní způsob doručení jde tehdy, jestliže zákon ukládá, aby písemnost byla doručena zvlášť nebo do vlastních rukou adresáta.</w:t>
      </w:r>
    </w:p>
    <w:p w14:paraId="0B0FE4FD" w14:textId="1B85204D"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xml:space="preserve"> Nestanoví-li tento zákon jinak, doručuje se písemnost v insolvenčním řízení zvlášť dlužníku, </w:t>
      </w:r>
      <w:r w:rsidRPr="0017054E">
        <w:rPr>
          <w:strike/>
          <w:color w:val="000000"/>
        </w:rPr>
        <w:t>osobám, které mají právo podání opravného prostředku,</w:t>
      </w:r>
      <w:r w:rsidRPr="00CF55AC">
        <w:rPr>
          <w:color w:val="000000"/>
        </w:rPr>
        <w:t xml:space="preserve"> osobám, o jejichž podání insolvenční soud rozhoduje, a osobám, které mají v insolvenčním řízení něco vykonat.</w:t>
      </w:r>
    </w:p>
    <w:p w14:paraId="0DEE1B6C" w14:textId="524E0FED" w:rsidR="00612733" w:rsidRDefault="00612733" w:rsidP="002B7808">
      <w:pPr>
        <w:pStyle w:val="l5"/>
        <w:shd w:val="clear" w:color="auto" w:fill="FFFFFF"/>
        <w:spacing w:before="0" w:beforeAutospacing="0" w:after="120" w:afterAutospacing="0"/>
        <w:ind w:firstLine="708"/>
        <w:jc w:val="both"/>
        <w:rPr>
          <w:color w:val="000000"/>
        </w:rPr>
      </w:pPr>
      <w:r w:rsidRPr="00CF55AC">
        <w:t>(3)</w:t>
      </w:r>
      <w:r w:rsidRPr="00CF55AC">
        <w:rPr>
          <w:color w:val="000000"/>
        </w:rPr>
        <w:t> Vedle doručení vyhláškou mohou být v určitých případech zvlášť doručeny i písemnosti, o kterých tak stanoví předseda senátu. Tento postup insolvenčního soudu však nesmí být v rozporu s principem rovnosti účastníků insolvenčního řízení.</w:t>
      </w:r>
    </w:p>
    <w:p w14:paraId="04310F4A" w14:textId="7F739CC0" w:rsidR="002E0D75" w:rsidRDefault="00B34636" w:rsidP="005A4913">
      <w:pPr>
        <w:pStyle w:val="l5"/>
        <w:shd w:val="clear" w:color="auto" w:fill="FFFFFF"/>
        <w:spacing w:before="0" w:beforeAutospacing="0" w:after="120" w:afterAutospacing="0"/>
        <w:ind w:firstLine="708"/>
        <w:jc w:val="both"/>
      </w:pPr>
      <w:r w:rsidDel="00B34636">
        <w:rPr>
          <w:color w:val="000000"/>
        </w:rPr>
        <w:t xml:space="preserve"> </w:t>
      </w:r>
    </w:p>
    <w:p w14:paraId="69243DCE" w14:textId="77777777" w:rsidR="002E0D75" w:rsidRPr="00613387" w:rsidRDefault="002E0D75" w:rsidP="002E0D75">
      <w:pPr>
        <w:pStyle w:val="l5"/>
        <w:shd w:val="clear" w:color="auto" w:fill="FFFFFF"/>
        <w:spacing w:before="0" w:beforeAutospacing="0" w:after="120" w:afterAutospacing="0"/>
        <w:jc w:val="center"/>
        <w:rPr>
          <w:b/>
          <w:color w:val="000000"/>
        </w:rPr>
      </w:pPr>
      <w:r w:rsidRPr="00613387">
        <w:rPr>
          <w:b/>
          <w:color w:val="000000"/>
        </w:rPr>
        <w:lastRenderedPageBreak/>
        <w:t>Rozhodnutí o úpadku</w:t>
      </w:r>
    </w:p>
    <w:p w14:paraId="2E640352" w14:textId="77777777" w:rsidR="002E0D75" w:rsidRPr="00613387" w:rsidRDefault="002E0D75" w:rsidP="002E0D75">
      <w:pPr>
        <w:pStyle w:val="l5"/>
        <w:shd w:val="clear" w:color="auto" w:fill="FFFFFF"/>
        <w:spacing w:before="0" w:beforeAutospacing="0" w:after="120" w:afterAutospacing="0"/>
        <w:jc w:val="center"/>
        <w:rPr>
          <w:color w:val="000000"/>
        </w:rPr>
      </w:pPr>
      <w:r w:rsidRPr="00613387">
        <w:rPr>
          <w:color w:val="000000"/>
        </w:rPr>
        <w:t>§ 136</w:t>
      </w:r>
    </w:p>
    <w:p w14:paraId="4DE02174" w14:textId="77777777" w:rsidR="002E0D75" w:rsidRPr="00613387" w:rsidRDefault="002E0D75" w:rsidP="002E0D75">
      <w:pPr>
        <w:pStyle w:val="l5"/>
        <w:shd w:val="clear" w:color="auto" w:fill="FFFFFF"/>
        <w:spacing w:before="0" w:beforeAutospacing="0" w:after="120" w:afterAutospacing="0"/>
        <w:ind w:firstLine="708"/>
        <w:jc w:val="both"/>
      </w:pPr>
      <w:r w:rsidRPr="00613387">
        <w:t>(1) Insolvenční soud vydá rozhodnutí o úpadku, je-li osvědčením nebo dokazováním zjištěno, že dlužník je v úpadku nebo že mu úpadek hrozí.</w:t>
      </w:r>
    </w:p>
    <w:p w14:paraId="2A702F9E" w14:textId="77777777" w:rsidR="002E0D75" w:rsidRPr="00613387" w:rsidRDefault="002E0D75" w:rsidP="002E0D75">
      <w:pPr>
        <w:pStyle w:val="l5"/>
        <w:shd w:val="clear" w:color="auto" w:fill="FFFFFF"/>
        <w:spacing w:before="0" w:beforeAutospacing="0" w:after="120" w:afterAutospacing="0"/>
        <w:ind w:firstLine="708"/>
        <w:jc w:val="both"/>
      </w:pPr>
      <w:r w:rsidRPr="00613387">
        <w:t>(2) Rozhodnutí o úpadku musí obsahovat</w:t>
      </w:r>
    </w:p>
    <w:p w14:paraId="2CDF7706" w14:textId="77777777" w:rsidR="002E0D75" w:rsidRPr="00613387" w:rsidRDefault="002E0D75" w:rsidP="002E0D75">
      <w:pPr>
        <w:pStyle w:val="l5"/>
        <w:shd w:val="clear" w:color="auto" w:fill="FFFFFF"/>
        <w:spacing w:before="0" w:beforeAutospacing="0" w:after="120" w:afterAutospacing="0"/>
        <w:jc w:val="both"/>
      </w:pPr>
      <w:r w:rsidRPr="00613387">
        <w:t>a) výrok o tom, že se zjišťuje úpadek dlužníka nebo jeho hrozící úpadek,</w:t>
      </w:r>
    </w:p>
    <w:p w14:paraId="13E5E49E" w14:textId="77777777" w:rsidR="002E0D75" w:rsidRPr="00613387" w:rsidRDefault="002E0D75" w:rsidP="002E0D75">
      <w:pPr>
        <w:pStyle w:val="l5"/>
        <w:shd w:val="clear" w:color="auto" w:fill="FFFFFF"/>
        <w:spacing w:before="0" w:beforeAutospacing="0" w:after="120" w:afterAutospacing="0"/>
        <w:jc w:val="both"/>
      </w:pPr>
      <w:r w:rsidRPr="00613387">
        <w:t>b) výrok, jímž insolvenční soud ustanovuje insolvenčního správce,</w:t>
      </w:r>
    </w:p>
    <w:p w14:paraId="75804727" w14:textId="77777777" w:rsidR="002E0D75" w:rsidRPr="00613387" w:rsidRDefault="002E0D75" w:rsidP="002E0D75">
      <w:pPr>
        <w:pStyle w:val="l5"/>
        <w:shd w:val="clear" w:color="auto" w:fill="FFFFFF"/>
        <w:spacing w:before="0" w:beforeAutospacing="0" w:after="120" w:afterAutospacing="0"/>
        <w:jc w:val="both"/>
      </w:pPr>
      <w:r w:rsidRPr="00613387">
        <w:t>c) údaj o tom, kdy nastávají účinky rozhodnutí o úpadku,</w:t>
      </w:r>
    </w:p>
    <w:p w14:paraId="5536A77E" w14:textId="77777777" w:rsidR="002E0D75" w:rsidRPr="00613387" w:rsidRDefault="002E0D75" w:rsidP="002E0D75">
      <w:pPr>
        <w:pStyle w:val="l5"/>
        <w:shd w:val="clear" w:color="auto" w:fill="FFFFFF"/>
        <w:spacing w:before="0" w:beforeAutospacing="0" w:after="120" w:afterAutospacing="0"/>
        <w:jc w:val="both"/>
      </w:pPr>
      <w:r w:rsidRPr="00613387">
        <w:t>d) výzvu, aby věřitelé, kteří dosud nepřihlásili své pohledávky, t</w:t>
      </w:r>
      <w:r>
        <w:t>ak učinili ve lhůtě 2 měsíců, s </w:t>
      </w:r>
      <w:r w:rsidRPr="00613387">
        <w:t>poučením o následcích jejího zmeškání,</w:t>
      </w:r>
    </w:p>
    <w:p w14:paraId="2CC45E39" w14:textId="77777777" w:rsidR="002E0D75" w:rsidRPr="00613387" w:rsidRDefault="002E0D75" w:rsidP="002E0D75">
      <w:pPr>
        <w:pStyle w:val="l5"/>
        <w:shd w:val="clear" w:color="auto" w:fill="FFFFFF"/>
        <w:spacing w:before="0" w:beforeAutospacing="0" w:after="120" w:afterAutospacing="0"/>
        <w:jc w:val="both"/>
      </w:pPr>
      <w:r w:rsidRPr="00613387">
        <w:t xml:space="preserve">e) výzvu, aby věřitelé insolvenčnímu správci neprodleně sdělili, jaká zajišťovací práva uplatní na dlužníkových věcech, právech, pohledávkách nebo </w:t>
      </w:r>
      <w:r>
        <w:t>jiných majetkových hodnotách, s </w:t>
      </w:r>
      <w:r w:rsidRPr="00613387">
        <w:t>poučením, že jinak mohou odpovídat za škodu nebo jinou újmu vzniklou tím, že do majetkové podstaty nebude včas sepsán majetek dlužníka sloužící k zajištění, nebo tím, že nebudou včas zjištěna zajišťovací práva; to neplatí, jsou-li tato zajišťovací práva zřejmá z veřejného seznamu,</w:t>
      </w:r>
    </w:p>
    <w:p w14:paraId="045F7532" w14:textId="77777777" w:rsidR="002E0D75" w:rsidRPr="00613387" w:rsidRDefault="002E0D75" w:rsidP="002E0D75">
      <w:pPr>
        <w:pStyle w:val="l5"/>
        <w:shd w:val="clear" w:color="auto" w:fill="FFFFFF"/>
        <w:spacing w:before="0" w:beforeAutospacing="0" w:after="120" w:afterAutospacing="0"/>
        <w:jc w:val="both"/>
      </w:pPr>
      <w:r w:rsidRPr="00613387">
        <w:t>f) není-li s rozhodnutím o úpadku spojeno rozhodnutí o povolení oddlužení, výrok, jímž se určí místo a termín konání schůze věřitelů a přezkumného jednání; je-li s rozhodnutím o úpadku spojeno rozhodnutí o povolení oddlužení, výrok, jímž se uloží insolvenčnímu správci podat insolvenčnímu soudu ve lhůtě do 30 dnů po uplynutí lhůty k</w:t>
      </w:r>
      <w:r>
        <w:t xml:space="preserve"> přihlášení pohledávek zprávu o </w:t>
      </w:r>
      <w:r w:rsidRPr="00613387">
        <w:t>přezkumu, zprávu pro oddlužení a předložit soupis majetkové podstaty,</w:t>
      </w:r>
    </w:p>
    <w:p w14:paraId="5D1FB363" w14:textId="77777777" w:rsidR="002E0D75" w:rsidRPr="00613387" w:rsidRDefault="002E0D75" w:rsidP="002E0D75">
      <w:pPr>
        <w:pStyle w:val="l5"/>
        <w:shd w:val="clear" w:color="auto" w:fill="FFFFFF"/>
        <w:spacing w:before="0" w:beforeAutospacing="0" w:after="120" w:afterAutospacing="0"/>
        <w:jc w:val="both"/>
      </w:pPr>
      <w:r w:rsidRPr="00613387">
        <w:t>g) výrok, jímž se uloží dlužníku, který tak dosud neučinil, aby ve stanovené lhůtě sestavil a odevzdal insolvenčnímu správci seznam svého majetku s uvedením svých dlužníků, a není-li způsobem řešení úpadku oddlužení, seznam závazků s uvedením svých věřitelů,</w:t>
      </w:r>
    </w:p>
    <w:p w14:paraId="2431CDF5" w14:textId="77777777" w:rsidR="002E0D75" w:rsidRPr="00613387" w:rsidRDefault="002E0D75" w:rsidP="002E0D75">
      <w:pPr>
        <w:pStyle w:val="l5"/>
        <w:shd w:val="clear" w:color="auto" w:fill="FFFFFF"/>
        <w:spacing w:before="0" w:beforeAutospacing="0" w:after="120" w:afterAutospacing="0"/>
        <w:jc w:val="both"/>
      </w:pPr>
      <w:r w:rsidRPr="00613387">
        <w:t>h) je-li s rozhodnutím o úpadku spojeno rozhodnutí o povolení oddlužení, výzvu, aby v případě zájmu přihlášení věřitelé insolvenčnímu soudu sdělili, že mají zájem o výkon funkce ve věřitelském orgánu,</w:t>
      </w:r>
    </w:p>
    <w:p w14:paraId="25B7068C" w14:textId="3F112CFA" w:rsidR="002E0D75" w:rsidRDefault="002E0D75" w:rsidP="002E0D75">
      <w:pPr>
        <w:pStyle w:val="l5"/>
        <w:shd w:val="clear" w:color="auto" w:fill="FFFFFF"/>
        <w:spacing w:before="0" w:beforeAutospacing="0" w:after="120" w:afterAutospacing="0"/>
        <w:jc w:val="both"/>
      </w:pPr>
      <w:r w:rsidRPr="00613387">
        <w:t>i) je-li s rozhodnutím o úpadku spojeno rozhodnutí o povolení oddlužení, výzvu nezajištěným věřitelům, aby soudu ve lhůtě do 7 dnů od zveřejnění zprávy pro oddlužení v insolvenčním rejstříku navrhli konání schůze věřitelů podle § 399 odst. 1 nebo aby v této lhůtě hlasovali podle § 400, s poučením o následcích zmeškání této lhůty.</w:t>
      </w:r>
    </w:p>
    <w:p w14:paraId="744F3239" w14:textId="6D4AA0A5" w:rsidR="005A4913" w:rsidRDefault="007F14D1" w:rsidP="002E0D75">
      <w:pPr>
        <w:pStyle w:val="l5"/>
        <w:shd w:val="clear" w:color="auto" w:fill="FFFFFF"/>
        <w:spacing w:before="0" w:beforeAutospacing="0" w:after="120" w:afterAutospacing="0"/>
        <w:ind w:firstLine="708"/>
        <w:jc w:val="both"/>
        <w:rPr>
          <w:b/>
        </w:rPr>
      </w:pPr>
      <w:r w:rsidRPr="00A53F7E">
        <w:rPr>
          <w:b/>
        </w:rPr>
        <w:t>(</w:t>
      </w:r>
      <w:r>
        <w:rPr>
          <w:b/>
        </w:rPr>
        <w:t>3</w:t>
      </w:r>
      <w:r w:rsidRPr="00A53F7E">
        <w:rPr>
          <w:b/>
        </w:rPr>
        <w:t xml:space="preserve">) </w:t>
      </w:r>
      <w:r w:rsidR="00176DC1">
        <w:rPr>
          <w:b/>
        </w:rPr>
        <w:t> V rozhodnutí</w:t>
      </w:r>
      <w:r w:rsidRPr="00A53F7E">
        <w:rPr>
          <w:b/>
        </w:rPr>
        <w:t xml:space="preserve"> o úpadku spojen</w:t>
      </w:r>
      <w:r w:rsidR="00176DC1">
        <w:rPr>
          <w:b/>
        </w:rPr>
        <w:t>ém s</w:t>
      </w:r>
      <w:r w:rsidRPr="00A53F7E">
        <w:rPr>
          <w:b/>
        </w:rPr>
        <w:t xml:space="preserve"> rozhodnutí</w:t>
      </w:r>
      <w:r w:rsidR="00176DC1">
        <w:rPr>
          <w:b/>
        </w:rPr>
        <w:t>m</w:t>
      </w:r>
      <w:r w:rsidRPr="00A53F7E">
        <w:rPr>
          <w:b/>
        </w:rPr>
        <w:t xml:space="preserve"> o povolení oddlužení,</w:t>
      </w:r>
      <w:r w:rsidR="00413F39">
        <w:rPr>
          <w:b/>
        </w:rPr>
        <w:t xml:space="preserve"> případně</w:t>
      </w:r>
      <w:r w:rsidR="00176DC1">
        <w:rPr>
          <w:b/>
        </w:rPr>
        <w:t xml:space="preserve"> </w:t>
      </w:r>
      <w:r w:rsidR="002363A2">
        <w:rPr>
          <w:b/>
        </w:rPr>
        <w:t xml:space="preserve">kdykoliv </w:t>
      </w:r>
      <w:r w:rsidR="00176DC1">
        <w:rPr>
          <w:b/>
        </w:rPr>
        <w:t>po povolení oddlužení, může</w:t>
      </w:r>
      <w:r w:rsidRPr="00A53F7E">
        <w:rPr>
          <w:b/>
        </w:rPr>
        <w:t xml:space="preserve"> insolvenční soud </w:t>
      </w:r>
      <w:r>
        <w:rPr>
          <w:b/>
        </w:rPr>
        <w:t>přikázat plátci mzdy nebo jiného příjmu dlužníka, aby insolvenčnímu správci do rozhodnutí o schválení oddlužení</w:t>
      </w:r>
      <w:r w:rsidRPr="00A53F7E">
        <w:rPr>
          <w:b/>
        </w:rPr>
        <w:t xml:space="preserve"> </w:t>
      </w:r>
      <w:r>
        <w:rPr>
          <w:b/>
        </w:rPr>
        <w:t xml:space="preserve">měsíčně </w:t>
      </w:r>
      <w:r w:rsidR="00F52083">
        <w:rPr>
          <w:b/>
        </w:rPr>
        <w:t xml:space="preserve">vyplácel </w:t>
      </w:r>
      <w:r>
        <w:rPr>
          <w:b/>
        </w:rPr>
        <w:t xml:space="preserve">z peněžních prostředků zajištěných podle § 109 odst. 2 částku k uspokojení </w:t>
      </w:r>
      <w:r w:rsidR="007C1F12" w:rsidRPr="006F23DC">
        <w:rPr>
          <w:b/>
          <w:bCs/>
        </w:rPr>
        <w:t>zálohy na odměnu a hotové výdaje insolvenčního správce</w:t>
      </w:r>
      <w:r w:rsidR="007C1F12">
        <w:rPr>
          <w:b/>
        </w:rPr>
        <w:t xml:space="preserve"> a </w:t>
      </w:r>
      <w:r>
        <w:rPr>
          <w:b/>
        </w:rPr>
        <w:t>pohledávek podle § 169 odst. 1 písm. e</w:t>
      </w:r>
      <w:r w:rsidRPr="00A90336">
        <w:rPr>
          <w:b/>
        </w:rPr>
        <w:t xml:space="preserve">), </w:t>
      </w:r>
      <w:r>
        <w:rPr>
          <w:b/>
        </w:rPr>
        <w:t>které vzniknou po rozhodnutí o povolení oddlužení.</w:t>
      </w:r>
      <w:r w:rsidR="00176DC1" w:rsidRPr="00176DC1">
        <w:rPr>
          <w:b/>
        </w:rPr>
        <w:t xml:space="preserve"> </w:t>
      </w:r>
      <w:r w:rsidR="00176DC1">
        <w:rPr>
          <w:b/>
        </w:rPr>
        <w:t>Učiní tak za předpokladu, že stav majetkové podstaty neumožňuje uspokojit tyto pohledávky jiným způsobem</w:t>
      </w:r>
      <w:r w:rsidR="009A6360">
        <w:rPr>
          <w:b/>
        </w:rPr>
        <w:t xml:space="preserve">. Současně insolvenční soud uloží insolvenčnímu správci </w:t>
      </w:r>
      <w:r w:rsidR="00DF6D04">
        <w:rPr>
          <w:b/>
        </w:rPr>
        <w:t xml:space="preserve">povinnost </w:t>
      </w:r>
      <w:r w:rsidR="00796BB3">
        <w:rPr>
          <w:b/>
        </w:rPr>
        <w:t>bez zbytečného odkladu po obdržení této částky</w:t>
      </w:r>
      <w:r w:rsidR="00650DCD">
        <w:rPr>
          <w:b/>
        </w:rPr>
        <w:t xml:space="preserve"> </w:t>
      </w:r>
      <w:r w:rsidR="00E36452">
        <w:rPr>
          <w:b/>
        </w:rPr>
        <w:t xml:space="preserve">přednostně </w:t>
      </w:r>
      <w:r w:rsidR="00796BB3">
        <w:rPr>
          <w:b/>
        </w:rPr>
        <w:t xml:space="preserve">vyplatit </w:t>
      </w:r>
      <w:r w:rsidR="00650DCD">
        <w:rPr>
          <w:b/>
        </w:rPr>
        <w:t>část</w:t>
      </w:r>
      <w:r w:rsidR="00E23D10">
        <w:rPr>
          <w:b/>
        </w:rPr>
        <w:t>ku</w:t>
      </w:r>
      <w:r w:rsidR="00650DCD">
        <w:rPr>
          <w:b/>
        </w:rPr>
        <w:t xml:space="preserve"> připadající na pohledávky podle § 169 odst. 1 písm. e</w:t>
      </w:r>
      <w:r w:rsidR="00650DCD" w:rsidRPr="00A90336">
        <w:rPr>
          <w:b/>
        </w:rPr>
        <w:t>)</w:t>
      </w:r>
      <w:r w:rsidR="00650DCD">
        <w:rPr>
          <w:b/>
        </w:rPr>
        <w:t>.</w:t>
      </w:r>
      <w:r w:rsidR="009A69A3">
        <w:rPr>
          <w:b/>
        </w:rPr>
        <w:t xml:space="preserve"> Postup </w:t>
      </w:r>
      <w:r w:rsidR="008212FF">
        <w:rPr>
          <w:b/>
        </w:rPr>
        <w:t xml:space="preserve">insolvenčního správce </w:t>
      </w:r>
      <w:r w:rsidR="009A69A3">
        <w:rPr>
          <w:b/>
        </w:rPr>
        <w:t xml:space="preserve">podle věty první </w:t>
      </w:r>
      <w:r w:rsidR="008212FF">
        <w:rPr>
          <w:b/>
        </w:rPr>
        <w:t xml:space="preserve">a třetí </w:t>
      </w:r>
      <w:r w:rsidR="009A69A3">
        <w:rPr>
          <w:b/>
        </w:rPr>
        <w:t>se nepovažuje za zpeněžení majetkové podstaty</w:t>
      </w:r>
      <w:r w:rsidR="00D03029">
        <w:rPr>
          <w:b/>
        </w:rPr>
        <w:t xml:space="preserve"> a insolvenčnímu správci za něj nenáleží odměna ani náhrada hotových výdajů</w:t>
      </w:r>
      <w:r w:rsidR="009A69A3">
        <w:rPr>
          <w:b/>
        </w:rPr>
        <w:t>.</w:t>
      </w:r>
      <w:r w:rsidR="00650DCD">
        <w:rPr>
          <w:b/>
        </w:rPr>
        <w:t xml:space="preserve"> </w:t>
      </w:r>
      <w:r w:rsidR="00176DC1">
        <w:rPr>
          <w:b/>
        </w:rPr>
        <w:t>Odvolání proti rozhodnutí podle věty první není přípustné.</w:t>
      </w:r>
    </w:p>
    <w:p w14:paraId="30DD8C48" w14:textId="32F1762C" w:rsidR="002E0D75" w:rsidRPr="00613387" w:rsidRDefault="002E0D75" w:rsidP="002E0D75">
      <w:pPr>
        <w:pStyle w:val="l5"/>
        <w:shd w:val="clear" w:color="auto" w:fill="FFFFFF"/>
        <w:spacing w:before="0" w:beforeAutospacing="0" w:after="120" w:afterAutospacing="0"/>
        <w:ind w:firstLine="708"/>
        <w:jc w:val="both"/>
      </w:pPr>
      <w:r w:rsidRPr="00613387">
        <w:lastRenderedPageBreak/>
        <w:t>(</w:t>
      </w:r>
      <w:r w:rsidRPr="007F14D1">
        <w:rPr>
          <w:strike/>
        </w:rPr>
        <w:t>3</w:t>
      </w:r>
      <w:r w:rsidR="00D77708" w:rsidRPr="00375451">
        <w:t xml:space="preserve"> </w:t>
      </w:r>
      <w:r w:rsidR="007F14D1" w:rsidRPr="007F14D1">
        <w:rPr>
          <w:b/>
        </w:rPr>
        <w:t>4</w:t>
      </w:r>
      <w:r w:rsidRPr="00613387">
        <w:t>) Je-li s rozhodnutím o úpadku spojeno rozhodnutí o povolení oddlužení, rozhodnutí nemusí obsahovat odůvodnění, jestliže žádný z věřitelů neuplatnil stanovisko podle § 389 odst. 2 písm. a) a nebyly zde pochybnosti podle § 397 odst. 1.</w:t>
      </w:r>
    </w:p>
    <w:p w14:paraId="3E5B63F9" w14:textId="2BB7DAD9" w:rsidR="002E0D75" w:rsidRPr="00613387" w:rsidRDefault="002E0D75" w:rsidP="002E0D75">
      <w:pPr>
        <w:pStyle w:val="l5"/>
        <w:shd w:val="clear" w:color="auto" w:fill="FFFFFF"/>
        <w:spacing w:before="0" w:beforeAutospacing="0" w:after="120" w:afterAutospacing="0"/>
        <w:ind w:firstLine="708"/>
        <w:jc w:val="both"/>
      </w:pPr>
      <w:r w:rsidRPr="00613387">
        <w:t>(</w:t>
      </w:r>
      <w:r w:rsidRPr="007F14D1">
        <w:rPr>
          <w:strike/>
        </w:rPr>
        <w:t>4</w:t>
      </w:r>
      <w:r w:rsidR="00D77708" w:rsidRPr="00375451">
        <w:t xml:space="preserve"> </w:t>
      </w:r>
      <w:r w:rsidR="007F14D1" w:rsidRPr="007F14D1">
        <w:rPr>
          <w:b/>
        </w:rPr>
        <w:t>5</w:t>
      </w:r>
      <w:r w:rsidRPr="00613387">
        <w:t>) V rozhodnutí o úpadku rozhodne insolvenční</w:t>
      </w:r>
      <w:r>
        <w:t xml:space="preserve"> soud také o žádosti dlužníka o </w:t>
      </w:r>
      <w:r w:rsidRPr="00613387">
        <w:t>prodloužení lhůty k předložení reorganizačního plánu (§ 3</w:t>
      </w:r>
      <w:r>
        <w:t xml:space="preserve">16 odst. 5 a 6). V rozhodnutí </w:t>
      </w:r>
      <w:r w:rsidRPr="00CB51FB">
        <w:t>o</w:t>
      </w:r>
      <w:r>
        <w:t> </w:t>
      </w:r>
      <w:r w:rsidRPr="00CB51FB">
        <w:t>úpadku</w:t>
      </w:r>
      <w:r w:rsidRPr="00613387">
        <w:t>, s nímž je spojeno rozhodnutí o povolení oddlužení, uloží insolvenční soud dále dlužníku, aby platil zálohy na odměnu a hotové výdaje insolvenčního správce.</w:t>
      </w:r>
    </w:p>
    <w:p w14:paraId="53171BAD" w14:textId="47537F83" w:rsidR="002E0D75" w:rsidRDefault="002E0D75" w:rsidP="002E0D75">
      <w:pPr>
        <w:pStyle w:val="l5"/>
        <w:shd w:val="clear" w:color="auto" w:fill="FFFFFF"/>
        <w:spacing w:before="0" w:beforeAutospacing="0" w:after="120" w:afterAutospacing="0"/>
        <w:ind w:firstLine="708"/>
        <w:jc w:val="both"/>
      </w:pPr>
      <w:r w:rsidRPr="00613387">
        <w:t>(</w:t>
      </w:r>
      <w:r w:rsidR="00BC4E36" w:rsidRPr="007F14D1">
        <w:rPr>
          <w:strike/>
        </w:rPr>
        <w:t>5</w:t>
      </w:r>
      <w:r w:rsidR="00D77708" w:rsidRPr="00375451">
        <w:t xml:space="preserve"> </w:t>
      </w:r>
      <w:r w:rsidR="007F14D1" w:rsidRPr="007F14D1">
        <w:rPr>
          <w:b/>
        </w:rPr>
        <w:t>6</w:t>
      </w:r>
      <w:r w:rsidRPr="00613387">
        <w:t>) Insolvenční správce ustanovený v rozhodnutí o úpadku navazuje na činnost předběžného správce, byl-li dříve ustanoven. Nejde-li o stejnou osobu, je předběžný správce povinen podat insolvenčnímu správci úplné informace o své dosavadní činnosti a předat mu její výsledky, jakož i doklady, které má k dispozici, a poskytnout mu potřebnou součinnost.</w:t>
      </w:r>
    </w:p>
    <w:p w14:paraId="1818D8FA" w14:textId="77777777" w:rsidR="0021587A" w:rsidRPr="005B5620" w:rsidRDefault="0021587A" w:rsidP="005A4913">
      <w:pPr>
        <w:pStyle w:val="l5"/>
        <w:shd w:val="clear" w:color="auto" w:fill="FFFFFF"/>
        <w:spacing w:before="0" w:beforeAutospacing="0" w:after="120" w:afterAutospacing="0"/>
        <w:jc w:val="both"/>
      </w:pPr>
    </w:p>
    <w:p w14:paraId="09898BA8" w14:textId="77777777" w:rsidR="00BC4E36" w:rsidRPr="00BC4E36" w:rsidRDefault="00BC4E36" w:rsidP="00BC4E36">
      <w:pPr>
        <w:pStyle w:val="l5"/>
        <w:shd w:val="clear" w:color="auto" w:fill="FFFFFF"/>
        <w:spacing w:before="0" w:beforeAutospacing="0" w:after="120" w:afterAutospacing="0"/>
        <w:jc w:val="center"/>
        <w:rPr>
          <w:color w:val="000000"/>
        </w:rPr>
      </w:pPr>
      <w:r w:rsidRPr="00BC4E36">
        <w:rPr>
          <w:color w:val="000000"/>
        </w:rPr>
        <w:t>§ 390a</w:t>
      </w:r>
    </w:p>
    <w:p w14:paraId="7CBF571D" w14:textId="77777777" w:rsidR="00BC4E36" w:rsidRPr="00BC4E36" w:rsidRDefault="00BC4E36" w:rsidP="00BC4E36">
      <w:pPr>
        <w:pStyle w:val="l5"/>
        <w:shd w:val="clear" w:color="auto" w:fill="FFFFFF"/>
        <w:spacing w:before="0" w:beforeAutospacing="0" w:after="120" w:afterAutospacing="0"/>
        <w:jc w:val="center"/>
        <w:rPr>
          <w:b/>
          <w:color w:val="000000"/>
        </w:rPr>
      </w:pPr>
      <w:r w:rsidRPr="00BC4E36">
        <w:rPr>
          <w:b/>
          <w:color w:val="000000"/>
        </w:rPr>
        <w:t>Podání návrhu na povolení oddlužení a insolvenčního návrhu</w:t>
      </w:r>
    </w:p>
    <w:p w14:paraId="537DDE62" w14:textId="77777777" w:rsidR="00BC4E36" w:rsidRPr="00BC4E36" w:rsidRDefault="00BC4E36" w:rsidP="00BC4E36">
      <w:pPr>
        <w:pStyle w:val="l5"/>
        <w:shd w:val="clear" w:color="auto" w:fill="FFFFFF"/>
        <w:spacing w:before="0" w:beforeAutospacing="0" w:after="120" w:afterAutospacing="0"/>
        <w:ind w:firstLine="708"/>
        <w:jc w:val="both"/>
      </w:pPr>
      <w:r w:rsidRPr="00BC4E36">
        <w:t>(1) Není-li dále stanoveno jinak, musí být návrh podle § 390 odst. 1 sepsán a za dlužníka podán</w:t>
      </w:r>
    </w:p>
    <w:p w14:paraId="1EC93058" w14:textId="77777777" w:rsidR="00BC4E36" w:rsidRPr="00BC4E36" w:rsidRDefault="00BC4E36" w:rsidP="00BC4E36">
      <w:pPr>
        <w:pStyle w:val="l5"/>
        <w:shd w:val="clear" w:color="auto" w:fill="FFFFFF"/>
        <w:spacing w:before="0" w:beforeAutospacing="0" w:after="120" w:afterAutospacing="0"/>
        <w:jc w:val="both"/>
      </w:pPr>
      <w:r w:rsidRPr="00BC4E36">
        <w:t>a) advokátem, notářem, soudním exekutorem, insolvenčním správcem, nebo</w:t>
      </w:r>
    </w:p>
    <w:p w14:paraId="2750522C" w14:textId="77777777" w:rsidR="00BC4E36" w:rsidRPr="00BC4E36" w:rsidRDefault="00BC4E36" w:rsidP="00BC4E36">
      <w:pPr>
        <w:pStyle w:val="l5"/>
        <w:shd w:val="clear" w:color="auto" w:fill="FFFFFF"/>
        <w:spacing w:before="0" w:beforeAutospacing="0" w:after="120" w:afterAutospacing="0"/>
        <w:jc w:val="both"/>
      </w:pPr>
      <w:r w:rsidRPr="00BC4E36">
        <w:t>b) akreditovanou osobou; akreditovanou osobou je právnická osoba, které byla rozhodnutím ministerstva udělena akreditace pro poskytování služeb v oblasti oddlužení podle tohoto zákona;</w:t>
      </w:r>
    </w:p>
    <w:p w14:paraId="4F6D3049" w14:textId="77777777" w:rsidR="00BC4E36" w:rsidRPr="00BC4E36" w:rsidRDefault="00BC4E36" w:rsidP="00BC4E36">
      <w:pPr>
        <w:pStyle w:val="l5"/>
        <w:shd w:val="clear" w:color="auto" w:fill="FFFFFF"/>
        <w:spacing w:before="0" w:beforeAutospacing="0" w:after="120" w:afterAutospacing="0"/>
        <w:jc w:val="both"/>
      </w:pPr>
      <w:r w:rsidRPr="00BC4E36">
        <w:t>osoba podle písmen a) a b), která je dlužníkem zmocněna, jen aby sepsala a v jeho zastoupení podala návrh podle § 390 odst. 1, není zástupcem dlužníka v insolvenčním řízení. Při sepisu návrhu podle § 390 odst. 1 dlužníka během porady poučí o jeho povinnostech v insolvenčním řízení.</w:t>
      </w:r>
    </w:p>
    <w:p w14:paraId="2AE2333E" w14:textId="77777777" w:rsidR="00BC4E36" w:rsidRPr="00BC4E36" w:rsidRDefault="00BC4E36" w:rsidP="00BC4E36">
      <w:pPr>
        <w:pStyle w:val="l5"/>
        <w:shd w:val="clear" w:color="auto" w:fill="FFFFFF"/>
        <w:spacing w:before="0" w:beforeAutospacing="0" w:after="120" w:afterAutospacing="0"/>
        <w:ind w:firstLine="708"/>
        <w:jc w:val="both"/>
      </w:pPr>
      <w:r w:rsidRPr="00BC4E36">
        <w:t>(2) Odstavec 1 se nepoužije,</w:t>
      </w:r>
    </w:p>
    <w:p w14:paraId="42D49961" w14:textId="09F95DC9" w:rsidR="00BC4E36" w:rsidRPr="00BC4E36" w:rsidRDefault="00BC4E36" w:rsidP="00BC4E36">
      <w:pPr>
        <w:pStyle w:val="l5"/>
        <w:shd w:val="clear" w:color="auto" w:fill="FFFFFF"/>
        <w:spacing w:before="0" w:beforeAutospacing="0" w:after="120" w:afterAutospacing="0"/>
        <w:jc w:val="both"/>
      </w:pPr>
      <w:r w:rsidRPr="00BC4E36">
        <w:t>a) je-li dlužníkem fyzická osoba, která má právn</w:t>
      </w:r>
      <w:r w:rsidR="00C713F5">
        <w:t>ické nebo ekonomické vzdělání v </w:t>
      </w:r>
      <w:r w:rsidRPr="00BC4E36">
        <w:t>magisterském studijním programu nebo vykonala zkoušku insolvenčního správce, nebo</w:t>
      </w:r>
    </w:p>
    <w:p w14:paraId="710CFF7E" w14:textId="77777777" w:rsidR="00BC4E36" w:rsidRPr="00BC4E36" w:rsidRDefault="00BC4E36" w:rsidP="00BC4E36">
      <w:pPr>
        <w:pStyle w:val="l5"/>
        <w:shd w:val="clear" w:color="auto" w:fill="FFFFFF"/>
        <w:spacing w:before="0" w:beforeAutospacing="0" w:after="120" w:afterAutospacing="0"/>
        <w:jc w:val="both"/>
      </w:pPr>
      <w:r w:rsidRPr="00BC4E36">
        <w:t>b) je-li dlužníkem právnická osoba a jedná-li za ni osoba uvedená v § 21 občanského soudního řádu, která má právnické nebo ekonomické vzdělání v magisterském studijním programu nebo vykonala zkoušku insolvenčního správce.</w:t>
      </w:r>
    </w:p>
    <w:p w14:paraId="1AB27C23" w14:textId="77777777" w:rsidR="00BC4E36" w:rsidRPr="00BC4E36" w:rsidRDefault="00BC4E36" w:rsidP="00BC4E36">
      <w:pPr>
        <w:pStyle w:val="l5"/>
        <w:shd w:val="clear" w:color="auto" w:fill="FFFFFF"/>
        <w:spacing w:before="0" w:beforeAutospacing="0" w:after="120" w:afterAutospacing="0"/>
        <w:ind w:firstLine="708"/>
        <w:jc w:val="both"/>
      </w:pPr>
      <w:r w:rsidRPr="00BC4E36">
        <w:t>(3) Osobě podle odstavce 1 písm. a), která sepsala a za dlužníka podala návrh na povolení oddlužení anebo také insolvenční návrh podle § 390 odst. 1, náleží odměna, jejíž maximální výše činí 4000 Kč bez daně z přidané hodnoty a v případě společného oddlužení manželů 6000 Kč bez daně z přidané hodnoty; v odměně je zahrnuta také náhrada nákladů vynaložených v souvislosti se sepisem a podáním návrhů podle části věty před středníkem. Za sepis a podání návrhu na povolení oddlužení anebo také insolvenčního návrhu podle § 390 odst. 1 a další činnosti s tím nezbytně spojené, zejména poradu s klientem a odstranění vad návrhu, jiné plnění osobě podle odstavce 1 písm. a) nenáleží.</w:t>
      </w:r>
    </w:p>
    <w:p w14:paraId="4C510BD4" w14:textId="77777777" w:rsidR="00BC4E36" w:rsidRPr="00BC4E36" w:rsidRDefault="00BC4E36" w:rsidP="00BC4E36">
      <w:pPr>
        <w:pStyle w:val="l5"/>
        <w:shd w:val="clear" w:color="auto" w:fill="FFFFFF"/>
        <w:spacing w:before="0" w:beforeAutospacing="0" w:after="120" w:afterAutospacing="0"/>
        <w:ind w:firstLine="708"/>
        <w:jc w:val="both"/>
      </w:pPr>
      <w:r w:rsidRPr="00BC4E36">
        <w:t>(4) Osobě podle odstavce 1 písm. b) odměna ani jiné plnění za sepis a podání návrhu na povolení oddlužení anebo také insolvenčního návrhu podle § 390 odst. 1 nebo poskytnutí jiné služby poskytované v oblasti oddlužení nebo v souvislosti s oddlužením nenáleží.</w:t>
      </w:r>
    </w:p>
    <w:p w14:paraId="5C3F97EF" w14:textId="694FA5C5" w:rsidR="00BC4E36" w:rsidRPr="00BC4E36" w:rsidRDefault="00BC4E36" w:rsidP="00BC4E36">
      <w:pPr>
        <w:pStyle w:val="l5"/>
        <w:shd w:val="clear" w:color="auto" w:fill="FFFFFF"/>
        <w:spacing w:before="0" w:beforeAutospacing="0" w:after="120" w:afterAutospacing="0"/>
        <w:ind w:firstLine="708"/>
        <w:jc w:val="both"/>
      </w:pPr>
      <w:r w:rsidRPr="00BC4E36">
        <w:t xml:space="preserve">(5) Osoba podle odstavce 1 písm. a), která sepsala a za dlužníka podala návrh na povolení oddlužení anebo také insolvenční návrh podle § 390 odst. 1, může odměnu podle odstavce 3 uplatnit pouze v insolvenčním řízení ve lhůtě podle § 136 </w:t>
      </w:r>
      <w:r w:rsidRPr="002B38C0">
        <w:rPr>
          <w:strike/>
        </w:rPr>
        <w:t>odst. 3</w:t>
      </w:r>
      <w:r w:rsidR="00D77708" w:rsidRPr="00D77708">
        <w:t xml:space="preserve"> </w:t>
      </w:r>
      <w:r w:rsidRPr="00BC4E36">
        <w:rPr>
          <w:b/>
        </w:rPr>
        <w:t>odst. 2 písm. f)</w:t>
      </w:r>
      <w:r w:rsidRPr="00BC4E36">
        <w:t xml:space="preserve">; </w:t>
      </w:r>
      <w:r w:rsidRPr="00BC4E36">
        <w:lastRenderedPageBreak/>
        <w:t>tato pohledávka se považuje za pohledávku postavenou na roveň pohledávkám za majetkovou podstatou.</w:t>
      </w:r>
    </w:p>
    <w:p w14:paraId="0EB49673" w14:textId="77777777" w:rsidR="00BC4E36" w:rsidRPr="00BC4E36" w:rsidRDefault="00BC4E36" w:rsidP="00BC4E36">
      <w:pPr>
        <w:pStyle w:val="l5"/>
        <w:shd w:val="clear" w:color="auto" w:fill="FFFFFF"/>
        <w:spacing w:before="0" w:beforeAutospacing="0" w:after="120" w:afterAutospacing="0"/>
        <w:ind w:firstLine="708"/>
        <w:jc w:val="both"/>
      </w:pPr>
      <w:r w:rsidRPr="00BC4E36">
        <w:t>(6) Soudní exekutor nemůže návrh podle odstavce 1 písm. a) sepsat a podat za dlužníka, proti němuž nebo proti jehož manželu vede exekuční řízení.</w:t>
      </w:r>
    </w:p>
    <w:p w14:paraId="40FC7F76" w14:textId="77777777" w:rsidR="00BC4E36" w:rsidRPr="00BC4E36" w:rsidRDefault="00BC4E36" w:rsidP="00BC4E36">
      <w:pPr>
        <w:pStyle w:val="l5"/>
        <w:shd w:val="clear" w:color="auto" w:fill="FFFFFF"/>
        <w:spacing w:before="0" w:beforeAutospacing="0" w:after="120" w:afterAutospacing="0"/>
        <w:ind w:firstLine="708"/>
        <w:jc w:val="both"/>
      </w:pPr>
      <w:r w:rsidRPr="00BC4E36">
        <w:t>(7) Nikdo není oprávněn sám nebo prostřednictvím jiného za úplatu nebo jiné zvýhodnění obstarat, zprostředkovat nebo nabídnout obstarání či zprostředkování sepisu a podání návrhu na povolení oddlužení anebo také insolvenčního návrhu podle § 390 odst. 1 nebo další činnosti s tím nezbytně spojené.</w:t>
      </w:r>
    </w:p>
    <w:p w14:paraId="55BE62DE" w14:textId="77777777" w:rsidR="002E0D75" w:rsidRDefault="002E0D75" w:rsidP="002B7808">
      <w:pPr>
        <w:pStyle w:val="l5"/>
        <w:shd w:val="clear" w:color="auto" w:fill="FFFFFF"/>
        <w:spacing w:before="0" w:beforeAutospacing="0" w:after="120" w:afterAutospacing="0"/>
        <w:ind w:firstLine="708"/>
        <w:jc w:val="both"/>
        <w:rPr>
          <w:color w:val="000000"/>
        </w:rPr>
      </w:pPr>
    </w:p>
    <w:p w14:paraId="5C322FC6" w14:textId="6E898496" w:rsidR="002B7808" w:rsidRPr="002B7808" w:rsidRDefault="002B7808" w:rsidP="00D31775">
      <w:pPr>
        <w:pStyle w:val="l5"/>
        <w:shd w:val="clear" w:color="auto" w:fill="FFFFFF"/>
        <w:spacing w:before="0" w:beforeAutospacing="0" w:after="240" w:afterAutospacing="0"/>
        <w:jc w:val="center"/>
        <w:rPr>
          <w:color w:val="000000"/>
        </w:rPr>
      </w:pPr>
      <w:r>
        <w:rPr>
          <w:color w:val="000000"/>
        </w:rPr>
        <w:t>§ 392</w:t>
      </w:r>
    </w:p>
    <w:p w14:paraId="5405F12E" w14:textId="299B9FCC" w:rsidR="00D31775" w:rsidRPr="00D31775" w:rsidRDefault="002B7808" w:rsidP="00D31775">
      <w:pPr>
        <w:pStyle w:val="l5"/>
        <w:shd w:val="clear" w:color="auto" w:fill="FFFFFF"/>
        <w:spacing w:before="0" w:beforeAutospacing="0" w:after="240" w:afterAutospacing="0"/>
        <w:jc w:val="center"/>
        <w:rPr>
          <w:b/>
          <w:color w:val="000000"/>
        </w:rPr>
      </w:pPr>
      <w:r w:rsidRPr="00D31775">
        <w:rPr>
          <w:b/>
          <w:color w:val="000000"/>
        </w:rPr>
        <w:t>Přílohy k návrhu na povolení oddlužení</w:t>
      </w:r>
    </w:p>
    <w:p w14:paraId="70064E86" w14:textId="371FE6C4" w:rsidR="002B7808" w:rsidRPr="00D31775" w:rsidRDefault="00D31775" w:rsidP="00D31775">
      <w:pPr>
        <w:pStyle w:val="l5"/>
        <w:shd w:val="clear" w:color="auto" w:fill="FFFFFF"/>
        <w:spacing w:before="0" w:beforeAutospacing="0" w:after="120" w:afterAutospacing="0"/>
        <w:ind w:firstLine="708"/>
        <w:jc w:val="both"/>
      </w:pPr>
      <w:r>
        <w:t>(</w:t>
      </w:r>
      <w:r w:rsidR="002B7808" w:rsidRPr="00D31775">
        <w:t xml:space="preserve">1) K návrhu na povolení oddlužení musí dlužník připojit </w:t>
      </w:r>
    </w:p>
    <w:p w14:paraId="2CC2BCB7" w14:textId="6BB079BF" w:rsidR="002B7808" w:rsidRPr="00D31775" w:rsidRDefault="002B7808" w:rsidP="00D31775">
      <w:pPr>
        <w:pStyle w:val="l5"/>
        <w:shd w:val="clear" w:color="auto" w:fill="FFFFFF"/>
        <w:spacing w:before="0" w:beforeAutospacing="0" w:after="120" w:afterAutospacing="0"/>
        <w:jc w:val="both"/>
      </w:pPr>
      <w:r w:rsidRPr="00D31775">
        <w:t xml:space="preserve">a) seznam majetku, popřípadě prohlášení o změnách, ke kterým v mezidobí došlo v porovnání se seznamy, které v insolvenčním řízení již dříve předložil, </w:t>
      </w:r>
    </w:p>
    <w:p w14:paraId="1C2CFAE0" w14:textId="7392C3E7" w:rsidR="002B7808" w:rsidRPr="00D31775" w:rsidRDefault="002B7808" w:rsidP="00D31775">
      <w:pPr>
        <w:pStyle w:val="l5"/>
        <w:shd w:val="clear" w:color="auto" w:fill="FFFFFF"/>
        <w:spacing w:before="0" w:beforeAutospacing="0" w:after="120" w:afterAutospacing="0"/>
        <w:jc w:val="both"/>
      </w:pPr>
      <w:r w:rsidRPr="00D31775">
        <w:t xml:space="preserve">b) listiny dokládající údaje o příjmech dlužníka za posledních 12 měsíců, </w:t>
      </w:r>
    </w:p>
    <w:p w14:paraId="34FEC376" w14:textId="33D009E6" w:rsidR="002B7808" w:rsidRPr="00D31775" w:rsidRDefault="002B7808" w:rsidP="00D31775">
      <w:pPr>
        <w:pStyle w:val="l5"/>
        <w:shd w:val="clear" w:color="auto" w:fill="FFFFFF"/>
        <w:spacing w:before="0" w:beforeAutospacing="0" w:after="120" w:afterAutospacing="0"/>
        <w:jc w:val="both"/>
      </w:pPr>
      <w:r w:rsidRPr="00D31775">
        <w:t xml:space="preserve">c) písemný souhlas nezajištěného věřitele, který se na tom s dlužníkem dohodl, s tím, že hodnota plnění, které při oddlužení obdrží, bude nižší než míra uspokojení podle § 412a odst. 1 písm. b) </w:t>
      </w:r>
      <w:r w:rsidRPr="00D31775">
        <w:rPr>
          <w:strike/>
        </w:rPr>
        <w:t>nebo c)</w:t>
      </w:r>
      <w:r w:rsidRPr="00D31775">
        <w:t xml:space="preserve">, </w:t>
      </w:r>
    </w:p>
    <w:p w14:paraId="29CFB28F" w14:textId="5E3BD553" w:rsidR="002B7808" w:rsidRPr="00D31775" w:rsidRDefault="002B7808" w:rsidP="00D31775">
      <w:pPr>
        <w:pStyle w:val="l5"/>
        <w:shd w:val="clear" w:color="auto" w:fill="FFFFFF"/>
        <w:spacing w:before="0" w:beforeAutospacing="0" w:after="120" w:afterAutospacing="0"/>
        <w:jc w:val="both"/>
      </w:pPr>
      <w:r w:rsidRPr="00D31775">
        <w:t xml:space="preserve">d) čestné prohlášení, že byl při sepisu insolvenčního návrhu poučen o svých povinnostech v insolvenčním řízení, že v oddlužení bude řádně platit pohledávky svých věřitelů, že vynaloží veškeré úsilí, které po něm lze spravedlivě požadovat, k jejich plnému uspokojení, že bude plnit všechny povinnosti vyplývající z tohoto zákona a z rozhodnutí o schválení oddlužení a že bude přiznávat veškeré své příjmy v plné výši. </w:t>
      </w:r>
    </w:p>
    <w:p w14:paraId="05BF82E5" w14:textId="217B2DB7" w:rsidR="002B7808" w:rsidRPr="00D31775" w:rsidRDefault="002B7808" w:rsidP="00D31775">
      <w:pPr>
        <w:pStyle w:val="l5"/>
        <w:shd w:val="clear" w:color="auto" w:fill="FFFFFF"/>
        <w:spacing w:before="0" w:beforeAutospacing="0" w:after="120" w:afterAutospacing="0"/>
        <w:ind w:firstLine="708"/>
        <w:jc w:val="both"/>
      </w:pPr>
      <w:r w:rsidRPr="00D31775">
        <w:t xml:space="preserve">(2) V písemném souhlasu věřitele podle odstavce 1 písm. c) musí být uvedeno, jaká bude nejnižší hodnota plnění, na kterém se s dlužníkem dohodl. </w:t>
      </w:r>
    </w:p>
    <w:p w14:paraId="5A49965E" w14:textId="3A3721B6" w:rsidR="002B7808" w:rsidRPr="00D31775" w:rsidRDefault="002B7808" w:rsidP="00D31775">
      <w:pPr>
        <w:pStyle w:val="l5"/>
        <w:shd w:val="clear" w:color="auto" w:fill="FFFFFF"/>
        <w:spacing w:before="0" w:beforeAutospacing="0" w:after="120" w:afterAutospacing="0"/>
        <w:ind w:firstLine="708"/>
        <w:jc w:val="both"/>
      </w:pPr>
      <w:r w:rsidRPr="00D31775">
        <w:t xml:space="preserve">(3) Není-li dále stanoveno jinak, podpis dlužníkova manžela na návrhu na povolení oddlužení se nevyžaduje. </w:t>
      </w:r>
    </w:p>
    <w:p w14:paraId="12DD2948" w14:textId="74247EC3" w:rsidR="002B7808" w:rsidRPr="00D31775" w:rsidRDefault="002B7808" w:rsidP="00D31775">
      <w:pPr>
        <w:pStyle w:val="l5"/>
        <w:shd w:val="clear" w:color="auto" w:fill="FFFFFF"/>
        <w:spacing w:before="0" w:beforeAutospacing="0" w:after="120" w:afterAutospacing="0"/>
        <w:ind w:firstLine="708"/>
        <w:jc w:val="both"/>
      </w:pPr>
      <w:r w:rsidRPr="00D31775">
        <w:t>(4) Pro označení osob v návrhu na povolení oddlužení a v seznamech k němu připojených platí § 103 odst. 1 obdobně.</w:t>
      </w:r>
    </w:p>
    <w:p w14:paraId="3F697E1A" w14:textId="1207308B" w:rsidR="00612733" w:rsidRPr="002B7808" w:rsidRDefault="00612733">
      <w:pPr>
        <w:pStyle w:val="l5"/>
        <w:shd w:val="clear" w:color="auto" w:fill="FFFFFF"/>
        <w:spacing w:before="0" w:beforeAutospacing="0" w:after="120" w:afterAutospacing="0"/>
        <w:ind w:firstLine="708"/>
        <w:jc w:val="both"/>
      </w:pPr>
    </w:p>
    <w:p w14:paraId="4D17867C"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398</w:t>
      </w:r>
    </w:p>
    <w:p w14:paraId="1A8F1120"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t>Způsoby oddlužení</w:t>
      </w:r>
    </w:p>
    <w:p w14:paraId="7D90B670"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Oddlužení lze provést zpeněžením majetkové podstaty nebo plněním splátkového kalendáře se zpeněžením majetkové podstaty.</w:t>
      </w:r>
    </w:p>
    <w:p w14:paraId="33B3E145"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Při oddlužení zpeněžením majetkové podstaty se postupuje obdobně podle ustanovení o zpeněžení majetkové podstaty v konkursu a zpeněžení majetkové podstaty při oddlužení má tytéž účinky jako zpeněžení majetkové podstaty v konkursu. Není-li dále stanoveno jinak, při tomto způsobu oddlužení do majetkové podstaty nenáleží majetek, který dlužník nabyl v průběhu insolvenčního řízení poté, co nastaly účinky schválení oddlužení. Zajištění věřitelé se uspokojují jen z výtěžku zpeněžení zajištění.</w:t>
      </w:r>
    </w:p>
    <w:p w14:paraId="16D5F434" w14:textId="389DA6D6"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lastRenderedPageBreak/>
        <w:t>(3)</w:t>
      </w:r>
      <w:r w:rsidRPr="00CF55AC">
        <w:rPr>
          <w:color w:val="000000"/>
        </w:rPr>
        <w:t xml:space="preserve"> Při oddlužení plněním splátkového kalendáře se zpeněžením majetkové podstaty je dlužník povinen vydat insolvenčnímu správci majetek náležející do majetkové podstaty ke zpeněžení postupem obdobným podle ustanovení o zpeněžení majetkové podstaty v konkursu a dále do doby </w:t>
      </w:r>
      <w:r w:rsidRPr="00AB73F4">
        <w:rPr>
          <w:color w:val="000000"/>
        </w:rPr>
        <w:t>podání zprávy</w:t>
      </w:r>
      <w:r w:rsidR="00800891" w:rsidRPr="00800891">
        <w:rPr>
          <w:b/>
          <w:color w:val="000000"/>
        </w:rPr>
        <w:t xml:space="preserve"> </w:t>
      </w:r>
      <w:r w:rsidR="00AB73F4">
        <w:rPr>
          <w:strike/>
          <w:color w:val="000000"/>
        </w:rPr>
        <w:t>o</w:t>
      </w:r>
      <w:r w:rsidR="00800891" w:rsidRPr="00800891">
        <w:rPr>
          <w:strike/>
          <w:color w:val="000000"/>
        </w:rPr>
        <w:t xml:space="preserve"> splnění oddlužení</w:t>
      </w:r>
      <w:r w:rsidR="00AB73F4" w:rsidRPr="005A4913">
        <w:rPr>
          <w:color w:val="000000"/>
        </w:rPr>
        <w:t xml:space="preserve"> </w:t>
      </w:r>
      <w:r w:rsidR="00AB73F4" w:rsidRPr="0035623F">
        <w:rPr>
          <w:b/>
          <w:color w:val="000000"/>
          <w:u w:val="single"/>
        </w:rPr>
        <w:t>pro osvobození</w:t>
      </w:r>
      <w:r w:rsidRPr="00036C95">
        <w:rPr>
          <w:b/>
          <w:color w:val="000000"/>
        </w:rPr>
        <w:t xml:space="preserve"> </w:t>
      </w:r>
      <w:r w:rsidRPr="00CF55AC">
        <w:rPr>
          <w:color w:val="000000"/>
        </w:rPr>
        <w:t>měsíčně splácet nezajištěným věřitelům ze svých příjmů částku ve stejném rozsahu, v jakém z nich mohou být při výkonu rozhodnutí nebo při exekuci uspokojeny přednostní pohledávky</w:t>
      </w:r>
      <w:hyperlink r:id="rId7" w:anchor="f3030526" w:history="1">
        <w:r w:rsidRPr="00036C95">
          <w:rPr>
            <w:color w:val="000000"/>
            <w:vertAlign w:val="superscript"/>
          </w:rPr>
          <w:t>29)</w:t>
        </w:r>
      </w:hyperlink>
      <w:r w:rsidRPr="00CF55AC">
        <w:rPr>
          <w:color w:val="000000"/>
        </w:rPr>
        <w:t>.</w:t>
      </w:r>
    </w:p>
    <w:p w14:paraId="29062417" w14:textId="2B90A65D"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(4)</w:t>
      </w:r>
      <w:r w:rsidRPr="00CF55AC">
        <w:rPr>
          <w:color w:val="000000"/>
        </w:rPr>
        <w:t> Nestačí-li částka podle odstavce 3 k uspokojení všech pohledávek za majetkovou podstatou a pohledávek jim postavených na roveň, uspokojí se nejdříve odměna a hotové výdaje insolvenčního správce, poté pohledávky věřitelů na výživném ze zákona, jestliže vznikly po rozhodnutí o úpadku, poté pohledávka podle § 390a odst. 5, poté záloha na úhradu odměny a hotových výdajů insolvenčního správce, poté ostatní pohledávky věřitelů na výživném ze zákona a poté náklady spojené s udržováním a správou majetkové podstaty. Ostatní pohledávky za majetkovou podstatou a pohledávky jim postavené na roveň se uspokojí poměrně. Po uspokojení těchto pohledávek rozvrhne dlužník prostřednictvím insolvenčního správce částku podle odstavce 3 mezi nezajištěné věřitele podle poměru jejich pohledávek způsobem určeným v rozhodnutí insolvenčního soudu o schválení oddlužení. Zajištění věřitelé se uspokojí jen z výtěžku zpeněžení zajištění; při tomto zpeněžení se postu</w:t>
      </w:r>
      <w:r w:rsidR="00C713F5">
        <w:rPr>
          <w:color w:val="000000"/>
        </w:rPr>
        <w:t>puje obdobně podle ustanovení o </w:t>
      </w:r>
      <w:r w:rsidRPr="00CF55AC">
        <w:rPr>
          <w:color w:val="000000"/>
        </w:rPr>
        <w:t>zpeněžení zajištění v konkursu.</w:t>
      </w:r>
    </w:p>
    <w:p w14:paraId="6BA35ED8" w14:textId="56447041"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(5)</w:t>
      </w:r>
      <w:r w:rsidRPr="00CF55AC">
        <w:rPr>
          <w:color w:val="000000"/>
        </w:rPr>
        <w:t> Dlužníku, který o to požádal v návrhu na povolení oddlužení nebo v odůvodněných případech nejpozději při jednání s insolvenčním správcem podle § 410 odst. 2, může insolvenční soud stanovit jinou výši měsíčních splátek. Učiní tak jen tehdy, lze-li se zřetelem ke všem okolnostem důvodně předpokládat, že je výše splátek určená podle odstavce 3 způsobilá ohrozit plnění splátkového kalendáře nebo že míra uspokojení pohledávek nezajištěných věřitelů bude vyšší i při jiné výši měsíčních s</w:t>
      </w:r>
      <w:r w:rsidR="00C713F5">
        <w:rPr>
          <w:color w:val="000000"/>
        </w:rPr>
        <w:t>plátek. Přitom dále přihlédne k </w:t>
      </w:r>
      <w:r w:rsidRPr="00CF55AC">
        <w:rPr>
          <w:color w:val="000000"/>
        </w:rPr>
        <w:t>důvodům, které vedly k dlužníkově úpadku, k celkové výši dlužníkových závazků, k dosavadní a očekávané výši dlužníkových příjmů, k opatřením, která dlužník činí k zachování a zvýšení svých příjmů a ke snížení svých závazků, a k doporučení věřitelů. Dlužníkovým návrhem jiné výše měsíčních splátek není insolvenční soud vázán. K opožděné žádosti insolvenční soud nepřihlíží. Insolvenční soud může obdobně stanovit jinou výši měsíčních splátek i po schválení oddlužení, jestliže o to požádá dlužník pro změnu poměrů. Soud tak učiní jen tehdy, lze-li se zřetelem ke všem okolnostem důvodně předpokládat, že je výše dosavadních splátek způsobilá ohrozit plnění splátkového kalendáře nebo že míra uspokojení pohledávek nezajištěných věřitelů bude vyšší i při jiné výši měsíčních splátek. Odvolání proti rozhodnutím podle vět první a šesté není přípustné.</w:t>
      </w:r>
    </w:p>
    <w:p w14:paraId="757A7229"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(6)</w:t>
      </w:r>
      <w:r w:rsidRPr="00CF55AC">
        <w:rPr>
          <w:color w:val="000000"/>
        </w:rPr>
        <w:t> Dlužník není povinen vydat majetek ke zpeněžení podle odstavce 3, vyplývá-li ze zprávy pro oddlužení, že by se zpeněžením tohoto majetku nedosáhlo uspokojení věřitelů. Dlužník také není povinen vydat ke zpeněžení své obydlí, ledaže ze zprávy pro oddlužení vyplývá, že jeho hodnota přesahuje hodnotu určenou podle prováděcího právního předpisu násobkem částky na zajištění obydlí v dlužníkově bydlišti. Není-li dále stanoveno jinak, pro účely zpeněžení podle odstavce 3 do majetkové podstaty nenáleží majetek, který dlužník nabyl v průběhu insolvenčního řízení poté, co nastaly účinky schválení oddlužení. Ustanovení § 409 odst. 4 není dotčeno.</w:t>
      </w:r>
    </w:p>
    <w:p w14:paraId="757A8C19"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(7)</w:t>
      </w:r>
      <w:r w:rsidRPr="00CF55AC">
        <w:rPr>
          <w:color w:val="000000"/>
        </w:rPr>
        <w:t> Je-li způsobem oddlužení plnění splátkového kalendáře se zpeněžením majetkové podstaty, může insolvenční soud na návrh insolvenčního správce za účelem předcházení budoucímu úpadku uložit dlužníku povinnost využít v rozsahu nejvýše 100 hodin služby odborného sociálního poradenství poskytované registrovaným poskytovatelem sociálních služeb; odvolání proti tomuto rozhodnutí není přípustné. Tato služba se dlužníku poskytuje bez úhrady nákladů.</w:t>
      </w:r>
    </w:p>
    <w:p w14:paraId="795D8900"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lastRenderedPageBreak/>
        <w:t>(8)</w:t>
      </w:r>
      <w:r w:rsidRPr="00CF55AC">
        <w:rPr>
          <w:color w:val="000000"/>
        </w:rPr>
        <w:t> V oddlužení lze postupovat s odchylkami podle § 315 odst. 1, nerozhodne-li schůze věřitelů jinak.</w:t>
      </w:r>
    </w:p>
    <w:p w14:paraId="43C52E52" w14:textId="09E83BDD" w:rsidR="00612733" w:rsidRPr="0035623F" w:rsidRDefault="0035623F" w:rsidP="0035623F">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7E8ECC4A"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398b</w:t>
      </w:r>
    </w:p>
    <w:p w14:paraId="47401E2E"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t>Splátkový kalendář fyzické osoby - podnikatele</w:t>
      </w:r>
    </w:p>
    <w:p w14:paraId="01D2A8C0" w14:textId="70EB97BC"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Při oddlužení plněním splátkového kalendáře se zpeněžením majetkové podstaty je dlužník, který je fyzickou osobou - podnikatelem, povinen do doby podání písemné zprávy</w:t>
      </w:r>
      <w:r w:rsidR="00256CF7">
        <w:rPr>
          <w:color w:val="000000"/>
        </w:rPr>
        <w:t xml:space="preserve"> </w:t>
      </w:r>
      <w:r w:rsidR="00C713F5">
        <w:rPr>
          <w:strike/>
          <w:color w:val="000000"/>
        </w:rPr>
        <w:t>o </w:t>
      </w:r>
      <w:r w:rsidR="00256CF7" w:rsidRPr="00256CF7">
        <w:rPr>
          <w:strike/>
          <w:color w:val="000000"/>
        </w:rPr>
        <w:t>splnění oddlužení</w:t>
      </w:r>
      <w:r w:rsidRPr="00CF55AC">
        <w:rPr>
          <w:color w:val="000000"/>
        </w:rPr>
        <w:t xml:space="preserve"> </w:t>
      </w:r>
      <w:r w:rsidR="004819DD" w:rsidRPr="00A075BD">
        <w:rPr>
          <w:b/>
          <w:u w:val="single"/>
        </w:rPr>
        <w:t>pro osvobození</w:t>
      </w:r>
      <w:r w:rsidR="004819DD">
        <w:rPr>
          <w:color w:val="000000"/>
        </w:rPr>
        <w:t xml:space="preserve"> </w:t>
      </w:r>
      <w:r w:rsidRPr="00CF55AC">
        <w:rPr>
          <w:color w:val="000000"/>
        </w:rPr>
        <w:t>měsíčně splácet nezajištěným věřitelům ze svých příjmů částku, která se určí podle tohoto ustanovení. Ustanovení § 398 není dotčeno.</w:t>
      </w:r>
    </w:p>
    <w:p w14:paraId="09A07FA8"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V rozhodnutí o schválení oddlužení plněním splátkového kalendáře se zpeněžením majetkové podstaty uloží insolvenční soud dlužníkovi povinnost měsíčně splácet nezajištěným věřitelům z jeho příjmů z podnikání minimální nevratnou částku (dále jen „zálohová splátka“).</w:t>
      </w:r>
    </w:p>
    <w:p w14:paraId="6D4E0275"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(3)</w:t>
      </w:r>
      <w:r w:rsidRPr="00CF55AC">
        <w:rPr>
          <w:color w:val="000000"/>
        </w:rPr>
        <w:t> Zálohová splátka se určí z jedné dvanáctiny zjištěného zisku dlužníka za poslední zdaňovací období podle zvláštního zákona</w:t>
      </w:r>
      <w:r w:rsidRPr="00221CBA">
        <w:rPr>
          <w:color w:val="000000"/>
          <w:vertAlign w:val="superscript"/>
        </w:rPr>
        <w:t>73)</w:t>
      </w:r>
      <w:r w:rsidRPr="00CF55AC">
        <w:rPr>
          <w:color w:val="000000"/>
        </w:rPr>
        <w:t> předcházející podání návrhu na povolení oddlužení a vypočte se ve výši, v jaké mohou být při výkonu rozhodnutí nebo exekuci uspokojeny přednostní pohledávky</w:t>
      </w:r>
      <w:r w:rsidRPr="00221CBA">
        <w:rPr>
          <w:color w:val="000000"/>
          <w:vertAlign w:val="superscript"/>
        </w:rPr>
        <w:t>29)</w:t>
      </w:r>
      <w:r w:rsidRPr="00CF55AC">
        <w:rPr>
          <w:color w:val="000000"/>
        </w:rPr>
        <w:t>. Nebyla-li podnikatelská činnost vykonávána po celé zdaňovací období, určí se zálohová splátka z podílu zjištěného zisku a počtu měsíců, po kterou dlužník vykonával podnikatelskou činnost.</w:t>
      </w:r>
    </w:p>
    <w:p w14:paraId="64C13CB3" w14:textId="281A65B9"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(4)</w:t>
      </w:r>
      <w:r w:rsidRPr="00CF55AC">
        <w:rPr>
          <w:color w:val="000000"/>
        </w:rPr>
        <w:t> </w:t>
      </w:r>
      <w:r w:rsidRPr="00040DD2">
        <w:rPr>
          <w:strike/>
          <w:color w:val="000000"/>
        </w:rPr>
        <w:t>Nelze-li zálohovou splátku dlužníka určit postupem podle odstavce 3, určí se</w:t>
      </w:r>
      <w:r w:rsidRPr="00CF55AC">
        <w:rPr>
          <w:color w:val="000000"/>
        </w:rPr>
        <w:t xml:space="preserve"> </w:t>
      </w:r>
      <w:r w:rsidR="00392CF8" w:rsidRPr="00A075BD">
        <w:rPr>
          <w:b/>
          <w:color w:val="000000"/>
          <w:u w:val="single"/>
        </w:rPr>
        <w:t xml:space="preserve">Zálohovou splátku lze rovněž určit </w:t>
      </w:r>
      <w:r w:rsidR="006A50C8" w:rsidRPr="00A075BD">
        <w:rPr>
          <w:b/>
          <w:color w:val="000000"/>
          <w:u w:val="single"/>
        </w:rPr>
        <w:t>se souhlasem dlužníka</w:t>
      </w:r>
      <w:r w:rsidR="006A50C8">
        <w:rPr>
          <w:b/>
          <w:color w:val="000000"/>
        </w:rPr>
        <w:t xml:space="preserve"> </w:t>
      </w:r>
      <w:r w:rsidRPr="00CF55AC">
        <w:rPr>
          <w:color w:val="000000"/>
        </w:rPr>
        <w:t>po vyjádření insolvenčního správce k očekávaným budoucím měsíčním příjmům</w:t>
      </w:r>
      <w:r w:rsidR="00EF5AEB">
        <w:rPr>
          <w:color w:val="000000"/>
        </w:rPr>
        <w:t xml:space="preserve"> </w:t>
      </w:r>
      <w:r w:rsidR="00EF5AEB" w:rsidRPr="00A075BD">
        <w:rPr>
          <w:b/>
          <w:color w:val="000000"/>
          <w:u w:val="single"/>
        </w:rPr>
        <w:t>a výdajům</w:t>
      </w:r>
      <w:r w:rsidRPr="00CF55AC">
        <w:rPr>
          <w:color w:val="000000"/>
        </w:rPr>
        <w:t xml:space="preserve"> dlužníka vycházejícím </w:t>
      </w:r>
      <w:r w:rsidR="00C362C8" w:rsidRPr="00C362C8">
        <w:rPr>
          <w:b/>
          <w:color w:val="000000"/>
        </w:rPr>
        <w:t>zpravidla</w:t>
      </w:r>
      <w:r w:rsidR="00C362C8">
        <w:rPr>
          <w:color w:val="000000"/>
        </w:rPr>
        <w:t xml:space="preserve"> </w:t>
      </w:r>
      <w:r w:rsidRPr="00CF55AC">
        <w:rPr>
          <w:color w:val="000000"/>
        </w:rPr>
        <w:t>z rozdílu jeho reálně dosažených příjmů a reálně vynaložených výdajů za dobu jeho podnikání.</w:t>
      </w:r>
    </w:p>
    <w:p w14:paraId="644299D5" w14:textId="26C17353"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(5)</w:t>
      </w:r>
      <w:r w:rsidRPr="00CF55AC">
        <w:rPr>
          <w:color w:val="000000"/>
        </w:rPr>
        <w:t xml:space="preserve"> Nelze-li zálohovou splátku dlužníka určit </w:t>
      </w:r>
      <w:r w:rsidRPr="00040DD2">
        <w:rPr>
          <w:strike/>
          <w:color w:val="000000"/>
        </w:rPr>
        <w:t>ani</w:t>
      </w:r>
      <w:r w:rsidRPr="00CF55AC">
        <w:rPr>
          <w:color w:val="000000"/>
        </w:rPr>
        <w:t xml:space="preserve"> postupem podle </w:t>
      </w:r>
      <w:r w:rsidRPr="00040DD2">
        <w:rPr>
          <w:strike/>
          <w:color w:val="000000"/>
        </w:rPr>
        <w:t>odstavce</w:t>
      </w:r>
      <w:r w:rsidRPr="00CF55AC">
        <w:rPr>
          <w:color w:val="000000"/>
        </w:rPr>
        <w:t xml:space="preserve"> </w:t>
      </w:r>
      <w:r w:rsidR="00392CF8" w:rsidRPr="00C362C8">
        <w:rPr>
          <w:b/>
          <w:color w:val="000000"/>
        </w:rPr>
        <w:t>odstavců 3 a</w:t>
      </w:r>
      <w:r w:rsidR="00392CF8" w:rsidRPr="00CF55AC">
        <w:rPr>
          <w:color w:val="000000"/>
        </w:rPr>
        <w:t xml:space="preserve"> </w:t>
      </w:r>
      <w:r w:rsidRPr="00CF55AC">
        <w:rPr>
          <w:color w:val="000000"/>
        </w:rPr>
        <w:t>4, určí se zálohová splátka z částky odpovídající měsíční průměrné mzdě v národním hospodářství za první až třetí čtvrtletí předchozího kalendářního roku.</w:t>
      </w:r>
    </w:p>
    <w:p w14:paraId="6A14756A" w14:textId="59119C97" w:rsidR="00612733" w:rsidRPr="00CF55AC" w:rsidRDefault="00612733" w:rsidP="005541FC">
      <w:pPr>
        <w:pStyle w:val="l5"/>
        <w:shd w:val="clear" w:color="auto" w:fill="FFFFFF"/>
        <w:spacing w:before="0" w:beforeAutospacing="0" w:after="120" w:afterAutospacing="0"/>
        <w:ind w:firstLine="708"/>
        <w:jc w:val="both"/>
        <w:rPr>
          <w:color w:val="000000"/>
        </w:rPr>
      </w:pPr>
      <w:r w:rsidRPr="00CF55AC">
        <w:t>(6)</w:t>
      </w:r>
      <w:r w:rsidRPr="00CF55AC">
        <w:rPr>
          <w:color w:val="000000"/>
        </w:rPr>
        <w:t> Dlužník je povinen na konci každého zdaňovacího období podle zvláštního zákona</w:t>
      </w:r>
      <w:r w:rsidRPr="00221CBA">
        <w:rPr>
          <w:color w:val="000000"/>
          <w:vertAlign w:val="superscript"/>
        </w:rPr>
        <w:t>73) </w:t>
      </w:r>
      <w:r w:rsidRPr="00CF55AC">
        <w:rPr>
          <w:color w:val="000000"/>
        </w:rPr>
        <w:t>předložit insolvenčnímu správci účetnictví či daňo</w:t>
      </w:r>
      <w:r w:rsidR="00701969">
        <w:rPr>
          <w:color w:val="000000"/>
        </w:rPr>
        <w:t>vou evidenci, přiznání k dani z </w:t>
      </w:r>
      <w:r w:rsidRPr="00CF55AC">
        <w:rPr>
          <w:color w:val="000000"/>
        </w:rPr>
        <w:t xml:space="preserve">příjmů a výpisy z účtů, popřípadě další listiny osvědčující jeho </w:t>
      </w:r>
      <w:r w:rsidR="006D5D6D" w:rsidRPr="00A075BD">
        <w:rPr>
          <w:b/>
          <w:color w:val="000000"/>
          <w:u w:val="single"/>
        </w:rPr>
        <w:t>reálně dosažené</w:t>
      </w:r>
      <w:r w:rsidR="006D5D6D">
        <w:rPr>
          <w:color w:val="000000"/>
        </w:rPr>
        <w:t xml:space="preserve"> </w:t>
      </w:r>
      <w:r w:rsidRPr="00CF55AC">
        <w:rPr>
          <w:color w:val="000000"/>
        </w:rPr>
        <w:t>příjmy a</w:t>
      </w:r>
      <w:r w:rsidR="006D5D6D">
        <w:rPr>
          <w:color w:val="000000"/>
        </w:rPr>
        <w:t xml:space="preserve"> </w:t>
      </w:r>
      <w:r w:rsidR="006D5D6D" w:rsidRPr="00A075BD">
        <w:rPr>
          <w:b/>
          <w:color w:val="000000"/>
          <w:u w:val="single"/>
        </w:rPr>
        <w:t>reálně vynaložené</w:t>
      </w:r>
      <w:r w:rsidRPr="00CF55AC">
        <w:rPr>
          <w:color w:val="000000"/>
        </w:rPr>
        <w:t xml:space="preserve"> výdaje; tuto povinnost dlužník nemá po podání zprávy insolvenčního správce</w:t>
      </w:r>
      <w:r w:rsidR="004819DD">
        <w:rPr>
          <w:color w:val="000000"/>
        </w:rPr>
        <w:t xml:space="preserve"> </w:t>
      </w:r>
      <w:r w:rsidR="004819DD" w:rsidRPr="00A0275E">
        <w:rPr>
          <w:strike/>
          <w:color w:val="000000"/>
        </w:rPr>
        <w:t>o splnění oddlužení</w:t>
      </w:r>
      <w:r w:rsidR="00A0275E">
        <w:rPr>
          <w:color w:val="000000"/>
        </w:rPr>
        <w:t xml:space="preserve"> </w:t>
      </w:r>
      <w:r w:rsidR="00A0275E" w:rsidRPr="0035623F">
        <w:rPr>
          <w:b/>
          <w:color w:val="000000"/>
          <w:u w:val="single"/>
        </w:rPr>
        <w:t>pro osvobození</w:t>
      </w:r>
      <w:r w:rsidRPr="00CF55AC">
        <w:rPr>
          <w:color w:val="000000"/>
        </w:rPr>
        <w:t xml:space="preserve">, na základě které </w:t>
      </w:r>
      <w:r w:rsidRPr="000621EF">
        <w:rPr>
          <w:strike/>
          <w:color w:val="000000"/>
        </w:rPr>
        <w:t>vezme insolvenční soud na vědomí splnění oddlužení</w:t>
      </w:r>
      <w:r w:rsidR="000621EF">
        <w:rPr>
          <w:b/>
          <w:color w:val="000000"/>
        </w:rPr>
        <w:t xml:space="preserve"> </w:t>
      </w:r>
      <w:r w:rsidR="00CE314A" w:rsidRPr="0035623F">
        <w:rPr>
          <w:b/>
          <w:color w:val="000000"/>
          <w:u w:val="single"/>
        </w:rPr>
        <w:t xml:space="preserve">insolvenční soud </w:t>
      </w:r>
      <w:r w:rsidR="002479C9" w:rsidRPr="0035623F">
        <w:rPr>
          <w:b/>
          <w:color w:val="000000"/>
          <w:u w:val="single"/>
        </w:rPr>
        <w:t>rozhodne o</w:t>
      </w:r>
      <w:r w:rsidR="00CE314A" w:rsidRPr="0035623F">
        <w:rPr>
          <w:b/>
          <w:color w:val="000000"/>
          <w:u w:val="single"/>
        </w:rPr>
        <w:t xml:space="preserve"> </w:t>
      </w:r>
      <w:r w:rsidR="006C63CD" w:rsidRPr="0035623F">
        <w:rPr>
          <w:b/>
          <w:color w:val="000000"/>
          <w:u w:val="single"/>
        </w:rPr>
        <w:t>osvobození podle § 414</w:t>
      </w:r>
      <w:r w:rsidRPr="00CF55AC">
        <w:rPr>
          <w:color w:val="000000"/>
        </w:rPr>
        <w:t>. Splátkovou částku následně určí insolvenční správce z jedné dvanáctiny zjištěného zisku dlužníka za zdaňovací období a vypočte se ve výši, v jaké mohou být při výkonu rozhodnutí nebo exekuci uspokojeny přednostní pohledávky</w:t>
      </w:r>
      <w:r w:rsidRPr="00221CBA">
        <w:rPr>
          <w:color w:val="000000"/>
          <w:vertAlign w:val="superscript"/>
        </w:rPr>
        <w:t>29) </w:t>
      </w:r>
      <w:r w:rsidRPr="00CF55AC">
        <w:rPr>
          <w:color w:val="000000"/>
        </w:rPr>
        <w:t>(dále jen „referenční srážka“).</w:t>
      </w:r>
      <w:r w:rsidR="005541FC">
        <w:rPr>
          <w:color w:val="000000"/>
        </w:rPr>
        <w:t xml:space="preserve"> </w:t>
      </w:r>
      <w:r w:rsidR="005541FC" w:rsidRPr="00802B68">
        <w:rPr>
          <w:b/>
          <w:color w:val="000000"/>
          <w:u w:val="single"/>
        </w:rPr>
        <w:t>Byla-li zálohová splátka určena postupem podle odstavce 4,</w:t>
      </w:r>
      <w:r w:rsidR="00C362C8" w:rsidRPr="00802B68">
        <w:rPr>
          <w:b/>
          <w:color w:val="000000"/>
          <w:u w:val="single"/>
        </w:rPr>
        <w:t xml:space="preserve"> insolvenční soud na návrh </w:t>
      </w:r>
      <w:r w:rsidR="005541FC" w:rsidRPr="00802B68">
        <w:rPr>
          <w:b/>
          <w:color w:val="000000"/>
          <w:u w:val="single"/>
        </w:rPr>
        <w:t>insolvenční</w:t>
      </w:r>
      <w:r w:rsidR="00C362C8" w:rsidRPr="00802B68">
        <w:rPr>
          <w:b/>
          <w:color w:val="000000"/>
          <w:u w:val="single"/>
        </w:rPr>
        <w:t>ho</w:t>
      </w:r>
      <w:r w:rsidR="005541FC" w:rsidRPr="00802B68">
        <w:rPr>
          <w:b/>
          <w:color w:val="000000"/>
          <w:u w:val="single"/>
        </w:rPr>
        <w:t xml:space="preserve"> správce</w:t>
      </w:r>
      <w:r w:rsidR="00C362C8" w:rsidRPr="00802B68">
        <w:rPr>
          <w:b/>
          <w:color w:val="000000"/>
          <w:u w:val="single"/>
        </w:rPr>
        <w:t xml:space="preserve"> </w:t>
      </w:r>
      <w:r w:rsidR="00645102" w:rsidRPr="00802B68">
        <w:rPr>
          <w:b/>
          <w:color w:val="000000"/>
          <w:u w:val="single"/>
        </w:rPr>
        <w:t xml:space="preserve">určí </w:t>
      </w:r>
      <w:r w:rsidR="00C362C8" w:rsidRPr="00802B68">
        <w:rPr>
          <w:b/>
          <w:color w:val="000000"/>
          <w:u w:val="single"/>
        </w:rPr>
        <w:t xml:space="preserve">referenční srážku, jestliže </w:t>
      </w:r>
      <w:r w:rsidR="00645102" w:rsidRPr="00802B68">
        <w:rPr>
          <w:b/>
          <w:color w:val="000000"/>
          <w:u w:val="single"/>
        </w:rPr>
        <w:t xml:space="preserve">vyjde najevo, že se </w:t>
      </w:r>
      <w:r w:rsidR="00924AA8" w:rsidRPr="00802B68">
        <w:rPr>
          <w:b/>
          <w:color w:val="000000"/>
          <w:u w:val="single"/>
        </w:rPr>
        <w:t>reálně</w:t>
      </w:r>
      <w:r w:rsidR="00645102" w:rsidRPr="00802B68">
        <w:rPr>
          <w:b/>
          <w:color w:val="000000"/>
          <w:u w:val="single"/>
        </w:rPr>
        <w:t xml:space="preserve"> </w:t>
      </w:r>
      <w:r w:rsidR="00924AA8" w:rsidRPr="00802B68">
        <w:rPr>
          <w:b/>
          <w:color w:val="000000"/>
          <w:u w:val="single"/>
        </w:rPr>
        <w:t>dosažené příjmy</w:t>
      </w:r>
      <w:r w:rsidR="00645102" w:rsidRPr="00802B68">
        <w:rPr>
          <w:b/>
          <w:color w:val="000000"/>
          <w:u w:val="single"/>
        </w:rPr>
        <w:t xml:space="preserve"> </w:t>
      </w:r>
      <w:r w:rsidR="00E03136" w:rsidRPr="00802B68">
        <w:rPr>
          <w:b/>
          <w:color w:val="000000"/>
          <w:u w:val="single"/>
        </w:rPr>
        <w:t xml:space="preserve">a reálně vynaložené výdaje </w:t>
      </w:r>
      <w:r w:rsidR="00645102" w:rsidRPr="00802B68">
        <w:rPr>
          <w:b/>
          <w:color w:val="000000"/>
          <w:u w:val="single"/>
        </w:rPr>
        <w:t>dlužníka podstatným způsobem</w:t>
      </w:r>
      <w:r w:rsidR="00C362C8" w:rsidRPr="00802B68">
        <w:rPr>
          <w:b/>
          <w:color w:val="000000"/>
          <w:u w:val="single"/>
        </w:rPr>
        <w:t xml:space="preserve"> </w:t>
      </w:r>
      <w:r w:rsidR="00645102" w:rsidRPr="00802B68">
        <w:rPr>
          <w:b/>
          <w:color w:val="000000"/>
          <w:u w:val="single"/>
        </w:rPr>
        <w:t>liší od očekávaných příjmů</w:t>
      </w:r>
      <w:r w:rsidR="00E03136" w:rsidRPr="00802B68">
        <w:rPr>
          <w:b/>
          <w:color w:val="000000"/>
          <w:u w:val="single"/>
        </w:rPr>
        <w:t xml:space="preserve"> a výdajů</w:t>
      </w:r>
      <w:r w:rsidR="00924AA8" w:rsidRPr="00802B68">
        <w:rPr>
          <w:b/>
          <w:color w:val="000000"/>
          <w:u w:val="single"/>
        </w:rPr>
        <w:t>, které</w:t>
      </w:r>
      <w:r w:rsidR="00645102" w:rsidRPr="00802B68">
        <w:rPr>
          <w:b/>
          <w:color w:val="000000"/>
          <w:u w:val="single"/>
        </w:rPr>
        <w:t xml:space="preserve"> byl</w:t>
      </w:r>
      <w:r w:rsidR="00924AA8" w:rsidRPr="00802B68">
        <w:rPr>
          <w:b/>
          <w:color w:val="000000"/>
          <w:u w:val="single"/>
        </w:rPr>
        <w:t xml:space="preserve">y </w:t>
      </w:r>
      <w:r w:rsidR="00C362C8" w:rsidRPr="00802B68">
        <w:rPr>
          <w:b/>
          <w:color w:val="000000"/>
          <w:u w:val="single"/>
        </w:rPr>
        <w:t>rozhodující pro určení zálohové splátky; § 407 odst. 3 se použije obdobně.</w:t>
      </w:r>
    </w:p>
    <w:p w14:paraId="2DE95912" w14:textId="1BC0367E"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(7)</w:t>
      </w:r>
      <w:r w:rsidRPr="00CF55AC">
        <w:rPr>
          <w:color w:val="000000"/>
        </w:rPr>
        <w:t> Je-li součet zálohových splátek splacených dlužníkem za dané zdaňovací období nižší než součin referenční srážky a počtu měsíců, po něž v daném zdaňovacím období oddlužení trvalo, vyzve insolvenční správce dlužníka k uhrazení nedoplatku ve výši rozdílu mezi těmito částkami; dlužník je povinen nedoplatek uh</w:t>
      </w:r>
      <w:r w:rsidR="00701969">
        <w:rPr>
          <w:color w:val="000000"/>
        </w:rPr>
        <w:t>radit bez zbytečného odkladu. V </w:t>
      </w:r>
      <w:r w:rsidRPr="00CF55AC">
        <w:rPr>
          <w:color w:val="000000"/>
        </w:rPr>
        <w:t>odůvodněných případech může soud na návrh dlužníka určit jinou výši nedoplatku; toto rozhodnutí doručuje insolvenční soud zvlášť pouze dlužníkovi a odvolání proti němu není přípustné.</w:t>
      </w:r>
    </w:p>
    <w:p w14:paraId="6C0AE127"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lastRenderedPageBreak/>
        <w:t>(8)</w:t>
      </w:r>
      <w:r w:rsidRPr="00CF55AC">
        <w:rPr>
          <w:color w:val="000000"/>
        </w:rPr>
        <w:t> Je-li součet zálohových splátek splacených dlužníkem za dané zdaňovací období vyšší než součin referenční srážky a počtu měsíců, po něž v daném zdaňovacím období oddlužení trvalo, může insolvenční soud na návrh dlužníka pro následující zdaňovací období stanovit jinou výši zálohové splátky; toto rozhodnutí doručuje insolvenční soud zvlášť pouze dlužníkovi a odvolání proti němu není přípustné. Insolvenční soud může stanovit jinou výši zálohové splátky také tehdy, jestliže o to požádá dlužník pro změnu poměrů. Soud tak učiní jen tehdy, lze-li se zřetelem ke všem okolnostem důvodně předpokládat, že je výše dosavadních zálohových splátek způsobilá ohrozit plnění splátkového kalendáře nebo že míra uspokojení pohledávek nezajištěných věřitelů bude vyšší i při jiné výši měsíčních splátek.</w:t>
      </w:r>
    </w:p>
    <w:p w14:paraId="786C784C" w14:textId="0D302986"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(9)</w:t>
      </w:r>
      <w:r w:rsidRPr="00CF55AC">
        <w:rPr>
          <w:color w:val="000000"/>
        </w:rPr>
        <w:t> Pokud má dlužník mimo příjmů z podnikání také další příjmy, z nichž splácí pohledávky věřitelů podle § 398 odst. 3, nepoužije se při určení výše zálohové nebo referenční srážky snížení o základní částku, která nesmí být při výkonu</w:t>
      </w:r>
      <w:r w:rsidR="00701969">
        <w:rPr>
          <w:color w:val="000000"/>
        </w:rPr>
        <w:t xml:space="preserve"> rozhodnutí povinnému sražena z </w:t>
      </w:r>
      <w:r w:rsidRPr="00CF55AC">
        <w:rPr>
          <w:color w:val="000000"/>
        </w:rPr>
        <w:t>měsíční mzdy, je-li tato základní částka uvažována při určení rozsahu splátky z jiného příjmu. Při určení, ze kterého z příjmů bude dlužníku ponechána základní částka, vezme insolvenční soud v úvahu zejména výši a pravidelnost dosahování jednotlivých příjmů.</w:t>
      </w:r>
    </w:p>
    <w:p w14:paraId="399DF198" w14:textId="0946F8AB" w:rsidR="0009141C" w:rsidRPr="0035623F"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6CF24578"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406</w:t>
      </w:r>
    </w:p>
    <w:p w14:paraId="255FF6C5" w14:textId="3B18C12E"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Neshledá-li důvody k vydání rozhodnutí podle § 405, insolvenční soud oddlužení schválí. Schválením oddlužení jsou vázáni jak dlužník, tak věř</w:t>
      </w:r>
      <w:r w:rsidR="00701969">
        <w:rPr>
          <w:color w:val="000000"/>
        </w:rPr>
        <w:t>itelé, včetně věřitelů, kteří s </w:t>
      </w:r>
      <w:r w:rsidRPr="00CF55AC">
        <w:rPr>
          <w:color w:val="000000"/>
        </w:rPr>
        <w:t>oddlužením nesouhlasili nebo o něm nehlasovali.</w:t>
      </w:r>
    </w:p>
    <w:p w14:paraId="6D8AA5E0" w14:textId="104B5823"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V rozhodnutí, jímž schvaluje oddlužení zpeněžením majetkové podstaty, insolvenční soud označí majetek, který podle stavu ke dni vydání rozhodnutí náleží do majetkové podstaty, včetně majetku, který se stane součástí majetkové podstaty podle § 412 odst. 1 písm. b), pokud jde o majetek, který dlužník neuvedl v seznamu majetku, ač tuto povinnost měl, a hodnoty získané z neúčinného právního jednání.</w:t>
      </w:r>
    </w:p>
    <w:p w14:paraId="7B0A790F"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(3)</w:t>
      </w:r>
      <w:r w:rsidRPr="00CF55AC">
        <w:rPr>
          <w:color w:val="000000"/>
        </w:rPr>
        <w:t> V rozhodnutí, jímž schvaluje oddlužení plněním splátkového kalendáře se zpeněžením majetkové podstaty, insolvenční soud</w:t>
      </w:r>
    </w:p>
    <w:p w14:paraId="5BD329DC" w14:textId="19403852" w:rsidR="00612733" w:rsidRPr="00CF55AC" w:rsidRDefault="00612733" w:rsidP="00612733">
      <w:pPr>
        <w:pStyle w:val="l5"/>
        <w:shd w:val="clear" w:color="auto" w:fill="FFFFFF"/>
        <w:spacing w:before="0" w:beforeAutospacing="0" w:after="120" w:afterAutospacing="0"/>
        <w:jc w:val="both"/>
        <w:rPr>
          <w:color w:val="000000"/>
        </w:rPr>
      </w:pPr>
      <w:r w:rsidRPr="00CF55AC">
        <w:t>a)</w:t>
      </w:r>
      <w:r w:rsidRPr="00CF55AC">
        <w:rPr>
          <w:color w:val="000000"/>
        </w:rPr>
        <w:t xml:space="preserve"> uloží dlužníku, aby do podání zprávy </w:t>
      </w:r>
      <w:r w:rsidR="004819DD" w:rsidRPr="00A0275E">
        <w:rPr>
          <w:strike/>
          <w:color w:val="000000"/>
        </w:rPr>
        <w:t>o splnění oddlužení</w:t>
      </w:r>
      <w:r w:rsidR="00A0275E">
        <w:rPr>
          <w:color w:val="000000"/>
        </w:rPr>
        <w:t xml:space="preserve"> </w:t>
      </w:r>
      <w:r w:rsidR="004819DD" w:rsidRPr="00802B68">
        <w:rPr>
          <w:b/>
          <w:color w:val="000000"/>
          <w:u w:val="single"/>
        </w:rPr>
        <w:t>pro osvobození</w:t>
      </w:r>
      <w:r w:rsidRPr="00CF55AC">
        <w:rPr>
          <w:color w:val="000000"/>
        </w:rPr>
        <w:t xml:space="preserve"> platil nezajištěným věřitelům prostřednictvím insolvenčního správce vždy k určenému dni měsíce částku stanovenou podle § 398 nebo § 398b z příjmů, které získá po schválení oddlužení, a to podle poměru jejich pohledávek určeného ve zprávě pro oddlužení. Současně stanoví termín úhrady první splátky, a to tak, aby byla uhrazena nejpozději do konce měsíce následujícího po měsíci, v němž nastanou účinky schválení oddlužení,</w:t>
      </w:r>
    </w:p>
    <w:p w14:paraId="4EF9CF09"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b)</w:t>
      </w:r>
      <w:r w:rsidRPr="00CF55AC">
        <w:rPr>
          <w:color w:val="000000"/>
        </w:rPr>
        <w:t> označí příjmy, ze kterých by dlužník podle stavu ke dni vydání rozhodnutí měl uhradit první splátku,</w:t>
      </w:r>
    </w:p>
    <w:p w14:paraId="60887E9C"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c)</w:t>
      </w:r>
      <w:r w:rsidRPr="00CF55AC">
        <w:rPr>
          <w:color w:val="000000"/>
        </w:rPr>
        <w:t> označí nezajištěné věřitele, kteří souhlasili s tím, že hodnota plnění, které při oddlužení obdrží, bude nižší než míra uspokojení podle § 412a odst. 1 písm. b)</w:t>
      </w:r>
      <w:r w:rsidRPr="00C713F5">
        <w:rPr>
          <w:color w:val="000000"/>
        </w:rPr>
        <w:t xml:space="preserve"> </w:t>
      </w:r>
      <w:r w:rsidRPr="000A2F48">
        <w:rPr>
          <w:strike/>
          <w:color w:val="000000"/>
        </w:rPr>
        <w:t>nebo c)</w:t>
      </w:r>
      <w:r w:rsidRPr="00CF55AC">
        <w:rPr>
          <w:color w:val="000000"/>
        </w:rPr>
        <w:t>, a uvede nejnižší hodnotu plnění, na které se tito věřitelé s dlužníkem dohodli,</w:t>
      </w:r>
    </w:p>
    <w:p w14:paraId="6F6E078D"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d)</w:t>
      </w:r>
      <w:r w:rsidRPr="00CF55AC">
        <w:rPr>
          <w:color w:val="000000"/>
        </w:rPr>
        <w:t> přikáže plátci mzdy dlužníka, nebo plátci jiného příjmu dlužníka postižitelného výkonem rozhodnutí srážkami ze mzdy povinného (dále jen „plátce mzdy dlužníka“), aby po doručení rozhodnutí o schválení oddlužení prováděl ze mzdy nebo jiného příjmu dlužníka stanovené srážky a nevyplácel sražené částky dlužníku,</w:t>
      </w:r>
    </w:p>
    <w:p w14:paraId="6B24A71A" w14:textId="2C0D4EC3" w:rsidR="00612733" w:rsidRPr="00CF55AC" w:rsidRDefault="00612733" w:rsidP="00612733">
      <w:pPr>
        <w:pStyle w:val="l5"/>
        <w:shd w:val="clear" w:color="auto" w:fill="FFFFFF"/>
        <w:spacing w:before="0" w:beforeAutospacing="0" w:after="120" w:afterAutospacing="0"/>
        <w:jc w:val="both"/>
        <w:rPr>
          <w:color w:val="000000"/>
        </w:rPr>
      </w:pPr>
      <w:r w:rsidRPr="00CF55AC">
        <w:t>e)</w:t>
      </w:r>
      <w:r w:rsidRPr="00CF55AC">
        <w:rPr>
          <w:color w:val="000000"/>
        </w:rPr>
        <w:t> uloží dlužníku povinnost vydat insolvenčnímu správci ke zpeněžení majetek náležející do majetkové podstaty a označí majetek obdobně podle odstavce 2</w:t>
      </w:r>
      <w:r w:rsidRPr="00C713F5">
        <w:rPr>
          <w:color w:val="000000"/>
        </w:rPr>
        <w:t xml:space="preserve"> </w:t>
      </w:r>
      <w:r w:rsidRPr="00AF7174">
        <w:rPr>
          <w:strike/>
          <w:color w:val="000000"/>
        </w:rPr>
        <w:t>písm. b)</w:t>
      </w:r>
      <w:r w:rsidRPr="00CF55AC">
        <w:rPr>
          <w:color w:val="000000"/>
        </w:rPr>
        <w:t>,</w:t>
      </w:r>
    </w:p>
    <w:p w14:paraId="782B8C73"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f)</w:t>
      </w:r>
      <w:r w:rsidRPr="00CF55AC">
        <w:rPr>
          <w:color w:val="000000"/>
        </w:rPr>
        <w:t> uloží dlužníku povinnost využít služby odborného sociálního poradenství.</w:t>
      </w:r>
    </w:p>
    <w:p w14:paraId="39B8094B"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lastRenderedPageBreak/>
        <w:t>(4)</w:t>
      </w:r>
      <w:r w:rsidRPr="00CF55AC">
        <w:rPr>
          <w:color w:val="000000"/>
        </w:rPr>
        <w:t> Odvolání proti rozhodnutí o schválení oddlužení může podat pouze věřitel, který hlasoval proti přijetí schváleného způsobu oddlužení. Proti rozhodnutí o schválení oddlužení plněním splátkového kalendáře se zpeněžením majetkové podstaty může podat odvolání také dlužník, jehož žádosti o stanovení jiné výše měsíčních splátek insolvenční soud nevyhověl, dlužník, je-li důvodem odvolání tvrzení, že mu soud uložil povinnost vydat ke zpeněžení majetek, který podle tohoto zákona není povinen vydat, nebo věřitel, který nesouhlasí se stanovením jiné výše měsíčních splátek a který proti tomu hlasoval.</w:t>
      </w:r>
    </w:p>
    <w:p w14:paraId="64496347" w14:textId="00331211"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(5)</w:t>
      </w:r>
      <w:r w:rsidRPr="00CF55AC">
        <w:rPr>
          <w:color w:val="000000"/>
        </w:rPr>
        <w:t> Rozhodnutí o schválení oddlužení plněním splátkového kalendáře se zpeněžením majetkové podstaty doručí insolvenční soud do vlastních ruk</w:t>
      </w:r>
      <w:r w:rsidR="00701969">
        <w:rPr>
          <w:color w:val="000000"/>
        </w:rPr>
        <w:t>ou také plátci mzdy dlužníka. O </w:t>
      </w:r>
      <w:r w:rsidRPr="00CF55AC">
        <w:rPr>
          <w:color w:val="000000"/>
        </w:rPr>
        <w:t>právech a povinnostech plátce mzdy dlužníka po doručení rozhodnutí o schválení oddlužení platí přiměřeně ustanovení občanského soudního řádu o plátci mzdy při výkonu rozhodnutí srážkami ze mzdy povinného. Částky sražené z dlužníkovy mzdy zasílá plátce mzdy dlužníka insolvenčnímu správci, a to bez zřetele k tomu, že rozhodnutí o schválení oddlužení plněním splátkového kalendáře se zpeněžením majetkové podstaty dosud není v právní moci.</w:t>
      </w:r>
    </w:p>
    <w:p w14:paraId="6E727D3F" w14:textId="5F241364" w:rsidR="00612733" w:rsidRPr="0009141C"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551DB445" w14:textId="77777777" w:rsidR="00212DA6" w:rsidRPr="00DA76EF" w:rsidRDefault="00212DA6" w:rsidP="00212DA6">
      <w:pPr>
        <w:pStyle w:val="l5"/>
        <w:shd w:val="clear" w:color="auto" w:fill="FFFFFF"/>
        <w:spacing w:before="0" w:beforeAutospacing="0" w:after="120" w:afterAutospacing="0"/>
        <w:jc w:val="center"/>
        <w:rPr>
          <w:color w:val="000000"/>
        </w:rPr>
      </w:pPr>
      <w:r w:rsidRPr="00DA76EF">
        <w:rPr>
          <w:color w:val="000000"/>
        </w:rPr>
        <w:t>§ 407</w:t>
      </w:r>
    </w:p>
    <w:p w14:paraId="6F999C2C" w14:textId="77777777" w:rsidR="00212DA6" w:rsidRPr="00DA76EF" w:rsidRDefault="00212DA6" w:rsidP="00212DA6">
      <w:pPr>
        <w:pStyle w:val="l5"/>
        <w:shd w:val="clear" w:color="auto" w:fill="FFFFFF"/>
        <w:spacing w:before="0" w:beforeAutospacing="0" w:after="120" w:afterAutospacing="0"/>
        <w:ind w:firstLine="708"/>
        <w:jc w:val="both"/>
      </w:pPr>
      <w:r w:rsidRPr="00DA76EF">
        <w:t>(1) Účinky schválení oddlužení nastávají okamžikem zveřejnění rozhodnutí o schválení oddlužení v insolvenčním rejstříku.</w:t>
      </w:r>
    </w:p>
    <w:p w14:paraId="73092D68" w14:textId="77777777" w:rsidR="00212DA6" w:rsidRPr="00DA76EF" w:rsidRDefault="00212DA6" w:rsidP="00212DA6">
      <w:pPr>
        <w:pStyle w:val="l5"/>
        <w:shd w:val="clear" w:color="auto" w:fill="FFFFFF"/>
        <w:spacing w:before="0" w:beforeAutospacing="0" w:after="120" w:afterAutospacing="0"/>
        <w:ind w:firstLine="708"/>
        <w:jc w:val="both"/>
      </w:pPr>
      <w:r w:rsidRPr="00DA76EF">
        <w:t>(2) Právní mocí rozhodnutí o schválení oddlužení se ruší omezení dispozičních oprávnění dlužníka, ke kterým došlo před jeho vydáním v dosavadním průběhu insolvenčního řízení ze zákona nebo rozhodnutím insolvenčního soudu.</w:t>
      </w:r>
    </w:p>
    <w:p w14:paraId="421FDE80" w14:textId="667D68B0" w:rsidR="00212DA6" w:rsidRPr="00DA76EF" w:rsidRDefault="00212DA6" w:rsidP="00212DA6">
      <w:pPr>
        <w:pStyle w:val="l5"/>
        <w:shd w:val="clear" w:color="auto" w:fill="FFFFFF"/>
        <w:spacing w:before="0" w:beforeAutospacing="0" w:after="120" w:afterAutospacing="0"/>
        <w:ind w:firstLine="708"/>
        <w:jc w:val="both"/>
      </w:pPr>
      <w:r w:rsidRPr="00DA76EF">
        <w:t xml:space="preserve">(3) Rozhodnutí o schválení oddlužení plněním splátkového kalendáře se zpeněžením majetkové podstaty insolvenční soud i bez návrhu změní, jestliže se podstatně změnily okolnosti, které jsou rozhodující pro výši a další trvání stanovených měsíčních splátek; ustanovení § 418 odst. 1 písm. b) tím není dotčeno. Pro doručení, zveřejnění a účinky tohoto rozhodnutí platí totéž co o doručení, zveřejnění a účincích rozhodnutí o schválení oddlužení. Proti tomuto rozhodnutí může podat odvolání </w:t>
      </w:r>
      <w:r w:rsidRPr="00040DD2">
        <w:rPr>
          <w:strike/>
        </w:rPr>
        <w:t>pouze</w:t>
      </w:r>
      <w:r w:rsidRPr="00DA76EF">
        <w:t xml:space="preserve"> </w:t>
      </w:r>
      <w:r w:rsidRPr="00212DA6">
        <w:rPr>
          <w:b/>
        </w:rPr>
        <w:t>dlužník nebo</w:t>
      </w:r>
      <w:r>
        <w:t xml:space="preserve"> </w:t>
      </w:r>
      <w:r w:rsidRPr="00DA76EF">
        <w:t>věřitel, který podle něj obdrží na úhradu své pohledávky méně než podle měněného rozhodnutí.</w:t>
      </w:r>
    </w:p>
    <w:p w14:paraId="57ACBF71" w14:textId="77777777" w:rsidR="00612733" w:rsidRDefault="00612733" w:rsidP="00612733">
      <w:pPr>
        <w:pStyle w:val="l5"/>
        <w:shd w:val="clear" w:color="auto" w:fill="FFFFFF"/>
        <w:spacing w:before="0" w:beforeAutospacing="0" w:after="120" w:afterAutospacing="0"/>
        <w:jc w:val="both"/>
        <w:rPr>
          <w:color w:val="000000"/>
        </w:rPr>
      </w:pPr>
    </w:p>
    <w:p w14:paraId="193939FB"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412</w:t>
      </w:r>
    </w:p>
    <w:p w14:paraId="43720330"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t>Povinnosti dlužníka po schválení oddlužení</w:t>
      </w:r>
    </w:p>
    <w:p w14:paraId="07F11A56" w14:textId="650ACD12" w:rsidR="00612733" w:rsidRPr="00500108" w:rsidRDefault="00612733" w:rsidP="00612733">
      <w:pPr>
        <w:pStyle w:val="l5"/>
        <w:shd w:val="clear" w:color="auto" w:fill="FFFFFF"/>
        <w:spacing w:before="0" w:beforeAutospacing="0" w:after="120" w:afterAutospacing="0"/>
        <w:ind w:firstLine="708"/>
        <w:jc w:val="both"/>
        <w:rPr>
          <w:color w:val="000000"/>
        </w:rPr>
      </w:pPr>
      <w:r w:rsidRPr="00500108">
        <w:t>(1)</w:t>
      </w:r>
      <w:r w:rsidRPr="00500108">
        <w:rPr>
          <w:color w:val="000000"/>
        </w:rPr>
        <w:t> </w:t>
      </w:r>
      <w:r w:rsidRPr="002E0ADE">
        <w:rPr>
          <w:strike/>
          <w:color w:val="000000"/>
        </w:rPr>
        <w:t>Po dobu trvání účinků schválení oddlužení plněním splátkového kalendáře se zpeněžením majetkové podstaty</w:t>
      </w:r>
      <w:r w:rsidR="0095780D">
        <w:rPr>
          <w:strike/>
          <w:color w:val="000000"/>
        </w:rPr>
        <w:t xml:space="preserve"> je dlužník povinen</w:t>
      </w:r>
      <w:r w:rsidRPr="00500108">
        <w:rPr>
          <w:color w:val="000000"/>
        </w:rPr>
        <w:t xml:space="preserve"> </w:t>
      </w:r>
      <w:r w:rsidR="002E0ADE" w:rsidRPr="00802B68">
        <w:rPr>
          <w:b/>
          <w:color w:val="000000"/>
          <w:u w:val="single"/>
        </w:rPr>
        <w:t>Ode dne, kdy nastaly účinky schválení oddlužení plněním splátkového kalendáře se zpeněžením majetkové podstaty, do dne, kdy došlo ke splnění předpokladů pro osvobození podle § 412a</w:t>
      </w:r>
      <w:r w:rsidR="002E0ADE">
        <w:rPr>
          <w:b/>
          <w:color w:val="000000"/>
          <w:u w:val="single"/>
        </w:rPr>
        <w:t xml:space="preserve"> nebo kdy bylo dlužníku oddlužení zrušeno</w:t>
      </w:r>
      <w:r w:rsidR="002E0ADE" w:rsidRPr="00802B68">
        <w:rPr>
          <w:b/>
          <w:color w:val="000000"/>
          <w:u w:val="single"/>
        </w:rPr>
        <w:t>,</w:t>
      </w:r>
      <w:r w:rsidR="002E0ADE">
        <w:rPr>
          <w:b/>
          <w:color w:val="000000"/>
          <w:u w:val="single"/>
        </w:rPr>
        <w:t xml:space="preserve"> </w:t>
      </w:r>
      <w:r w:rsidRPr="00CB5A3C">
        <w:rPr>
          <w:b/>
          <w:bCs/>
          <w:color w:val="000000"/>
          <w:u w:val="single"/>
        </w:rPr>
        <w:t>je dlužník povinen</w:t>
      </w:r>
    </w:p>
    <w:p w14:paraId="478C1D2C"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a)</w:t>
      </w:r>
      <w:r w:rsidRPr="00CF55AC">
        <w:rPr>
          <w:color w:val="000000"/>
        </w:rPr>
        <w:t> vykonávat přiměřenou výdělečnou činnost a v případě, že je nezaměstnaný, o získání příjmu usilovat; nesmí rovněž odmítat splnitelnou možnost si příjem obstarat,</w:t>
      </w:r>
    </w:p>
    <w:p w14:paraId="65480935" w14:textId="4E4319C3" w:rsidR="00612733" w:rsidRPr="00CF55AC" w:rsidRDefault="00612733" w:rsidP="00612733">
      <w:pPr>
        <w:pStyle w:val="l5"/>
        <w:shd w:val="clear" w:color="auto" w:fill="FFFFFF"/>
        <w:spacing w:before="0" w:beforeAutospacing="0" w:after="120" w:afterAutospacing="0"/>
        <w:jc w:val="both"/>
        <w:rPr>
          <w:color w:val="000000"/>
        </w:rPr>
      </w:pPr>
      <w:r w:rsidRPr="00CF55AC">
        <w:t>b)</w:t>
      </w:r>
      <w:r w:rsidRPr="00CF55AC">
        <w:rPr>
          <w:color w:val="000000"/>
        </w:rPr>
        <w:t> hodnoty získané dědictvím, darem a z neúčinného právního úkonu, jakož i majetek, který dlužník neuvedl v seznamu majetku, ač tuto povinnost měl, vydat insolvenčnímu správci ke zpeněžení a výtěžek, stejně jako jiné své mimořádné příjmy a část výtěžku zpeněžení majetku náležejícího do společného jmění manželů, použít k mimořádným splátkám nad rámec splátkového kalendáře; za mimořádný příjem se nepovaž</w:t>
      </w:r>
      <w:r w:rsidR="00701969">
        <w:rPr>
          <w:color w:val="000000"/>
        </w:rPr>
        <w:t>ují plnění z pojistných smluv o </w:t>
      </w:r>
      <w:r w:rsidRPr="00CF55AC">
        <w:rPr>
          <w:color w:val="000000"/>
        </w:rPr>
        <w:t>škodovém pojištění a plnění z titulu práva na náhradu majetkové a nemajetkové újmy,</w:t>
      </w:r>
    </w:p>
    <w:p w14:paraId="1796297F"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lastRenderedPageBreak/>
        <w:t>c)</w:t>
      </w:r>
      <w:r w:rsidRPr="00CF55AC">
        <w:rPr>
          <w:color w:val="000000"/>
        </w:rPr>
        <w:t> bez zbytečného odkladu oznámit insolvenčnímu soudu, insolvenčnímu správci a věřitelskému výboru každou změnu svého bydliště nebo sídla a zaměstnání,</w:t>
      </w:r>
    </w:p>
    <w:p w14:paraId="76C2AE8C" w14:textId="69787D02" w:rsidR="00612733" w:rsidRPr="00CF55AC" w:rsidRDefault="00612733" w:rsidP="00612733">
      <w:pPr>
        <w:pStyle w:val="l5"/>
        <w:shd w:val="clear" w:color="auto" w:fill="FFFFFF"/>
        <w:spacing w:before="0" w:beforeAutospacing="0" w:after="120" w:afterAutospacing="0"/>
        <w:jc w:val="both"/>
        <w:rPr>
          <w:color w:val="000000"/>
        </w:rPr>
      </w:pPr>
      <w:r w:rsidRPr="00CF55AC">
        <w:t>d)</w:t>
      </w:r>
      <w:r w:rsidRPr="00CF55AC">
        <w:rPr>
          <w:color w:val="000000"/>
        </w:rPr>
        <w:t xml:space="preserve"> vždy k 15. březnu a k 15. září kalendářního roku předložit insolvenčnímu </w:t>
      </w:r>
      <w:r w:rsidRPr="00FC3E4A">
        <w:rPr>
          <w:strike/>
          <w:color w:val="000000"/>
        </w:rPr>
        <w:t>soudu</w:t>
      </w:r>
      <w:r w:rsidR="00FC3E4A">
        <w:rPr>
          <w:color w:val="000000"/>
        </w:rPr>
        <w:t xml:space="preserve"> </w:t>
      </w:r>
      <w:r w:rsidR="00FC3E4A" w:rsidRPr="00FC3E4A">
        <w:rPr>
          <w:b/>
          <w:color w:val="000000"/>
        </w:rPr>
        <w:t>správci</w:t>
      </w:r>
      <w:r w:rsidRPr="00CF55AC">
        <w:rPr>
          <w:color w:val="000000"/>
        </w:rPr>
        <w:t>, přehled svých příjmů za uplynulých 6 kalendářních měsíců, neurčí-l</w:t>
      </w:r>
      <w:r w:rsidR="00AE2963">
        <w:rPr>
          <w:color w:val="000000"/>
        </w:rPr>
        <w:t>i insolvenční soud v </w:t>
      </w:r>
      <w:r w:rsidR="00701969">
        <w:rPr>
          <w:color w:val="000000"/>
        </w:rPr>
        <w:t>usnesení o </w:t>
      </w:r>
      <w:r w:rsidRPr="00CF55AC">
        <w:rPr>
          <w:color w:val="000000"/>
        </w:rPr>
        <w:t xml:space="preserve">schválení oddlužení jinou dobu předkládání; insolvenční soud může v </w:t>
      </w:r>
      <w:r w:rsidR="00AE2963">
        <w:rPr>
          <w:color w:val="000000"/>
        </w:rPr>
        <w:t>usnesení o </w:t>
      </w:r>
      <w:r w:rsidRPr="00CF55AC">
        <w:rPr>
          <w:color w:val="000000"/>
        </w:rPr>
        <w:t>schválení oddlužení stanovit i to, že přehled příjmů bude dlužník předkládat</w:t>
      </w:r>
      <w:r w:rsidR="00864D2E">
        <w:rPr>
          <w:color w:val="000000"/>
        </w:rPr>
        <w:t xml:space="preserve"> </w:t>
      </w:r>
      <w:r w:rsidR="00864D2E" w:rsidRPr="00864D2E">
        <w:rPr>
          <w:b/>
          <w:color w:val="000000"/>
        </w:rPr>
        <w:t>i jemu</w:t>
      </w:r>
      <w:r w:rsidRPr="00CF55AC">
        <w:rPr>
          <w:color w:val="000000"/>
        </w:rPr>
        <w:t>,</w:t>
      </w:r>
    </w:p>
    <w:p w14:paraId="25AF20A8"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e)</w:t>
      </w:r>
      <w:r w:rsidRPr="00CF55AC">
        <w:rPr>
          <w:color w:val="000000"/>
        </w:rPr>
        <w:t> nezatajovat žádný ze svých příjmů a na žádost insolvenčního soudu, insolvenčního správce nebo věřitelského výboru předložit k nahlédnutí svá daňová přiznání za období trvání účinků schválení oddlužení,</w:t>
      </w:r>
    </w:p>
    <w:p w14:paraId="4A8480CE"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f)</w:t>
      </w:r>
      <w:r w:rsidRPr="00CF55AC">
        <w:rPr>
          <w:color w:val="000000"/>
        </w:rPr>
        <w:t> neposkytovat nikomu z věřitelů žádné zvláštní výhody,</w:t>
      </w:r>
    </w:p>
    <w:p w14:paraId="584E4C61"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g)</w:t>
      </w:r>
      <w:r w:rsidRPr="00CF55AC">
        <w:rPr>
          <w:color w:val="000000"/>
        </w:rPr>
        <w:t> nepřijímat na sebe nové závazky, které by nemohl v době jejich splatnosti splnit,</w:t>
      </w:r>
    </w:p>
    <w:p w14:paraId="540987D5" w14:textId="57BA63BF" w:rsidR="00BF70B2" w:rsidRDefault="00612733" w:rsidP="00612733">
      <w:pPr>
        <w:pStyle w:val="l5"/>
        <w:shd w:val="clear" w:color="auto" w:fill="FFFFFF"/>
        <w:spacing w:before="0" w:beforeAutospacing="0" w:after="120" w:afterAutospacing="0"/>
        <w:jc w:val="both"/>
        <w:rPr>
          <w:color w:val="000000"/>
        </w:rPr>
      </w:pPr>
      <w:r w:rsidRPr="00CF55AC">
        <w:t>h)</w:t>
      </w:r>
      <w:r w:rsidRPr="00CF55AC">
        <w:rPr>
          <w:color w:val="000000"/>
        </w:rPr>
        <w:t> vynaložit veškeré úsilí, které po něm lze spravedlivě požadovat, k plnému uspokojení pohledávek svých věřitelů.</w:t>
      </w:r>
    </w:p>
    <w:p w14:paraId="0A75E189" w14:textId="22644561" w:rsidR="008C6B78" w:rsidRPr="00802B68" w:rsidRDefault="0024602F" w:rsidP="006B3F86">
      <w:pPr>
        <w:pStyle w:val="l5"/>
        <w:shd w:val="clear" w:color="auto" w:fill="FFFFFF"/>
        <w:spacing w:before="0" w:beforeAutospacing="0" w:after="120" w:afterAutospacing="0"/>
        <w:ind w:firstLine="708"/>
        <w:jc w:val="both"/>
        <w:rPr>
          <w:color w:val="000000"/>
          <w:u w:val="single"/>
        </w:rPr>
      </w:pPr>
      <w:r w:rsidRPr="00802B68">
        <w:rPr>
          <w:b/>
          <w:color w:val="000000"/>
          <w:u w:val="single"/>
        </w:rPr>
        <w:t>(2) Ode dne splnění předpo</w:t>
      </w:r>
      <w:r w:rsidR="000A2F48" w:rsidRPr="00802B68">
        <w:rPr>
          <w:b/>
          <w:color w:val="000000"/>
          <w:u w:val="single"/>
        </w:rPr>
        <w:t>kladů pro osvobození podle § 412a</w:t>
      </w:r>
      <w:r w:rsidRPr="00802B68">
        <w:rPr>
          <w:b/>
          <w:color w:val="000000"/>
          <w:u w:val="single"/>
        </w:rPr>
        <w:t xml:space="preserve"> do vzetí na vědomí splnění oddlužení, nejdéle však po dobu 3 let, je dlužník povinen poskytovat insolvenčnímu správci součinnost v rozsahu nezbytném pro zpeněžení dosud nezpeněženého majetku, pokud náleží do majetkové podstaty.</w:t>
      </w:r>
    </w:p>
    <w:p w14:paraId="5F808EF3" w14:textId="6B245048" w:rsidR="00612733" w:rsidRPr="00CF55AC" w:rsidRDefault="001C51A5" w:rsidP="00612733">
      <w:pPr>
        <w:pStyle w:val="l5"/>
        <w:shd w:val="clear" w:color="auto" w:fill="FFFFFF"/>
        <w:spacing w:before="0" w:beforeAutospacing="0" w:after="120" w:afterAutospacing="0"/>
        <w:ind w:firstLine="708"/>
        <w:jc w:val="both"/>
        <w:rPr>
          <w:color w:val="000000"/>
        </w:rPr>
      </w:pPr>
      <w:r w:rsidRPr="00CF55AC">
        <w:t xml:space="preserve"> </w:t>
      </w:r>
      <w:r w:rsidR="00612733" w:rsidRPr="00CF55AC">
        <w:t>(</w:t>
      </w:r>
      <w:r w:rsidR="00612733" w:rsidRPr="0024602F">
        <w:rPr>
          <w:strike/>
        </w:rPr>
        <w:t>2</w:t>
      </w:r>
      <w:r w:rsidR="00D77708" w:rsidRPr="00D77708">
        <w:t xml:space="preserve"> </w:t>
      </w:r>
      <w:r w:rsidR="0024602F" w:rsidRPr="0024602F">
        <w:rPr>
          <w:b/>
        </w:rPr>
        <w:t>3</w:t>
      </w:r>
      <w:r w:rsidR="00612733" w:rsidRPr="00CF55AC">
        <w:t>)</w:t>
      </w:r>
      <w:r w:rsidR="00612733" w:rsidRPr="00CF55AC">
        <w:rPr>
          <w:color w:val="000000"/>
        </w:rPr>
        <w:t xml:space="preserve"> Po dobu trvání účinků schválení oddlužení plněním splátkového kalendáře se zpeněžením majetkové podstaty vykonává insolvenční správce </w:t>
      </w:r>
      <w:r w:rsidR="00701969">
        <w:rPr>
          <w:color w:val="000000"/>
        </w:rPr>
        <w:t>dohled nad činností dlužníka. O </w:t>
      </w:r>
      <w:r w:rsidR="00612733" w:rsidRPr="00CF55AC">
        <w:rPr>
          <w:color w:val="000000"/>
        </w:rPr>
        <w:t>výsledcích své činnosti informuje insolvenční soud a věřitelský výbor.</w:t>
      </w:r>
    </w:p>
    <w:p w14:paraId="61F8E44E" w14:textId="52ED478D"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w:t>
      </w:r>
      <w:r w:rsidRPr="0024602F">
        <w:rPr>
          <w:strike/>
        </w:rPr>
        <w:t>3</w:t>
      </w:r>
      <w:r w:rsidR="00D77708" w:rsidRPr="00D77708">
        <w:t xml:space="preserve"> </w:t>
      </w:r>
      <w:r w:rsidR="0024602F" w:rsidRPr="0024602F">
        <w:rPr>
          <w:b/>
          <w:strike/>
        </w:rPr>
        <w:t>4</w:t>
      </w:r>
      <w:r w:rsidRPr="00CF55AC">
        <w:t>)</w:t>
      </w:r>
      <w:r w:rsidRPr="00CF55AC">
        <w:rPr>
          <w:color w:val="000000"/>
        </w:rPr>
        <w:t xml:space="preserve"> Právní úkon, kterým dlužník </w:t>
      </w:r>
      <w:r w:rsidRPr="000621EF">
        <w:rPr>
          <w:strike/>
          <w:color w:val="000000"/>
        </w:rPr>
        <w:t>za trvání účinků</w:t>
      </w:r>
      <w:r w:rsidR="00BF5E67">
        <w:rPr>
          <w:color w:val="000000"/>
        </w:rPr>
        <w:t xml:space="preserve"> </w:t>
      </w:r>
      <w:r w:rsidR="00BF5E67" w:rsidRPr="00802B68">
        <w:rPr>
          <w:b/>
          <w:color w:val="000000"/>
          <w:u w:val="single"/>
        </w:rPr>
        <w:t>ode dne, kdy nastaly účinky</w:t>
      </w:r>
      <w:r w:rsidRPr="00CF55AC">
        <w:rPr>
          <w:color w:val="000000"/>
        </w:rPr>
        <w:t xml:space="preserve"> schválení oddlužení plněním splátkového kalendáře se zpeněžením majetkové podstaty</w:t>
      </w:r>
      <w:r w:rsidR="00BF5E67" w:rsidRPr="00802B68">
        <w:rPr>
          <w:b/>
          <w:color w:val="000000"/>
          <w:u w:val="single"/>
        </w:rPr>
        <w:t>,</w:t>
      </w:r>
      <w:r w:rsidRPr="00802B68">
        <w:rPr>
          <w:b/>
          <w:color w:val="000000"/>
          <w:u w:val="single"/>
        </w:rPr>
        <w:t xml:space="preserve"> </w:t>
      </w:r>
      <w:r w:rsidR="007B7861" w:rsidRPr="00802B68">
        <w:rPr>
          <w:b/>
          <w:color w:val="000000"/>
          <w:u w:val="single"/>
        </w:rPr>
        <w:t xml:space="preserve">do právní moci rozhodnutí o osvobození </w:t>
      </w:r>
      <w:r w:rsidR="00345F1C" w:rsidRPr="00802B68">
        <w:rPr>
          <w:b/>
          <w:color w:val="000000"/>
          <w:u w:val="single"/>
        </w:rPr>
        <w:t>po</w:t>
      </w:r>
      <w:r w:rsidR="007B7861" w:rsidRPr="00802B68">
        <w:rPr>
          <w:b/>
          <w:color w:val="000000"/>
          <w:u w:val="single"/>
        </w:rPr>
        <w:t>dle § 414</w:t>
      </w:r>
      <w:r w:rsidR="007B7861" w:rsidRPr="000621EF">
        <w:rPr>
          <w:b/>
          <w:color w:val="000000"/>
        </w:rPr>
        <w:t xml:space="preserve"> </w:t>
      </w:r>
      <w:r w:rsidRPr="00CF55AC">
        <w:rPr>
          <w:color w:val="000000"/>
        </w:rPr>
        <w:t xml:space="preserve">odmítne přijetí daru nebo dědictví bez souhlasu insolvenčního správce, je neplatný. Totéž platí, jestliže dlužník uzavře bez souhlasu insolvenčního správce dohodu o vypořádání dědictví, podle které má z dědictví obdržet méně, než činí jeho dědický podíl. Má se za to, že dlužník, který </w:t>
      </w:r>
      <w:r w:rsidRPr="00802B68">
        <w:rPr>
          <w:strike/>
          <w:color w:val="000000"/>
          <w:u w:val="single"/>
        </w:rPr>
        <w:t>za trvání účinků schválení oddlužení</w:t>
      </w:r>
      <w:r w:rsidRPr="00CF55AC">
        <w:rPr>
          <w:color w:val="000000"/>
        </w:rPr>
        <w:t xml:space="preserve"> neodmítne dědictví, uplatnil výhradu soupisu.</w:t>
      </w:r>
    </w:p>
    <w:p w14:paraId="245B70FC" w14:textId="181A45A0" w:rsidR="00612733" w:rsidRPr="0009141C"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65A3B073" w14:textId="77777777" w:rsidR="004819DD" w:rsidRPr="004819DD" w:rsidRDefault="004819DD" w:rsidP="004819DD">
      <w:pPr>
        <w:pStyle w:val="l5"/>
        <w:shd w:val="clear" w:color="auto" w:fill="FFFFFF"/>
        <w:spacing w:before="0" w:beforeAutospacing="0" w:after="120" w:afterAutospacing="0"/>
        <w:jc w:val="center"/>
        <w:rPr>
          <w:color w:val="000000"/>
        </w:rPr>
      </w:pPr>
      <w:r w:rsidRPr="004819DD">
        <w:rPr>
          <w:color w:val="000000"/>
        </w:rPr>
        <w:t>§ 412a</w:t>
      </w:r>
    </w:p>
    <w:p w14:paraId="53B50697" w14:textId="6747FC03" w:rsidR="004819DD" w:rsidRPr="004819DD" w:rsidRDefault="004819DD" w:rsidP="004819DD">
      <w:pPr>
        <w:pStyle w:val="l5"/>
        <w:shd w:val="clear" w:color="auto" w:fill="FFFFFF"/>
        <w:spacing w:before="0" w:beforeAutospacing="0" w:after="120" w:afterAutospacing="0"/>
        <w:jc w:val="center"/>
        <w:rPr>
          <w:b/>
          <w:color w:val="000000"/>
        </w:rPr>
      </w:pPr>
      <w:r w:rsidRPr="004819DD">
        <w:rPr>
          <w:b/>
          <w:color w:val="000000"/>
        </w:rPr>
        <w:t xml:space="preserve">Splnění </w:t>
      </w:r>
      <w:r w:rsidRPr="00724FD3">
        <w:rPr>
          <w:b/>
          <w:strike/>
          <w:color w:val="000000"/>
        </w:rPr>
        <w:t>oddlužení</w:t>
      </w:r>
      <w:r w:rsidR="00724FD3" w:rsidRPr="00724FD3">
        <w:rPr>
          <w:b/>
          <w:color w:val="000000"/>
        </w:rPr>
        <w:t xml:space="preserve"> </w:t>
      </w:r>
      <w:r w:rsidR="00F05718" w:rsidRPr="00371431">
        <w:rPr>
          <w:b/>
          <w:color w:val="000000"/>
          <w:u w:val="single"/>
        </w:rPr>
        <w:t>předpokladů</w:t>
      </w:r>
      <w:r w:rsidRPr="00371431">
        <w:rPr>
          <w:b/>
          <w:color w:val="000000"/>
          <w:u w:val="single"/>
        </w:rPr>
        <w:t xml:space="preserve"> pro osvobození</w:t>
      </w:r>
    </w:p>
    <w:p w14:paraId="62CAAE63" w14:textId="55940888" w:rsidR="004819DD" w:rsidRPr="004819DD" w:rsidRDefault="004819DD" w:rsidP="004819DD">
      <w:pPr>
        <w:pStyle w:val="l5"/>
        <w:shd w:val="clear" w:color="auto" w:fill="FFFFFF"/>
        <w:spacing w:before="0" w:beforeAutospacing="0" w:after="120" w:afterAutospacing="0"/>
        <w:ind w:firstLine="708"/>
        <w:jc w:val="both"/>
        <w:rPr>
          <w:color w:val="000000"/>
        </w:rPr>
      </w:pPr>
      <w:r w:rsidRPr="004819DD">
        <w:rPr>
          <w:color w:val="000000"/>
        </w:rPr>
        <w:t>(1) </w:t>
      </w:r>
      <w:r w:rsidR="00CD5EE6" w:rsidRPr="00CD5EE6">
        <w:rPr>
          <w:strike/>
          <w:color w:val="000000"/>
        </w:rPr>
        <w:t>O</w:t>
      </w:r>
      <w:r w:rsidRPr="00CD5EE6">
        <w:rPr>
          <w:strike/>
          <w:color w:val="000000"/>
        </w:rPr>
        <w:t>ddlužení</w:t>
      </w:r>
      <w:r w:rsidRPr="004819DD">
        <w:rPr>
          <w:color w:val="000000"/>
        </w:rPr>
        <w:t xml:space="preserve"> </w:t>
      </w:r>
      <w:r w:rsidR="00CD5EE6" w:rsidRPr="00CD5EE6">
        <w:rPr>
          <w:b/>
          <w:color w:val="000000"/>
        </w:rPr>
        <w:t>V oddlužení</w:t>
      </w:r>
      <w:r w:rsidR="00CD5EE6">
        <w:rPr>
          <w:color w:val="000000"/>
        </w:rPr>
        <w:t xml:space="preserve"> </w:t>
      </w:r>
      <w:r w:rsidRPr="004819DD">
        <w:rPr>
          <w:color w:val="000000"/>
        </w:rPr>
        <w:t xml:space="preserve">plněním splátkového kalendáře se zpeněžením majetkové podstaty </w:t>
      </w:r>
      <w:r w:rsidRPr="00CD5EE6">
        <w:rPr>
          <w:strike/>
          <w:color w:val="000000"/>
        </w:rPr>
        <w:t>je splněno</w:t>
      </w:r>
      <w:r w:rsidR="00CD5EE6">
        <w:rPr>
          <w:color w:val="000000"/>
        </w:rPr>
        <w:t xml:space="preserve"> </w:t>
      </w:r>
      <w:r w:rsidR="00A52CFB" w:rsidRPr="00802B68">
        <w:rPr>
          <w:b/>
          <w:color w:val="000000"/>
          <w:u w:val="single"/>
        </w:rPr>
        <w:t>jsou splněny</w:t>
      </w:r>
      <w:r w:rsidRPr="00802B68">
        <w:rPr>
          <w:b/>
          <w:color w:val="000000"/>
          <w:u w:val="single"/>
        </w:rPr>
        <w:t xml:space="preserve"> </w:t>
      </w:r>
      <w:r w:rsidR="00F05718" w:rsidRPr="00802B68">
        <w:rPr>
          <w:b/>
          <w:color w:val="000000"/>
          <w:u w:val="single"/>
        </w:rPr>
        <w:t>předpoklady</w:t>
      </w:r>
      <w:r w:rsidRPr="00802B68">
        <w:rPr>
          <w:b/>
          <w:color w:val="000000"/>
          <w:u w:val="single"/>
        </w:rPr>
        <w:t xml:space="preserve"> pro osvobození </w:t>
      </w:r>
      <w:r w:rsidR="001D0820" w:rsidRPr="00802B68">
        <w:rPr>
          <w:b/>
          <w:color w:val="000000"/>
          <w:u w:val="single"/>
        </w:rPr>
        <w:t>dlužníka od placení pohledávek zahrnutých do oddlužení v rozsahu, v němž dosud nebyly uspokojeny</w:t>
      </w:r>
      <w:r w:rsidRPr="004819DD">
        <w:rPr>
          <w:color w:val="000000"/>
        </w:rPr>
        <w:t>, jestliže</w:t>
      </w:r>
    </w:p>
    <w:p w14:paraId="1490FC83" w14:textId="404EA623" w:rsidR="004819DD" w:rsidRPr="004819DD" w:rsidRDefault="004819DD" w:rsidP="004819DD">
      <w:pPr>
        <w:pStyle w:val="l5"/>
        <w:shd w:val="clear" w:color="auto" w:fill="FFFFFF"/>
        <w:spacing w:before="0" w:beforeAutospacing="0" w:after="120" w:afterAutospacing="0"/>
        <w:jc w:val="both"/>
        <w:rPr>
          <w:color w:val="000000"/>
        </w:rPr>
      </w:pPr>
      <w:r w:rsidRPr="004819DD">
        <w:rPr>
          <w:color w:val="000000"/>
        </w:rPr>
        <w:t>a) dlužník splatil nezajištěným věřitelům jejich pohledávky v plné výši,</w:t>
      </w:r>
      <w:r w:rsidR="0071416E" w:rsidRPr="00D24B42">
        <w:rPr>
          <w:b/>
          <w:color w:val="000000"/>
        </w:rPr>
        <w:t xml:space="preserve"> nebo</w:t>
      </w:r>
    </w:p>
    <w:p w14:paraId="1933DA53" w14:textId="6DAB5BA3" w:rsidR="004819DD" w:rsidRPr="00695FE9" w:rsidRDefault="004819DD" w:rsidP="004819DD">
      <w:pPr>
        <w:pStyle w:val="l5"/>
        <w:shd w:val="clear" w:color="auto" w:fill="FFFFFF"/>
        <w:spacing w:before="0" w:beforeAutospacing="0" w:after="120" w:afterAutospacing="0"/>
        <w:jc w:val="both"/>
        <w:rPr>
          <w:strike/>
          <w:color w:val="000000"/>
        </w:rPr>
      </w:pPr>
      <w:r w:rsidRPr="00695FE9">
        <w:rPr>
          <w:strike/>
          <w:color w:val="000000"/>
        </w:rPr>
        <w:t>b) dlužník v době 3 let od schválení oddlužení splatil nezajištěným věřitelům alespoň 60 % jejich pohledávek,</w:t>
      </w:r>
    </w:p>
    <w:p w14:paraId="754B667C" w14:textId="2A29C535" w:rsidR="004819DD" w:rsidRPr="004819DD" w:rsidRDefault="004819DD" w:rsidP="004819DD">
      <w:pPr>
        <w:pStyle w:val="l5"/>
        <w:shd w:val="clear" w:color="auto" w:fill="FFFFFF"/>
        <w:spacing w:before="0" w:beforeAutospacing="0" w:after="120" w:afterAutospacing="0"/>
        <w:jc w:val="both"/>
        <w:rPr>
          <w:color w:val="000000"/>
        </w:rPr>
      </w:pPr>
      <w:r w:rsidRPr="00695FE9">
        <w:rPr>
          <w:strike/>
          <w:color w:val="000000"/>
        </w:rPr>
        <w:t>c</w:t>
      </w:r>
      <w:r w:rsidR="00C36E3B">
        <w:rPr>
          <w:strike/>
          <w:color w:val="000000"/>
        </w:rPr>
        <w:t>)</w:t>
      </w:r>
      <w:r w:rsidR="00D77708" w:rsidRPr="00D77708">
        <w:rPr>
          <w:color w:val="000000"/>
        </w:rPr>
        <w:t xml:space="preserve"> </w:t>
      </w:r>
      <w:r w:rsidR="00AF7174" w:rsidRPr="00AF7174">
        <w:rPr>
          <w:b/>
          <w:color w:val="000000"/>
        </w:rPr>
        <w:t>b</w:t>
      </w:r>
      <w:r w:rsidRPr="00D24B42">
        <w:rPr>
          <w:b/>
          <w:color w:val="000000"/>
        </w:rPr>
        <w:t>)</w:t>
      </w:r>
      <w:r w:rsidRPr="004819DD">
        <w:rPr>
          <w:color w:val="000000"/>
        </w:rPr>
        <w:t xml:space="preserve"> po dobu </w:t>
      </w:r>
      <w:r w:rsidR="00AF7174">
        <w:rPr>
          <w:strike/>
          <w:color w:val="000000"/>
        </w:rPr>
        <w:t>5</w:t>
      </w:r>
      <w:r w:rsidR="001C108F" w:rsidRPr="00C713F5">
        <w:rPr>
          <w:color w:val="000000"/>
        </w:rPr>
        <w:t xml:space="preserve"> </w:t>
      </w:r>
      <w:r w:rsidRPr="00802B68">
        <w:rPr>
          <w:b/>
          <w:color w:val="000000"/>
          <w:u w:val="single"/>
        </w:rPr>
        <w:t>3</w:t>
      </w:r>
      <w:r w:rsidR="00695FE9">
        <w:rPr>
          <w:color w:val="000000"/>
        </w:rPr>
        <w:t xml:space="preserve"> </w:t>
      </w:r>
      <w:r w:rsidRPr="004819DD">
        <w:rPr>
          <w:color w:val="000000"/>
        </w:rPr>
        <w:t xml:space="preserve">let od schválení oddlužení nebylo dlužníku oddlužení zrušeno a dlužník </w:t>
      </w:r>
      <w:r w:rsidRPr="00922E77">
        <w:rPr>
          <w:color w:val="000000"/>
        </w:rPr>
        <w:t>neporušil svou povinnost vynaložit veškeré úsilí, které po něm bylo možno spravedlivě</w:t>
      </w:r>
      <w:r w:rsidRPr="004819DD">
        <w:rPr>
          <w:color w:val="000000"/>
        </w:rPr>
        <w:t xml:space="preserve"> požadovat, k plnému uspokojení pohledávek svých věřitelů; má se za to, že tuto povinnost neporušil, jestliže v této době splatil nezajištěným věřitelům alespoň 30 % jejich pohledávek.</w:t>
      </w:r>
    </w:p>
    <w:p w14:paraId="7FB52D57" w14:textId="77777777" w:rsidR="00FE1110" w:rsidRDefault="004819DD" w:rsidP="004819DD">
      <w:pPr>
        <w:pStyle w:val="l5"/>
        <w:shd w:val="clear" w:color="auto" w:fill="FFFFFF"/>
        <w:spacing w:before="0" w:beforeAutospacing="0" w:after="120" w:afterAutospacing="0"/>
        <w:ind w:firstLine="708"/>
        <w:jc w:val="both"/>
        <w:rPr>
          <w:color w:val="000000"/>
        </w:rPr>
      </w:pPr>
      <w:r w:rsidRPr="00FE1110">
        <w:rPr>
          <w:strike/>
          <w:color w:val="000000"/>
        </w:rPr>
        <w:t>(2)</w:t>
      </w:r>
      <w:r w:rsidRPr="004819DD">
        <w:rPr>
          <w:color w:val="000000"/>
        </w:rPr>
        <w:t> </w:t>
      </w:r>
      <w:r w:rsidR="00695FE9" w:rsidRPr="00695FE9">
        <w:rPr>
          <w:strike/>
          <w:color w:val="000000"/>
        </w:rPr>
        <w:t>O</w:t>
      </w:r>
      <w:r w:rsidRPr="00695FE9">
        <w:rPr>
          <w:strike/>
          <w:color w:val="000000"/>
        </w:rPr>
        <w:t>ddlužení</w:t>
      </w:r>
      <w:r w:rsidR="00695FE9" w:rsidRPr="00695FE9">
        <w:rPr>
          <w:strike/>
          <w:color w:val="000000"/>
        </w:rPr>
        <w:t xml:space="preserve"> </w:t>
      </w:r>
      <w:r w:rsidRPr="00695FE9">
        <w:rPr>
          <w:strike/>
          <w:color w:val="000000"/>
        </w:rPr>
        <w:t xml:space="preserve">zpeněžením majetkové podstaty je splněno po obdržení zprávy </w:t>
      </w:r>
      <w:r w:rsidRPr="00922E77">
        <w:rPr>
          <w:strike/>
          <w:color w:val="000000"/>
        </w:rPr>
        <w:t>insolvenčního správce o splnění rozvrhového usnesení, jestliže dlužník řádně splnil všechny</w:t>
      </w:r>
      <w:r w:rsidRPr="00695FE9">
        <w:rPr>
          <w:strike/>
          <w:color w:val="000000"/>
        </w:rPr>
        <w:t xml:space="preserve"> povinnosti stanovené v rozhodnutí o schválení oddlužení.</w:t>
      </w:r>
      <w:r w:rsidR="00695FE9">
        <w:rPr>
          <w:color w:val="000000"/>
        </w:rPr>
        <w:t xml:space="preserve"> </w:t>
      </w:r>
    </w:p>
    <w:p w14:paraId="68A7960F" w14:textId="2B183BAC" w:rsidR="004819DD" w:rsidRPr="00802B68" w:rsidRDefault="00FE1110" w:rsidP="004819DD">
      <w:pPr>
        <w:pStyle w:val="l5"/>
        <w:shd w:val="clear" w:color="auto" w:fill="FFFFFF"/>
        <w:spacing w:before="0" w:beforeAutospacing="0" w:after="120" w:afterAutospacing="0"/>
        <w:ind w:firstLine="708"/>
        <w:jc w:val="both"/>
        <w:rPr>
          <w:color w:val="000000"/>
          <w:u w:val="single"/>
        </w:rPr>
      </w:pPr>
      <w:r w:rsidRPr="00802B68">
        <w:rPr>
          <w:b/>
          <w:color w:val="000000"/>
          <w:u w:val="single"/>
        </w:rPr>
        <w:lastRenderedPageBreak/>
        <w:t xml:space="preserve">(2) </w:t>
      </w:r>
      <w:r w:rsidR="00695FE9" w:rsidRPr="00802B68">
        <w:rPr>
          <w:b/>
          <w:color w:val="000000"/>
          <w:u w:val="single"/>
        </w:rPr>
        <w:t>V oddlužení</w:t>
      </w:r>
      <w:r w:rsidR="00695FE9" w:rsidRPr="00802B68">
        <w:rPr>
          <w:color w:val="000000"/>
          <w:u w:val="single"/>
        </w:rPr>
        <w:t xml:space="preserve"> </w:t>
      </w:r>
      <w:r w:rsidR="00695FE9" w:rsidRPr="00802B68">
        <w:rPr>
          <w:b/>
          <w:color w:val="000000"/>
          <w:u w:val="single"/>
        </w:rPr>
        <w:t>zpeněžením majetkové podstaty</w:t>
      </w:r>
      <w:r w:rsidR="00695FE9" w:rsidRPr="00802B68">
        <w:rPr>
          <w:color w:val="000000"/>
          <w:u w:val="single"/>
        </w:rPr>
        <w:t xml:space="preserve"> </w:t>
      </w:r>
      <w:r w:rsidR="00695FE9" w:rsidRPr="00802B68">
        <w:rPr>
          <w:b/>
          <w:u w:val="single"/>
        </w:rPr>
        <w:t xml:space="preserve">jsou </w:t>
      </w:r>
      <w:r w:rsidR="001D0820" w:rsidRPr="00802B68">
        <w:rPr>
          <w:b/>
          <w:u w:val="single"/>
        </w:rPr>
        <w:t xml:space="preserve">splněny </w:t>
      </w:r>
      <w:r w:rsidR="00695FE9" w:rsidRPr="00802B68">
        <w:rPr>
          <w:b/>
          <w:u w:val="single"/>
        </w:rPr>
        <w:t xml:space="preserve">předpoklady pro osvobození dlužníka od placení pohledávek </w:t>
      </w:r>
      <w:r w:rsidR="001D0820" w:rsidRPr="00802B68">
        <w:rPr>
          <w:b/>
          <w:color w:val="000000"/>
          <w:u w:val="single"/>
        </w:rPr>
        <w:t xml:space="preserve">zahrnutých do </w:t>
      </w:r>
      <w:r w:rsidR="001D0820" w:rsidRPr="002E0ADE">
        <w:rPr>
          <w:b/>
          <w:color w:val="000000"/>
          <w:u w:val="single"/>
        </w:rPr>
        <w:t>oddlužení v</w:t>
      </w:r>
      <w:r w:rsidR="001D0820" w:rsidRPr="00802B68">
        <w:rPr>
          <w:b/>
          <w:color w:val="000000"/>
          <w:u w:val="single"/>
        </w:rPr>
        <w:t xml:space="preserve"> rozsahu, v němž dosud nebyly uspokojeny, </w:t>
      </w:r>
      <w:r w:rsidR="00735A74" w:rsidRPr="00802B68">
        <w:rPr>
          <w:b/>
          <w:u w:val="single"/>
        </w:rPr>
        <w:t>jestliže</w:t>
      </w:r>
    </w:p>
    <w:p w14:paraId="79E120D6" w14:textId="6EE27C8B" w:rsidR="001A142D" w:rsidRPr="00802B68" w:rsidRDefault="001A142D" w:rsidP="00695FE9">
      <w:pPr>
        <w:pStyle w:val="l5"/>
        <w:shd w:val="clear" w:color="auto" w:fill="FFFFFF"/>
        <w:spacing w:before="0" w:beforeAutospacing="0" w:after="120" w:afterAutospacing="0"/>
        <w:jc w:val="both"/>
        <w:rPr>
          <w:b/>
          <w:color w:val="000000"/>
          <w:u w:val="single"/>
        </w:rPr>
      </w:pPr>
      <w:r w:rsidRPr="00802B68">
        <w:rPr>
          <w:b/>
          <w:color w:val="000000"/>
          <w:u w:val="single"/>
        </w:rPr>
        <w:t xml:space="preserve">a) </w:t>
      </w:r>
      <w:r w:rsidR="00735A74" w:rsidRPr="00802B68">
        <w:rPr>
          <w:b/>
          <w:color w:val="000000"/>
          <w:u w:val="single"/>
        </w:rPr>
        <w:t xml:space="preserve">insolvenční soud </w:t>
      </w:r>
      <w:r w:rsidRPr="00802B68">
        <w:rPr>
          <w:b/>
          <w:color w:val="000000"/>
          <w:u w:val="single"/>
        </w:rPr>
        <w:t>obdrže</w:t>
      </w:r>
      <w:r w:rsidR="00735A74" w:rsidRPr="00802B68">
        <w:rPr>
          <w:b/>
          <w:color w:val="000000"/>
          <w:u w:val="single"/>
        </w:rPr>
        <w:t>l</w:t>
      </w:r>
      <w:r w:rsidRPr="00802B68">
        <w:rPr>
          <w:b/>
          <w:color w:val="000000"/>
          <w:u w:val="single"/>
        </w:rPr>
        <w:t xml:space="preserve"> zpráv</w:t>
      </w:r>
      <w:r w:rsidR="00735A74" w:rsidRPr="00802B68">
        <w:rPr>
          <w:b/>
          <w:color w:val="000000"/>
          <w:u w:val="single"/>
        </w:rPr>
        <w:t>u</w:t>
      </w:r>
      <w:r w:rsidRPr="00802B68">
        <w:rPr>
          <w:b/>
          <w:color w:val="000000"/>
          <w:u w:val="single"/>
        </w:rPr>
        <w:t xml:space="preserve"> insolvenčního správce o splnění rozvrhového usnesení</w:t>
      </w:r>
      <w:r w:rsidR="00746978" w:rsidRPr="00802B68">
        <w:rPr>
          <w:b/>
          <w:color w:val="000000"/>
          <w:u w:val="single"/>
        </w:rPr>
        <w:t xml:space="preserve"> a</w:t>
      </w:r>
      <w:r w:rsidRPr="00802B68">
        <w:rPr>
          <w:b/>
          <w:color w:val="000000"/>
          <w:u w:val="single"/>
        </w:rPr>
        <w:t xml:space="preserve"> dlužník řádně splnil všechny povinnosti stanovené v rozhodnutí o schválení oddlužení, nebo</w:t>
      </w:r>
    </w:p>
    <w:p w14:paraId="73C2ED03" w14:textId="7F0C1C3F" w:rsidR="001A142D" w:rsidRPr="00802B68" w:rsidRDefault="001A142D" w:rsidP="00695FE9">
      <w:pPr>
        <w:pStyle w:val="l5"/>
        <w:shd w:val="clear" w:color="auto" w:fill="FFFFFF"/>
        <w:spacing w:before="0" w:beforeAutospacing="0" w:after="120" w:afterAutospacing="0"/>
        <w:jc w:val="both"/>
        <w:rPr>
          <w:b/>
          <w:color w:val="000000"/>
          <w:u w:val="single"/>
        </w:rPr>
      </w:pPr>
      <w:r w:rsidRPr="00802B68">
        <w:rPr>
          <w:b/>
          <w:color w:val="000000"/>
          <w:u w:val="single"/>
        </w:rPr>
        <w:t xml:space="preserve">b) </w:t>
      </w:r>
      <w:r w:rsidR="00D0278B" w:rsidRPr="00802B68">
        <w:rPr>
          <w:b/>
          <w:color w:val="000000"/>
          <w:u w:val="single"/>
        </w:rPr>
        <w:t xml:space="preserve">insolvenční soud neobdržel zprávu insolvenčního správce o splnění rozvrhového usnesení a </w:t>
      </w:r>
      <w:r w:rsidRPr="00802B68">
        <w:rPr>
          <w:b/>
          <w:color w:val="000000"/>
          <w:u w:val="single"/>
        </w:rPr>
        <w:t>o</w:t>
      </w:r>
      <w:r w:rsidR="004102B9" w:rsidRPr="00802B68">
        <w:rPr>
          <w:b/>
          <w:color w:val="000000"/>
          <w:u w:val="single"/>
        </w:rPr>
        <w:t>d schválení oddlužení</w:t>
      </w:r>
      <w:r w:rsidR="00431324" w:rsidRPr="00802B68">
        <w:rPr>
          <w:b/>
          <w:color w:val="000000"/>
          <w:u w:val="single"/>
        </w:rPr>
        <w:t xml:space="preserve"> uplynula doba 3 let,</w:t>
      </w:r>
      <w:r w:rsidR="00725613">
        <w:rPr>
          <w:b/>
          <w:color w:val="000000"/>
          <w:u w:val="single"/>
        </w:rPr>
        <w:t xml:space="preserve"> plnil-li dlužník po tuto dobu všechny povinnosti stanovené v rozhodnutí o schválení oddlužení a</w:t>
      </w:r>
      <w:r w:rsidR="00735A74" w:rsidRPr="00802B68">
        <w:rPr>
          <w:b/>
          <w:color w:val="000000"/>
          <w:u w:val="single"/>
        </w:rPr>
        <w:t xml:space="preserve"> nebylo</w:t>
      </w:r>
      <w:r w:rsidR="00431324" w:rsidRPr="00802B68">
        <w:rPr>
          <w:b/>
          <w:color w:val="000000"/>
          <w:u w:val="single"/>
        </w:rPr>
        <w:t>-li</w:t>
      </w:r>
      <w:r w:rsidR="00735A74" w:rsidRPr="00802B68">
        <w:rPr>
          <w:b/>
          <w:color w:val="000000"/>
          <w:u w:val="single"/>
        </w:rPr>
        <w:t xml:space="preserve"> dlužníku </w:t>
      </w:r>
      <w:r w:rsidR="00431324" w:rsidRPr="00802B68">
        <w:rPr>
          <w:b/>
          <w:color w:val="000000"/>
          <w:u w:val="single"/>
        </w:rPr>
        <w:t>po tuto dobu</w:t>
      </w:r>
      <w:r w:rsidR="006503F6" w:rsidRPr="00802B68">
        <w:rPr>
          <w:b/>
          <w:color w:val="000000"/>
          <w:u w:val="single"/>
        </w:rPr>
        <w:t xml:space="preserve"> oddlužení</w:t>
      </w:r>
      <w:r w:rsidR="00C6433D" w:rsidRPr="00802B68">
        <w:rPr>
          <w:b/>
          <w:color w:val="000000"/>
          <w:u w:val="single"/>
        </w:rPr>
        <w:t xml:space="preserve"> </w:t>
      </w:r>
      <w:r w:rsidRPr="00802B68">
        <w:rPr>
          <w:b/>
          <w:color w:val="000000"/>
          <w:u w:val="single"/>
        </w:rPr>
        <w:t>zrušeno.</w:t>
      </w:r>
    </w:p>
    <w:p w14:paraId="2C31B237" w14:textId="7A9A293B" w:rsidR="001A1E7A" w:rsidRPr="0024602F" w:rsidRDefault="004819DD" w:rsidP="0024602F">
      <w:pPr>
        <w:pStyle w:val="l5"/>
        <w:shd w:val="clear" w:color="auto" w:fill="FFFFFF"/>
        <w:spacing w:before="0" w:beforeAutospacing="0" w:after="120" w:afterAutospacing="0"/>
        <w:ind w:firstLine="708"/>
        <w:jc w:val="both"/>
        <w:rPr>
          <w:color w:val="000000"/>
        </w:rPr>
      </w:pPr>
      <w:r w:rsidRPr="004819DD">
        <w:rPr>
          <w:color w:val="000000"/>
        </w:rPr>
        <w:t xml:space="preserve">(3) Pro splnění </w:t>
      </w:r>
      <w:r w:rsidRPr="00CD5EE6">
        <w:rPr>
          <w:strike/>
          <w:color w:val="000000"/>
        </w:rPr>
        <w:t>oddlužení</w:t>
      </w:r>
      <w:r w:rsidR="00CD5EE6" w:rsidRPr="00CD5EE6">
        <w:rPr>
          <w:color w:val="000000"/>
        </w:rPr>
        <w:t xml:space="preserve"> </w:t>
      </w:r>
      <w:r w:rsidR="00CD5EE6" w:rsidRPr="00802B68">
        <w:rPr>
          <w:b/>
          <w:color w:val="000000"/>
          <w:u w:val="single"/>
        </w:rPr>
        <w:t>předpokladů pro osvobození</w:t>
      </w:r>
      <w:r w:rsidR="00CD5EE6">
        <w:rPr>
          <w:color w:val="000000"/>
        </w:rPr>
        <w:t xml:space="preserve"> </w:t>
      </w:r>
      <w:r w:rsidRPr="004819DD">
        <w:rPr>
          <w:color w:val="000000"/>
        </w:rPr>
        <w:t xml:space="preserve">podle odstavce 1 písm. b) </w:t>
      </w:r>
      <w:r w:rsidRPr="00CD5EE6">
        <w:rPr>
          <w:strike/>
          <w:color w:val="000000"/>
        </w:rPr>
        <w:t>a c)</w:t>
      </w:r>
      <w:r w:rsidRPr="004819DD">
        <w:rPr>
          <w:color w:val="000000"/>
        </w:rPr>
        <w:t xml:space="preserve"> postačí, jestliže by požadované míry splacení pohledávek nezajištěných věřitelů bylo dosaženo bez přihlédnutí k podřízeným pohledávkám.</w:t>
      </w:r>
    </w:p>
    <w:p w14:paraId="01540D3E" w14:textId="0FB2C72D" w:rsidR="004819DD" w:rsidRPr="00695FE9" w:rsidRDefault="004819DD" w:rsidP="004819DD">
      <w:pPr>
        <w:pStyle w:val="l5"/>
        <w:shd w:val="clear" w:color="auto" w:fill="FFFFFF"/>
        <w:spacing w:before="0" w:beforeAutospacing="0" w:after="120" w:afterAutospacing="0"/>
        <w:ind w:firstLine="708"/>
        <w:jc w:val="both"/>
        <w:rPr>
          <w:strike/>
          <w:color w:val="000000"/>
        </w:rPr>
      </w:pPr>
      <w:r w:rsidRPr="00695FE9">
        <w:rPr>
          <w:strike/>
          <w:color w:val="000000"/>
        </w:rPr>
        <w:t>(4) Vznikl-li dlužníku nárok na starobní důchod před schválením oddlužení a tento nárok trval po celou dobu schváleného oddlužení nebo je-li dlužník invalidní ve druhém nebo třetím stupni</w:t>
      </w:r>
      <w:r w:rsidRPr="00695FE9">
        <w:rPr>
          <w:strike/>
          <w:color w:val="000000"/>
          <w:vertAlign w:val="superscript"/>
        </w:rPr>
        <w:t>74)</w:t>
      </w:r>
      <w:r w:rsidRPr="00695FE9">
        <w:rPr>
          <w:strike/>
          <w:color w:val="000000"/>
        </w:rPr>
        <w:t>, je oddlužení plněním splátkového kalendáře se zpeněžením majetkové podstaty splněno, jestliže nebylo zrušeno po dobu 3 let od schválení oddlužení. Listiny dokládající vznik starobního důchodu nebo invaliditu dlužník za účelem podání zprávy o splnění oddlužení předloží insolvenčnímu správci.</w:t>
      </w:r>
    </w:p>
    <w:p w14:paraId="108CB20F" w14:textId="5BF8F120" w:rsidR="004819DD" w:rsidRPr="00695FE9" w:rsidRDefault="004819DD" w:rsidP="004819DD">
      <w:pPr>
        <w:pStyle w:val="l5"/>
        <w:shd w:val="clear" w:color="auto" w:fill="FFFFFF"/>
        <w:spacing w:before="0" w:beforeAutospacing="0" w:after="120" w:afterAutospacing="0"/>
        <w:ind w:firstLine="708"/>
        <w:jc w:val="both"/>
        <w:rPr>
          <w:strike/>
          <w:color w:val="000000"/>
        </w:rPr>
      </w:pPr>
      <w:r w:rsidRPr="00695FE9">
        <w:rPr>
          <w:strike/>
          <w:color w:val="000000"/>
        </w:rPr>
        <w:t>(5) Jestliže bylo dlužníku v jiném insolvenčním řízení po splnění oddlužení podle odstavce 4 pravomocným rozhodnutím přiznáno osvobození od placení pohledávek zahrnutých do oddlužení, v rozsahu, v němž nebyly uspokojeny, může insolvenční soud o splnění oddlužení podle odstavce 4 rozhodnout jen z důvodů zvláštního zřetele hodných.</w:t>
      </w:r>
    </w:p>
    <w:p w14:paraId="0097A396" w14:textId="34B4C729" w:rsidR="004819DD" w:rsidRPr="00695FE9" w:rsidRDefault="004819DD" w:rsidP="004819DD">
      <w:pPr>
        <w:pStyle w:val="l5"/>
        <w:shd w:val="clear" w:color="auto" w:fill="FFFFFF"/>
        <w:spacing w:before="0" w:beforeAutospacing="0" w:after="120" w:afterAutospacing="0"/>
        <w:ind w:firstLine="708"/>
        <w:jc w:val="both"/>
        <w:rPr>
          <w:strike/>
          <w:color w:val="000000"/>
        </w:rPr>
      </w:pPr>
      <w:r w:rsidRPr="00695FE9">
        <w:rPr>
          <w:strike/>
          <w:color w:val="000000"/>
        </w:rPr>
        <w:t>(6) Pokud pohledávky nezajištěných věřitelů vznikly alespoň ze dvou třetin jejich výše před dosažením 18 let věku dlužníka, je oddlužení plněním splátkového kalendáře se zpeněžením majetkové podstaty splněno, jestliže nebylo zrušeno po dobu 3 let od schválení oddlužení. Za pohledávku vzniklou před dosažením 18 let věku dlužníka se dále považuje příslušenství takové pohledávky, smluvní pokuta vzniklá na základě stejné smlouvy jako taková pohledávka a pohledávka, která vznikla na základě smlouvy uzavřené při podnikatelské činnosti věřitele před uplynutím 3 let od dosažení 18 let věku dlužníka, jestliže obdržené plnění dlužník alespoň ze dvou třetin jeho výše využil k úhradě pohledávky podle věty první.</w:t>
      </w:r>
    </w:p>
    <w:p w14:paraId="2E58C5BA" w14:textId="06EF885A" w:rsidR="0009141C"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3165C16D" w14:textId="2FD594A7" w:rsidR="00843F45" w:rsidRDefault="00843F45" w:rsidP="00843F45">
      <w:pPr>
        <w:pStyle w:val="Ustanoven"/>
        <w:spacing w:beforeLines="60" w:before="144" w:beforeAutospacing="0" w:after="120" w:afterAutospacing="0"/>
        <w:ind w:firstLine="0"/>
        <w:rPr>
          <w:i/>
          <w:sz w:val="20"/>
          <w:szCs w:val="20"/>
        </w:rPr>
      </w:pPr>
    </w:p>
    <w:p w14:paraId="300123F7" w14:textId="77777777" w:rsidR="00843F45" w:rsidRPr="00843F45" w:rsidRDefault="00843F45" w:rsidP="00843F45">
      <w:pPr>
        <w:pStyle w:val="l5"/>
        <w:shd w:val="clear" w:color="auto" w:fill="FFFFFF"/>
        <w:spacing w:before="0" w:beforeAutospacing="0" w:after="120" w:afterAutospacing="0"/>
        <w:jc w:val="center"/>
        <w:rPr>
          <w:color w:val="000000"/>
        </w:rPr>
      </w:pPr>
      <w:r w:rsidRPr="00843F45">
        <w:rPr>
          <w:color w:val="000000"/>
        </w:rPr>
        <w:t>§ 412b</w:t>
      </w:r>
    </w:p>
    <w:p w14:paraId="36CD89DB" w14:textId="77777777" w:rsidR="00843F45" w:rsidRPr="00843F45" w:rsidRDefault="00843F45" w:rsidP="00843F45">
      <w:pPr>
        <w:pStyle w:val="l5"/>
        <w:shd w:val="clear" w:color="auto" w:fill="FFFFFF"/>
        <w:spacing w:before="0" w:beforeAutospacing="0" w:after="120" w:afterAutospacing="0"/>
        <w:jc w:val="center"/>
        <w:rPr>
          <w:b/>
          <w:color w:val="000000"/>
        </w:rPr>
      </w:pPr>
      <w:r w:rsidRPr="00843F45">
        <w:rPr>
          <w:b/>
          <w:color w:val="000000"/>
        </w:rPr>
        <w:t>Přerušení a prodloužení průběhu oddlužení</w:t>
      </w:r>
    </w:p>
    <w:p w14:paraId="062E6935" w14:textId="77777777" w:rsidR="00843F45" w:rsidRPr="00843F45" w:rsidRDefault="00843F45" w:rsidP="00843F45">
      <w:pPr>
        <w:pStyle w:val="l5"/>
        <w:shd w:val="clear" w:color="auto" w:fill="FFFFFF"/>
        <w:spacing w:before="0" w:beforeAutospacing="0" w:after="120" w:afterAutospacing="0"/>
        <w:ind w:firstLine="709"/>
        <w:jc w:val="both"/>
        <w:rPr>
          <w:color w:val="000000"/>
        </w:rPr>
      </w:pPr>
      <w:r w:rsidRPr="00843F45">
        <w:t>(1)</w:t>
      </w:r>
      <w:r w:rsidRPr="00843F45">
        <w:rPr>
          <w:color w:val="000000"/>
        </w:rPr>
        <w:t> Insolvenční soud může po schválení oddlužení plněním splátkového kalendáře se zpeněžením majetkové podstaty rozhodnout o přerušení průběhu oddlužení až na 1 rok. Učiní tak z důležitých důvodů na návrh dlužníka nebo insolvenčního správce. Průběh oddlužení nelze přerušit opakovaně. Odvolání proti rozhodnutí o přerušení průběhu oddlužení není přípustné.</w:t>
      </w:r>
    </w:p>
    <w:p w14:paraId="3D86D724" w14:textId="45EBDAEE" w:rsidR="00843F45" w:rsidRPr="00843F45" w:rsidRDefault="00843F45" w:rsidP="00843F45">
      <w:pPr>
        <w:pStyle w:val="l5"/>
        <w:shd w:val="clear" w:color="auto" w:fill="FFFFFF"/>
        <w:spacing w:before="0" w:beforeAutospacing="0" w:after="120" w:afterAutospacing="0"/>
        <w:ind w:firstLine="709"/>
        <w:jc w:val="both"/>
        <w:rPr>
          <w:color w:val="000000"/>
        </w:rPr>
      </w:pPr>
      <w:r w:rsidRPr="00843F45">
        <w:t>(2)</w:t>
      </w:r>
      <w:r w:rsidRPr="00843F45">
        <w:rPr>
          <w:color w:val="000000"/>
        </w:rPr>
        <w:t xml:space="preserve"> Po dobu přerušení průběhu oddlužení nemusí dlužník plnit svou povinnost splácet podle § 398 odst. 3; ustanovení § 418 odst. 1 písm. </w:t>
      </w:r>
      <w:r w:rsidRPr="00FC3E4A">
        <w:rPr>
          <w:strike/>
          <w:color w:val="000000"/>
        </w:rPr>
        <w:t>d)</w:t>
      </w:r>
      <w:r>
        <w:rPr>
          <w:color w:val="000000"/>
        </w:rPr>
        <w:t xml:space="preserve"> </w:t>
      </w:r>
      <w:r w:rsidR="00FC3E4A" w:rsidRPr="00FC3E4A">
        <w:rPr>
          <w:b/>
          <w:color w:val="000000"/>
        </w:rPr>
        <w:t>c)</w:t>
      </w:r>
      <w:r w:rsidRPr="00843F45">
        <w:rPr>
          <w:color w:val="000000"/>
        </w:rPr>
        <w:t xml:space="preserve"> se nepoužije.</w:t>
      </w:r>
    </w:p>
    <w:p w14:paraId="78F86574" w14:textId="4859C475" w:rsidR="00843F45" w:rsidRPr="00843F45" w:rsidRDefault="00843F45" w:rsidP="00843F45">
      <w:pPr>
        <w:pStyle w:val="l5"/>
        <w:shd w:val="clear" w:color="auto" w:fill="FFFFFF"/>
        <w:spacing w:before="0" w:beforeAutospacing="0" w:after="120" w:afterAutospacing="0"/>
        <w:ind w:firstLine="709"/>
        <w:jc w:val="both"/>
        <w:rPr>
          <w:color w:val="000000"/>
        </w:rPr>
      </w:pPr>
      <w:r w:rsidRPr="00843F45">
        <w:t>(3)</w:t>
      </w:r>
      <w:r w:rsidRPr="00843F45">
        <w:rPr>
          <w:color w:val="000000"/>
        </w:rPr>
        <w:t> Jakmile odpadne důvod přerušení, rozhodne i</w:t>
      </w:r>
      <w:r>
        <w:rPr>
          <w:color w:val="000000"/>
        </w:rPr>
        <w:t>nsolvenční soud o pokračování v </w:t>
      </w:r>
      <w:r w:rsidRPr="00843F45">
        <w:rPr>
          <w:color w:val="000000"/>
        </w:rPr>
        <w:t>oddlužení i bez návrhu. Proti tomuto rozhodnutí není odvo</w:t>
      </w:r>
      <w:r>
        <w:rPr>
          <w:color w:val="000000"/>
        </w:rPr>
        <w:t>lání přípustné. O pokračování v </w:t>
      </w:r>
      <w:r w:rsidRPr="00843F45">
        <w:rPr>
          <w:color w:val="000000"/>
        </w:rPr>
        <w:t>oddlužení soud nerozhoduje, jestliže bylo oddlužení přerušeno na přesně určenou dobu či do určitého dne.</w:t>
      </w:r>
    </w:p>
    <w:p w14:paraId="6C590A20" w14:textId="77777777" w:rsidR="00843F45" w:rsidRPr="00843F45" w:rsidRDefault="00843F45" w:rsidP="00843F45">
      <w:pPr>
        <w:pStyle w:val="l5"/>
        <w:shd w:val="clear" w:color="auto" w:fill="FFFFFF"/>
        <w:spacing w:before="0" w:beforeAutospacing="0" w:after="120" w:afterAutospacing="0"/>
        <w:ind w:firstLine="709"/>
        <w:jc w:val="both"/>
        <w:rPr>
          <w:color w:val="000000"/>
        </w:rPr>
      </w:pPr>
      <w:r w:rsidRPr="00843F45">
        <w:lastRenderedPageBreak/>
        <w:t>(4)</w:t>
      </w:r>
      <w:r w:rsidRPr="00843F45">
        <w:rPr>
          <w:color w:val="000000"/>
        </w:rPr>
        <w:t> Doba, po niž byl přerušen průběh oddlužení, se nezapočítává do doby podle § 412a odst. 1.</w:t>
      </w:r>
    </w:p>
    <w:p w14:paraId="2EE6588D" w14:textId="77777777" w:rsidR="00843F45" w:rsidRPr="00843F45" w:rsidRDefault="00843F45" w:rsidP="00843F45">
      <w:pPr>
        <w:pStyle w:val="l5"/>
        <w:shd w:val="clear" w:color="auto" w:fill="FFFFFF"/>
        <w:spacing w:before="0" w:beforeAutospacing="0" w:after="120" w:afterAutospacing="0"/>
        <w:ind w:firstLine="709"/>
        <w:jc w:val="both"/>
        <w:rPr>
          <w:color w:val="000000"/>
        </w:rPr>
      </w:pPr>
      <w:r w:rsidRPr="00843F45">
        <w:t>(5)</w:t>
      </w:r>
      <w:r w:rsidRPr="00843F45">
        <w:rPr>
          <w:color w:val="000000"/>
        </w:rPr>
        <w:t> Insolvenční soud může rozhodnout, že se doba, která je rozhodná pro posouzení splacení pohledávek podle § 412a odst. 1, prodlouží až o 6 měsíců. Učiní tak z důležitých důvodů na návrh dlužníka podaný do uplynutí doby, která je rozhodná pro posouzení splacení pohledávek podle § 412a odst. 1. Průběh oddlužení nelze prodloužit opakovaně. Odvolání proti rozhodnutí o prodloužení průběhu oddlužení není přípustné.</w:t>
      </w:r>
    </w:p>
    <w:p w14:paraId="2FB48BE5" w14:textId="77777777" w:rsidR="00843F45" w:rsidRPr="0035623F" w:rsidRDefault="00843F45" w:rsidP="00843F45">
      <w:pPr>
        <w:pStyle w:val="Ustanoven"/>
        <w:spacing w:beforeLines="60" w:before="144" w:beforeAutospacing="0" w:after="120" w:afterAutospacing="0"/>
        <w:ind w:firstLine="0"/>
        <w:rPr>
          <w:i/>
          <w:sz w:val="20"/>
          <w:szCs w:val="20"/>
        </w:rPr>
      </w:pPr>
    </w:p>
    <w:p w14:paraId="19996148"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413</w:t>
      </w:r>
    </w:p>
    <w:p w14:paraId="2C35B53D"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t>Rozhodnutí o splnění oddlužení</w:t>
      </w:r>
    </w:p>
    <w:p w14:paraId="22092AE8" w14:textId="4F4E28EC" w:rsidR="00933680" w:rsidRDefault="00933680" w:rsidP="00AA4F02">
      <w:pPr>
        <w:pStyle w:val="l5"/>
        <w:shd w:val="clear" w:color="auto" w:fill="FFFFFF"/>
        <w:spacing w:before="0" w:beforeAutospacing="0" w:after="0" w:afterAutospacing="0"/>
        <w:ind w:firstLine="708"/>
        <w:jc w:val="both"/>
        <w:rPr>
          <w:color w:val="000000"/>
        </w:rPr>
      </w:pPr>
      <w:r w:rsidRPr="00CF55AC">
        <w:t>(</w:t>
      </w:r>
      <w:r>
        <w:t>1</w:t>
      </w:r>
      <w:r w:rsidRPr="00CF55AC">
        <w:t>)</w:t>
      </w:r>
      <w:r w:rsidRPr="00CF55AC">
        <w:rPr>
          <w:color w:val="000000"/>
        </w:rPr>
        <w:t> Splnění oddlužení vezme insolvenční soud na vědomí rozhodnutím</w:t>
      </w:r>
      <w:r w:rsidRPr="00065A2A">
        <w:rPr>
          <w:strike/>
          <w:color w:val="000000"/>
        </w:rPr>
        <w:t>, jinak rozhodne o nesplnění oddlužení</w:t>
      </w:r>
      <w:r w:rsidRPr="00CF55AC">
        <w:rPr>
          <w:color w:val="000000"/>
        </w:rPr>
        <w:t>. Současně insolvenční soud rozhodne o odměně insolvenčního správce a jeho nákladech a zprostí insolvenčního správce jeho funkce. Odvolání proti tomuto rozhodnutí mohou podat dlužník, insolvenční správce a věřitelé; toto rozhodnutí je účinné nabytím právní moci, jeho právní mocí insolvenční řízení končí.</w:t>
      </w:r>
    </w:p>
    <w:p w14:paraId="0136D977" w14:textId="62C956BC" w:rsidR="00D42D15" w:rsidRPr="00802B68" w:rsidRDefault="00D27CE5" w:rsidP="000F4A08">
      <w:pPr>
        <w:pStyle w:val="l5"/>
        <w:shd w:val="clear" w:color="auto" w:fill="FFFFFF"/>
        <w:spacing w:before="0" w:beforeAutospacing="0" w:after="120" w:afterAutospacing="0"/>
        <w:ind w:firstLine="708"/>
        <w:jc w:val="both"/>
        <w:rPr>
          <w:b/>
          <w:color w:val="000000"/>
          <w:u w:val="single"/>
        </w:rPr>
      </w:pPr>
      <w:r w:rsidRPr="00802B68">
        <w:rPr>
          <w:b/>
          <w:color w:val="000000"/>
          <w:u w:val="single"/>
        </w:rPr>
        <w:t>(2) Splnění oddlužení vezme insolvenční soud na vědomí rozhodnutím</w:t>
      </w:r>
      <w:r w:rsidR="0024602F" w:rsidRPr="00802B68">
        <w:rPr>
          <w:b/>
          <w:color w:val="000000"/>
          <w:u w:val="single"/>
        </w:rPr>
        <w:t>,</w:t>
      </w:r>
      <w:r w:rsidR="003C3130" w:rsidRPr="00802B68">
        <w:rPr>
          <w:b/>
          <w:color w:val="000000"/>
          <w:u w:val="single"/>
        </w:rPr>
        <w:t xml:space="preserve"> </w:t>
      </w:r>
      <w:r w:rsidR="003C3130" w:rsidRPr="00802B68">
        <w:rPr>
          <w:b/>
          <w:u w:val="single"/>
        </w:rPr>
        <w:t>jestliže byly splněny předpoklady pro osvobození podle § 412a</w:t>
      </w:r>
      <w:r w:rsidRPr="00802B68">
        <w:rPr>
          <w:b/>
          <w:color w:val="000000"/>
          <w:u w:val="single"/>
        </w:rPr>
        <w:t xml:space="preserve">, nikoliv však dříve, než insolvenční soud obdrží zprávu o splnění rozvrhového usnesení, pokud </w:t>
      </w:r>
    </w:p>
    <w:p w14:paraId="46739795" w14:textId="568D54CF" w:rsidR="00D42D15" w:rsidRPr="00802B68" w:rsidRDefault="00D42D15" w:rsidP="000F4A08">
      <w:pPr>
        <w:pStyle w:val="l5"/>
        <w:shd w:val="clear" w:color="auto" w:fill="FFFFFF"/>
        <w:spacing w:before="0" w:beforeAutospacing="0" w:after="120" w:afterAutospacing="0"/>
        <w:jc w:val="both"/>
        <w:rPr>
          <w:b/>
          <w:color w:val="000000"/>
          <w:u w:val="single"/>
        </w:rPr>
      </w:pPr>
      <w:r w:rsidRPr="00802B68">
        <w:rPr>
          <w:b/>
          <w:color w:val="000000"/>
          <w:u w:val="single"/>
        </w:rPr>
        <w:t xml:space="preserve">a) </w:t>
      </w:r>
      <w:r w:rsidR="00D27CE5" w:rsidRPr="00802B68">
        <w:rPr>
          <w:b/>
          <w:color w:val="000000"/>
          <w:u w:val="single"/>
        </w:rPr>
        <w:t>je způsobem oddlužení zpeněžení majetkové podstaty, nebo</w:t>
      </w:r>
    </w:p>
    <w:p w14:paraId="41485427" w14:textId="5AE137E2" w:rsidR="00D27CE5" w:rsidRPr="00802B68" w:rsidRDefault="00D42D15" w:rsidP="000F4A08">
      <w:pPr>
        <w:pStyle w:val="l5"/>
        <w:shd w:val="clear" w:color="auto" w:fill="FFFFFF"/>
        <w:spacing w:before="0" w:beforeAutospacing="0" w:after="120" w:afterAutospacing="0"/>
        <w:jc w:val="both"/>
        <w:rPr>
          <w:b/>
          <w:color w:val="000000"/>
          <w:u w:val="single"/>
        </w:rPr>
      </w:pPr>
      <w:r w:rsidRPr="00802B68">
        <w:rPr>
          <w:b/>
          <w:color w:val="000000"/>
          <w:u w:val="single"/>
        </w:rPr>
        <w:t>b)</w:t>
      </w:r>
      <w:r w:rsidR="00D27CE5" w:rsidRPr="00802B68">
        <w:rPr>
          <w:b/>
          <w:color w:val="000000"/>
          <w:u w:val="single"/>
        </w:rPr>
        <w:t xml:space="preserve"> v oddlužení plněním splátkového kalendáře se zpeněžením majetkové podstaty </w:t>
      </w:r>
      <w:r w:rsidR="004379C8">
        <w:rPr>
          <w:b/>
          <w:color w:val="000000"/>
          <w:u w:val="single"/>
        </w:rPr>
        <w:t>do</w:t>
      </w:r>
      <w:r w:rsidR="001541AE">
        <w:rPr>
          <w:b/>
          <w:color w:val="000000"/>
          <w:u w:val="single"/>
        </w:rPr>
        <w:t>šlo</w:t>
      </w:r>
      <w:r w:rsidR="004379C8" w:rsidRPr="00802B68">
        <w:rPr>
          <w:b/>
          <w:color w:val="000000"/>
          <w:u w:val="single"/>
        </w:rPr>
        <w:t xml:space="preserve"> </w:t>
      </w:r>
      <w:r w:rsidR="0064487B" w:rsidRPr="00802B68">
        <w:rPr>
          <w:b/>
          <w:color w:val="000000"/>
          <w:u w:val="single"/>
        </w:rPr>
        <w:t xml:space="preserve">ke </w:t>
      </w:r>
      <w:r w:rsidR="009273E6">
        <w:rPr>
          <w:b/>
          <w:color w:val="000000"/>
          <w:u w:val="single"/>
        </w:rPr>
        <w:t>zpeněžení</w:t>
      </w:r>
      <w:r w:rsidR="009273E6" w:rsidRPr="00802B68">
        <w:rPr>
          <w:b/>
          <w:color w:val="000000"/>
          <w:u w:val="single"/>
        </w:rPr>
        <w:t xml:space="preserve"> </w:t>
      </w:r>
      <w:r w:rsidR="00F07290">
        <w:rPr>
          <w:b/>
          <w:color w:val="000000"/>
          <w:u w:val="single"/>
        </w:rPr>
        <w:t>majetku</w:t>
      </w:r>
      <w:r w:rsidR="001541AE">
        <w:rPr>
          <w:b/>
          <w:color w:val="000000"/>
          <w:u w:val="single"/>
        </w:rPr>
        <w:t xml:space="preserve"> náležící</w:t>
      </w:r>
      <w:r w:rsidR="00F07290">
        <w:rPr>
          <w:b/>
          <w:color w:val="000000"/>
          <w:u w:val="single"/>
        </w:rPr>
        <w:t>ho</w:t>
      </w:r>
      <w:r w:rsidR="001541AE">
        <w:rPr>
          <w:b/>
          <w:color w:val="000000"/>
          <w:u w:val="single"/>
        </w:rPr>
        <w:t xml:space="preserve"> do </w:t>
      </w:r>
      <w:r w:rsidR="0064487B" w:rsidRPr="00802B68">
        <w:rPr>
          <w:b/>
          <w:color w:val="000000"/>
          <w:u w:val="single"/>
        </w:rPr>
        <w:t>majetkové podstaty</w:t>
      </w:r>
      <w:r w:rsidR="00D27CE5" w:rsidRPr="00802B68">
        <w:rPr>
          <w:b/>
          <w:color w:val="000000"/>
          <w:u w:val="single"/>
        </w:rPr>
        <w:t>.</w:t>
      </w:r>
      <w:r w:rsidR="00D74DE5" w:rsidRPr="00802B68">
        <w:rPr>
          <w:b/>
          <w:color w:val="000000"/>
          <w:u w:val="single"/>
        </w:rPr>
        <w:t xml:space="preserve"> </w:t>
      </w:r>
    </w:p>
    <w:p w14:paraId="0DD396DA" w14:textId="45F3A2EC" w:rsidR="005C20EE" w:rsidRPr="00802B68" w:rsidRDefault="00BD1862" w:rsidP="002E4A33">
      <w:pPr>
        <w:pStyle w:val="l5"/>
        <w:shd w:val="clear" w:color="auto" w:fill="FFFFFF"/>
        <w:spacing w:before="0" w:beforeAutospacing="0" w:after="120" w:afterAutospacing="0"/>
        <w:ind w:firstLine="709"/>
        <w:jc w:val="both"/>
        <w:rPr>
          <w:b/>
          <w:color w:val="000000"/>
          <w:u w:val="single"/>
        </w:rPr>
      </w:pPr>
      <w:r w:rsidRPr="00802B68">
        <w:rPr>
          <w:b/>
          <w:color w:val="000000"/>
          <w:u w:val="single"/>
        </w:rPr>
        <w:t>(3</w:t>
      </w:r>
      <w:r w:rsidR="005C20EE" w:rsidRPr="00802B68">
        <w:rPr>
          <w:b/>
          <w:color w:val="000000"/>
          <w:u w:val="single"/>
        </w:rPr>
        <w:t xml:space="preserve">) </w:t>
      </w:r>
      <w:r w:rsidR="00D405A9" w:rsidRPr="00802B68">
        <w:rPr>
          <w:b/>
          <w:color w:val="000000"/>
          <w:u w:val="single"/>
        </w:rPr>
        <w:t xml:space="preserve">Splnění oddlužení nevezme insolvenční soud na vědomí dříve než po skončení incidenčních sporů podle § 159 odst. 1 písm. b) až d) </w:t>
      </w:r>
      <w:r w:rsidR="003069D9" w:rsidRPr="00802B68">
        <w:rPr>
          <w:b/>
          <w:color w:val="000000"/>
          <w:u w:val="single"/>
        </w:rPr>
        <w:t>a</w:t>
      </w:r>
      <w:r w:rsidR="00D405A9" w:rsidRPr="00802B68">
        <w:rPr>
          <w:b/>
          <w:color w:val="000000"/>
          <w:u w:val="single"/>
        </w:rPr>
        <w:t xml:space="preserve"> po pravomocném rozhodnutí věcí týkajících se rozsahu majetkové podstaty</w:t>
      </w:r>
      <w:r w:rsidR="00BB17D9" w:rsidRPr="00802B68">
        <w:rPr>
          <w:b/>
          <w:color w:val="000000"/>
          <w:u w:val="single"/>
        </w:rPr>
        <w:t xml:space="preserve"> vydaných v rámci dohlédací činnosti</w:t>
      </w:r>
      <w:r w:rsidR="002E4A33" w:rsidRPr="00802B68">
        <w:rPr>
          <w:b/>
          <w:color w:val="000000"/>
          <w:u w:val="single"/>
        </w:rPr>
        <w:t xml:space="preserve">; to neplatí, jestliže výsledky takových incidenčních sporů </w:t>
      </w:r>
      <w:r w:rsidR="001F29E1" w:rsidRPr="00802B68">
        <w:rPr>
          <w:b/>
          <w:color w:val="000000"/>
          <w:u w:val="single"/>
        </w:rPr>
        <w:t>a</w:t>
      </w:r>
      <w:r w:rsidR="002E4A33" w:rsidRPr="00802B68">
        <w:rPr>
          <w:b/>
          <w:color w:val="000000"/>
          <w:u w:val="single"/>
        </w:rPr>
        <w:t xml:space="preserve"> takových rozhodnutí nemohou </w:t>
      </w:r>
      <w:r w:rsidR="00D405A9" w:rsidRPr="00802B68">
        <w:rPr>
          <w:b/>
          <w:color w:val="000000"/>
          <w:u w:val="single"/>
        </w:rPr>
        <w:t>ovlivnit uspokojení věřitelů nebo vést ke zpeněžení majetku náležícího do majetkové podstaty.</w:t>
      </w:r>
    </w:p>
    <w:p w14:paraId="1BDDE7F2" w14:textId="481B7A8C" w:rsidR="00612733" w:rsidRPr="009C3359" w:rsidRDefault="00612733" w:rsidP="00612733">
      <w:pPr>
        <w:pStyle w:val="l5"/>
        <w:shd w:val="clear" w:color="auto" w:fill="FFFFFF"/>
        <w:spacing w:before="0" w:beforeAutospacing="0" w:after="120" w:afterAutospacing="0"/>
        <w:ind w:firstLine="708"/>
        <w:jc w:val="both"/>
        <w:rPr>
          <w:strike/>
          <w:color w:val="000000"/>
        </w:rPr>
      </w:pPr>
      <w:r w:rsidRPr="009C3359">
        <w:rPr>
          <w:strike/>
        </w:rPr>
        <w:t>(2)</w:t>
      </w:r>
      <w:r w:rsidRPr="009C3359">
        <w:rPr>
          <w:strike/>
          <w:color w:val="000000"/>
        </w:rPr>
        <w:t> Jestliže insolvenční správce nedoporučil rozhodnout o</w:t>
      </w:r>
      <w:r w:rsidR="007C1F08" w:rsidRPr="009C3359">
        <w:rPr>
          <w:strike/>
          <w:color w:val="000000"/>
        </w:rPr>
        <w:t xml:space="preserve"> splnění oddlužení</w:t>
      </w:r>
      <w:r w:rsidRPr="009C3359">
        <w:rPr>
          <w:strike/>
          <w:color w:val="000000"/>
        </w:rPr>
        <w:t xml:space="preserve">, insolvenční soud v odůvodnění rozhodnutí uvede důvody, pro které </w:t>
      </w:r>
      <w:r w:rsidR="007C1F08" w:rsidRPr="009C3359">
        <w:rPr>
          <w:strike/>
          <w:color w:val="000000"/>
        </w:rPr>
        <w:t>splnění oddlužení</w:t>
      </w:r>
      <w:r w:rsidR="00CD5EE6" w:rsidRPr="009C3359">
        <w:rPr>
          <w:strike/>
          <w:color w:val="000000"/>
        </w:rPr>
        <w:t xml:space="preserve"> </w:t>
      </w:r>
      <w:r w:rsidRPr="009C3359">
        <w:rPr>
          <w:strike/>
          <w:color w:val="000000"/>
        </w:rPr>
        <w:t>vzal na vědomí.</w:t>
      </w:r>
    </w:p>
    <w:p w14:paraId="2B17E22B" w14:textId="3DEBE62C" w:rsidR="00612733" w:rsidRDefault="00612733" w:rsidP="00612733">
      <w:pPr>
        <w:pStyle w:val="l5"/>
        <w:shd w:val="clear" w:color="auto" w:fill="FFFFFF"/>
        <w:spacing w:before="0" w:beforeAutospacing="0" w:after="120" w:afterAutospacing="0"/>
        <w:ind w:firstLine="708"/>
        <w:jc w:val="both"/>
        <w:rPr>
          <w:strike/>
          <w:color w:val="000000"/>
        </w:rPr>
      </w:pPr>
      <w:r w:rsidRPr="009C3359">
        <w:rPr>
          <w:strike/>
        </w:rPr>
        <w:t>(3)</w:t>
      </w:r>
      <w:r w:rsidRPr="009C3359">
        <w:rPr>
          <w:strike/>
          <w:color w:val="000000"/>
        </w:rPr>
        <w:t> Jestliže po podání zprávy insolvenčního správce o splnění oddlužení nejsou splněny podmínky pro vydání rozhodnutí o splnění oddlužení, insolvenční soud vydá rozhodnutí, ve kterém uloží dlužníku povinnost do doby podání nové zprávy pro osvobození měsíčně splácet nezajištěným věřitelům ze svých příjmů částku obdobně podle § 398 odst. 3. Proti tomuto rozhodnutí může podat odvolání dlužník a insolvenční správce. Do nabytí právní moci tohoto rozhodnutí insolvenční správce příslušné částky uloží na zvláštní účet podle § 36 odst. 5.</w:t>
      </w:r>
    </w:p>
    <w:p w14:paraId="35D9E9E2" w14:textId="77777777" w:rsidR="00F60D2F" w:rsidRPr="00802B68" w:rsidRDefault="00F60D2F" w:rsidP="00F60D2F">
      <w:pPr>
        <w:pStyle w:val="l5"/>
        <w:shd w:val="clear" w:color="auto" w:fill="FFFFFF"/>
        <w:spacing w:before="0" w:beforeAutospacing="0" w:after="120" w:afterAutospacing="0"/>
        <w:ind w:firstLine="709"/>
        <w:jc w:val="both"/>
        <w:rPr>
          <w:b/>
          <w:color w:val="000000"/>
          <w:u w:val="single"/>
        </w:rPr>
      </w:pPr>
      <w:r w:rsidRPr="00802B68">
        <w:rPr>
          <w:b/>
          <w:color w:val="000000"/>
          <w:u w:val="single"/>
        </w:rPr>
        <w:t>(4) Insolvenční soud může na návrh insolvenčního správce též rozhodnout, že nevezme splnění oddlužení na vědomí dříve než po skončení incidenčních sporů podle § 159 odst. 1 písm. a) a e) až h), pokud jejich výsledky mohou podstatně ovlivnit uspokojení věřitelů.</w:t>
      </w:r>
    </w:p>
    <w:p w14:paraId="1DEA054C" w14:textId="79681D28" w:rsidR="00F60D2F" w:rsidRPr="009C3359" w:rsidRDefault="00F60D2F" w:rsidP="007233DB">
      <w:pPr>
        <w:pStyle w:val="l5"/>
        <w:shd w:val="clear" w:color="auto" w:fill="FFFFFF"/>
        <w:spacing w:before="0" w:beforeAutospacing="0" w:after="120" w:afterAutospacing="0"/>
        <w:ind w:firstLine="708"/>
        <w:jc w:val="both"/>
        <w:rPr>
          <w:strike/>
          <w:color w:val="000000"/>
        </w:rPr>
      </w:pPr>
      <w:r>
        <w:rPr>
          <w:b/>
          <w:color w:val="000000"/>
        </w:rPr>
        <w:t>(5) Jsou-li současně splněny předpoklady pro vydání rozhodnutí o osvobození podle § 414, jakož i předpoklady pro vydání rozhodnutí o splnění oddlužení, může insolvenční soud tato rozhodnutí spojit.</w:t>
      </w:r>
    </w:p>
    <w:p w14:paraId="1EA63D4D" w14:textId="384A3BC8" w:rsidR="0009141C" w:rsidRPr="0035623F"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5F81E3B7"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414</w:t>
      </w:r>
    </w:p>
    <w:p w14:paraId="1509D6F3"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lastRenderedPageBreak/>
        <w:t>Osvobození dlužníka od placení pohledávek</w:t>
      </w:r>
    </w:p>
    <w:p w14:paraId="3587D83B" w14:textId="4F4256BC" w:rsidR="00612733" w:rsidRDefault="00612733" w:rsidP="00301810">
      <w:pPr>
        <w:pStyle w:val="l5"/>
        <w:shd w:val="clear" w:color="auto" w:fill="FFFFFF"/>
        <w:spacing w:before="0" w:beforeAutospacing="0" w:after="120" w:afterAutospacing="0"/>
        <w:ind w:firstLine="708"/>
        <w:jc w:val="both"/>
        <w:rPr>
          <w:color w:val="000000"/>
        </w:rPr>
      </w:pPr>
      <w:r w:rsidRPr="00CF55AC">
        <w:t>(1)</w:t>
      </w:r>
      <w:r w:rsidRPr="00CF55AC">
        <w:rPr>
          <w:color w:val="000000"/>
        </w:rPr>
        <w:t xml:space="preserve"> Jestliže </w:t>
      </w:r>
      <w:r w:rsidR="007C1F08" w:rsidRPr="001A1BDB">
        <w:rPr>
          <w:strike/>
          <w:color w:val="000000"/>
        </w:rPr>
        <w:t>insolvenční soud rozhodne o splnění oddlužení a</w:t>
      </w:r>
      <w:r w:rsidR="007C1F08" w:rsidRPr="00301810">
        <w:rPr>
          <w:strike/>
          <w:color w:val="000000"/>
        </w:rPr>
        <w:t xml:space="preserve"> </w:t>
      </w:r>
      <w:r w:rsidRPr="00301810">
        <w:rPr>
          <w:strike/>
          <w:color w:val="000000"/>
        </w:rPr>
        <w:t>dlužník splní řádně a včas všechny povinnosti podle</w:t>
      </w:r>
      <w:r w:rsidR="001A1BDB" w:rsidRPr="00301810">
        <w:rPr>
          <w:strike/>
          <w:color w:val="000000"/>
        </w:rPr>
        <w:t xml:space="preserve"> schváleného způsobu oddlužení</w:t>
      </w:r>
      <w:r w:rsidR="001A1BDB" w:rsidRPr="00C713F5">
        <w:rPr>
          <w:strike/>
          <w:color w:val="000000"/>
        </w:rPr>
        <w:t xml:space="preserve">, </w:t>
      </w:r>
      <w:r w:rsidR="007C1F08" w:rsidRPr="001A1BDB">
        <w:rPr>
          <w:strike/>
          <w:color w:val="000000"/>
        </w:rPr>
        <w:t>spojí</w:t>
      </w:r>
      <w:r w:rsidR="00CD5EE6" w:rsidRPr="00C713F5">
        <w:rPr>
          <w:strike/>
          <w:color w:val="000000"/>
        </w:rPr>
        <w:t xml:space="preserve"> </w:t>
      </w:r>
      <w:r w:rsidRPr="00C713F5">
        <w:rPr>
          <w:strike/>
          <w:color w:val="000000"/>
        </w:rPr>
        <w:t xml:space="preserve">insolvenční soud </w:t>
      </w:r>
      <w:r w:rsidR="00701969">
        <w:rPr>
          <w:strike/>
          <w:color w:val="000000"/>
        </w:rPr>
        <w:t>s </w:t>
      </w:r>
      <w:r w:rsidR="007C1F08" w:rsidRPr="001A1BDB">
        <w:rPr>
          <w:strike/>
          <w:color w:val="000000"/>
        </w:rPr>
        <w:t>rozhodnutím o splnění oddlužení</w:t>
      </w:r>
      <w:r w:rsidR="007C1F08" w:rsidRPr="00CF55AC">
        <w:rPr>
          <w:color w:val="000000"/>
        </w:rPr>
        <w:t xml:space="preserve"> </w:t>
      </w:r>
      <w:r w:rsidR="00044B38" w:rsidRPr="00802B68">
        <w:rPr>
          <w:b/>
          <w:u w:val="single"/>
        </w:rPr>
        <w:t xml:space="preserve">byly splněny předpoklady </w:t>
      </w:r>
      <w:r w:rsidR="00044B38" w:rsidRPr="00802B68">
        <w:rPr>
          <w:b/>
          <w:color w:val="000000"/>
          <w:u w:val="single"/>
        </w:rPr>
        <w:t>osvobození podle § 412a, vydá insolvenční soud</w:t>
      </w:r>
      <w:r w:rsidR="00044B38" w:rsidRPr="00CF55AC">
        <w:rPr>
          <w:color w:val="000000"/>
        </w:rPr>
        <w:t xml:space="preserve"> </w:t>
      </w:r>
      <w:r w:rsidRPr="00CF55AC">
        <w:rPr>
          <w:color w:val="000000"/>
        </w:rPr>
        <w:t>rozhodnutí, jímž dlužníka osvobodí od placení pohledávek, zahrnutých do oddlužení, v rozsahu, v němž dosud nebyly uspokojeny</w:t>
      </w:r>
      <w:r w:rsidR="008D2731">
        <w:rPr>
          <w:color w:val="000000"/>
        </w:rPr>
        <w:t>.</w:t>
      </w:r>
      <w:r w:rsidR="008E3729">
        <w:t xml:space="preserve"> </w:t>
      </w:r>
      <w:r w:rsidRPr="00CF55AC">
        <w:rPr>
          <w:color w:val="000000"/>
        </w:rPr>
        <w:t>Osvobození podle věty první se nevztahuje na pohledávky vzniklé po rozhodnutí o úpadku.</w:t>
      </w:r>
    </w:p>
    <w:p w14:paraId="4CA5E545" w14:textId="177CEE4A" w:rsidR="00301810" w:rsidRPr="006911CD" w:rsidRDefault="00301810" w:rsidP="00301810">
      <w:pPr>
        <w:pStyle w:val="l5"/>
        <w:shd w:val="clear" w:color="auto" w:fill="FFFFFF"/>
        <w:spacing w:before="0" w:beforeAutospacing="0" w:after="120" w:afterAutospacing="0"/>
        <w:ind w:firstLine="708"/>
        <w:jc w:val="both"/>
        <w:rPr>
          <w:b/>
          <w:color w:val="000000"/>
          <w:u w:val="single"/>
        </w:rPr>
      </w:pPr>
      <w:r w:rsidRPr="006911CD">
        <w:rPr>
          <w:b/>
          <w:u w:val="single"/>
        </w:rPr>
        <w:t>(2)</w:t>
      </w:r>
      <w:r w:rsidRPr="006911CD">
        <w:rPr>
          <w:b/>
          <w:color w:val="000000"/>
          <w:u w:val="single"/>
        </w:rPr>
        <w:t> Jestliže insolvenční správce nedoporučil rozhodnout o osvobození dlužníka</w:t>
      </w:r>
      <w:r w:rsidR="00EA0703" w:rsidRPr="006911CD">
        <w:rPr>
          <w:b/>
          <w:color w:val="000000"/>
          <w:u w:val="single"/>
        </w:rPr>
        <w:t xml:space="preserve"> podle odstavce 1</w:t>
      </w:r>
      <w:r w:rsidRPr="006911CD">
        <w:rPr>
          <w:b/>
          <w:color w:val="000000"/>
          <w:u w:val="single"/>
        </w:rPr>
        <w:t xml:space="preserve">, insolvenční soud v odůvodnění rozhodnutí uvede důvody, pro které dlužníka </w:t>
      </w:r>
      <w:r w:rsidR="009B1B39">
        <w:rPr>
          <w:b/>
          <w:color w:val="000000"/>
          <w:u w:val="single"/>
        </w:rPr>
        <w:t>osvobodil</w:t>
      </w:r>
      <w:r w:rsidRPr="006911CD">
        <w:rPr>
          <w:b/>
          <w:color w:val="000000"/>
          <w:u w:val="single"/>
        </w:rPr>
        <w:t>.</w:t>
      </w:r>
    </w:p>
    <w:p w14:paraId="45D1592E" w14:textId="2ECE4CCC" w:rsidR="00EA0703" w:rsidRPr="006911CD" w:rsidRDefault="00EA0703" w:rsidP="00EA0703">
      <w:pPr>
        <w:pStyle w:val="l5"/>
        <w:shd w:val="clear" w:color="auto" w:fill="FFFFFF"/>
        <w:spacing w:before="0" w:beforeAutospacing="0" w:after="120" w:afterAutospacing="0"/>
        <w:ind w:firstLine="708"/>
        <w:jc w:val="both"/>
        <w:rPr>
          <w:rFonts w:eastAsia="Calibri"/>
          <w:sz w:val="16"/>
          <w:szCs w:val="16"/>
          <w:u w:val="single"/>
          <w:lang w:eastAsia="en-US"/>
        </w:rPr>
      </w:pPr>
      <w:r w:rsidRPr="006911CD">
        <w:rPr>
          <w:b/>
          <w:color w:val="000000"/>
          <w:u w:val="single"/>
        </w:rPr>
        <w:t>(3) Osvobození podle odstavce 1 nebrání zpeněžení majetku, který dosud nebyl zpeněžen, pokud náleží do majetkové podstaty, a uspokojení pohledávek věřitelů z výtěžku zpeněžení podle schváleného způsobu oddlužení.</w:t>
      </w:r>
      <w:r w:rsidRPr="006911CD" w:rsidDel="006954C6">
        <w:rPr>
          <w:rStyle w:val="Odkaznakoment"/>
          <w:rFonts w:eastAsia="Calibri"/>
          <w:u w:val="single"/>
          <w:lang w:eastAsia="en-US"/>
        </w:rPr>
        <w:t xml:space="preserve"> </w:t>
      </w:r>
    </w:p>
    <w:p w14:paraId="57237A0F" w14:textId="7856CEE4" w:rsidR="00D119D8" w:rsidRPr="00AF7174" w:rsidRDefault="00EA0703" w:rsidP="00EA0703">
      <w:pPr>
        <w:pStyle w:val="l5"/>
        <w:shd w:val="clear" w:color="auto" w:fill="FFFFFF"/>
        <w:spacing w:before="0" w:beforeAutospacing="0" w:after="120" w:afterAutospacing="0"/>
        <w:ind w:firstLine="708"/>
        <w:jc w:val="both"/>
        <w:rPr>
          <w:b/>
          <w:color w:val="000000"/>
        </w:rPr>
      </w:pPr>
      <w:r w:rsidRPr="006911CD">
        <w:rPr>
          <w:b/>
          <w:color w:val="000000"/>
          <w:u w:val="single"/>
        </w:rPr>
        <w:t>(4</w:t>
      </w:r>
      <w:r w:rsidR="00D119D8" w:rsidRPr="006911CD">
        <w:rPr>
          <w:b/>
          <w:color w:val="000000"/>
          <w:u w:val="single"/>
        </w:rPr>
        <w:t xml:space="preserve">) Právní mocí rozhodnutí o osvobození podle odstavce 1 se ruší veškerá omezení dlužníka, ke kterým došlo před jeho vydáním v dosavadním průběhu insolvenčního řízení ze zákona nebo rozhodnutím soudu, nestanoví-li </w:t>
      </w:r>
      <w:r w:rsidR="0095780D">
        <w:rPr>
          <w:b/>
          <w:color w:val="000000"/>
          <w:u w:val="single"/>
        </w:rPr>
        <w:t xml:space="preserve">tento </w:t>
      </w:r>
      <w:r w:rsidR="00D119D8" w:rsidRPr="006911CD">
        <w:rPr>
          <w:b/>
          <w:color w:val="000000"/>
          <w:u w:val="single"/>
        </w:rPr>
        <w:t xml:space="preserve">zákon jinak. Nadále však trvají účinky </w:t>
      </w:r>
      <w:r w:rsidR="00C91B37">
        <w:rPr>
          <w:b/>
          <w:color w:val="000000"/>
          <w:u w:val="single"/>
        </w:rPr>
        <w:t>podle § 408 odst. 1</w:t>
      </w:r>
      <w:r w:rsidR="00D119D8" w:rsidRPr="006911CD">
        <w:rPr>
          <w:b/>
          <w:color w:val="000000"/>
          <w:u w:val="single"/>
        </w:rPr>
        <w:t xml:space="preserve"> a stávající omezení ve vztahu k majetku, který dosud nebyl zpeněžen, pokud náleží do majetkové podstaty.</w:t>
      </w:r>
    </w:p>
    <w:p w14:paraId="377F32DD" w14:textId="4FFC41D3" w:rsidR="00612733" w:rsidRPr="00CF55AC" w:rsidRDefault="00EA0703" w:rsidP="00612733">
      <w:pPr>
        <w:pStyle w:val="l5"/>
        <w:shd w:val="clear" w:color="auto" w:fill="FFFFFF"/>
        <w:spacing w:before="0" w:beforeAutospacing="0" w:after="120" w:afterAutospacing="0"/>
        <w:ind w:firstLine="708"/>
        <w:jc w:val="both"/>
        <w:rPr>
          <w:color w:val="000000"/>
        </w:rPr>
      </w:pPr>
      <w:r w:rsidRPr="00CF55AC">
        <w:t xml:space="preserve"> </w:t>
      </w:r>
      <w:r w:rsidR="00612733" w:rsidRPr="00CF55AC">
        <w:t>(</w:t>
      </w:r>
      <w:r w:rsidR="00612733" w:rsidRPr="00EA0703">
        <w:rPr>
          <w:strike/>
        </w:rPr>
        <w:t>2</w:t>
      </w:r>
      <w:r w:rsidR="00D77708" w:rsidRPr="00D77708">
        <w:t xml:space="preserve"> </w:t>
      </w:r>
      <w:r w:rsidRPr="00EA0703">
        <w:rPr>
          <w:b/>
        </w:rPr>
        <w:t>5</w:t>
      </w:r>
      <w:r w:rsidR="00612733" w:rsidRPr="00CF55AC">
        <w:t>)</w:t>
      </w:r>
      <w:r w:rsidR="00612733" w:rsidRPr="00CF55AC">
        <w:rPr>
          <w:color w:val="000000"/>
        </w:rPr>
        <w:t> Osvobození podle odstavce 1 se vztahuje také na věřitele, k jejichž pohledávkám se v insolvenčním řízení nepřihlíželo, a na věřitele, kteří své pohledávky do insolvenčního řízení nepřihlásili, ač tak měli učinit.</w:t>
      </w:r>
    </w:p>
    <w:p w14:paraId="25CF238D" w14:textId="61B312A0" w:rsidR="00612733" w:rsidRDefault="00612733" w:rsidP="00612733">
      <w:pPr>
        <w:pStyle w:val="l5"/>
        <w:shd w:val="clear" w:color="auto" w:fill="FFFFFF"/>
        <w:spacing w:before="0" w:beforeAutospacing="0" w:after="120" w:afterAutospacing="0"/>
        <w:ind w:firstLine="708"/>
        <w:jc w:val="both"/>
        <w:rPr>
          <w:color w:val="000000"/>
        </w:rPr>
      </w:pPr>
      <w:r w:rsidRPr="00CF55AC">
        <w:t>(</w:t>
      </w:r>
      <w:r w:rsidRPr="00EA0703">
        <w:rPr>
          <w:strike/>
        </w:rPr>
        <w:t>3</w:t>
      </w:r>
      <w:r w:rsidR="00D77708" w:rsidRPr="00D77708">
        <w:t xml:space="preserve"> </w:t>
      </w:r>
      <w:r w:rsidR="00EA0703" w:rsidRPr="004D6BC6">
        <w:rPr>
          <w:b/>
          <w:bCs/>
        </w:rPr>
        <w:t>6</w:t>
      </w:r>
      <w:r w:rsidRPr="00CF55AC">
        <w:t>)</w:t>
      </w:r>
      <w:r w:rsidRPr="00CF55AC">
        <w:rPr>
          <w:color w:val="000000"/>
        </w:rPr>
        <w:t xml:space="preserve"> Osvobození podle odstavců 1 a </w:t>
      </w:r>
      <w:r w:rsidRPr="00D31775">
        <w:rPr>
          <w:strike/>
          <w:color w:val="000000"/>
        </w:rPr>
        <w:t>2</w:t>
      </w:r>
      <w:r w:rsidR="004D6BC6" w:rsidRPr="00044B38">
        <w:rPr>
          <w:color w:val="000000"/>
        </w:rPr>
        <w:t xml:space="preserve"> </w:t>
      </w:r>
      <w:r w:rsidR="00D31775" w:rsidRPr="00D31775">
        <w:rPr>
          <w:b/>
          <w:color w:val="000000"/>
        </w:rPr>
        <w:t>5</w:t>
      </w:r>
      <w:r w:rsidRPr="00CF55AC">
        <w:rPr>
          <w:color w:val="000000"/>
        </w:rPr>
        <w:t xml:space="preserve"> se vztahuje i na ručitele a jiné osoby, které měly vůči dlužníku pro tyto pohledávky právo postihu.</w:t>
      </w:r>
    </w:p>
    <w:p w14:paraId="169394D8" w14:textId="7B17C896" w:rsidR="00612733" w:rsidRDefault="00D405A9" w:rsidP="00612733">
      <w:pPr>
        <w:pStyle w:val="l5"/>
        <w:shd w:val="clear" w:color="auto" w:fill="FFFFFF"/>
        <w:spacing w:before="0" w:beforeAutospacing="0" w:after="120" w:afterAutospacing="0"/>
        <w:ind w:firstLine="708"/>
        <w:jc w:val="both"/>
        <w:rPr>
          <w:color w:val="000000"/>
        </w:rPr>
      </w:pPr>
      <w:r w:rsidDel="00D405A9">
        <w:rPr>
          <w:color w:val="000000"/>
        </w:rPr>
        <w:t xml:space="preserve"> </w:t>
      </w:r>
      <w:r w:rsidR="00612733" w:rsidRPr="00CF55AC">
        <w:t>(</w:t>
      </w:r>
      <w:r w:rsidR="00612733" w:rsidRPr="00EA0703">
        <w:rPr>
          <w:strike/>
        </w:rPr>
        <w:t>4</w:t>
      </w:r>
      <w:r w:rsidR="00D77708" w:rsidRPr="00D77708">
        <w:t xml:space="preserve"> </w:t>
      </w:r>
      <w:r w:rsidR="00EA0703" w:rsidRPr="00EA0703">
        <w:rPr>
          <w:b/>
        </w:rPr>
        <w:t>7</w:t>
      </w:r>
      <w:r w:rsidR="00612733" w:rsidRPr="00CF55AC">
        <w:t>)</w:t>
      </w:r>
      <w:r w:rsidR="00612733" w:rsidRPr="00CF55AC">
        <w:rPr>
          <w:color w:val="000000"/>
        </w:rPr>
        <w:t xml:space="preserve"> Při osvobození dlužníka podle odstavce 1 zůstává zajištěnému věřiteli, jestliže nedošlo ke zpeněžení majetku sloužícího k zajištění pohledávky, zachováno právo domáhat se uspokojení pohledávky z výtěžku zpeněžení tohoto </w:t>
      </w:r>
      <w:r w:rsidR="00701969">
        <w:rPr>
          <w:color w:val="000000"/>
        </w:rPr>
        <w:t>majetku; pohledávek, které se v </w:t>
      </w:r>
      <w:r w:rsidR="00612733" w:rsidRPr="00CF55AC">
        <w:rPr>
          <w:color w:val="000000"/>
        </w:rPr>
        <w:t xml:space="preserve">insolvenčním řízení neuspokojují (§ 170), se může takto domáhat jen za dobu od </w:t>
      </w:r>
      <w:r w:rsidR="00612733" w:rsidRPr="00D119D8">
        <w:rPr>
          <w:strike/>
          <w:color w:val="000000"/>
        </w:rPr>
        <w:t>skončení insolvenčního řízení</w:t>
      </w:r>
      <w:r w:rsidR="00490A97">
        <w:rPr>
          <w:color w:val="000000"/>
        </w:rPr>
        <w:t xml:space="preserve"> </w:t>
      </w:r>
      <w:r w:rsidR="00490A97" w:rsidRPr="006911CD">
        <w:rPr>
          <w:b/>
          <w:color w:val="000000"/>
          <w:u w:val="single"/>
        </w:rPr>
        <w:t>osvobození podle odstavce 1</w:t>
      </w:r>
      <w:r w:rsidR="00612733" w:rsidRPr="00CF55AC">
        <w:rPr>
          <w:color w:val="000000"/>
        </w:rPr>
        <w:t>.</w:t>
      </w:r>
    </w:p>
    <w:p w14:paraId="384CD8B1" w14:textId="727994B1" w:rsidR="00EA0703" w:rsidRPr="00301810" w:rsidRDefault="00EA0703" w:rsidP="00EA0703">
      <w:pPr>
        <w:pStyle w:val="l5"/>
        <w:shd w:val="clear" w:color="auto" w:fill="FFFFFF"/>
        <w:spacing w:before="0" w:beforeAutospacing="0" w:after="120" w:afterAutospacing="0"/>
        <w:ind w:firstLine="708"/>
        <w:jc w:val="both"/>
        <w:rPr>
          <w:b/>
          <w:color w:val="000000"/>
        </w:rPr>
      </w:pPr>
      <w:r>
        <w:rPr>
          <w:b/>
          <w:color w:val="000000"/>
        </w:rPr>
        <w:t>(8</w:t>
      </w:r>
      <w:r w:rsidRPr="0024602F">
        <w:rPr>
          <w:b/>
          <w:color w:val="000000"/>
        </w:rPr>
        <w:t xml:space="preserve">) </w:t>
      </w:r>
      <w:r w:rsidR="0095780D">
        <w:rPr>
          <w:b/>
          <w:color w:val="000000"/>
        </w:rPr>
        <w:t>Nejsou-li</w:t>
      </w:r>
      <w:r w:rsidR="0095780D" w:rsidRPr="0024602F">
        <w:rPr>
          <w:b/>
          <w:color w:val="000000"/>
        </w:rPr>
        <w:t xml:space="preserve"> </w:t>
      </w:r>
      <w:r w:rsidRPr="0024602F">
        <w:rPr>
          <w:b/>
          <w:color w:val="000000"/>
        </w:rPr>
        <w:t xml:space="preserve">po podání zprávy insolvenčního správce pro osvobození splněny předpoklady pro vydání rozhodnutí o osvobození dlužníka </w:t>
      </w:r>
      <w:r w:rsidR="00950D35">
        <w:rPr>
          <w:b/>
          <w:color w:val="000000"/>
        </w:rPr>
        <w:t>po</w:t>
      </w:r>
      <w:r w:rsidRPr="0024602F">
        <w:rPr>
          <w:b/>
          <w:color w:val="000000"/>
        </w:rPr>
        <w:t>dle § 414, insolvenční soud vydá rozhodnutí, ve kterém uloží dlužníku povinnost do doby podání nové zprávy pro osvobození měsíčně splácet nezajištěným věřitelům ze svých příjmů částku obdobně podle § 398 odst. 3. Proti tomuto rozhodnutí může podat odvolání dlužník a insolvenční správce. Do nabytí právní moci tohoto rozhodnutí insolvenční správce příslušné částky uloží na zvláštní účet podle § 36 odst. 5.</w:t>
      </w:r>
    </w:p>
    <w:p w14:paraId="36C1D3EC" w14:textId="6569B092" w:rsidR="00612733" w:rsidRDefault="00EA0703" w:rsidP="00BD0319">
      <w:pPr>
        <w:pStyle w:val="l5"/>
        <w:shd w:val="clear" w:color="auto" w:fill="FFFFFF"/>
        <w:spacing w:before="0" w:beforeAutospacing="0" w:after="120" w:afterAutospacing="0"/>
        <w:ind w:firstLine="708"/>
        <w:jc w:val="both"/>
        <w:rPr>
          <w:b/>
          <w:color w:val="000000"/>
        </w:rPr>
      </w:pPr>
      <w:r w:rsidRPr="00301810">
        <w:rPr>
          <w:b/>
          <w:color w:val="000000"/>
        </w:rPr>
        <w:t>(</w:t>
      </w:r>
      <w:r>
        <w:rPr>
          <w:b/>
          <w:color w:val="000000"/>
        </w:rPr>
        <w:t>9</w:t>
      </w:r>
      <w:r w:rsidRPr="00301810">
        <w:rPr>
          <w:b/>
          <w:color w:val="000000"/>
        </w:rPr>
        <w:t xml:space="preserve">) </w:t>
      </w:r>
      <w:r w:rsidR="0095780D">
        <w:rPr>
          <w:b/>
          <w:color w:val="000000"/>
        </w:rPr>
        <w:t xml:space="preserve">Nerozhodne-li </w:t>
      </w:r>
      <w:r>
        <w:rPr>
          <w:b/>
          <w:color w:val="000000"/>
        </w:rPr>
        <w:t>insolvenční soud</w:t>
      </w:r>
      <w:r w:rsidR="0044495A">
        <w:rPr>
          <w:b/>
          <w:color w:val="000000"/>
        </w:rPr>
        <w:t xml:space="preserve"> podle odstavce</w:t>
      </w:r>
      <w:r>
        <w:rPr>
          <w:b/>
          <w:color w:val="000000"/>
        </w:rPr>
        <w:t xml:space="preserve"> 1 nebo 8</w:t>
      </w:r>
      <w:r w:rsidRPr="00301810">
        <w:rPr>
          <w:b/>
          <w:color w:val="000000"/>
        </w:rPr>
        <w:t>, zruší schválené oddlužení podle § 418.</w:t>
      </w:r>
    </w:p>
    <w:p w14:paraId="6A8A6672" w14:textId="56503DBC" w:rsidR="0009141C" w:rsidRPr="0035623F"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05F1A04F"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416</w:t>
      </w:r>
    </w:p>
    <w:p w14:paraId="219FAF92"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Osvobození podle § 414 se nedotýká peněžitého trestu nebo jiné majetkové sankce, která byla dlužníku uložena v trestním řízení pro úmyslný trestný čin, pohledávek na náhradu škody způsobené úmyslným porušením právní povinnosti a dále pohledávek věřitelů na výživném ze zákona a pohledávek věřitelů na náhradu škody způsobené na zdraví.</w:t>
      </w:r>
    </w:p>
    <w:p w14:paraId="061F48B6" w14:textId="7867850F"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w:t>
      </w:r>
      <w:r w:rsidRPr="00D24B42">
        <w:rPr>
          <w:strike/>
          <w:color w:val="000000"/>
          <w:u w:val="single"/>
        </w:rPr>
        <w:t>Proti rozhodnutí, jímž insolvenční soud</w:t>
      </w:r>
      <w:r w:rsidRPr="00D24B42">
        <w:rPr>
          <w:color w:val="000000"/>
          <w:u w:val="single"/>
        </w:rPr>
        <w:t xml:space="preserve"> </w:t>
      </w:r>
      <w:r w:rsidRPr="00D24B42">
        <w:rPr>
          <w:strike/>
          <w:color w:val="000000"/>
          <w:u w:val="single"/>
        </w:rPr>
        <w:t>zamítl návrh dlužníka na přiznání</w:t>
      </w:r>
      <w:r w:rsidR="00065A2A" w:rsidRPr="00D24B42">
        <w:rPr>
          <w:color w:val="000000"/>
          <w:u w:val="single"/>
        </w:rPr>
        <w:t xml:space="preserve"> </w:t>
      </w:r>
      <w:r w:rsidRPr="00D24B42">
        <w:rPr>
          <w:strike/>
          <w:color w:val="000000"/>
          <w:u w:val="single"/>
        </w:rPr>
        <w:t>osvobození podle § 414, se může odvolat pouze dlužník</w:t>
      </w:r>
      <w:r w:rsidRPr="00D24B42">
        <w:rPr>
          <w:strike/>
          <w:color w:val="000000"/>
        </w:rPr>
        <w:t>.</w:t>
      </w:r>
      <w:r w:rsidRPr="00D24B42">
        <w:rPr>
          <w:color w:val="000000"/>
        </w:rPr>
        <w:t xml:space="preserve"> </w:t>
      </w:r>
      <w:r w:rsidRPr="00CF55AC">
        <w:rPr>
          <w:color w:val="000000"/>
        </w:rPr>
        <w:t xml:space="preserve">Proti rozhodnutí, jímž insolvenční </w:t>
      </w:r>
      <w:r w:rsidRPr="00CF55AC">
        <w:rPr>
          <w:color w:val="000000"/>
        </w:rPr>
        <w:lastRenderedPageBreak/>
        <w:t xml:space="preserve">soud přizná dlužníku osvobození podle § 414, se může odvolat pouze věřitel, jehož pohledávka vůči dlužníku nebyla v insolvenčním řízení zcela uspokojena. Odvoláním však lze namítat pouze to, že nebyly splněny předpoklady pro přiznání osvobození dlužníku. </w:t>
      </w:r>
      <w:r w:rsidR="00701969" w:rsidRPr="00B63928">
        <w:rPr>
          <w:strike/>
          <w:color w:val="000000"/>
          <w:u w:val="single"/>
        </w:rPr>
        <w:t>Rozhodnutí o </w:t>
      </w:r>
      <w:r w:rsidRPr="00B63928">
        <w:rPr>
          <w:strike/>
          <w:color w:val="000000"/>
          <w:u w:val="single"/>
        </w:rPr>
        <w:t xml:space="preserve">přiznání osvobození podle § 414 je účinné </w:t>
      </w:r>
      <w:r w:rsidR="007C1F08" w:rsidRPr="00B63928">
        <w:rPr>
          <w:strike/>
          <w:color w:val="000000"/>
          <w:u w:val="single"/>
        </w:rPr>
        <w:t xml:space="preserve">nejdříve </w:t>
      </w:r>
      <w:r w:rsidRPr="00B63928">
        <w:rPr>
          <w:strike/>
          <w:color w:val="000000"/>
          <w:u w:val="single"/>
        </w:rPr>
        <w:t>účinností rozhodnutí o splnění oddlužení.</w:t>
      </w:r>
    </w:p>
    <w:p w14:paraId="79352B55" w14:textId="77777777" w:rsidR="00612733" w:rsidRDefault="00612733" w:rsidP="00612733">
      <w:pPr>
        <w:pStyle w:val="l5"/>
        <w:shd w:val="clear" w:color="auto" w:fill="FFFFFF"/>
        <w:spacing w:before="0" w:beforeAutospacing="0" w:after="120" w:afterAutospacing="0"/>
        <w:jc w:val="both"/>
        <w:rPr>
          <w:color w:val="000000"/>
        </w:rPr>
      </w:pPr>
    </w:p>
    <w:p w14:paraId="07CC4515"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417</w:t>
      </w:r>
    </w:p>
    <w:p w14:paraId="5C7AA218" w14:textId="53C4EC44" w:rsidR="008E3729" w:rsidRPr="00320603" w:rsidRDefault="00612733" w:rsidP="00320603">
      <w:pPr>
        <w:pStyle w:val="l5"/>
        <w:shd w:val="clear" w:color="auto" w:fill="FFFFFF"/>
        <w:spacing w:before="0" w:beforeAutospacing="0" w:after="120" w:afterAutospacing="0"/>
        <w:ind w:firstLine="708"/>
        <w:jc w:val="both"/>
        <w:rPr>
          <w:color w:val="000000"/>
        </w:rPr>
      </w:pPr>
      <w:r w:rsidRPr="00CF55AC">
        <w:t>(1)</w:t>
      </w:r>
      <w:r w:rsidRPr="00CF55AC">
        <w:rPr>
          <w:color w:val="000000"/>
        </w:rPr>
        <w:t xml:space="preserve"> Osvobození podle § 414 insolvenční soud dlužníku odejme, jestliže na základě návrhu podaného některým z dotčených věřitelů </w:t>
      </w:r>
      <w:r w:rsidR="00224208" w:rsidRPr="000108C7">
        <w:rPr>
          <w:b/>
          <w:color w:val="000000"/>
        </w:rPr>
        <w:t>nebo insolvenční</w:t>
      </w:r>
      <w:r w:rsidR="000108C7" w:rsidRPr="000108C7">
        <w:rPr>
          <w:b/>
          <w:color w:val="000000"/>
        </w:rPr>
        <w:t>m</w:t>
      </w:r>
      <w:r w:rsidR="00224208" w:rsidRPr="000108C7">
        <w:rPr>
          <w:b/>
          <w:color w:val="000000"/>
        </w:rPr>
        <w:t xml:space="preserve"> správce</w:t>
      </w:r>
      <w:r w:rsidR="000108C7" w:rsidRPr="000108C7">
        <w:rPr>
          <w:b/>
          <w:color w:val="000000"/>
        </w:rPr>
        <w:t>m</w:t>
      </w:r>
      <w:r w:rsidR="00224208">
        <w:rPr>
          <w:color w:val="000000"/>
        </w:rPr>
        <w:t xml:space="preserve"> </w:t>
      </w:r>
      <w:r w:rsidRPr="00CF55AC">
        <w:rPr>
          <w:color w:val="000000"/>
        </w:rPr>
        <w:t xml:space="preserve">do 3 let od </w:t>
      </w:r>
      <w:r w:rsidR="007C1F08" w:rsidRPr="00256CF7">
        <w:rPr>
          <w:strike/>
          <w:color w:val="000000"/>
        </w:rPr>
        <w:t>jeho</w:t>
      </w:r>
      <w:r w:rsidR="007C1F08">
        <w:rPr>
          <w:color w:val="000000"/>
        </w:rPr>
        <w:t xml:space="preserve"> </w:t>
      </w:r>
      <w:r w:rsidRPr="00CF55AC">
        <w:rPr>
          <w:color w:val="000000"/>
        </w:rPr>
        <w:t xml:space="preserve">pravomocného přiznání </w:t>
      </w:r>
      <w:r w:rsidR="007C1F08" w:rsidRPr="00B63928">
        <w:rPr>
          <w:b/>
          <w:color w:val="000000"/>
          <w:u w:val="single"/>
        </w:rPr>
        <w:t>osvobození</w:t>
      </w:r>
      <w:r w:rsidR="00E86208" w:rsidRPr="00B63928">
        <w:rPr>
          <w:b/>
          <w:color w:val="000000"/>
          <w:u w:val="single"/>
        </w:rPr>
        <w:t xml:space="preserve"> podle § 414</w:t>
      </w:r>
      <w:r w:rsidR="00256CF7">
        <w:rPr>
          <w:color w:val="000000"/>
        </w:rPr>
        <w:t xml:space="preserve"> </w:t>
      </w:r>
      <w:r w:rsidRPr="00CF55AC">
        <w:rPr>
          <w:color w:val="000000"/>
        </w:rPr>
        <w:t>vyjde najevo, že ke schválení oddlužení nebo k přiznání osvobození došlo na základě podvodného jednání dlužníka, anebo že dlužník poskytl zvláštní výhody některým věřitelům; to neplatí, jestliže věřitel, který návrh podal, mohl takovou námitku uplatnit před rozhodnutím o přiznání osvobození dlužníku.</w:t>
      </w:r>
    </w:p>
    <w:p w14:paraId="725CA161" w14:textId="3BF5D935" w:rsidR="0073422B" w:rsidRPr="00B63928" w:rsidRDefault="002105CF" w:rsidP="008557C8">
      <w:pPr>
        <w:pStyle w:val="l5"/>
        <w:shd w:val="clear" w:color="auto" w:fill="FFFFFF"/>
        <w:spacing w:before="0" w:beforeAutospacing="0" w:after="120" w:afterAutospacing="0"/>
        <w:ind w:firstLine="708"/>
        <w:jc w:val="both"/>
        <w:rPr>
          <w:b/>
          <w:color w:val="000000"/>
          <w:u w:val="single"/>
        </w:rPr>
      </w:pPr>
      <w:r w:rsidRPr="00B63928">
        <w:rPr>
          <w:b/>
          <w:color w:val="000000"/>
          <w:u w:val="single"/>
        </w:rPr>
        <w:t>(2) Osvobození podle § 414 insolvenční soud dlužníku</w:t>
      </w:r>
      <w:r w:rsidR="00D03513" w:rsidRPr="00B63928">
        <w:rPr>
          <w:b/>
          <w:color w:val="000000"/>
          <w:u w:val="single"/>
        </w:rPr>
        <w:t xml:space="preserve"> odejme</w:t>
      </w:r>
      <w:r w:rsidRPr="00B63928">
        <w:rPr>
          <w:b/>
          <w:color w:val="000000"/>
          <w:u w:val="single"/>
        </w:rPr>
        <w:t xml:space="preserve"> také </w:t>
      </w:r>
      <w:r w:rsidR="00D03513" w:rsidRPr="00B63928">
        <w:rPr>
          <w:b/>
          <w:color w:val="000000"/>
          <w:u w:val="single"/>
        </w:rPr>
        <w:t>v době trvání povinnosti dlužníka poskytnout součinnost ke zpeněžení dosud nezpeněženého majetku</w:t>
      </w:r>
      <w:r w:rsidR="008557C8" w:rsidRPr="00B63928">
        <w:rPr>
          <w:b/>
          <w:color w:val="000000"/>
          <w:u w:val="single"/>
        </w:rPr>
        <w:t>,</w:t>
      </w:r>
      <w:r w:rsidRPr="00B63928">
        <w:rPr>
          <w:b/>
          <w:color w:val="000000"/>
          <w:u w:val="single"/>
        </w:rPr>
        <w:t xml:space="preserve"> </w:t>
      </w:r>
      <w:r w:rsidR="00D03513" w:rsidRPr="00B63928">
        <w:rPr>
          <w:b/>
          <w:color w:val="000000"/>
          <w:u w:val="single"/>
        </w:rPr>
        <w:t>jestliže</w:t>
      </w:r>
      <w:r w:rsidRPr="00B63928">
        <w:rPr>
          <w:b/>
          <w:color w:val="000000"/>
          <w:u w:val="single"/>
        </w:rPr>
        <w:t xml:space="preserve"> dlužník </w:t>
      </w:r>
      <w:r w:rsidR="00D03513" w:rsidRPr="00B63928">
        <w:rPr>
          <w:b/>
          <w:color w:val="000000"/>
          <w:u w:val="single"/>
        </w:rPr>
        <w:t xml:space="preserve">závažným způsobem porušil nebo opakovaně porušuje tuto </w:t>
      </w:r>
      <w:r w:rsidRPr="00B63928">
        <w:rPr>
          <w:b/>
          <w:color w:val="000000"/>
          <w:u w:val="single"/>
        </w:rPr>
        <w:t>povinnost</w:t>
      </w:r>
      <w:r w:rsidR="000129A5">
        <w:rPr>
          <w:b/>
          <w:color w:val="000000"/>
          <w:u w:val="single"/>
        </w:rPr>
        <w:t xml:space="preserve">, nebo </w:t>
      </w:r>
      <w:r w:rsidR="009644BE">
        <w:rPr>
          <w:b/>
          <w:color w:val="000000"/>
          <w:u w:val="single"/>
        </w:rPr>
        <w:t>vyjdou-li</w:t>
      </w:r>
      <w:r w:rsidR="000129A5">
        <w:rPr>
          <w:b/>
          <w:color w:val="000000"/>
          <w:u w:val="single"/>
        </w:rPr>
        <w:t xml:space="preserve"> v téže době najevo okolnosti</w:t>
      </w:r>
      <w:r w:rsidR="009644BE">
        <w:rPr>
          <w:b/>
          <w:color w:val="000000"/>
          <w:u w:val="single"/>
        </w:rPr>
        <w:t>, na jejichž základě lze důvodně předpokládat, že oddlužení</w:t>
      </w:r>
      <w:r w:rsidR="000633C8">
        <w:rPr>
          <w:b/>
          <w:color w:val="000000"/>
          <w:u w:val="single"/>
        </w:rPr>
        <w:t>m</w:t>
      </w:r>
      <w:r w:rsidR="009644BE">
        <w:rPr>
          <w:b/>
          <w:color w:val="000000"/>
          <w:u w:val="single"/>
        </w:rPr>
        <w:t xml:space="preserve"> je sledován nepoctivý záměr</w:t>
      </w:r>
      <w:r w:rsidRPr="00B63928">
        <w:rPr>
          <w:b/>
          <w:color w:val="000000"/>
          <w:u w:val="single"/>
        </w:rPr>
        <w:t>.</w:t>
      </w:r>
    </w:p>
    <w:p w14:paraId="337E5DEE" w14:textId="78D22642"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w:t>
      </w:r>
      <w:r w:rsidRPr="000108C7">
        <w:rPr>
          <w:strike/>
        </w:rPr>
        <w:t>2</w:t>
      </w:r>
      <w:r w:rsidR="00D77708" w:rsidRPr="00D77708">
        <w:t xml:space="preserve"> </w:t>
      </w:r>
      <w:r w:rsidR="000108C7" w:rsidRPr="000108C7">
        <w:rPr>
          <w:b/>
        </w:rPr>
        <w:t>3</w:t>
      </w:r>
      <w:r w:rsidRPr="00CF55AC">
        <w:t>)</w:t>
      </w:r>
      <w:r w:rsidRPr="00CF55AC">
        <w:rPr>
          <w:color w:val="000000"/>
        </w:rPr>
        <w:t> Přiznané osvobození zaniká, byl-li dlužník do 3 let od právní moci rozhodnutí</w:t>
      </w:r>
      <w:r w:rsidR="00701969">
        <w:rPr>
          <w:color w:val="000000"/>
        </w:rPr>
        <w:t xml:space="preserve"> o </w:t>
      </w:r>
      <w:r w:rsidR="00256CF7" w:rsidRPr="00256CF7">
        <w:rPr>
          <w:strike/>
          <w:color w:val="000000"/>
        </w:rPr>
        <w:t>něm</w:t>
      </w:r>
      <w:r w:rsidR="00256CF7">
        <w:rPr>
          <w:color w:val="000000"/>
        </w:rPr>
        <w:t xml:space="preserve"> </w:t>
      </w:r>
      <w:r w:rsidR="007C1F08" w:rsidRPr="00B63928">
        <w:rPr>
          <w:b/>
          <w:color w:val="000000"/>
          <w:u w:val="single"/>
        </w:rPr>
        <w:t>přiznání osvobození</w:t>
      </w:r>
      <w:r w:rsidR="00E86208" w:rsidRPr="00B63928">
        <w:rPr>
          <w:b/>
          <w:color w:val="000000"/>
          <w:u w:val="single"/>
        </w:rPr>
        <w:t xml:space="preserve"> podle § 414</w:t>
      </w:r>
      <w:r w:rsidR="007C1F08" w:rsidDel="007C1F08">
        <w:rPr>
          <w:color w:val="000000"/>
        </w:rPr>
        <w:t xml:space="preserve"> </w:t>
      </w:r>
      <w:r w:rsidRPr="00CF55AC">
        <w:rPr>
          <w:color w:val="000000"/>
        </w:rPr>
        <w:t>pravomocně odsouzen za úmyslný trestný čin, kterým podstatně ovlivnil schválení nebo provedení oddlužení anebo přiznání osvobození, případně kterým jinak poškodil věřitele.</w:t>
      </w:r>
    </w:p>
    <w:p w14:paraId="11E641C4" w14:textId="1882F6AE"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w:t>
      </w:r>
      <w:r w:rsidRPr="000108C7">
        <w:rPr>
          <w:strike/>
        </w:rPr>
        <w:t>3</w:t>
      </w:r>
      <w:r w:rsidR="00D77708" w:rsidRPr="00D77708">
        <w:t xml:space="preserve"> </w:t>
      </w:r>
      <w:r w:rsidR="000108C7" w:rsidRPr="000108C7">
        <w:rPr>
          <w:b/>
        </w:rPr>
        <w:t>4</w:t>
      </w:r>
      <w:r w:rsidRPr="00CF55AC">
        <w:t>)</w:t>
      </w:r>
      <w:r w:rsidRPr="00CF55AC">
        <w:rPr>
          <w:color w:val="000000"/>
        </w:rPr>
        <w:t xml:space="preserve"> Zánik osvobození podle odstavců 1 </w:t>
      </w:r>
      <w:r w:rsidRPr="00832CED">
        <w:rPr>
          <w:color w:val="000000"/>
        </w:rPr>
        <w:t xml:space="preserve">a </w:t>
      </w:r>
      <w:r w:rsidRPr="00832CED">
        <w:rPr>
          <w:strike/>
          <w:color w:val="000000"/>
        </w:rPr>
        <w:t>2</w:t>
      </w:r>
      <w:r w:rsidR="004D6BC6" w:rsidRPr="00044B38">
        <w:rPr>
          <w:color w:val="000000"/>
        </w:rPr>
        <w:t xml:space="preserve"> </w:t>
      </w:r>
      <w:r w:rsidR="00832CED" w:rsidRPr="00832CED">
        <w:rPr>
          <w:b/>
          <w:color w:val="000000"/>
        </w:rPr>
        <w:t>3</w:t>
      </w:r>
      <w:r w:rsidRPr="00CF55AC">
        <w:rPr>
          <w:color w:val="000000"/>
        </w:rPr>
        <w:t xml:space="preserve"> se nevztahuje na pohledávky věřitelů, kteří se sami účastnili podvodných jednání s dlužníkem nebo nedovolených výhod; o tom musí být rozhodnuto výrokem usnesení.</w:t>
      </w:r>
    </w:p>
    <w:p w14:paraId="4975A88F" w14:textId="25CA7C4A" w:rsidR="00612733" w:rsidRPr="00832CED" w:rsidRDefault="00612733" w:rsidP="00612733">
      <w:pPr>
        <w:pStyle w:val="l5"/>
        <w:shd w:val="clear" w:color="auto" w:fill="FFFFFF"/>
        <w:spacing w:before="0" w:beforeAutospacing="0" w:after="120" w:afterAutospacing="0"/>
        <w:ind w:firstLine="708"/>
        <w:jc w:val="both"/>
        <w:rPr>
          <w:b/>
          <w:color w:val="000000"/>
        </w:rPr>
      </w:pPr>
      <w:r w:rsidRPr="00CF55AC">
        <w:t>(</w:t>
      </w:r>
      <w:r w:rsidRPr="000108C7">
        <w:rPr>
          <w:strike/>
        </w:rPr>
        <w:t>4</w:t>
      </w:r>
      <w:r w:rsidR="00D77708" w:rsidRPr="00D77708">
        <w:t xml:space="preserve"> </w:t>
      </w:r>
      <w:r w:rsidR="000108C7" w:rsidRPr="000108C7">
        <w:rPr>
          <w:b/>
        </w:rPr>
        <w:t>5</w:t>
      </w:r>
      <w:r w:rsidRPr="00CF55AC">
        <w:t>)</w:t>
      </w:r>
      <w:r w:rsidRPr="00CF55AC">
        <w:rPr>
          <w:color w:val="000000"/>
        </w:rPr>
        <w:t xml:space="preserve"> Odvolání proti rozhodnutí vydanému podle odstavců </w:t>
      </w:r>
      <w:r w:rsidRPr="00832CED">
        <w:rPr>
          <w:strike/>
          <w:color w:val="000000"/>
        </w:rPr>
        <w:t>1 až 3</w:t>
      </w:r>
      <w:r w:rsidR="00832CED">
        <w:rPr>
          <w:color w:val="000000"/>
        </w:rPr>
        <w:t xml:space="preserve"> </w:t>
      </w:r>
      <w:r w:rsidR="00832CED" w:rsidRPr="00832CED">
        <w:rPr>
          <w:b/>
          <w:color w:val="000000"/>
        </w:rPr>
        <w:t>1, 3 a 4</w:t>
      </w:r>
      <w:r w:rsidRPr="00CF55AC">
        <w:rPr>
          <w:color w:val="000000"/>
        </w:rPr>
        <w:t xml:space="preserve"> může podat pouze dlužník a věřitel, jehož se zánik osvobození týká.</w:t>
      </w:r>
      <w:r w:rsidR="00832CED">
        <w:rPr>
          <w:color w:val="000000"/>
        </w:rPr>
        <w:t xml:space="preserve"> </w:t>
      </w:r>
      <w:r w:rsidR="00832CED" w:rsidRPr="00832CED">
        <w:rPr>
          <w:b/>
          <w:color w:val="000000"/>
        </w:rPr>
        <w:t>Odvolání proti ro</w:t>
      </w:r>
      <w:r w:rsidR="00832CED">
        <w:rPr>
          <w:b/>
          <w:color w:val="000000"/>
        </w:rPr>
        <w:t>zhodnutí vydanému podle odstavce</w:t>
      </w:r>
      <w:r w:rsidR="00832CED" w:rsidRPr="00832CED">
        <w:rPr>
          <w:b/>
          <w:color w:val="000000"/>
        </w:rPr>
        <w:t xml:space="preserve"> 2 může podat pouze dlužník</w:t>
      </w:r>
      <w:r w:rsidR="00832CED">
        <w:rPr>
          <w:b/>
          <w:color w:val="000000"/>
        </w:rPr>
        <w:t>.</w:t>
      </w:r>
    </w:p>
    <w:p w14:paraId="5A891B73" w14:textId="16C06E0D" w:rsidR="0009141C" w:rsidRPr="0035623F"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729FA6E0" w14:textId="77777777" w:rsidR="00612733" w:rsidRPr="00CF55AC" w:rsidRDefault="00612733" w:rsidP="00612733">
      <w:pPr>
        <w:pStyle w:val="l5"/>
        <w:shd w:val="clear" w:color="auto" w:fill="FFFFFF"/>
        <w:spacing w:before="0" w:beforeAutospacing="0" w:after="120" w:afterAutospacing="0"/>
        <w:jc w:val="center"/>
        <w:rPr>
          <w:color w:val="000000"/>
        </w:rPr>
      </w:pPr>
      <w:r w:rsidRPr="00CF55AC">
        <w:rPr>
          <w:color w:val="000000"/>
        </w:rPr>
        <w:t>§ 418</w:t>
      </w:r>
    </w:p>
    <w:p w14:paraId="71D1D6BC" w14:textId="77777777" w:rsidR="00612733" w:rsidRPr="00CF55AC" w:rsidRDefault="00612733" w:rsidP="00612733">
      <w:pPr>
        <w:pStyle w:val="l5"/>
        <w:shd w:val="clear" w:color="auto" w:fill="FFFFFF"/>
        <w:spacing w:before="0" w:beforeAutospacing="0" w:after="120" w:afterAutospacing="0"/>
        <w:jc w:val="center"/>
        <w:rPr>
          <w:b/>
          <w:color w:val="000000"/>
        </w:rPr>
      </w:pPr>
      <w:r w:rsidRPr="00CF55AC">
        <w:rPr>
          <w:b/>
          <w:color w:val="000000"/>
        </w:rPr>
        <w:t>Zrušení schváleného oddlužení</w:t>
      </w:r>
    </w:p>
    <w:p w14:paraId="1A27D1C7" w14:textId="0E72C73A"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(1)</w:t>
      </w:r>
      <w:r w:rsidRPr="00CF55AC">
        <w:rPr>
          <w:color w:val="000000"/>
        </w:rPr>
        <w:t> Insolvenční soud schválené oddlužení zruší a současně rozhodne o způsobu řešení dlužníkova úpadku konkursem, jestliže</w:t>
      </w:r>
    </w:p>
    <w:p w14:paraId="04A76CEE"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a)</w:t>
      </w:r>
      <w:r w:rsidRPr="00CF55AC">
        <w:rPr>
          <w:color w:val="000000"/>
        </w:rPr>
        <w:t> dlužník neplní podstatné povinnosti podle schváleného způsobu oddlužení, nebo</w:t>
      </w:r>
    </w:p>
    <w:p w14:paraId="260A8B54"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b)</w:t>
      </w:r>
      <w:r w:rsidRPr="00CF55AC">
        <w:rPr>
          <w:color w:val="000000"/>
        </w:rPr>
        <w:t> v důsledku zaviněného jednání vznikl dlužníku po schválení oddlužení peněžitý závazek po dobu delší 30 dnů po lhůtě splatnosti, nebo</w:t>
      </w:r>
    </w:p>
    <w:p w14:paraId="7D8FD713"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c)</w:t>
      </w:r>
      <w:r w:rsidRPr="00CF55AC">
        <w:rPr>
          <w:color w:val="000000"/>
        </w:rPr>
        <w:t> dlužník není v důsledku okolností, které zavinil, po dobu delší než 3 měsíce schopen splácet v plné výši ani pohledávky podle § 395 odst. 1 písm. b), jestliže vznikly po rozhodnutí o úpadku, anebo</w:t>
      </w:r>
    </w:p>
    <w:p w14:paraId="123AF1A3"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d)</w:t>
      </w:r>
      <w:r w:rsidRPr="00CF55AC">
        <w:rPr>
          <w:color w:val="000000"/>
        </w:rPr>
        <w:t> to navrhne dlužník.</w:t>
      </w:r>
    </w:p>
    <w:p w14:paraId="7A54A5E5" w14:textId="411CA1FD"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(2)</w:t>
      </w:r>
      <w:r w:rsidRPr="00CF55AC">
        <w:rPr>
          <w:color w:val="000000"/>
        </w:rPr>
        <w:t xml:space="preserve"> Má se za to, že dlužník zavinil vznik peněžitého závazku podle odstavce 1 písm. </w:t>
      </w:r>
      <w:r w:rsidRPr="000108C7">
        <w:rPr>
          <w:strike/>
          <w:color w:val="000000"/>
        </w:rPr>
        <w:t>c</w:t>
      </w:r>
      <w:r w:rsidR="00636DA4">
        <w:rPr>
          <w:strike/>
          <w:color w:val="000000"/>
        </w:rPr>
        <w:t xml:space="preserve">) </w:t>
      </w:r>
      <w:r w:rsidR="000108C7" w:rsidRPr="000108C7">
        <w:rPr>
          <w:b/>
          <w:color w:val="000000"/>
        </w:rPr>
        <w:t>b</w:t>
      </w:r>
      <w:r w:rsidRPr="004D6BC6">
        <w:rPr>
          <w:b/>
          <w:bCs/>
          <w:color w:val="000000"/>
        </w:rPr>
        <w:t>)</w:t>
      </w:r>
      <w:r w:rsidRPr="00CF55AC">
        <w:rPr>
          <w:color w:val="000000"/>
        </w:rPr>
        <w:t>, byl-li k jeho vymožení vůči dlužníku nařízen výkon rozhodnutí nebo exekuce.</w:t>
      </w:r>
    </w:p>
    <w:p w14:paraId="1C6D3E6D"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lastRenderedPageBreak/>
        <w:t>(3)</w:t>
      </w:r>
      <w:r w:rsidRPr="00CF55AC">
        <w:rPr>
          <w:color w:val="000000"/>
        </w:rPr>
        <w:t> Insolvenční soud schválené oddlužení zruší a současně rozhodne o způsobu řešení dlužníkova úpadku konkursem také tehdy, vyjdou-li po schválení oddlužení najevo okolnosti, na jejichž základě lze důvodně předpokládat, že oddlužením je sledován nepoctivý záměr.</w:t>
      </w:r>
    </w:p>
    <w:p w14:paraId="2600955F"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(4)</w:t>
      </w:r>
      <w:r w:rsidRPr="00CF55AC">
        <w:rPr>
          <w:color w:val="000000"/>
        </w:rPr>
        <w:t> Insolvenční soud nerozhodne spolu se zrušením oddlužení o způsobu řešení dlužníkova úpadku konkursem, zjistí-li, že majetek dlužníka, aniž se přihlíží k věcem, právům a jiným majetkovým hodnotám vyloučeným z majetkové podstaty, je pro uspokojení věřitelů zcela nepostačující, ledaže</w:t>
      </w:r>
    </w:p>
    <w:p w14:paraId="7F6F12B5"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a)</w:t>
      </w:r>
      <w:r w:rsidRPr="00CF55AC">
        <w:rPr>
          <w:color w:val="000000"/>
        </w:rPr>
        <w:t> návrh na povolení oddlužení byl podán společně s insolvenčním návrhem,</w:t>
      </w:r>
    </w:p>
    <w:p w14:paraId="632DA89B"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b)</w:t>
      </w:r>
      <w:r w:rsidRPr="00CF55AC">
        <w:rPr>
          <w:color w:val="000000"/>
        </w:rPr>
        <w:t> dlužník požádal, aby byl způsobem řešení jeho úpadku konkurs, a</w:t>
      </w:r>
    </w:p>
    <w:p w14:paraId="69AA3014" w14:textId="77777777" w:rsidR="00612733" w:rsidRPr="00CF55AC" w:rsidRDefault="00612733" w:rsidP="00612733">
      <w:pPr>
        <w:pStyle w:val="l5"/>
        <w:shd w:val="clear" w:color="auto" w:fill="FFFFFF"/>
        <w:spacing w:before="0" w:beforeAutospacing="0" w:after="120" w:afterAutospacing="0"/>
        <w:jc w:val="both"/>
        <w:rPr>
          <w:color w:val="000000"/>
        </w:rPr>
      </w:pPr>
      <w:r w:rsidRPr="00CF55AC">
        <w:t>c)</w:t>
      </w:r>
      <w:r w:rsidRPr="00CF55AC">
        <w:rPr>
          <w:color w:val="000000"/>
        </w:rPr>
        <w:t> zaplatil zálohu na náklady insolvenčního řízení, stanovil-li mu soud povinnost k její úhradě podle § 108 odst. 2 a 3.</w:t>
      </w:r>
    </w:p>
    <w:p w14:paraId="41034D13" w14:textId="7B8160F1"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(5)</w:t>
      </w:r>
      <w:r w:rsidRPr="00CF55AC">
        <w:rPr>
          <w:color w:val="000000"/>
        </w:rPr>
        <w:t xml:space="preserve"> Jestliže insolvenční soud nerozhodne o způsobu dlužníkova úpadku konkursem podle odstavce 4, insolvenční řízení zastaví; současně rozhodne o odměně insolvenčního správce a jeho nákladech a zprostí insolvenčního správce jeho </w:t>
      </w:r>
      <w:r w:rsidR="00701969">
        <w:rPr>
          <w:color w:val="000000"/>
        </w:rPr>
        <w:t>funkce. Nebyla-li osobě podle § </w:t>
      </w:r>
      <w:r w:rsidRPr="00CF55AC">
        <w:rPr>
          <w:color w:val="000000"/>
        </w:rPr>
        <w:t>390a odst. 1 písm. a) dosud vyplacena odměna za sepis a podání návrhu na povolení oddlužení anebo také insolvenčního návrhu podle § 390a odst. 3, insolvenční soud současně uloží dlužníkovi povinnost ji uhradit, byla-li uplatněna podle § 390a odst. 5.</w:t>
      </w:r>
    </w:p>
    <w:p w14:paraId="36B0BBA1" w14:textId="77777777"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(6)</w:t>
      </w:r>
      <w:r w:rsidRPr="00CF55AC">
        <w:rPr>
          <w:color w:val="000000"/>
        </w:rPr>
        <w:t> Na základě upraveného seznamu pohledávek lze po zastavení insolvenčního řízení zahájeného na základě insolvenčního návrhu podaného věřitelem podat návrh na výkon rozhodnutí nebo exekuci pro zjištěnou neuspokojenou pohledávku, kterou dlužník nepopřel; toto právo se promlčí za 10 let od zastavení řízení podle odstavce 5.</w:t>
      </w:r>
    </w:p>
    <w:p w14:paraId="31FFD176" w14:textId="2447FFC5" w:rsidR="0010729D" w:rsidRPr="00CF55AC" w:rsidRDefault="00612733" w:rsidP="0010729D">
      <w:pPr>
        <w:pStyle w:val="l5"/>
        <w:shd w:val="clear" w:color="auto" w:fill="FFFFFF"/>
        <w:spacing w:before="0" w:beforeAutospacing="0" w:after="120" w:afterAutospacing="0"/>
        <w:ind w:firstLine="708"/>
        <w:jc w:val="both"/>
        <w:rPr>
          <w:color w:val="000000"/>
        </w:rPr>
      </w:pPr>
      <w:r w:rsidRPr="00CF55AC">
        <w:t>(7)</w:t>
      </w:r>
      <w:r w:rsidRPr="00CF55AC">
        <w:rPr>
          <w:color w:val="000000"/>
        </w:rPr>
        <w:t xml:space="preserve"> Rozhodnutí podle odstavce 1 a 3 může insolvenční soud vydat, jen dokud </w:t>
      </w:r>
      <w:r w:rsidRPr="00CC512E">
        <w:rPr>
          <w:strike/>
          <w:color w:val="000000"/>
        </w:rPr>
        <w:t>nevezme na vědomí splnění oddlužení</w:t>
      </w:r>
      <w:r w:rsidR="008A3437" w:rsidRPr="008A3437">
        <w:rPr>
          <w:color w:val="000000"/>
        </w:rPr>
        <w:t xml:space="preserve"> </w:t>
      </w:r>
      <w:r w:rsidR="00890316" w:rsidRPr="0009141C">
        <w:rPr>
          <w:b/>
          <w:color w:val="000000"/>
          <w:u w:val="single"/>
        </w:rPr>
        <w:t>ne</w:t>
      </w:r>
      <w:r w:rsidR="00933680" w:rsidRPr="0009141C">
        <w:rPr>
          <w:b/>
          <w:color w:val="000000"/>
          <w:u w:val="single"/>
        </w:rPr>
        <w:t xml:space="preserve">rozhodne o </w:t>
      </w:r>
      <w:r w:rsidR="00890316" w:rsidRPr="0009141C">
        <w:rPr>
          <w:b/>
          <w:color w:val="000000"/>
          <w:u w:val="single"/>
        </w:rPr>
        <w:t>přizná</w:t>
      </w:r>
      <w:r w:rsidR="00933680" w:rsidRPr="0009141C">
        <w:rPr>
          <w:b/>
          <w:color w:val="000000"/>
          <w:u w:val="single"/>
        </w:rPr>
        <w:t>ní</w:t>
      </w:r>
      <w:r w:rsidR="008A3437" w:rsidRPr="0009141C">
        <w:rPr>
          <w:b/>
          <w:color w:val="000000"/>
          <w:u w:val="single"/>
        </w:rPr>
        <w:t xml:space="preserve"> osvobození podle § 414</w:t>
      </w:r>
      <w:r w:rsidRPr="00CF55AC">
        <w:rPr>
          <w:color w:val="000000"/>
        </w:rPr>
        <w:t xml:space="preserve">. </w:t>
      </w:r>
      <w:r w:rsidRPr="004D6BC6">
        <w:rPr>
          <w:color w:val="000000"/>
        </w:rPr>
        <w:t xml:space="preserve">Učiní tak po jednání, ke kterému předvolá dlužníka, insolvenčního správce, věřitelský výbor a věřitele, který zrušení oddlužení navrhl. </w:t>
      </w:r>
      <w:r w:rsidRPr="00CF55AC">
        <w:rPr>
          <w:color w:val="000000"/>
        </w:rPr>
        <w:t>Rozhodnutí podle odstavce 1 písm. a) až c) může insolvenční soud vydat i bez návrhu.</w:t>
      </w:r>
    </w:p>
    <w:p w14:paraId="60685BDF" w14:textId="618B15FF" w:rsidR="00612733" w:rsidRPr="00CF55AC" w:rsidRDefault="00612733" w:rsidP="00612733">
      <w:pPr>
        <w:pStyle w:val="l5"/>
        <w:shd w:val="clear" w:color="auto" w:fill="FFFFFF"/>
        <w:spacing w:before="0" w:beforeAutospacing="0" w:after="120" w:afterAutospacing="0"/>
        <w:ind w:firstLine="708"/>
        <w:jc w:val="both"/>
        <w:rPr>
          <w:color w:val="000000"/>
        </w:rPr>
      </w:pPr>
      <w:r w:rsidRPr="00CF55AC">
        <w:t>(8)</w:t>
      </w:r>
      <w:r w:rsidRPr="00CF55AC">
        <w:rPr>
          <w:color w:val="000000"/>
        </w:rPr>
        <w:t> Proti rozhodnutí podle odstavce 1 a 3 mohou podat odvolání pouze osoby uvedené v odstavci 7. Proti rozhodnutí o zastavení řízení mohou</w:t>
      </w:r>
      <w:r w:rsidR="00701969">
        <w:rPr>
          <w:color w:val="000000"/>
        </w:rPr>
        <w:t xml:space="preserve"> podat odvolání osoby uvedené v </w:t>
      </w:r>
      <w:r w:rsidRPr="00CF55AC">
        <w:rPr>
          <w:color w:val="000000"/>
        </w:rPr>
        <w:t>odstavci 7 a přihlášení věřitelé; právní mocí rozhodnutí se insolvenční řízení končí.</w:t>
      </w:r>
    </w:p>
    <w:p w14:paraId="58EEE42A" w14:textId="1DDB30BE" w:rsidR="0009141C" w:rsidRPr="0035623F" w:rsidRDefault="0009141C" w:rsidP="0009141C">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sidR="00FE13B0">
        <w:rPr>
          <w:i/>
          <w:sz w:val="20"/>
          <w:szCs w:val="20"/>
        </w:rPr>
        <w:t>32019L1023</w:t>
      </w:r>
    </w:p>
    <w:p w14:paraId="322AD57D" w14:textId="3C18AB94" w:rsidR="0003314C" w:rsidRPr="0003314C" w:rsidRDefault="0003314C" w:rsidP="0003314C">
      <w:pPr>
        <w:pStyle w:val="l5"/>
        <w:shd w:val="clear" w:color="auto" w:fill="FFFFFF"/>
        <w:spacing w:before="0" w:beforeAutospacing="0" w:after="120" w:afterAutospacing="0"/>
        <w:ind w:firstLine="708"/>
        <w:jc w:val="center"/>
      </w:pPr>
      <w:r w:rsidRPr="0003314C">
        <w:t>§ 425</w:t>
      </w:r>
    </w:p>
    <w:p w14:paraId="105C8BC8" w14:textId="49C33087" w:rsidR="0003314C" w:rsidRPr="001664B3" w:rsidRDefault="0003314C" w:rsidP="0003314C">
      <w:pPr>
        <w:pStyle w:val="l5"/>
        <w:shd w:val="clear" w:color="auto" w:fill="FFFFFF"/>
        <w:spacing w:before="0" w:beforeAutospacing="0" w:after="120" w:afterAutospacing="0"/>
        <w:ind w:firstLine="708"/>
        <w:jc w:val="center"/>
        <w:rPr>
          <w:b/>
        </w:rPr>
      </w:pPr>
      <w:r w:rsidRPr="001664B3">
        <w:rPr>
          <w:b/>
        </w:rPr>
        <w:t>Vyškrtnutí dlužníka ze seznamu dlužníků</w:t>
      </w:r>
    </w:p>
    <w:p w14:paraId="3DB0E7EC" w14:textId="45284EE6" w:rsidR="001664B3" w:rsidRDefault="0003314C" w:rsidP="001664B3">
      <w:pPr>
        <w:pStyle w:val="l5"/>
        <w:shd w:val="clear" w:color="auto" w:fill="FFFFFF"/>
        <w:spacing w:before="0" w:beforeAutospacing="0" w:after="120" w:afterAutospacing="0"/>
        <w:ind w:firstLine="708"/>
        <w:jc w:val="both"/>
      </w:pPr>
      <w:r w:rsidRPr="0003314C">
        <w:t>(1) Po uplynutí 5 let od nabytí právní moci rozhodnutí, jímž bylo skončeno insolvenční řízení,</w:t>
      </w:r>
      <w:r w:rsidR="00C3389A">
        <w:t xml:space="preserve"> </w:t>
      </w:r>
      <w:r w:rsidRPr="0003314C">
        <w:t>vyškrtne insolvenční soud dlužníka ze seznamu dlužníků a údaje o něm v insolvenčním rejstříku znepřístupní. Skončí-li insolvenční řízení rozhodnutím podle § 142, vyškrtne insolvenční soud dlužníka ze seznamu dlužníků a údaje o něm v insolvenčním rejstříku znepřístupní do 15 dnů od doručení žádosti dlužníka; dlužník je oprávněn požádat o vyškrtnutí nejdříve po uplynutí 3 mě</w:t>
      </w:r>
      <w:r>
        <w:t>síců od právní moci rozhodnutí.</w:t>
      </w:r>
    </w:p>
    <w:p w14:paraId="3667A7D8" w14:textId="4C8A913B" w:rsidR="00C3389A" w:rsidRPr="00500108" w:rsidRDefault="00BC4E36" w:rsidP="001664B3">
      <w:pPr>
        <w:pStyle w:val="l5"/>
        <w:shd w:val="clear" w:color="auto" w:fill="FFFFFF"/>
        <w:spacing w:before="0" w:beforeAutospacing="0" w:after="120" w:afterAutospacing="0"/>
        <w:ind w:firstLine="708"/>
        <w:jc w:val="both"/>
        <w:rPr>
          <w:b/>
          <w:u w:val="single"/>
        </w:rPr>
      </w:pPr>
      <w:r w:rsidRPr="00500108">
        <w:rPr>
          <w:b/>
          <w:u w:val="single"/>
        </w:rPr>
        <w:t xml:space="preserve">(2) </w:t>
      </w:r>
      <w:r w:rsidR="00C3389A" w:rsidRPr="00500108">
        <w:rPr>
          <w:b/>
          <w:u w:val="single"/>
        </w:rPr>
        <w:t>Je-li způsobem řešení úpadku oddlužení</w:t>
      </w:r>
      <w:r w:rsidR="004A37FD" w:rsidRPr="00500108">
        <w:rPr>
          <w:b/>
          <w:u w:val="single"/>
        </w:rPr>
        <w:t xml:space="preserve"> a </w:t>
      </w:r>
      <w:r w:rsidR="00950D35" w:rsidRPr="00500108">
        <w:rPr>
          <w:b/>
          <w:u w:val="single"/>
        </w:rPr>
        <w:t>je</w:t>
      </w:r>
      <w:r w:rsidR="004A37FD" w:rsidRPr="00500108">
        <w:rPr>
          <w:b/>
          <w:u w:val="single"/>
        </w:rPr>
        <w:t>-li dlužník osvobozen podle § 414</w:t>
      </w:r>
      <w:r w:rsidR="00C3389A" w:rsidRPr="00500108">
        <w:rPr>
          <w:b/>
          <w:u w:val="single"/>
        </w:rPr>
        <w:t>,</w:t>
      </w:r>
      <w:r w:rsidR="004A37FD" w:rsidRPr="00500108">
        <w:rPr>
          <w:b/>
          <w:u w:val="single"/>
        </w:rPr>
        <w:t xml:space="preserve"> vyškrtne insolvenční soud dlužníka ze seznamu dlužníků a údaje o něm v insolvenčním rejstříku znepřístupní</w:t>
      </w:r>
      <w:r w:rsidR="00C3389A" w:rsidRPr="00500108">
        <w:rPr>
          <w:b/>
          <w:u w:val="single"/>
        </w:rPr>
        <w:t xml:space="preserve"> po uplynutí 5 let od právní moci rozhodn</w:t>
      </w:r>
      <w:r w:rsidR="00701969" w:rsidRPr="00500108">
        <w:rPr>
          <w:b/>
          <w:u w:val="single"/>
        </w:rPr>
        <w:t>utí o osvobození podle § </w:t>
      </w:r>
      <w:r w:rsidR="00C3389A" w:rsidRPr="00500108">
        <w:rPr>
          <w:b/>
          <w:u w:val="single"/>
        </w:rPr>
        <w:t>414,</w:t>
      </w:r>
      <w:r w:rsidR="004A37FD" w:rsidRPr="00500108">
        <w:rPr>
          <w:b/>
          <w:u w:val="single"/>
        </w:rPr>
        <w:t xml:space="preserve"> nejdříve však po nabytí právní moci rozhodnutí o splnění oddlužení podle § 413.</w:t>
      </w:r>
    </w:p>
    <w:p w14:paraId="1F1A71EC" w14:textId="027F4314" w:rsidR="0003314C" w:rsidRPr="0003314C" w:rsidRDefault="0003314C" w:rsidP="0003314C">
      <w:pPr>
        <w:pStyle w:val="l5"/>
        <w:shd w:val="clear" w:color="auto" w:fill="FFFFFF"/>
        <w:spacing w:before="0" w:beforeAutospacing="0" w:after="120" w:afterAutospacing="0"/>
        <w:ind w:firstLine="708"/>
        <w:jc w:val="both"/>
      </w:pPr>
      <w:r w:rsidRPr="0003314C">
        <w:t>(</w:t>
      </w:r>
      <w:r w:rsidRPr="004A37FD">
        <w:rPr>
          <w:strike/>
        </w:rPr>
        <w:t>2</w:t>
      </w:r>
      <w:r w:rsidR="00636DA4" w:rsidRPr="00636DA4">
        <w:t xml:space="preserve"> </w:t>
      </w:r>
      <w:r w:rsidR="004A37FD" w:rsidRPr="004A37FD">
        <w:rPr>
          <w:b/>
        </w:rPr>
        <w:t>3</w:t>
      </w:r>
      <w:r w:rsidRPr="0003314C">
        <w:t>) Při uchovávání znepřístupněných údajů se postupuje podle z</w:t>
      </w:r>
      <w:r>
        <w:t>vláštního právního předpisu</w:t>
      </w:r>
      <w:r w:rsidRPr="00C713F5">
        <w:rPr>
          <w:vertAlign w:val="superscript"/>
        </w:rPr>
        <w:t>58)</w:t>
      </w:r>
      <w:r>
        <w:t>.</w:t>
      </w:r>
    </w:p>
    <w:p w14:paraId="71812031" w14:textId="673D0A6A" w:rsidR="0003314C" w:rsidRPr="0003314C" w:rsidRDefault="0003314C" w:rsidP="0003314C">
      <w:pPr>
        <w:pStyle w:val="l5"/>
        <w:shd w:val="clear" w:color="auto" w:fill="FFFFFF"/>
        <w:spacing w:before="0" w:beforeAutospacing="0" w:after="120" w:afterAutospacing="0"/>
        <w:ind w:firstLine="708"/>
        <w:jc w:val="both"/>
      </w:pPr>
      <w:r w:rsidRPr="0003314C">
        <w:lastRenderedPageBreak/>
        <w:t>(</w:t>
      </w:r>
      <w:r w:rsidRPr="004A37FD">
        <w:rPr>
          <w:strike/>
        </w:rPr>
        <w:t>3</w:t>
      </w:r>
      <w:r w:rsidR="00636DA4" w:rsidRPr="00636DA4">
        <w:t xml:space="preserve"> </w:t>
      </w:r>
      <w:r w:rsidR="004A37FD" w:rsidRPr="004A37FD">
        <w:rPr>
          <w:b/>
        </w:rPr>
        <w:t>4</w:t>
      </w:r>
      <w:r w:rsidRPr="0003314C">
        <w:t>) Je-li podán opravný prostředek proti pravomocnému rozhodnutí podle § 142, ponechá insolvenční soud dlužníka v seznamu dlužníků a údaje o něm přístupné v insolvenčním rejstříku po dobu pr</w:t>
      </w:r>
      <w:r w:rsidR="00C3389A">
        <w:t>ojednání opravného prostředku.</w:t>
      </w:r>
    </w:p>
    <w:p w14:paraId="7B0BCE4A" w14:textId="4F2B2196" w:rsidR="0003314C" w:rsidRPr="00500108" w:rsidRDefault="002E0ADE" w:rsidP="00500108">
      <w:pPr>
        <w:pStyle w:val="Ustanoven"/>
        <w:spacing w:beforeLines="60" w:before="144" w:beforeAutospacing="0" w:after="120" w:afterAutospacing="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7F9C510A" w14:textId="77777777" w:rsidR="00612733" w:rsidRPr="00185433" w:rsidRDefault="00612733" w:rsidP="00612733">
      <w:pPr>
        <w:pStyle w:val="l5"/>
        <w:shd w:val="clear" w:color="auto" w:fill="FFFFFF"/>
        <w:spacing w:before="0" w:beforeAutospacing="0" w:after="120" w:afterAutospacing="0"/>
        <w:jc w:val="center"/>
        <w:rPr>
          <w:color w:val="000000"/>
        </w:rPr>
      </w:pPr>
      <w:r w:rsidRPr="00185433">
        <w:rPr>
          <w:color w:val="000000"/>
        </w:rPr>
        <w:t>§ 431</w:t>
      </w:r>
    </w:p>
    <w:p w14:paraId="2ADDE412" w14:textId="77777777" w:rsidR="00612733" w:rsidRPr="00185433" w:rsidRDefault="00612733" w:rsidP="00612733">
      <w:pPr>
        <w:pStyle w:val="l5"/>
        <w:shd w:val="clear" w:color="auto" w:fill="FFFFFF"/>
        <w:spacing w:before="0" w:beforeAutospacing="0" w:after="120" w:afterAutospacing="0"/>
        <w:jc w:val="center"/>
        <w:rPr>
          <w:b/>
          <w:color w:val="000000"/>
        </w:rPr>
      </w:pPr>
      <w:r w:rsidRPr="00185433">
        <w:rPr>
          <w:b/>
          <w:color w:val="000000"/>
        </w:rPr>
        <w:t>Zmocňovací ustanovení</w:t>
      </w:r>
    </w:p>
    <w:p w14:paraId="1D834EB3" w14:textId="77777777" w:rsidR="00612733" w:rsidRPr="00185433" w:rsidRDefault="00612733" w:rsidP="00612733">
      <w:pPr>
        <w:pStyle w:val="l5"/>
        <w:shd w:val="clear" w:color="auto" w:fill="FFFFFF"/>
        <w:spacing w:before="0" w:beforeAutospacing="0" w:after="120" w:afterAutospacing="0"/>
        <w:ind w:firstLine="708"/>
        <w:jc w:val="both"/>
        <w:rPr>
          <w:color w:val="000000"/>
        </w:rPr>
      </w:pPr>
      <w:r w:rsidRPr="00185433">
        <w:rPr>
          <w:color w:val="000000"/>
        </w:rPr>
        <w:t>Ministerstvo stanoví vyhláškou</w:t>
      </w:r>
    </w:p>
    <w:p w14:paraId="516ED96E" w14:textId="0179D30D" w:rsidR="00612733" w:rsidRPr="00185433" w:rsidRDefault="00612733" w:rsidP="00612733">
      <w:pPr>
        <w:pStyle w:val="l5"/>
        <w:shd w:val="clear" w:color="auto" w:fill="FFFFFF"/>
        <w:spacing w:before="0" w:beforeAutospacing="0" w:after="120" w:afterAutospacing="0"/>
        <w:jc w:val="both"/>
        <w:rPr>
          <w:color w:val="000000"/>
        </w:rPr>
      </w:pPr>
      <w:r w:rsidRPr="00185433">
        <w:t>a)</w:t>
      </w:r>
      <w:r w:rsidRPr="00185433">
        <w:rPr>
          <w:color w:val="000000"/>
        </w:rPr>
        <w:t xml:space="preserve"> náležitosti a formuláře návrhu na vstup do insolvenčního řízení místo věřitele, soupisu, vyrozumění o uplatnění pohledávky za majetkovou podstatou nebo pohledávky jí postavené na roveň, seznamu přihlášených pohledávek, přihlášky pohledávek, hlasovacích lístků, návrhu na povolení oddlužení, záznamu o jednání insolvenčního správce s dlužníkem v oddlužení, zprávy o přezkumu, zprávy pro oddlužení, zprávy o plnění oddlužení, </w:t>
      </w:r>
      <w:r w:rsidR="007C1F08" w:rsidRPr="00256CF7">
        <w:rPr>
          <w:b/>
          <w:color w:val="000000"/>
        </w:rPr>
        <w:t xml:space="preserve">zprávy </w:t>
      </w:r>
      <w:r w:rsidR="00941721" w:rsidRPr="00256CF7">
        <w:rPr>
          <w:b/>
          <w:color w:val="000000"/>
        </w:rPr>
        <w:t>pr</w:t>
      </w:r>
      <w:r w:rsidR="007C1F08" w:rsidRPr="00256CF7">
        <w:rPr>
          <w:b/>
          <w:color w:val="000000"/>
        </w:rPr>
        <w:t>o osvobození</w:t>
      </w:r>
      <w:r w:rsidR="007C1F08" w:rsidRPr="00B4224A">
        <w:rPr>
          <w:b/>
          <w:color w:val="000000"/>
        </w:rPr>
        <w:t>,</w:t>
      </w:r>
      <w:r w:rsidR="007C1F08">
        <w:rPr>
          <w:color w:val="000000"/>
        </w:rPr>
        <w:t xml:space="preserve"> </w:t>
      </w:r>
      <w:r w:rsidRPr="002B38C0">
        <w:rPr>
          <w:color w:val="000000"/>
        </w:rPr>
        <w:t>zprávy o splnění oddlužení,</w:t>
      </w:r>
      <w:r w:rsidRPr="00185433">
        <w:rPr>
          <w:color w:val="000000"/>
        </w:rPr>
        <w:t xml:space="preserve"> popření pohledávky přihlášeným věřitelem, konečné </w:t>
      </w:r>
      <w:r w:rsidR="00701969">
        <w:rPr>
          <w:color w:val="000000"/>
        </w:rPr>
        <w:t>zprávy a zprávy o </w:t>
      </w:r>
      <w:r w:rsidRPr="00185433">
        <w:rPr>
          <w:color w:val="000000"/>
        </w:rPr>
        <w:t>plnění reorganizačního plánu, dále náležitosti záznamu podle § 85, výzvy k podávání přihlášek pohledávek, vyrozumění o soupisu, reorganizačního plánu a zprávy o reorganizačním plánu a dále náležitosti manipulace s přihláškami pohledávek, pravidla pro jejich úschovu a nahlížení do nich,</w:t>
      </w:r>
    </w:p>
    <w:p w14:paraId="249837D7"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b)</w:t>
      </w:r>
      <w:r w:rsidRPr="00185433">
        <w:rPr>
          <w:color w:val="000000"/>
        </w:rPr>
        <w:t> způsob určení odměny a některých hotových výdajů insolvenčního správce, jejich nejvyšší přípustnou výši a podmínky a rozsah hrazení odměny a hotových výdajů státem,</w:t>
      </w:r>
    </w:p>
    <w:p w14:paraId="7EA2F5A3"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c)</w:t>
      </w:r>
      <w:r w:rsidRPr="00185433">
        <w:rPr>
          <w:color w:val="000000"/>
        </w:rPr>
        <w:t> způsob určení nutných výdajů a odměny členů a náhradníků věřitelského výboru a jejich nejvyšší přípustnou výši,</w:t>
      </w:r>
    </w:p>
    <w:p w14:paraId="4CB679CE"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d)</w:t>
      </w:r>
      <w:r w:rsidRPr="00185433">
        <w:rPr>
          <w:color w:val="000000"/>
        </w:rPr>
        <w:t> jednací řád pro insolvenční řízení,</w:t>
      </w:r>
    </w:p>
    <w:p w14:paraId="0F6BBCF7"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e)</w:t>
      </w:r>
      <w:r w:rsidRPr="00185433">
        <w:rPr>
          <w:color w:val="000000"/>
        </w:rPr>
        <w:t> formuláře elektronických podání a druhy formátů,</w:t>
      </w:r>
    </w:p>
    <w:p w14:paraId="333CFD23" w14:textId="053BC19F" w:rsidR="00612733" w:rsidRPr="00185433" w:rsidRDefault="00612733" w:rsidP="00612733">
      <w:pPr>
        <w:pStyle w:val="l5"/>
        <w:shd w:val="clear" w:color="auto" w:fill="FFFFFF"/>
        <w:spacing w:before="0" w:beforeAutospacing="0" w:after="120" w:afterAutospacing="0"/>
        <w:jc w:val="both"/>
        <w:rPr>
          <w:color w:val="000000"/>
        </w:rPr>
      </w:pPr>
      <w:r w:rsidRPr="00185433">
        <w:t>f)</w:t>
      </w:r>
      <w:r w:rsidRPr="00185433">
        <w:rPr>
          <w:color w:val="000000"/>
        </w:rPr>
        <w:t> obsah, rozsah a způsob sestavování výkazu stavu likvidity a výhledu vývoje likvidity a uspořádání, označování a obsahové vymezení jednotlivých položek majetku, závazků, nákladů, výnosů, příjmů a výdajů ve výkazu stavu likvidity a výhledu vývoje likvidity, délku období, na které se sestavuje výhled vývoje likvidity, požadavky na osoby, které</w:t>
      </w:r>
      <w:r w:rsidR="00701969">
        <w:rPr>
          <w:color w:val="000000"/>
        </w:rPr>
        <w:t xml:space="preserve"> jsou oprávněny k </w:t>
      </w:r>
      <w:r w:rsidRPr="00185433">
        <w:rPr>
          <w:color w:val="000000"/>
        </w:rPr>
        <w:t>sestavení výkazu stavu likvidity anebo výhledu vývoje likvidity,</w:t>
      </w:r>
    </w:p>
    <w:p w14:paraId="45C80467"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g)</w:t>
      </w:r>
      <w:r w:rsidRPr="00185433">
        <w:rPr>
          <w:color w:val="000000"/>
        </w:rPr>
        <w:t> obsah požadavků na plnění povinností insolvenčního správce stanovených v § 31, 36, 45, 136, 294, 313, 371, 373, 383, 385 a § 430a,</w:t>
      </w:r>
    </w:p>
    <w:p w14:paraId="255DB158" w14:textId="77777777" w:rsidR="00612733" w:rsidRPr="00185433" w:rsidRDefault="00612733" w:rsidP="00612733">
      <w:pPr>
        <w:pStyle w:val="l5"/>
        <w:shd w:val="clear" w:color="auto" w:fill="FFFFFF"/>
        <w:spacing w:before="0" w:beforeAutospacing="0" w:after="120" w:afterAutospacing="0"/>
        <w:jc w:val="both"/>
        <w:rPr>
          <w:color w:val="000000"/>
        </w:rPr>
      </w:pPr>
      <w:r w:rsidRPr="00185433">
        <w:t>h)</w:t>
      </w:r>
      <w:r w:rsidRPr="00185433">
        <w:rPr>
          <w:color w:val="000000"/>
        </w:rPr>
        <w:t> způsob určení hodnoty obydlí, které dlužník není povinen vydat ke zpeněžení.</w:t>
      </w:r>
    </w:p>
    <w:p w14:paraId="61AA1B14" w14:textId="29C58C26" w:rsidR="00761F39" w:rsidRDefault="00761F39" w:rsidP="00780CC1">
      <w:pPr>
        <w:ind w:firstLine="0"/>
      </w:pPr>
    </w:p>
    <w:sectPr w:rsidR="00761F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8A624" w14:textId="77777777" w:rsidR="00F60D2F" w:rsidRDefault="00F60D2F">
      <w:r>
        <w:separator/>
      </w:r>
    </w:p>
  </w:endnote>
  <w:endnote w:type="continuationSeparator" w:id="0">
    <w:p w14:paraId="7616B539" w14:textId="77777777" w:rsidR="00F60D2F" w:rsidRDefault="00F6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62C25" w14:textId="77777777" w:rsidR="00F60D2F" w:rsidRDefault="00F60D2F">
      <w:r>
        <w:separator/>
      </w:r>
    </w:p>
  </w:footnote>
  <w:footnote w:type="continuationSeparator" w:id="0">
    <w:p w14:paraId="0EAEAD61" w14:textId="77777777" w:rsidR="00F60D2F" w:rsidRDefault="00F60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33"/>
    <w:rsid w:val="00004445"/>
    <w:rsid w:val="000108C7"/>
    <w:rsid w:val="000128F5"/>
    <w:rsid w:val="000129A5"/>
    <w:rsid w:val="00016F21"/>
    <w:rsid w:val="00020A69"/>
    <w:rsid w:val="00026DF4"/>
    <w:rsid w:val="00032FCA"/>
    <w:rsid w:val="0003314C"/>
    <w:rsid w:val="00033C97"/>
    <w:rsid w:val="00036C95"/>
    <w:rsid w:val="00040DD2"/>
    <w:rsid w:val="00044B38"/>
    <w:rsid w:val="00057435"/>
    <w:rsid w:val="000621EF"/>
    <w:rsid w:val="000633C8"/>
    <w:rsid w:val="00065A2A"/>
    <w:rsid w:val="000704E1"/>
    <w:rsid w:val="00076F4F"/>
    <w:rsid w:val="00082D33"/>
    <w:rsid w:val="00083E85"/>
    <w:rsid w:val="00086ABA"/>
    <w:rsid w:val="0009141C"/>
    <w:rsid w:val="00093884"/>
    <w:rsid w:val="000A2F48"/>
    <w:rsid w:val="000A50AE"/>
    <w:rsid w:val="000A5D49"/>
    <w:rsid w:val="000B0B12"/>
    <w:rsid w:val="000B2F2E"/>
    <w:rsid w:val="000B3E6D"/>
    <w:rsid w:val="000B5342"/>
    <w:rsid w:val="000D4A50"/>
    <w:rsid w:val="000E390D"/>
    <w:rsid w:val="000F4A08"/>
    <w:rsid w:val="00102806"/>
    <w:rsid w:val="0010729D"/>
    <w:rsid w:val="0011192C"/>
    <w:rsid w:val="00120055"/>
    <w:rsid w:val="001305BE"/>
    <w:rsid w:val="00146D6C"/>
    <w:rsid w:val="001541AE"/>
    <w:rsid w:val="00161F44"/>
    <w:rsid w:val="0016236C"/>
    <w:rsid w:val="00163FFD"/>
    <w:rsid w:val="001664B3"/>
    <w:rsid w:val="0017054E"/>
    <w:rsid w:val="00174ACE"/>
    <w:rsid w:val="00176DC1"/>
    <w:rsid w:val="00180206"/>
    <w:rsid w:val="001A142D"/>
    <w:rsid w:val="001A1BDB"/>
    <w:rsid w:val="001A1E7A"/>
    <w:rsid w:val="001A53B1"/>
    <w:rsid w:val="001B3065"/>
    <w:rsid w:val="001C108F"/>
    <w:rsid w:val="001C51A5"/>
    <w:rsid w:val="001D0820"/>
    <w:rsid w:val="001E5BEB"/>
    <w:rsid w:val="001E5D0C"/>
    <w:rsid w:val="001E6B30"/>
    <w:rsid w:val="001F29E1"/>
    <w:rsid w:val="00204C10"/>
    <w:rsid w:val="002050DF"/>
    <w:rsid w:val="002061B1"/>
    <w:rsid w:val="002105CF"/>
    <w:rsid w:val="002121C9"/>
    <w:rsid w:val="00212660"/>
    <w:rsid w:val="00212DA6"/>
    <w:rsid w:val="0021467F"/>
    <w:rsid w:val="0021587A"/>
    <w:rsid w:val="002218E6"/>
    <w:rsid w:val="00224208"/>
    <w:rsid w:val="00225261"/>
    <w:rsid w:val="0022553A"/>
    <w:rsid w:val="0023524B"/>
    <w:rsid w:val="002363A2"/>
    <w:rsid w:val="00236462"/>
    <w:rsid w:val="00240FD0"/>
    <w:rsid w:val="00242345"/>
    <w:rsid w:val="0024602F"/>
    <w:rsid w:val="00246759"/>
    <w:rsid w:val="002479C9"/>
    <w:rsid w:val="00254077"/>
    <w:rsid w:val="00256CF7"/>
    <w:rsid w:val="002A0165"/>
    <w:rsid w:val="002A5272"/>
    <w:rsid w:val="002B2872"/>
    <w:rsid w:val="002B38C0"/>
    <w:rsid w:val="002B48C7"/>
    <w:rsid w:val="002B7808"/>
    <w:rsid w:val="002B7989"/>
    <w:rsid w:val="002C735E"/>
    <w:rsid w:val="002D0378"/>
    <w:rsid w:val="002D1E53"/>
    <w:rsid w:val="002E0ADE"/>
    <w:rsid w:val="002E0D75"/>
    <w:rsid w:val="002E4A33"/>
    <w:rsid w:val="002F206B"/>
    <w:rsid w:val="002F2ACC"/>
    <w:rsid w:val="00301810"/>
    <w:rsid w:val="003043F0"/>
    <w:rsid w:val="003069D9"/>
    <w:rsid w:val="003076EC"/>
    <w:rsid w:val="00316223"/>
    <w:rsid w:val="00316330"/>
    <w:rsid w:val="00320603"/>
    <w:rsid w:val="0032514A"/>
    <w:rsid w:val="00326FA1"/>
    <w:rsid w:val="003441F8"/>
    <w:rsid w:val="00345F1C"/>
    <w:rsid w:val="00351B6A"/>
    <w:rsid w:val="0035623F"/>
    <w:rsid w:val="00356724"/>
    <w:rsid w:val="0037085A"/>
    <w:rsid w:val="0037123D"/>
    <w:rsid w:val="00371431"/>
    <w:rsid w:val="00375451"/>
    <w:rsid w:val="0037631C"/>
    <w:rsid w:val="00383F86"/>
    <w:rsid w:val="00391794"/>
    <w:rsid w:val="00392CF8"/>
    <w:rsid w:val="003C2B4A"/>
    <w:rsid w:val="003C3130"/>
    <w:rsid w:val="003C3263"/>
    <w:rsid w:val="003D12DF"/>
    <w:rsid w:val="003F16DE"/>
    <w:rsid w:val="003F5016"/>
    <w:rsid w:val="003F51FB"/>
    <w:rsid w:val="003F7A98"/>
    <w:rsid w:val="00400B12"/>
    <w:rsid w:val="004102B9"/>
    <w:rsid w:val="00413F39"/>
    <w:rsid w:val="0041485E"/>
    <w:rsid w:val="00431324"/>
    <w:rsid w:val="004379C8"/>
    <w:rsid w:val="00443FDE"/>
    <w:rsid w:val="0044495A"/>
    <w:rsid w:val="00444976"/>
    <w:rsid w:val="00451706"/>
    <w:rsid w:val="0045479B"/>
    <w:rsid w:val="004562FB"/>
    <w:rsid w:val="00460A91"/>
    <w:rsid w:val="00463B76"/>
    <w:rsid w:val="00472A88"/>
    <w:rsid w:val="004819DD"/>
    <w:rsid w:val="00484808"/>
    <w:rsid w:val="00490A97"/>
    <w:rsid w:val="004A37FD"/>
    <w:rsid w:val="004B7D23"/>
    <w:rsid w:val="004D6BC6"/>
    <w:rsid w:val="004D7022"/>
    <w:rsid w:val="004E5D50"/>
    <w:rsid w:val="004E7347"/>
    <w:rsid w:val="004F1B66"/>
    <w:rsid w:val="004F6041"/>
    <w:rsid w:val="00500108"/>
    <w:rsid w:val="005265B8"/>
    <w:rsid w:val="00530425"/>
    <w:rsid w:val="00531117"/>
    <w:rsid w:val="005541FC"/>
    <w:rsid w:val="0056403B"/>
    <w:rsid w:val="00567930"/>
    <w:rsid w:val="00567C7D"/>
    <w:rsid w:val="00572095"/>
    <w:rsid w:val="005830AA"/>
    <w:rsid w:val="005832B4"/>
    <w:rsid w:val="005A0B4B"/>
    <w:rsid w:val="005A4913"/>
    <w:rsid w:val="005A6AFA"/>
    <w:rsid w:val="005B4045"/>
    <w:rsid w:val="005B7B2C"/>
    <w:rsid w:val="005C20EE"/>
    <w:rsid w:val="005D2E7F"/>
    <w:rsid w:val="005D343C"/>
    <w:rsid w:val="005E02D9"/>
    <w:rsid w:val="005E6D6A"/>
    <w:rsid w:val="005F2C42"/>
    <w:rsid w:val="006029DE"/>
    <w:rsid w:val="00604E6E"/>
    <w:rsid w:val="00612733"/>
    <w:rsid w:val="00615161"/>
    <w:rsid w:val="00631242"/>
    <w:rsid w:val="00636DA4"/>
    <w:rsid w:val="006445F7"/>
    <w:rsid w:val="0064487B"/>
    <w:rsid w:val="00645102"/>
    <w:rsid w:val="006503F6"/>
    <w:rsid w:val="00650DCD"/>
    <w:rsid w:val="00653FD9"/>
    <w:rsid w:val="006911CD"/>
    <w:rsid w:val="006935DF"/>
    <w:rsid w:val="006954C6"/>
    <w:rsid w:val="00695FE9"/>
    <w:rsid w:val="0069790E"/>
    <w:rsid w:val="006A50C8"/>
    <w:rsid w:val="006B195A"/>
    <w:rsid w:val="006B3F86"/>
    <w:rsid w:val="006B4C48"/>
    <w:rsid w:val="006C08EE"/>
    <w:rsid w:val="006C279E"/>
    <w:rsid w:val="006C63CD"/>
    <w:rsid w:val="006C69A9"/>
    <w:rsid w:val="006D5D6D"/>
    <w:rsid w:val="006E40F4"/>
    <w:rsid w:val="00701969"/>
    <w:rsid w:val="0070557B"/>
    <w:rsid w:val="0071416E"/>
    <w:rsid w:val="0072199B"/>
    <w:rsid w:val="007233DB"/>
    <w:rsid w:val="00723B90"/>
    <w:rsid w:val="00724FD3"/>
    <w:rsid w:val="00725613"/>
    <w:rsid w:val="00730455"/>
    <w:rsid w:val="00732597"/>
    <w:rsid w:val="00732963"/>
    <w:rsid w:val="0073422B"/>
    <w:rsid w:val="0073589D"/>
    <w:rsid w:val="00735A74"/>
    <w:rsid w:val="00741168"/>
    <w:rsid w:val="00743735"/>
    <w:rsid w:val="00744259"/>
    <w:rsid w:val="00745A85"/>
    <w:rsid w:val="00746978"/>
    <w:rsid w:val="00746B70"/>
    <w:rsid w:val="00761F39"/>
    <w:rsid w:val="0076764C"/>
    <w:rsid w:val="007741A3"/>
    <w:rsid w:val="00775496"/>
    <w:rsid w:val="007759D8"/>
    <w:rsid w:val="00780CC1"/>
    <w:rsid w:val="00784423"/>
    <w:rsid w:val="00785FFA"/>
    <w:rsid w:val="00796BB3"/>
    <w:rsid w:val="007A135D"/>
    <w:rsid w:val="007B1768"/>
    <w:rsid w:val="007B18AE"/>
    <w:rsid w:val="007B4877"/>
    <w:rsid w:val="007B66B8"/>
    <w:rsid w:val="007B7861"/>
    <w:rsid w:val="007C1F08"/>
    <w:rsid w:val="007C1F12"/>
    <w:rsid w:val="007E2F80"/>
    <w:rsid w:val="007F14D1"/>
    <w:rsid w:val="007F74B0"/>
    <w:rsid w:val="00800891"/>
    <w:rsid w:val="00802B68"/>
    <w:rsid w:val="0080625F"/>
    <w:rsid w:val="00812B1A"/>
    <w:rsid w:val="00812D4C"/>
    <w:rsid w:val="008177AE"/>
    <w:rsid w:val="008212FF"/>
    <w:rsid w:val="00830BCE"/>
    <w:rsid w:val="00832CED"/>
    <w:rsid w:val="0084144D"/>
    <w:rsid w:val="00843F45"/>
    <w:rsid w:val="008557C8"/>
    <w:rsid w:val="00860BD5"/>
    <w:rsid w:val="00861DCC"/>
    <w:rsid w:val="00863E83"/>
    <w:rsid w:val="00864D2E"/>
    <w:rsid w:val="0087394E"/>
    <w:rsid w:val="00876467"/>
    <w:rsid w:val="00885DC7"/>
    <w:rsid w:val="00890316"/>
    <w:rsid w:val="008A3437"/>
    <w:rsid w:val="008A467C"/>
    <w:rsid w:val="008B4EE3"/>
    <w:rsid w:val="008C67C3"/>
    <w:rsid w:val="008C6B78"/>
    <w:rsid w:val="008D0FE7"/>
    <w:rsid w:val="008D2731"/>
    <w:rsid w:val="008E33A2"/>
    <w:rsid w:val="008E3729"/>
    <w:rsid w:val="008E3DA0"/>
    <w:rsid w:val="008F2E6E"/>
    <w:rsid w:val="008F2FD7"/>
    <w:rsid w:val="009007C5"/>
    <w:rsid w:val="0091317D"/>
    <w:rsid w:val="00922E77"/>
    <w:rsid w:val="00924AA8"/>
    <w:rsid w:val="009273E6"/>
    <w:rsid w:val="00933680"/>
    <w:rsid w:val="009339E1"/>
    <w:rsid w:val="00941721"/>
    <w:rsid w:val="0094535C"/>
    <w:rsid w:val="00945FA3"/>
    <w:rsid w:val="00950D35"/>
    <w:rsid w:val="009519C1"/>
    <w:rsid w:val="0095692C"/>
    <w:rsid w:val="0095780D"/>
    <w:rsid w:val="00964387"/>
    <w:rsid w:val="009644BE"/>
    <w:rsid w:val="009702BC"/>
    <w:rsid w:val="00970786"/>
    <w:rsid w:val="00972286"/>
    <w:rsid w:val="00984FEE"/>
    <w:rsid w:val="00993534"/>
    <w:rsid w:val="009A0A29"/>
    <w:rsid w:val="009A14EE"/>
    <w:rsid w:val="009A1C0F"/>
    <w:rsid w:val="009A6360"/>
    <w:rsid w:val="009A69A3"/>
    <w:rsid w:val="009B1B39"/>
    <w:rsid w:val="009B2126"/>
    <w:rsid w:val="009B75D6"/>
    <w:rsid w:val="009C3359"/>
    <w:rsid w:val="00A0275E"/>
    <w:rsid w:val="00A030A7"/>
    <w:rsid w:val="00A075BD"/>
    <w:rsid w:val="00A16FEB"/>
    <w:rsid w:val="00A17410"/>
    <w:rsid w:val="00A22842"/>
    <w:rsid w:val="00A34E4E"/>
    <w:rsid w:val="00A46A42"/>
    <w:rsid w:val="00A52CFB"/>
    <w:rsid w:val="00A5360D"/>
    <w:rsid w:val="00A57541"/>
    <w:rsid w:val="00A619D0"/>
    <w:rsid w:val="00A6245B"/>
    <w:rsid w:val="00A626D8"/>
    <w:rsid w:val="00A64B59"/>
    <w:rsid w:val="00A65339"/>
    <w:rsid w:val="00A836B1"/>
    <w:rsid w:val="00A846D5"/>
    <w:rsid w:val="00A84B91"/>
    <w:rsid w:val="00A852DD"/>
    <w:rsid w:val="00AA03E2"/>
    <w:rsid w:val="00AA42F8"/>
    <w:rsid w:val="00AA4F02"/>
    <w:rsid w:val="00AB5B12"/>
    <w:rsid w:val="00AB69A3"/>
    <w:rsid w:val="00AB73F4"/>
    <w:rsid w:val="00AB7751"/>
    <w:rsid w:val="00AC1CF8"/>
    <w:rsid w:val="00AD0BE9"/>
    <w:rsid w:val="00AD7F53"/>
    <w:rsid w:val="00AE2963"/>
    <w:rsid w:val="00AE4A70"/>
    <w:rsid w:val="00AF2ECA"/>
    <w:rsid w:val="00AF4D9F"/>
    <w:rsid w:val="00AF7174"/>
    <w:rsid w:val="00B03AC2"/>
    <w:rsid w:val="00B342AA"/>
    <w:rsid w:val="00B34636"/>
    <w:rsid w:val="00B35792"/>
    <w:rsid w:val="00B400A2"/>
    <w:rsid w:val="00B4224A"/>
    <w:rsid w:val="00B45B64"/>
    <w:rsid w:val="00B50DD8"/>
    <w:rsid w:val="00B63928"/>
    <w:rsid w:val="00B67DEE"/>
    <w:rsid w:val="00B81B66"/>
    <w:rsid w:val="00B94181"/>
    <w:rsid w:val="00BA20E8"/>
    <w:rsid w:val="00BA4CEB"/>
    <w:rsid w:val="00BB0D10"/>
    <w:rsid w:val="00BB12E1"/>
    <w:rsid w:val="00BB17D9"/>
    <w:rsid w:val="00BB4B20"/>
    <w:rsid w:val="00BB7192"/>
    <w:rsid w:val="00BC0572"/>
    <w:rsid w:val="00BC40E4"/>
    <w:rsid w:val="00BC4E36"/>
    <w:rsid w:val="00BC71B8"/>
    <w:rsid w:val="00BD0319"/>
    <w:rsid w:val="00BD1862"/>
    <w:rsid w:val="00BE620C"/>
    <w:rsid w:val="00BF106C"/>
    <w:rsid w:val="00BF5E67"/>
    <w:rsid w:val="00BF70B2"/>
    <w:rsid w:val="00C078CE"/>
    <w:rsid w:val="00C122FF"/>
    <w:rsid w:val="00C16C11"/>
    <w:rsid w:val="00C3389A"/>
    <w:rsid w:val="00C362C8"/>
    <w:rsid w:val="00C36E3B"/>
    <w:rsid w:val="00C43B0B"/>
    <w:rsid w:val="00C44682"/>
    <w:rsid w:val="00C518AE"/>
    <w:rsid w:val="00C51AC3"/>
    <w:rsid w:val="00C53387"/>
    <w:rsid w:val="00C56928"/>
    <w:rsid w:val="00C56BFD"/>
    <w:rsid w:val="00C601A2"/>
    <w:rsid w:val="00C6433D"/>
    <w:rsid w:val="00C713F5"/>
    <w:rsid w:val="00C80BEE"/>
    <w:rsid w:val="00C91B37"/>
    <w:rsid w:val="00C92F4D"/>
    <w:rsid w:val="00CA0036"/>
    <w:rsid w:val="00CB5A3C"/>
    <w:rsid w:val="00CB7C81"/>
    <w:rsid w:val="00CC512E"/>
    <w:rsid w:val="00CD5EE6"/>
    <w:rsid w:val="00CD7320"/>
    <w:rsid w:val="00CE314A"/>
    <w:rsid w:val="00CF1510"/>
    <w:rsid w:val="00D00454"/>
    <w:rsid w:val="00D0278B"/>
    <w:rsid w:val="00D03029"/>
    <w:rsid w:val="00D03513"/>
    <w:rsid w:val="00D0529B"/>
    <w:rsid w:val="00D119D8"/>
    <w:rsid w:val="00D15972"/>
    <w:rsid w:val="00D24B42"/>
    <w:rsid w:val="00D27CE5"/>
    <w:rsid w:val="00D310FC"/>
    <w:rsid w:val="00D31775"/>
    <w:rsid w:val="00D36E9B"/>
    <w:rsid w:val="00D405A9"/>
    <w:rsid w:val="00D42D15"/>
    <w:rsid w:val="00D42DE9"/>
    <w:rsid w:val="00D47055"/>
    <w:rsid w:val="00D6309E"/>
    <w:rsid w:val="00D719E2"/>
    <w:rsid w:val="00D73304"/>
    <w:rsid w:val="00D74DE5"/>
    <w:rsid w:val="00D77708"/>
    <w:rsid w:val="00D81C04"/>
    <w:rsid w:val="00D83F92"/>
    <w:rsid w:val="00D8595B"/>
    <w:rsid w:val="00D94784"/>
    <w:rsid w:val="00DA01B6"/>
    <w:rsid w:val="00DA0FBB"/>
    <w:rsid w:val="00DA2C38"/>
    <w:rsid w:val="00DA65D0"/>
    <w:rsid w:val="00DA6B36"/>
    <w:rsid w:val="00DB1FF3"/>
    <w:rsid w:val="00DC020C"/>
    <w:rsid w:val="00DC2776"/>
    <w:rsid w:val="00DD1283"/>
    <w:rsid w:val="00DD6FEF"/>
    <w:rsid w:val="00DE3D0A"/>
    <w:rsid w:val="00DE5776"/>
    <w:rsid w:val="00DF06C3"/>
    <w:rsid w:val="00DF6603"/>
    <w:rsid w:val="00DF6D04"/>
    <w:rsid w:val="00E03136"/>
    <w:rsid w:val="00E23493"/>
    <w:rsid w:val="00E23D10"/>
    <w:rsid w:val="00E36452"/>
    <w:rsid w:val="00E46750"/>
    <w:rsid w:val="00E767F6"/>
    <w:rsid w:val="00E802E2"/>
    <w:rsid w:val="00E86208"/>
    <w:rsid w:val="00E8633C"/>
    <w:rsid w:val="00EA0703"/>
    <w:rsid w:val="00EB3880"/>
    <w:rsid w:val="00EB4929"/>
    <w:rsid w:val="00EB4973"/>
    <w:rsid w:val="00EC3D71"/>
    <w:rsid w:val="00EC6890"/>
    <w:rsid w:val="00EF0352"/>
    <w:rsid w:val="00EF1165"/>
    <w:rsid w:val="00EF187C"/>
    <w:rsid w:val="00EF5AEB"/>
    <w:rsid w:val="00F00C54"/>
    <w:rsid w:val="00F03FAB"/>
    <w:rsid w:val="00F05718"/>
    <w:rsid w:val="00F07290"/>
    <w:rsid w:val="00F52083"/>
    <w:rsid w:val="00F567B1"/>
    <w:rsid w:val="00F60D2F"/>
    <w:rsid w:val="00F6368A"/>
    <w:rsid w:val="00F63A1C"/>
    <w:rsid w:val="00F64D9A"/>
    <w:rsid w:val="00F7556F"/>
    <w:rsid w:val="00F82038"/>
    <w:rsid w:val="00F90CB9"/>
    <w:rsid w:val="00F91DC4"/>
    <w:rsid w:val="00F957CA"/>
    <w:rsid w:val="00F96596"/>
    <w:rsid w:val="00FA10E9"/>
    <w:rsid w:val="00FC3E4A"/>
    <w:rsid w:val="00FC78BD"/>
    <w:rsid w:val="00FE1110"/>
    <w:rsid w:val="00FE13B0"/>
    <w:rsid w:val="00FE3A25"/>
    <w:rsid w:val="00FE630D"/>
    <w:rsid w:val="00FF00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7A69"/>
  <w15:chartTrackingRefBased/>
  <w15:docId w15:val="{F0758054-B52F-4ACC-98D2-50A5E25C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2733"/>
    <w:pPr>
      <w:spacing w:after="0" w:line="240" w:lineRule="auto"/>
      <w:ind w:firstLine="567"/>
      <w:jc w:val="both"/>
    </w:pPr>
    <w:rPr>
      <w:rFonts w:ascii="Times New Roman" w:eastAsia="Calibri" w:hAnsi="Times New Roman" w:cs="Times New Roman"/>
      <w:sz w:val="24"/>
    </w:rPr>
  </w:style>
  <w:style w:type="paragraph" w:styleId="Nadpis2">
    <w:name w:val="heading 2"/>
    <w:basedOn w:val="Normln"/>
    <w:next w:val="Normln"/>
    <w:link w:val="Nadpis2Char"/>
    <w:uiPriority w:val="9"/>
    <w:semiHidden/>
    <w:unhideWhenUsed/>
    <w:qFormat/>
    <w:rsid w:val="004819D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819DD"/>
    <w:pPr>
      <w:spacing w:before="100" w:beforeAutospacing="1" w:after="100" w:afterAutospacing="1"/>
      <w:ind w:firstLine="0"/>
      <w:jc w:val="left"/>
      <w:outlineLvl w:val="2"/>
    </w:pPr>
    <w:rPr>
      <w:rFonts w:eastAsia="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12733"/>
    <w:rPr>
      <w:sz w:val="16"/>
      <w:szCs w:val="16"/>
    </w:rPr>
  </w:style>
  <w:style w:type="paragraph" w:styleId="Textkomente">
    <w:name w:val="annotation text"/>
    <w:basedOn w:val="Normln"/>
    <w:link w:val="TextkomenteChar"/>
    <w:uiPriority w:val="99"/>
    <w:semiHidden/>
    <w:unhideWhenUsed/>
    <w:rsid w:val="00612733"/>
    <w:rPr>
      <w:sz w:val="20"/>
      <w:szCs w:val="20"/>
    </w:rPr>
  </w:style>
  <w:style w:type="character" w:customStyle="1" w:styleId="TextkomenteChar">
    <w:name w:val="Text komentáře Char"/>
    <w:basedOn w:val="Standardnpsmoodstavce"/>
    <w:link w:val="Textkomente"/>
    <w:uiPriority w:val="99"/>
    <w:semiHidden/>
    <w:rsid w:val="00612733"/>
    <w:rPr>
      <w:rFonts w:ascii="Times New Roman" w:eastAsia="Calibri" w:hAnsi="Times New Roman" w:cs="Times New Roman"/>
      <w:sz w:val="20"/>
      <w:szCs w:val="20"/>
    </w:rPr>
  </w:style>
  <w:style w:type="paragraph" w:customStyle="1" w:styleId="l4">
    <w:name w:val="l4"/>
    <w:basedOn w:val="Normln"/>
    <w:rsid w:val="00612733"/>
    <w:pPr>
      <w:spacing w:before="100" w:beforeAutospacing="1" w:after="100" w:afterAutospacing="1"/>
      <w:ind w:firstLine="0"/>
      <w:jc w:val="left"/>
    </w:pPr>
    <w:rPr>
      <w:rFonts w:eastAsia="Times New Roman"/>
      <w:szCs w:val="24"/>
      <w:lang w:eastAsia="cs-CZ"/>
    </w:rPr>
  </w:style>
  <w:style w:type="paragraph" w:customStyle="1" w:styleId="l5">
    <w:name w:val="l5"/>
    <w:basedOn w:val="Normln"/>
    <w:rsid w:val="00612733"/>
    <w:pPr>
      <w:spacing w:before="100" w:beforeAutospacing="1" w:after="100" w:afterAutospacing="1"/>
      <w:ind w:firstLine="0"/>
      <w:jc w:val="left"/>
    </w:pPr>
    <w:rPr>
      <w:rFonts w:eastAsia="Times New Roman"/>
      <w:szCs w:val="24"/>
      <w:lang w:eastAsia="cs-CZ"/>
    </w:rPr>
  </w:style>
  <w:style w:type="character" w:styleId="PromnnHTML">
    <w:name w:val="HTML Variable"/>
    <w:basedOn w:val="Standardnpsmoodstavce"/>
    <w:uiPriority w:val="99"/>
    <w:semiHidden/>
    <w:unhideWhenUsed/>
    <w:rsid w:val="00612733"/>
    <w:rPr>
      <w:i/>
      <w:iCs/>
    </w:rPr>
  </w:style>
  <w:style w:type="paragraph" w:styleId="Zhlav">
    <w:name w:val="header"/>
    <w:basedOn w:val="Normln"/>
    <w:link w:val="ZhlavChar"/>
    <w:uiPriority w:val="99"/>
    <w:unhideWhenUsed/>
    <w:rsid w:val="00612733"/>
    <w:pPr>
      <w:tabs>
        <w:tab w:val="center" w:pos="4536"/>
        <w:tab w:val="right" w:pos="9072"/>
      </w:tabs>
    </w:pPr>
  </w:style>
  <w:style w:type="character" w:customStyle="1" w:styleId="ZhlavChar">
    <w:name w:val="Záhlaví Char"/>
    <w:basedOn w:val="Standardnpsmoodstavce"/>
    <w:link w:val="Zhlav"/>
    <w:uiPriority w:val="99"/>
    <w:rsid w:val="00612733"/>
    <w:rPr>
      <w:rFonts w:ascii="Times New Roman" w:eastAsia="Calibri" w:hAnsi="Times New Roman" w:cs="Times New Roman"/>
      <w:sz w:val="24"/>
    </w:rPr>
  </w:style>
  <w:style w:type="paragraph" w:styleId="Zpat">
    <w:name w:val="footer"/>
    <w:basedOn w:val="Normln"/>
    <w:link w:val="ZpatChar"/>
    <w:uiPriority w:val="99"/>
    <w:unhideWhenUsed/>
    <w:rsid w:val="00612733"/>
    <w:pPr>
      <w:tabs>
        <w:tab w:val="center" w:pos="4536"/>
        <w:tab w:val="right" w:pos="9072"/>
      </w:tabs>
    </w:pPr>
  </w:style>
  <w:style w:type="character" w:customStyle="1" w:styleId="ZpatChar">
    <w:name w:val="Zápatí Char"/>
    <w:basedOn w:val="Standardnpsmoodstavce"/>
    <w:link w:val="Zpat"/>
    <w:uiPriority w:val="99"/>
    <w:rsid w:val="00612733"/>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6127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12733"/>
    <w:rPr>
      <w:rFonts w:ascii="Segoe UI" w:eastAsia="Calibri" w:hAnsi="Segoe UI" w:cs="Segoe UI"/>
      <w:sz w:val="18"/>
      <w:szCs w:val="18"/>
    </w:rPr>
  </w:style>
  <w:style w:type="paragraph" w:styleId="Pedmtkomente">
    <w:name w:val="annotation subject"/>
    <w:basedOn w:val="Textkomente"/>
    <w:next w:val="Textkomente"/>
    <w:link w:val="PedmtkomenteChar"/>
    <w:uiPriority w:val="99"/>
    <w:semiHidden/>
    <w:unhideWhenUsed/>
    <w:rsid w:val="00B45B64"/>
    <w:rPr>
      <w:b/>
      <w:bCs/>
    </w:rPr>
  </w:style>
  <w:style w:type="character" w:customStyle="1" w:styleId="PedmtkomenteChar">
    <w:name w:val="Předmět komentáře Char"/>
    <w:basedOn w:val="TextkomenteChar"/>
    <w:link w:val="Pedmtkomente"/>
    <w:uiPriority w:val="99"/>
    <w:semiHidden/>
    <w:rsid w:val="00B45B64"/>
    <w:rPr>
      <w:rFonts w:ascii="Times New Roman" w:eastAsia="Calibri" w:hAnsi="Times New Roman" w:cs="Times New Roman"/>
      <w:b/>
      <w:bCs/>
      <w:sz w:val="20"/>
      <w:szCs w:val="20"/>
    </w:rPr>
  </w:style>
  <w:style w:type="character" w:customStyle="1" w:styleId="Nadpis3Char">
    <w:name w:val="Nadpis 3 Char"/>
    <w:basedOn w:val="Standardnpsmoodstavce"/>
    <w:link w:val="Nadpis3"/>
    <w:uiPriority w:val="9"/>
    <w:rsid w:val="004819DD"/>
    <w:rPr>
      <w:rFonts w:ascii="Times New Roman" w:eastAsia="Times New Roman" w:hAnsi="Times New Roman" w:cs="Times New Roman"/>
      <w:b/>
      <w:bCs/>
      <w:sz w:val="27"/>
      <w:szCs w:val="27"/>
      <w:lang w:eastAsia="cs-CZ"/>
    </w:rPr>
  </w:style>
  <w:style w:type="paragraph" w:customStyle="1" w:styleId="l6">
    <w:name w:val="l6"/>
    <w:basedOn w:val="Normln"/>
    <w:rsid w:val="004819DD"/>
    <w:pPr>
      <w:spacing w:before="100" w:beforeAutospacing="1" w:after="100" w:afterAutospacing="1"/>
      <w:ind w:firstLine="0"/>
      <w:jc w:val="left"/>
    </w:pPr>
    <w:rPr>
      <w:rFonts w:eastAsia="Times New Roman"/>
      <w:szCs w:val="24"/>
      <w:lang w:eastAsia="cs-CZ"/>
    </w:rPr>
  </w:style>
  <w:style w:type="character" w:styleId="Hypertextovodkaz">
    <w:name w:val="Hyperlink"/>
    <w:basedOn w:val="Standardnpsmoodstavce"/>
    <w:uiPriority w:val="99"/>
    <w:semiHidden/>
    <w:unhideWhenUsed/>
    <w:rsid w:val="004819DD"/>
    <w:rPr>
      <w:color w:val="0000FF"/>
      <w:u w:val="single"/>
    </w:rPr>
  </w:style>
  <w:style w:type="character" w:customStyle="1" w:styleId="Nadpis2Char">
    <w:name w:val="Nadpis 2 Char"/>
    <w:basedOn w:val="Standardnpsmoodstavce"/>
    <w:link w:val="Nadpis2"/>
    <w:uiPriority w:val="9"/>
    <w:rsid w:val="004819DD"/>
    <w:rPr>
      <w:rFonts w:asciiTheme="majorHAnsi" w:eastAsiaTheme="majorEastAsia" w:hAnsiTheme="majorHAnsi" w:cstheme="majorBidi"/>
      <w:color w:val="2E74B5" w:themeColor="accent1" w:themeShade="BF"/>
      <w:sz w:val="26"/>
      <w:szCs w:val="26"/>
    </w:rPr>
  </w:style>
  <w:style w:type="paragraph" w:styleId="Revize">
    <w:name w:val="Revision"/>
    <w:hidden/>
    <w:uiPriority w:val="99"/>
    <w:semiHidden/>
    <w:rsid w:val="00A64B59"/>
    <w:pPr>
      <w:spacing w:after="0" w:line="240" w:lineRule="auto"/>
    </w:pPr>
    <w:rPr>
      <w:rFonts w:ascii="Times New Roman" w:eastAsia="Calibri" w:hAnsi="Times New Roman" w:cs="Times New Roman"/>
      <w:sz w:val="24"/>
    </w:rPr>
  </w:style>
  <w:style w:type="character" w:customStyle="1" w:styleId="footnote">
    <w:name w:val="footnote"/>
    <w:basedOn w:val="Standardnpsmoodstavce"/>
    <w:rsid w:val="00A846D5"/>
  </w:style>
  <w:style w:type="paragraph" w:customStyle="1" w:styleId="l3">
    <w:name w:val="l3"/>
    <w:basedOn w:val="Normln"/>
    <w:rsid w:val="00BC4E36"/>
    <w:pPr>
      <w:spacing w:before="100" w:beforeAutospacing="1" w:after="100" w:afterAutospacing="1"/>
      <w:ind w:firstLine="0"/>
      <w:jc w:val="left"/>
    </w:pPr>
    <w:rPr>
      <w:rFonts w:eastAsia="Times New Roman"/>
      <w:szCs w:val="24"/>
      <w:lang w:eastAsia="cs-CZ"/>
    </w:rPr>
  </w:style>
  <w:style w:type="paragraph" w:customStyle="1" w:styleId="Ustanoven">
    <w:name w:val="Ustanovení"/>
    <w:basedOn w:val="Normln"/>
    <w:link w:val="UstanovenChar"/>
    <w:rsid w:val="0035623F"/>
    <w:pPr>
      <w:spacing w:before="100" w:beforeAutospacing="1" w:after="100" w:afterAutospacing="1"/>
      <w:ind w:firstLine="708"/>
    </w:pPr>
    <w:rPr>
      <w:rFonts w:eastAsia="Times New Roman"/>
      <w:szCs w:val="24"/>
    </w:rPr>
  </w:style>
  <w:style w:type="character" w:customStyle="1" w:styleId="UstanovenChar">
    <w:name w:val="Ustanovení Char"/>
    <w:link w:val="Ustanoven"/>
    <w:rsid w:val="0035623F"/>
    <w:rPr>
      <w:rFonts w:ascii="Times New Roman" w:eastAsia="Times New Roman" w:hAnsi="Times New Roman" w:cs="Times New Roman"/>
      <w:sz w:val="24"/>
      <w:szCs w:val="24"/>
    </w:rPr>
  </w:style>
  <w:style w:type="character" w:customStyle="1" w:styleId="normln0">
    <w:name w:val="normln"/>
    <w:basedOn w:val="Standardnpsmoodstavce"/>
    <w:rsid w:val="00CF15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485347">
      <w:bodyDiv w:val="1"/>
      <w:marLeft w:val="0"/>
      <w:marRight w:val="0"/>
      <w:marTop w:val="0"/>
      <w:marBottom w:val="0"/>
      <w:divBdr>
        <w:top w:val="none" w:sz="0" w:space="0" w:color="auto"/>
        <w:left w:val="none" w:sz="0" w:space="0" w:color="auto"/>
        <w:bottom w:val="none" w:sz="0" w:space="0" w:color="auto"/>
        <w:right w:val="none" w:sz="0" w:space="0" w:color="auto"/>
      </w:divBdr>
    </w:div>
    <w:div w:id="999426679">
      <w:bodyDiv w:val="1"/>
      <w:marLeft w:val="0"/>
      <w:marRight w:val="0"/>
      <w:marTop w:val="0"/>
      <w:marBottom w:val="0"/>
      <w:divBdr>
        <w:top w:val="none" w:sz="0" w:space="0" w:color="auto"/>
        <w:left w:val="none" w:sz="0" w:space="0" w:color="auto"/>
        <w:bottom w:val="none" w:sz="0" w:space="0" w:color="auto"/>
        <w:right w:val="none" w:sz="0" w:space="0" w:color="auto"/>
      </w:divBdr>
    </w:div>
    <w:div w:id="187688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zakonyprolidi.cz/cs/2006-18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D2F3D-379F-4B47-9E67-96BD70ED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4834E1E9</Template>
  <TotalTime>1</TotalTime>
  <Pages>15</Pages>
  <Words>6834</Words>
  <Characters>40324</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47064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Zezulka Ondřej Mgr.</dc:creator>
  <cp:keywords/>
  <dc:description/>
  <cp:lastModifiedBy>Janoušková Anežka JUDr.</cp:lastModifiedBy>
  <cp:revision>2</cp:revision>
  <dcterms:created xsi:type="dcterms:W3CDTF">2020-11-03T13:02:00Z</dcterms:created>
  <dcterms:modified xsi:type="dcterms:W3CDTF">2020-11-03T13:02:00Z</dcterms:modified>
</cp:coreProperties>
</file>