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C04E40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035CBF">
        <w:t>3</w:t>
      </w:r>
      <w:r w:rsidR="00857429">
        <w:t>1</w:t>
      </w:r>
      <w:r>
        <w:t>. schůze</w:t>
      </w:r>
    </w:p>
    <w:p w:rsidR="0018747B" w:rsidRDefault="00C04E40" w:rsidP="00415577">
      <w:pPr>
        <w:pStyle w:val="PS-hlavika1"/>
      </w:pPr>
      <w:r>
        <w:t>Výbor pro veřejnou správu a regionální rozvoj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EC79EE">
        <w:t>7</w:t>
      </w:r>
      <w:r>
        <w:t xml:space="preserve">. </w:t>
      </w:r>
      <w:r w:rsidR="00C04E40">
        <w:t>ří</w:t>
      </w:r>
      <w:r w:rsidR="008B751F">
        <w:t>jna</w:t>
      </w:r>
      <w:r>
        <w:t xml:space="preserve"> 201</w:t>
      </w:r>
      <w:r w:rsidR="00415577">
        <w:t>5</w:t>
      </w:r>
    </w:p>
    <w:p w:rsidR="000674EC" w:rsidRDefault="0018747B" w:rsidP="00415577">
      <w:pPr>
        <w:pStyle w:val="PS-msto"/>
      </w:pPr>
      <w:r>
        <w:t>v budově Poslanecké sněmovny, Sněmovní 4, 118 26 Praha 1</w:t>
      </w:r>
      <w:r w:rsidR="00415577">
        <w:br/>
      </w:r>
      <w:r>
        <w:t xml:space="preserve">místnost č. </w:t>
      </w:r>
      <w:r w:rsidR="00C04E40">
        <w:t>B 211</w:t>
      </w:r>
      <w:r>
        <w:t xml:space="preserve"> </w:t>
      </w:r>
    </w:p>
    <w:p w:rsidR="008C2A6B" w:rsidRPr="00AC7F3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řídila: PaedDr. Milada Halíková, předsedkyně výboru.</w:t>
      </w:r>
    </w:p>
    <w:p w:rsidR="002D61AB" w:rsidRDefault="002D61AB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EC79EE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Přítomni: p. </w:t>
      </w:r>
      <w:proofErr w:type="spellStart"/>
      <w:r w:rsidRPr="00AC7F3B">
        <w:rPr>
          <w:rFonts w:ascii="Times New Roman" w:hAnsi="Times New Roman"/>
          <w:sz w:val="24"/>
          <w:szCs w:val="24"/>
        </w:rPr>
        <w:t>posl</w:t>
      </w:r>
      <w:proofErr w:type="spellEnd"/>
      <w:r w:rsidRPr="00AC7F3B">
        <w:rPr>
          <w:rFonts w:ascii="Times New Roman" w:hAnsi="Times New Roman"/>
          <w:sz w:val="24"/>
          <w:szCs w:val="24"/>
        </w:rPr>
        <w:t>. Ada</w:t>
      </w:r>
      <w:r w:rsidR="008C2A6B" w:rsidRPr="00AC7F3B">
        <w:rPr>
          <w:rFonts w:ascii="Times New Roman" w:hAnsi="Times New Roman"/>
          <w:sz w:val="24"/>
          <w:szCs w:val="24"/>
        </w:rPr>
        <w:t xml:space="preserve">m, </w:t>
      </w:r>
      <w:proofErr w:type="spellStart"/>
      <w:r w:rsidR="008C2A6B" w:rsidRPr="00AC7F3B">
        <w:rPr>
          <w:rFonts w:ascii="Times New Roman" w:hAnsi="Times New Roman"/>
          <w:sz w:val="24"/>
          <w:szCs w:val="24"/>
        </w:rPr>
        <w:t>Berdychová</w:t>
      </w:r>
      <w:proofErr w:type="spellEnd"/>
      <w:r w:rsidR="008C2A6B" w:rsidRPr="00AC7F3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C2A6B" w:rsidRPr="00AC7F3B">
        <w:rPr>
          <w:rFonts w:ascii="Times New Roman" w:hAnsi="Times New Roman"/>
          <w:sz w:val="24"/>
          <w:szCs w:val="24"/>
        </w:rPr>
        <w:t>Berkovec</w:t>
      </w:r>
      <w:proofErr w:type="spellEnd"/>
      <w:r w:rsidR="008C2A6B" w:rsidRPr="00AC7F3B">
        <w:rPr>
          <w:rFonts w:ascii="Times New Roman" w:hAnsi="Times New Roman"/>
          <w:sz w:val="24"/>
          <w:szCs w:val="24"/>
        </w:rPr>
        <w:t xml:space="preserve">, </w:t>
      </w:r>
      <w:r w:rsidR="007C6A03">
        <w:rPr>
          <w:rFonts w:ascii="Times New Roman" w:hAnsi="Times New Roman"/>
          <w:sz w:val="24"/>
          <w:szCs w:val="24"/>
        </w:rPr>
        <w:t>Halíkova, Kl</w:t>
      </w:r>
      <w:r w:rsidR="008C2A6B" w:rsidRPr="00AC7F3B">
        <w:rPr>
          <w:rFonts w:ascii="Times New Roman" w:hAnsi="Times New Roman"/>
          <w:sz w:val="24"/>
          <w:szCs w:val="24"/>
        </w:rPr>
        <w:t xml:space="preserve">án, </w:t>
      </w:r>
      <w:r w:rsidR="007C6A03">
        <w:rPr>
          <w:rFonts w:ascii="Times New Roman" w:hAnsi="Times New Roman"/>
          <w:sz w:val="24"/>
          <w:szCs w:val="24"/>
        </w:rPr>
        <w:t>Kořenek</w:t>
      </w:r>
      <w:r w:rsidR="00B96271">
        <w:rPr>
          <w:rFonts w:ascii="Times New Roman" w:hAnsi="Times New Roman"/>
          <w:sz w:val="24"/>
          <w:szCs w:val="24"/>
        </w:rPr>
        <w:t>,</w:t>
      </w:r>
      <w:r w:rsidR="007C6A03">
        <w:rPr>
          <w:rFonts w:ascii="Times New Roman" w:hAnsi="Times New Roman"/>
          <w:sz w:val="24"/>
          <w:szCs w:val="24"/>
        </w:rPr>
        <w:t xml:space="preserve"> Ok</w:t>
      </w:r>
      <w:r w:rsidR="008C2A6B" w:rsidRPr="00AC7F3B">
        <w:rPr>
          <w:rFonts w:ascii="Times New Roman" w:hAnsi="Times New Roman"/>
          <w:sz w:val="24"/>
          <w:szCs w:val="24"/>
        </w:rPr>
        <w:t xml:space="preserve">leštěk, Petrů, Zahradníček. </w:t>
      </w:r>
    </w:p>
    <w:p w:rsidR="008C2A6B" w:rsidRPr="00AC7F3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554154" w:rsidRPr="00AC7F3B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Halíková: Zahájení jednání. Hlasování o návrhu programu 3</w:t>
      </w:r>
      <w:r w:rsidR="00857429">
        <w:rPr>
          <w:rFonts w:ascii="Times New Roman" w:hAnsi="Times New Roman"/>
          <w:sz w:val="24"/>
          <w:szCs w:val="24"/>
        </w:rPr>
        <w:t>1</w:t>
      </w:r>
      <w:r w:rsidRPr="00AC7F3B">
        <w:rPr>
          <w:rFonts w:ascii="Times New Roman" w:hAnsi="Times New Roman"/>
          <w:sz w:val="24"/>
          <w:szCs w:val="24"/>
        </w:rPr>
        <w:t>. schůze:</w:t>
      </w:r>
    </w:p>
    <w:p w:rsidR="00554154" w:rsidRPr="00AC7F3B" w:rsidRDefault="007C6A03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9</w:t>
      </w:r>
      <w:r w:rsidR="00554154" w:rsidRPr="00AC7F3B">
        <w:rPr>
          <w:rFonts w:ascii="Times New Roman" w:hAnsi="Times New Roman"/>
          <w:sz w:val="24"/>
          <w:szCs w:val="24"/>
        </w:rPr>
        <w:tab/>
      </w:r>
      <w:r w:rsidR="00554154" w:rsidRPr="00AC7F3B">
        <w:rPr>
          <w:rFonts w:ascii="Times New Roman" w:hAnsi="Times New Roman"/>
          <w:sz w:val="24"/>
          <w:szCs w:val="24"/>
        </w:rPr>
        <w:tab/>
        <w:t>přijato</w:t>
      </w:r>
    </w:p>
    <w:p w:rsidR="00554154" w:rsidRPr="00AC7F3B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B96271" w:rsidRDefault="008B751F" w:rsidP="00B962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6271">
        <w:rPr>
          <w:rFonts w:ascii="Times New Roman" w:hAnsi="Times New Roman"/>
          <w:b/>
          <w:sz w:val="24"/>
          <w:szCs w:val="24"/>
        </w:rPr>
        <w:t>8</w:t>
      </w:r>
      <w:r w:rsidR="008C2A6B" w:rsidRPr="00B96271">
        <w:rPr>
          <w:rFonts w:ascii="Times New Roman" w:hAnsi="Times New Roman"/>
          <w:b/>
          <w:sz w:val="24"/>
          <w:szCs w:val="24"/>
        </w:rPr>
        <w:t>.</w:t>
      </w:r>
      <w:r w:rsidR="00857429" w:rsidRPr="00B96271">
        <w:rPr>
          <w:rFonts w:ascii="Times New Roman" w:hAnsi="Times New Roman"/>
          <w:b/>
          <w:sz w:val="24"/>
          <w:szCs w:val="24"/>
        </w:rPr>
        <w:t>30</w:t>
      </w:r>
      <w:r w:rsidR="008C2A6B" w:rsidRPr="00B96271">
        <w:rPr>
          <w:rFonts w:ascii="Times New Roman" w:hAnsi="Times New Roman"/>
          <w:b/>
          <w:sz w:val="24"/>
          <w:szCs w:val="24"/>
        </w:rPr>
        <w:t xml:space="preserve"> hod.</w:t>
      </w:r>
      <w:r w:rsidR="008C2A6B" w:rsidRPr="00B96271">
        <w:rPr>
          <w:rFonts w:ascii="Times New Roman" w:hAnsi="Times New Roman"/>
          <w:b/>
          <w:sz w:val="24"/>
          <w:szCs w:val="24"/>
        </w:rPr>
        <w:tab/>
      </w:r>
    </w:p>
    <w:p w:rsidR="00B96271" w:rsidRPr="00B96271" w:rsidRDefault="00B96271" w:rsidP="00B962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6271">
        <w:rPr>
          <w:rFonts w:ascii="Times New Roman" w:hAnsi="Times New Roman"/>
          <w:b/>
          <w:sz w:val="24"/>
          <w:szCs w:val="24"/>
        </w:rPr>
        <w:t>Vládní návrh zákona, kterým se mění zákon č. 128/2000 Sb., o obcích (obecní zřízení), ve znění pozdějších předpisů, zákon č. 129/2000 Sb., o krajích (krajské zřízení), ve znění pozdějších předpisů, zákon č. 131/2000 Sb., o hlavním městě Praze, ve znění pozdějších předpisů, a zákon č. 256/ 2013 Sb., o katastru nemovitostí (katastrální zákon), sněmovní tisk 454. (Jednání garančního výboru).</w:t>
      </w:r>
    </w:p>
    <w:p w:rsidR="00B96271" w:rsidRPr="00B96271" w:rsidRDefault="00B96271" w:rsidP="00B962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96271" w:rsidRPr="00B96271" w:rsidRDefault="00B96271" w:rsidP="00B96271">
      <w:pPr>
        <w:spacing w:after="0"/>
        <w:rPr>
          <w:rFonts w:ascii="Times New Roman" w:hAnsi="Times New Roman"/>
          <w:sz w:val="24"/>
          <w:szCs w:val="24"/>
        </w:rPr>
      </w:pPr>
      <w:r w:rsidRPr="00B96271">
        <w:rPr>
          <w:rFonts w:ascii="Times New Roman" w:hAnsi="Times New Roman"/>
          <w:sz w:val="24"/>
          <w:szCs w:val="24"/>
        </w:rPr>
        <w:tab/>
        <w:t>Předkladatel:</w:t>
      </w:r>
      <w:r w:rsidRPr="00B96271">
        <w:rPr>
          <w:rFonts w:ascii="Times New Roman" w:hAnsi="Times New Roman"/>
          <w:sz w:val="24"/>
          <w:szCs w:val="24"/>
        </w:rPr>
        <w:tab/>
        <w:t>Ministerstvo vnitra</w:t>
      </w:r>
    </w:p>
    <w:p w:rsidR="00B96271" w:rsidRPr="00B96271" w:rsidRDefault="00B96271" w:rsidP="00B96271">
      <w:pPr>
        <w:spacing w:after="0"/>
        <w:rPr>
          <w:rFonts w:ascii="Times New Roman" w:hAnsi="Times New Roman"/>
          <w:sz w:val="24"/>
          <w:szCs w:val="24"/>
        </w:rPr>
      </w:pPr>
      <w:r w:rsidRPr="00B96271">
        <w:rPr>
          <w:rFonts w:ascii="Times New Roman" w:hAnsi="Times New Roman"/>
          <w:sz w:val="24"/>
          <w:szCs w:val="24"/>
        </w:rPr>
        <w:tab/>
        <w:t>Zpravodaj:</w:t>
      </w:r>
      <w:r w:rsidRPr="00B96271">
        <w:rPr>
          <w:rFonts w:ascii="Times New Roman" w:hAnsi="Times New Roman"/>
          <w:sz w:val="24"/>
          <w:szCs w:val="24"/>
        </w:rPr>
        <w:tab/>
        <w:t>Ing. Jiří Petrů, poslanec PSP ČR</w:t>
      </w:r>
    </w:p>
    <w:p w:rsidR="00857429" w:rsidRPr="00B96271" w:rsidRDefault="00857429" w:rsidP="00B96271">
      <w:pPr>
        <w:spacing w:after="0"/>
        <w:rPr>
          <w:rFonts w:ascii="Times New Roman" w:hAnsi="Times New Roman"/>
          <w:sz w:val="24"/>
          <w:szCs w:val="24"/>
        </w:rPr>
      </w:pPr>
    </w:p>
    <w:p w:rsidR="00857429" w:rsidRDefault="007C6A03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962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Zahájení jednání</w:t>
      </w:r>
      <w:r w:rsidR="00B96271">
        <w:rPr>
          <w:rFonts w:ascii="Times New Roman" w:hAnsi="Times New Roman"/>
          <w:sz w:val="24"/>
          <w:szCs w:val="24"/>
        </w:rPr>
        <w:t>.</w:t>
      </w: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6271" w:rsidRPr="00B96271" w:rsidRDefault="00B96271" w:rsidP="00B962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96271">
        <w:rPr>
          <w:rFonts w:ascii="Times New Roman" w:hAnsi="Times New Roman"/>
          <w:sz w:val="24"/>
          <w:szCs w:val="24"/>
        </w:rPr>
        <w:t>Petrů: Zpravodajská zpráva. Návrh usnesení</w:t>
      </w:r>
      <w:r>
        <w:rPr>
          <w:rFonts w:ascii="Times New Roman" w:hAnsi="Times New Roman"/>
          <w:sz w:val="24"/>
          <w:szCs w:val="24"/>
        </w:rPr>
        <w:t>:</w:t>
      </w:r>
      <w:r w:rsidR="00941097">
        <w:rPr>
          <w:rFonts w:ascii="Times New Roman" w:hAnsi="Times New Roman"/>
          <w:sz w:val="24"/>
          <w:szCs w:val="24"/>
        </w:rPr>
        <w:t xml:space="preserve"> Výbor pro veřejnou správu a regionální rozvoj</w:t>
      </w:r>
    </w:p>
    <w:p w:rsidR="00B96271" w:rsidRPr="00B96271" w:rsidRDefault="00B96271" w:rsidP="00B96271">
      <w:pPr>
        <w:pStyle w:val="Zkladntextodsazen2"/>
        <w:ind w:firstLine="0"/>
        <w:rPr>
          <w:szCs w:val="24"/>
        </w:rPr>
      </w:pPr>
      <w:r w:rsidRPr="00B96271">
        <w:rPr>
          <w:szCs w:val="24"/>
        </w:rPr>
        <w:t>a)</w:t>
      </w:r>
      <w:r>
        <w:rPr>
          <w:szCs w:val="24"/>
        </w:rPr>
        <w:t xml:space="preserve"> doporučuje</w:t>
      </w:r>
      <w:r w:rsidRPr="00B96271">
        <w:rPr>
          <w:szCs w:val="24"/>
        </w:rPr>
        <w:t xml:space="preserve"> Poslanecké sněmovně hlasovat ve třetím čtení o návrzích podaných k návrhu zákona, sněmovní tisk 454/2, v následujícím pořadí:</w:t>
      </w:r>
    </w:p>
    <w:p w:rsidR="00B96271" w:rsidRPr="00B96271" w:rsidRDefault="00B96271" w:rsidP="00B96271">
      <w:pPr>
        <w:spacing w:after="0"/>
        <w:rPr>
          <w:rFonts w:ascii="Times New Roman" w:hAnsi="Times New Roman"/>
          <w:sz w:val="24"/>
          <w:szCs w:val="24"/>
        </w:rPr>
      </w:pPr>
      <w:r w:rsidRPr="00B96271">
        <w:rPr>
          <w:rFonts w:ascii="Times New Roman" w:hAnsi="Times New Roman"/>
          <w:sz w:val="24"/>
          <w:szCs w:val="24"/>
        </w:rPr>
        <w:t>1. hlasovat společně jedním hlasováním o pozměňovacích návrzích A1, A2 a A3</w:t>
      </w:r>
    </w:p>
    <w:p w:rsidR="00B96271" w:rsidRPr="00B96271" w:rsidRDefault="00B96271" w:rsidP="00B96271">
      <w:pPr>
        <w:spacing w:after="0"/>
        <w:rPr>
          <w:rFonts w:ascii="Times New Roman" w:hAnsi="Times New Roman"/>
          <w:sz w:val="24"/>
          <w:szCs w:val="24"/>
        </w:rPr>
      </w:pPr>
      <w:r w:rsidRPr="00B96271">
        <w:rPr>
          <w:rFonts w:ascii="Times New Roman" w:hAnsi="Times New Roman"/>
          <w:sz w:val="24"/>
          <w:szCs w:val="24"/>
        </w:rPr>
        <w:t>2. hlasovat o zákonu jako o celku, ve znění přijatých pozměňovacích návrhů</w:t>
      </w:r>
    </w:p>
    <w:p w:rsidR="00B96271" w:rsidRPr="00B96271" w:rsidRDefault="00B96271" w:rsidP="00B96271">
      <w:pPr>
        <w:spacing w:after="0"/>
        <w:rPr>
          <w:rFonts w:ascii="Times New Roman" w:hAnsi="Times New Roman"/>
          <w:sz w:val="24"/>
          <w:szCs w:val="24"/>
        </w:rPr>
      </w:pPr>
      <w:r w:rsidRPr="00B96271">
        <w:rPr>
          <w:rFonts w:ascii="Times New Roman" w:hAnsi="Times New Roman"/>
          <w:sz w:val="24"/>
          <w:szCs w:val="24"/>
        </w:rPr>
        <w:t>b) zaujímá následující stanovisko k projednávaným pozměňovacím návrhům:</w:t>
      </w:r>
    </w:p>
    <w:p w:rsidR="00B96271" w:rsidRPr="00B96271" w:rsidRDefault="00B96271" w:rsidP="00B96271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B96271">
        <w:rPr>
          <w:rFonts w:ascii="Times New Roman" w:hAnsi="Times New Roman"/>
          <w:sz w:val="24"/>
          <w:szCs w:val="24"/>
        </w:rPr>
        <w:t>A1, A2 a A3</w:t>
      </w:r>
      <w:r w:rsidRPr="00B96271">
        <w:rPr>
          <w:rFonts w:ascii="Times New Roman" w:hAnsi="Times New Roman"/>
          <w:sz w:val="24"/>
          <w:szCs w:val="24"/>
        </w:rPr>
        <w:tab/>
        <w:t>-</w:t>
      </w:r>
      <w:r w:rsidRPr="00B96271">
        <w:rPr>
          <w:rFonts w:ascii="Times New Roman" w:hAnsi="Times New Roman"/>
          <w:sz w:val="24"/>
          <w:szCs w:val="24"/>
        </w:rPr>
        <w:tab/>
        <w:t>doporučuje</w:t>
      </w: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B96271">
        <w:rPr>
          <w:rFonts w:ascii="Times New Roman" w:hAnsi="Times New Roman"/>
          <w:sz w:val="24"/>
          <w:szCs w:val="24"/>
          <w:u w:val="single"/>
        </w:rPr>
        <w:t>Hlasování o návrhu usnesení č. 138</w:t>
      </w:r>
      <w:r>
        <w:rPr>
          <w:rFonts w:ascii="Times New Roman" w:hAnsi="Times New Roman"/>
          <w:sz w:val="24"/>
          <w:szCs w:val="24"/>
        </w:rPr>
        <w:t>:</w:t>
      </w:r>
    </w:p>
    <w:p w:rsidR="00B96271" w:rsidRPr="00AC7F3B" w:rsidRDefault="00B96271" w:rsidP="00B962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9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96271" w:rsidRPr="00B96271" w:rsidRDefault="00B96271" w:rsidP="00311E0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96271">
        <w:rPr>
          <w:rFonts w:ascii="Times New Roman" w:hAnsi="Times New Roman"/>
          <w:b/>
          <w:sz w:val="24"/>
          <w:szCs w:val="24"/>
        </w:rPr>
        <w:lastRenderedPageBreak/>
        <w:t>Různé:</w:t>
      </w: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Další výbor se bude konat ve dnech 11. – 12. října 2015. PSP bude pravděpodobně jednat 5. a 13. listopadu 2015.</w:t>
      </w:r>
    </w:p>
    <w:p w:rsidR="00B96271" w:rsidRDefault="00B96271" w:rsidP="00311E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0EE6" w:rsidRPr="00AC7F3B" w:rsidRDefault="007C6A03" w:rsidP="00B962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Zahradníček: Předává</w:t>
      </w:r>
      <w:r w:rsidR="00B96271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poděkování od vedení Jaderné elektrárny za účast výboru. Te</w:t>
      </w:r>
      <w:r w:rsidR="00B96271">
        <w:rPr>
          <w:rFonts w:ascii="Times New Roman" w:hAnsi="Times New Roman"/>
          <w:sz w:val="24"/>
          <w:szCs w:val="24"/>
        </w:rPr>
        <w:t xml:space="preserve">ď </w:t>
      </w:r>
      <w:r>
        <w:rPr>
          <w:rFonts w:ascii="Times New Roman" w:hAnsi="Times New Roman"/>
          <w:sz w:val="24"/>
          <w:szCs w:val="24"/>
        </w:rPr>
        <w:t>ještě, aby se usnesení podařilo uvést v život.</w:t>
      </w:r>
    </w:p>
    <w:p w:rsidR="00B96271" w:rsidRDefault="00B96271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554154" w:rsidRPr="00AC7F3B" w:rsidRDefault="00B96271" w:rsidP="00EC79E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a končím dnešní jednání.</w:t>
      </w:r>
    </w:p>
    <w:p w:rsidR="00A959F1" w:rsidRDefault="00A959F1" w:rsidP="00E82281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0F3CC6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Jednání ukončeno v 9,00 hodin.</w:t>
      </w:r>
    </w:p>
    <w:p w:rsidR="00890ADB" w:rsidRPr="00AC7F3B" w:rsidRDefault="00890AD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4E40" w:rsidRDefault="00C04E40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Pr="00AC7F3B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Zapsala: Petra Čížkovská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Odpovídá: Mgr. Miroslav Wolf, organizační tajemník.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Pr="00AC7F3B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PaedDr. Milada </w:t>
      </w:r>
      <w:r w:rsidRPr="000F3CC6">
        <w:rPr>
          <w:rFonts w:ascii="Times New Roman" w:hAnsi="Times New Roman"/>
          <w:b/>
          <w:sz w:val="24"/>
          <w:szCs w:val="24"/>
        </w:rPr>
        <w:t>H a l í k o v á</w:t>
      </w:r>
      <w:r w:rsidRPr="00AC7F3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C131B5">
        <w:rPr>
          <w:rFonts w:ascii="Times New Roman" w:hAnsi="Times New Roman"/>
          <w:sz w:val="24"/>
          <w:szCs w:val="24"/>
        </w:rPr>
        <w:t>v.r.</w:t>
      </w:r>
      <w:proofErr w:type="gramEnd"/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 xml:space="preserve">             </w:t>
      </w:r>
      <w:r w:rsidR="00156AAE" w:rsidRPr="00AC7F3B">
        <w:rPr>
          <w:rFonts w:ascii="Times New Roman" w:hAnsi="Times New Roman"/>
          <w:sz w:val="24"/>
          <w:szCs w:val="24"/>
        </w:rPr>
        <w:t xml:space="preserve">  </w:t>
      </w:r>
      <w:r w:rsidR="00C131B5">
        <w:rPr>
          <w:rFonts w:ascii="Times New Roman" w:hAnsi="Times New Roman"/>
          <w:sz w:val="24"/>
          <w:szCs w:val="24"/>
        </w:rPr>
        <w:t xml:space="preserve">         </w:t>
      </w:r>
      <w:bookmarkStart w:id="0" w:name="_GoBack"/>
      <w:bookmarkEnd w:id="0"/>
      <w:r w:rsidRPr="00AC7F3B">
        <w:rPr>
          <w:rFonts w:ascii="Times New Roman" w:hAnsi="Times New Roman"/>
          <w:sz w:val="24"/>
          <w:szCs w:val="24"/>
        </w:rPr>
        <w:t xml:space="preserve">Mgr. Jan </w:t>
      </w:r>
      <w:r w:rsidRPr="000F3CC6">
        <w:rPr>
          <w:rFonts w:ascii="Times New Roman" w:hAnsi="Times New Roman"/>
          <w:b/>
          <w:sz w:val="24"/>
          <w:szCs w:val="24"/>
        </w:rPr>
        <w:t>K l á n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="00C131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131B5">
        <w:rPr>
          <w:rFonts w:ascii="Times New Roman" w:hAnsi="Times New Roman"/>
          <w:sz w:val="24"/>
          <w:szCs w:val="24"/>
        </w:rPr>
        <w:t>v.r.</w:t>
      </w:r>
      <w:proofErr w:type="gramEnd"/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          předsedkyně výboru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>ověřovatel výboru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746E9D" w:rsidRDefault="00746E9D" w:rsidP="008C2A6B">
      <w:pPr>
        <w:spacing w:after="0"/>
        <w:rPr>
          <w:rFonts w:ascii="Times New Roman" w:hAnsi="Times New Roman"/>
          <w:sz w:val="24"/>
          <w:szCs w:val="24"/>
        </w:rPr>
      </w:pPr>
    </w:p>
    <w:sectPr w:rsidR="00746E9D" w:rsidSect="00D3723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646" w:rsidRDefault="003D6646" w:rsidP="003D6646">
      <w:pPr>
        <w:spacing w:after="0" w:line="240" w:lineRule="auto"/>
      </w:pPr>
      <w:r>
        <w:separator/>
      </w:r>
    </w:p>
  </w:endnote>
  <w:end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481567"/>
      <w:docPartObj>
        <w:docPartGallery w:val="Page Numbers (Bottom of Page)"/>
        <w:docPartUnique/>
      </w:docPartObj>
    </w:sdtPr>
    <w:sdtEndPr/>
    <w:sdtContent>
      <w:p w:rsidR="003D6646" w:rsidRDefault="003D664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1B5">
          <w:rPr>
            <w:noProof/>
          </w:rPr>
          <w:t>2</w:t>
        </w:r>
        <w:r>
          <w:fldChar w:fldCharType="end"/>
        </w:r>
      </w:p>
    </w:sdtContent>
  </w:sdt>
  <w:p w:rsidR="003D6646" w:rsidRDefault="003D66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646" w:rsidRDefault="003D6646" w:rsidP="003D6646">
      <w:pPr>
        <w:spacing w:after="0" w:line="240" w:lineRule="auto"/>
      </w:pPr>
      <w:r>
        <w:separator/>
      </w:r>
    </w:p>
  </w:footnote>
  <w:foot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35CBF"/>
    <w:rsid w:val="000F3CC6"/>
    <w:rsid w:val="001114F6"/>
    <w:rsid w:val="00156AAE"/>
    <w:rsid w:val="0018747B"/>
    <w:rsid w:val="001C3EF1"/>
    <w:rsid w:val="00230024"/>
    <w:rsid w:val="002A0EAA"/>
    <w:rsid w:val="002C6BED"/>
    <w:rsid w:val="002D61AB"/>
    <w:rsid w:val="003001E3"/>
    <w:rsid w:val="00311E03"/>
    <w:rsid w:val="00311F1E"/>
    <w:rsid w:val="0031495A"/>
    <w:rsid w:val="003D6646"/>
    <w:rsid w:val="00415577"/>
    <w:rsid w:val="00453F92"/>
    <w:rsid w:val="00470CA7"/>
    <w:rsid w:val="004B27B5"/>
    <w:rsid w:val="004D5D99"/>
    <w:rsid w:val="005227BF"/>
    <w:rsid w:val="00554154"/>
    <w:rsid w:val="00576736"/>
    <w:rsid w:val="00580EE6"/>
    <w:rsid w:val="00620764"/>
    <w:rsid w:val="00684467"/>
    <w:rsid w:val="00746E9D"/>
    <w:rsid w:val="007C6A03"/>
    <w:rsid w:val="00857429"/>
    <w:rsid w:val="00890ADB"/>
    <w:rsid w:val="008B751F"/>
    <w:rsid w:val="008C1471"/>
    <w:rsid w:val="008C2A6B"/>
    <w:rsid w:val="008D6915"/>
    <w:rsid w:val="009341A2"/>
    <w:rsid w:val="00937216"/>
    <w:rsid w:val="00941097"/>
    <w:rsid w:val="0097543B"/>
    <w:rsid w:val="009767DC"/>
    <w:rsid w:val="009F4C74"/>
    <w:rsid w:val="00A959F1"/>
    <w:rsid w:val="00AC7F3B"/>
    <w:rsid w:val="00B23FA0"/>
    <w:rsid w:val="00B35CD1"/>
    <w:rsid w:val="00B96271"/>
    <w:rsid w:val="00C04E40"/>
    <w:rsid w:val="00C131B5"/>
    <w:rsid w:val="00C83009"/>
    <w:rsid w:val="00C9416C"/>
    <w:rsid w:val="00D3723C"/>
    <w:rsid w:val="00E42E15"/>
    <w:rsid w:val="00E82281"/>
    <w:rsid w:val="00EA0549"/>
    <w:rsid w:val="00EA7CCA"/>
    <w:rsid w:val="00EC79EE"/>
    <w:rsid w:val="00F06870"/>
    <w:rsid w:val="00FB0993"/>
    <w:rsid w:val="00F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50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5</cp:revision>
  <cp:lastPrinted>2015-10-21T12:21:00Z</cp:lastPrinted>
  <dcterms:created xsi:type="dcterms:W3CDTF">2015-10-21T11:36:00Z</dcterms:created>
  <dcterms:modified xsi:type="dcterms:W3CDTF">2015-10-22T08:54:00Z</dcterms:modified>
</cp:coreProperties>
</file>