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1828" w:rsidRPr="009B1828" w:rsidRDefault="009B1828" w:rsidP="009B1828">
      <w:pPr>
        <w:pStyle w:val="PS-hlavika1"/>
        <w:jc w:val="right"/>
        <w:rPr>
          <w:b w:val="0"/>
          <w:i w:val="0"/>
        </w:rPr>
      </w:pPr>
      <w:r>
        <w:rPr>
          <w:b w:val="0"/>
          <w:i w:val="0"/>
        </w:rPr>
        <w:t>PS</w:t>
      </w:r>
      <w:r w:rsidR="000B0DD0">
        <w:rPr>
          <w:b w:val="0"/>
          <w:i w:val="0"/>
        </w:rPr>
        <w:t>200</w:t>
      </w:r>
      <w:r w:rsidR="00397370">
        <w:rPr>
          <w:b w:val="0"/>
          <w:i w:val="0"/>
        </w:rPr>
        <w:t>390627</w:t>
      </w:r>
    </w:p>
    <w:p w:rsidR="009B1828" w:rsidRDefault="009B1828" w:rsidP="00377253">
      <w:pPr>
        <w:pStyle w:val="PS-hlavika1"/>
      </w:pPr>
    </w:p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6B228E" w:rsidP="000E730C">
      <w:pPr>
        <w:pStyle w:val="PS-hlavika2"/>
      </w:pPr>
      <w:r>
        <w:t>20</w:t>
      </w:r>
      <w:r w:rsidR="000B0DD0">
        <w:t>2</w:t>
      </w:r>
      <w:r w:rsidR="00C44D31">
        <w:t>4</w:t>
      </w:r>
    </w:p>
    <w:p w:rsidR="00DC29E4" w:rsidRDefault="00BD450F" w:rsidP="00377253">
      <w:pPr>
        <w:pStyle w:val="PS-hlavika1"/>
      </w:pPr>
      <w:r>
        <w:t>9</w:t>
      </w:r>
      <w:r w:rsidR="00DC29E4">
        <w:t>. volební období</w:t>
      </w:r>
    </w:p>
    <w:p w:rsidR="006B228E" w:rsidRDefault="006B228E" w:rsidP="00903269">
      <w:pPr>
        <w:pStyle w:val="PS-hlavika3"/>
      </w:pPr>
    </w:p>
    <w:p w:rsidR="0039581E" w:rsidRDefault="0086011E" w:rsidP="0039581E">
      <w:pPr>
        <w:pStyle w:val="PS-hlavika1"/>
      </w:pPr>
      <w:r>
        <w:t>189</w:t>
      </w:r>
    </w:p>
    <w:p w:rsidR="0039581E" w:rsidRPr="0039581E" w:rsidRDefault="0039581E" w:rsidP="0039581E">
      <w:pPr>
        <w:pStyle w:val="Bezmezer"/>
      </w:pPr>
    </w:p>
    <w:p w:rsidR="00DC29E4" w:rsidRDefault="00343C6B" w:rsidP="00903269">
      <w:pPr>
        <w:pStyle w:val="PS-hlavika3"/>
      </w:pPr>
      <w:r w:rsidRPr="0039581E">
        <w:t xml:space="preserve"> </w:t>
      </w:r>
      <w:r w:rsidR="00DC29E4" w:rsidRPr="0039581E">
        <w:t>USNESENÍ</w:t>
      </w:r>
    </w:p>
    <w:p w:rsidR="00DC29E4" w:rsidRDefault="00BD450F" w:rsidP="00377253">
      <w:pPr>
        <w:pStyle w:val="PS-hlavika1"/>
      </w:pPr>
      <w:r>
        <w:t>ú</w:t>
      </w:r>
      <w:r w:rsidR="00A80159">
        <w:t>stavně</w:t>
      </w:r>
      <w:r>
        <w:t>-</w:t>
      </w:r>
      <w:r w:rsidR="00A80159">
        <w:t xml:space="preserve">právního </w:t>
      </w:r>
      <w:r w:rsidR="005C30D7">
        <w:t>výboru</w:t>
      </w:r>
    </w:p>
    <w:p w:rsidR="00DC29E4" w:rsidRDefault="00DC29E4" w:rsidP="00377253">
      <w:pPr>
        <w:pStyle w:val="PS-hlavika1"/>
      </w:pPr>
      <w:r>
        <w:t>z</w:t>
      </w:r>
      <w:r w:rsidR="00BD450F">
        <w:t> </w:t>
      </w:r>
      <w:r w:rsidR="00721146">
        <w:t>3</w:t>
      </w:r>
      <w:r w:rsidR="00456EBA">
        <w:t>9</w:t>
      </w:r>
      <w:r w:rsidR="00BD450F">
        <w:t>.</w:t>
      </w:r>
      <w:r w:rsidR="003A3F54">
        <w:t xml:space="preserve"> </w:t>
      </w:r>
      <w:r>
        <w:t>schůze</w:t>
      </w:r>
    </w:p>
    <w:p w:rsidR="00DC29E4" w:rsidRDefault="00DC29E4" w:rsidP="00377253">
      <w:pPr>
        <w:pStyle w:val="PS-hlavika1"/>
      </w:pPr>
      <w:r>
        <w:t xml:space="preserve">dne </w:t>
      </w:r>
      <w:r w:rsidR="00456EBA">
        <w:t xml:space="preserve">26. září </w:t>
      </w:r>
      <w:r w:rsidR="009C5978">
        <w:t>202</w:t>
      </w:r>
      <w:r w:rsidR="00721146">
        <w:t>4</w:t>
      </w:r>
    </w:p>
    <w:p w:rsidR="00DB72DF" w:rsidRDefault="00DB72DF" w:rsidP="00DB72DF">
      <w:pPr>
        <w:pStyle w:val="Bezmezer"/>
      </w:pPr>
    </w:p>
    <w:p w:rsidR="00456EBA" w:rsidRDefault="00456EBA" w:rsidP="00456EBA">
      <w:pPr>
        <w:ind w:left="567" w:hanging="567"/>
        <w:jc w:val="center"/>
      </w:pPr>
      <w:r w:rsidRPr="004E4B73">
        <w:rPr>
          <w:shd w:val="clear" w:color="auto" w:fill="FFFFFF"/>
        </w:rPr>
        <w:t>Vládní návrh zákona, kterým se mění zákon č. 7/2002 Sb., o řízení ve věcech soudců, státních zástupců a soudních exekutorů, ve znění pozdějších předpisů, a další související zákony</w:t>
      </w:r>
      <w:r w:rsidRPr="004E4B73">
        <w:t xml:space="preserve"> (tisk 634)</w:t>
      </w:r>
    </w:p>
    <w:p w:rsidR="004B5B17" w:rsidRDefault="004B5B17" w:rsidP="009C5978">
      <w:pPr>
        <w:ind w:left="360"/>
        <w:jc w:val="center"/>
        <w:rPr>
          <w:szCs w:val="24"/>
        </w:rPr>
      </w:pPr>
      <w:r>
        <w:rPr>
          <w:szCs w:val="24"/>
        </w:rPr>
        <w:softHyphen/>
      </w:r>
      <w:r>
        <w:rPr>
          <w:szCs w:val="24"/>
        </w:rPr>
        <w:softHyphen/>
      </w:r>
      <w:r>
        <w:rPr>
          <w:szCs w:val="24"/>
        </w:rPr>
        <w:softHyphen/>
      </w:r>
      <w:r>
        <w:rPr>
          <w:szCs w:val="24"/>
        </w:rPr>
        <w:softHyphen/>
      </w:r>
      <w:r>
        <w:rPr>
          <w:szCs w:val="24"/>
        </w:rPr>
        <w:softHyphen/>
      </w:r>
      <w:r>
        <w:rPr>
          <w:szCs w:val="24"/>
        </w:rPr>
        <w:softHyphen/>
      </w:r>
      <w:r>
        <w:rPr>
          <w:szCs w:val="24"/>
        </w:rPr>
        <w:softHyphen/>
      </w:r>
      <w:r>
        <w:rPr>
          <w:szCs w:val="24"/>
        </w:rPr>
        <w:softHyphen/>
      </w:r>
      <w:r>
        <w:rPr>
          <w:szCs w:val="24"/>
        </w:rPr>
        <w:softHyphen/>
      </w:r>
      <w:r>
        <w:rPr>
          <w:szCs w:val="24"/>
        </w:rPr>
        <w:softHyphen/>
      </w:r>
      <w:r>
        <w:rPr>
          <w:szCs w:val="24"/>
        </w:rPr>
        <w:softHyphen/>
        <w:t>________________________________________________________________________</w:t>
      </w:r>
    </w:p>
    <w:p w:rsidR="004B5B17" w:rsidRPr="009C5978" w:rsidRDefault="004B5B17" w:rsidP="009C5978">
      <w:pPr>
        <w:ind w:left="360"/>
        <w:jc w:val="center"/>
        <w:rPr>
          <w:szCs w:val="24"/>
        </w:rPr>
      </w:pPr>
    </w:p>
    <w:p w:rsidR="00872C65" w:rsidRDefault="00872C65" w:rsidP="00BD450F">
      <w:pPr>
        <w:pStyle w:val="Tlotextu"/>
        <w:ind w:firstLine="690"/>
        <w:jc w:val="both"/>
      </w:pPr>
      <w:r>
        <w:rPr>
          <w:spacing w:val="-4"/>
        </w:rPr>
        <w:t>Ústavně</w:t>
      </w:r>
      <w:r w:rsidR="00BD450F">
        <w:rPr>
          <w:spacing w:val="-4"/>
        </w:rPr>
        <w:t>-</w:t>
      </w:r>
      <w:r>
        <w:rPr>
          <w:spacing w:val="-4"/>
        </w:rPr>
        <w:t>právní výbor Poslanecké sněmovny Parlamentu ČR jako garanční výbor po projednání návrhu zákona po druhém čtení</w:t>
      </w:r>
    </w:p>
    <w:p w:rsidR="00872C65" w:rsidRDefault="00872C65" w:rsidP="00872C65">
      <w:pPr>
        <w:pStyle w:val="Tlotextu"/>
        <w:jc w:val="both"/>
        <w:rPr>
          <w:rFonts w:cs="Mangal"/>
          <w:spacing w:val="-4"/>
        </w:rPr>
      </w:pPr>
    </w:p>
    <w:p w:rsidR="00872C65" w:rsidRDefault="00872C65" w:rsidP="00872C65">
      <w:pPr>
        <w:pStyle w:val="Tlotextu"/>
        <w:ind w:left="690" w:hanging="690"/>
        <w:jc w:val="both"/>
      </w:pPr>
      <w:r>
        <w:rPr>
          <w:spacing w:val="40"/>
        </w:rPr>
        <w:t>I.</w:t>
      </w:r>
      <w:r>
        <w:rPr>
          <w:spacing w:val="40"/>
        </w:rPr>
        <w:tab/>
        <w:t>doporučuje</w:t>
      </w:r>
      <w:r>
        <w:rPr>
          <w:spacing w:val="-4"/>
        </w:rPr>
        <w:t xml:space="preserve"> Poslanecké sněmovně hlasovat ve třetím čtení o návrzích podaných </w:t>
      </w:r>
      <w:r w:rsidR="00516D5E">
        <w:rPr>
          <w:spacing w:val="-4"/>
        </w:rPr>
        <w:br/>
      </w:r>
      <w:r>
        <w:rPr>
          <w:spacing w:val="-4"/>
        </w:rPr>
        <w:t>k návrhu</w:t>
      </w:r>
      <w:r w:rsidR="00516D5E">
        <w:rPr>
          <w:spacing w:val="-4"/>
        </w:rPr>
        <w:t xml:space="preserve"> z</w:t>
      </w:r>
      <w:r>
        <w:rPr>
          <w:spacing w:val="-4"/>
        </w:rPr>
        <w:t>á</w:t>
      </w:r>
      <w:r w:rsidR="00F36AA3">
        <w:rPr>
          <w:spacing w:val="-4"/>
        </w:rPr>
        <w:t xml:space="preserve">kona (podle sněmovního tisku </w:t>
      </w:r>
      <w:r w:rsidR="00456EBA">
        <w:rPr>
          <w:spacing w:val="-4"/>
        </w:rPr>
        <w:t>634</w:t>
      </w:r>
      <w:r w:rsidR="00721146">
        <w:rPr>
          <w:spacing w:val="-4"/>
        </w:rPr>
        <w:t>/</w:t>
      </w:r>
      <w:r w:rsidR="00456EBA">
        <w:rPr>
          <w:spacing w:val="-4"/>
        </w:rPr>
        <w:t>2</w:t>
      </w:r>
      <w:r w:rsidR="00AA72C2">
        <w:rPr>
          <w:spacing w:val="-4"/>
        </w:rPr>
        <w:t>)</w:t>
      </w:r>
      <w:r>
        <w:rPr>
          <w:spacing w:val="-4"/>
        </w:rPr>
        <w:t xml:space="preserve"> v následujícím pořadí:</w:t>
      </w:r>
    </w:p>
    <w:p w:rsidR="00F36AA3" w:rsidRDefault="00F36AA3" w:rsidP="00194EC6">
      <w:pPr>
        <w:spacing w:after="0" w:line="240" w:lineRule="auto"/>
        <w:ind w:left="1410" w:hanging="720"/>
        <w:jc w:val="both"/>
      </w:pPr>
    </w:p>
    <w:p w:rsidR="004909B1" w:rsidRDefault="00456EBA" w:rsidP="0086011E">
      <w:pPr>
        <w:spacing w:after="0" w:line="240" w:lineRule="auto"/>
        <w:ind w:left="1410" w:hanging="720"/>
        <w:jc w:val="both"/>
      </w:pPr>
      <w:r>
        <w:t xml:space="preserve">1. </w:t>
      </w:r>
      <w:r>
        <w:tab/>
      </w:r>
      <w:r w:rsidR="004909B1">
        <w:t xml:space="preserve">Návrhy </w:t>
      </w:r>
      <w:r w:rsidR="006E4631">
        <w:t xml:space="preserve">legislativně </w:t>
      </w:r>
      <w:r w:rsidR="004909B1">
        <w:t>technických úprav podaných podle § 95 odst. 2 zákona o jednacím řádu Poslanecké sněmovny (budou-li v rozpravě ve třetím čtení předneseny)</w:t>
      </w:r>
    </w:p>
    <w:p w:rsidR="006E4631" w:rsidRDefault="006E4631" w:rsidP="0086011E">
      <w:pPr>
        <w:spacing w:after="0" w:line="240" w:lineRule="auto"/>
        <w:ind w:left="709"/>
        <w:jc w:val="both"/>
      </w:pPr>
    </w:p>
    <w:p w:rsidR="00456EBA" w:rsidRPr="0010266C" w:rsidRDefault="00456EBA" w:rsidP="0086011E">
      <w:pPr>
        <w:spacing w:after="0" w:line="240" w:lineRule="auto"/>
        <w:ind w:firstLine="690"/>
        <w:jc w:val="both"/>
      </w:pPr>
      <w:r w:rsidRPr="0010266C">
        <w:t>2.</w:t>
      </w:r>
      <w:r w:rsidRPr="0010266C">
        <w:tab/>
        <w:t>Návrh A (A.1. až A.11.</w:t>
      </w:r>
      <w:proofErr w:type="gramStart"/>
      <w:r w:rsidRPr="0010266C">
        <w:t>)  a</w:t>
      </w:r>
      <w:proofErr w:type="gramEnd"/>
      <w:r w:rsidRPr="0010266C">
        <w:t xml:space="preserve">  Návrh B (B.I. a B.II) společně – věcná souvislost</w:t>
      </w:r>
    </w:p>
    <w:p w:rsidR="00456EBA" w:rsidRPr="0010266C" w:rsidRDefault="00456EBA" w:rsidP="0086011E">
      <w:pPr>
        <w:spacing w:after="0" w:line="240" w:lineRule="auto"/>
        <w:jc w:val="both"/>
      </w:pPr>
    </w:p>
    <w:p w:rsidR="00456EBA" w:rsidRPr="0010266C" w:rsidRDefault="00456EBA" w:rsidP="0086011E">
      <w:pPr>
        <w:spacing w:after="0" w:line="240" w:lineRule="auto"/>
        <w:ind w:firstLine="690"/>
        <w:jc w:val="both"/>
      </w:pPr>
      <w:r w:rsidRPr="0010266C">
        <w:t>3.</w:t>
      </w:r>
      <w:r w:rsidRPr="0010266C">
        <w:tab/>
        <w:t>Návrh C</w:t>
      </w:r>
    </w:p>
    <w:p w:rsidR="00456EBA" w:rsidRPr="0010266C" w:rsidRDefault="00456EBA" w:rsidP="0086011E">
      <w:pPr>
        <w:spacing w:after="0" w:line="240" w:lineRule="auto"/>
        <w:jc w:val="both"/>
      </w:pPr>
    </w:p>
    <w:p w:rsidR="00456EBA" w:rsidRDefault="00456EBA" w:rsidP="0086011E">
      <w:pPr>
        <w:spacing w:after="0" w:line="240" w:lineRule="auto"/>
        <w:ind w:firstLine="690"/>
        <w:jc w:val="both"/>
      </w:pPr>
      <w:r w:rsidRPr="0010266C">
        <w:t>4.</w:t>
      </w:r>
      <w:r w:rsidRPr="0010266C">
        <w:tab/>
        <w:t>Návrh D (D.1. až D.55.) společně – věcná souvislost</w:t>
      </w:r>
    </w:p>
    <w:p w:rsidR="00456EBA" w:rsidRPr="00335B7C" w:rsidRDefault="00456EBA" w:rsidP="0086011E">
      <w:pPr>
        <w:spacing w:after="0" w:line="240" w:lineRule="auto"/>
        <w:jc w:val="both"/>
      </w:pPr>
    </w:p>
    <w:p w:rsidR="00456EBA" w:rsidRPr="00335B7C" w:rsidRDefault="00456EBA" w:rsidP="0086011E">
      <w:pPr>
        <w:spacing w:after="0" w:line="240" w:lineRule="auto"/>
        <w:ind w:firstLine="690"/>
        <w:jc w:val="both"/>
      </w:pPr>
      <w:r w:rsidRPr="00456EBA">
        <w:t>5.</w:t>
      </w:r>
      <w:r>
        <w:tab/>
      </w:r>
      <w:r w:rsidRPr="00335B7C">
        <w:t>Návrh zákona jako celek</w:t>
      </w:r>
      <w:r>
        <w:t>;</w:t>
      </w:r>
    </w:p>
    <w:p w:rsidR="00456EBA" w:rsidRDefault="00456EBA" w:rsidP="00456EBA">
      <w:pPr>
        <w:jc w:val="both"/>
      </w:pPr>
    </w:p>
    <w:p w:rsidR="004909B1" w:rsidRDefault="004909B1" w:rsidP="00097E0F">
      <w:pPr>
        <w:spacing w:after="0" w:line="240" w:lineRule="auto"/>
        <w:jc w:val="both"/>
      </w:pPr>
    </w:p>
    <w:p w:rsidR="00FB16D8" w:rsidRPr="00E16106" w:rsidRDefault="00872C65" w:rsidP="00E16106">
      <w:pPr>
        <w:jc w:val="both"/>
      </w:pPr>
      <w:r>
        <w:t>II.</w:t>
      </w:r>
      <w:r>
        <w:tab/>
      </w:r>
      <w:r>
        <w:rPr>
          <w:spacing w:val="40"/>
        </w:rPr>
        <w:t>zaujímá</w:t>
      </w:r>
      <w:r>
        <w:rPr>
          <w:b/>
          <w:spacing w:val="40"/>
        </w:rPr>
        <w:t xml:space="preserve"> </w:t>
      </w:r>
      <w:r>
        <w:t>následující stanoviska k jednotlivým předloženým návrhům:</w:t>
      </w:r>
    </w:p>
    <w:p w:rsidR="0086011E" w:rsidRDefault="0086011E" w:rsidP="0086011E">
      <w:pPr>
        <w:spacing w:after="0" w:line="240" w:lineRule="auto"/>
        <w:jc w:val="both"/>
        <w:rPr>
          <w:szCs w:val="24"/>
        </w:rPr>
      </w:pPr>
    </w:p>
    <w:p w:rsidR="00642DE8" w:rsidRPr="00642DE8" w:rsidRDefault="00642DE8" w:rsidP="0086011E">
      <w:pPr>
        <w:spacing w:after="0" w:line="240" w:lineRule="auto"/>
        <w:ind w:firstLine="690"/>
        <w:jc w:val="both"/>
        <w:rPr>
          <w:b/>
        </w:rPr>
      </w:pPr>
      <w:r>
        <w:t>1</w:t>
      </w:r>
      <w:r w:rsidRPr="0010266C">
        <w:t>.</w:t>
      </w:r>
      <w:r w:rsidRPr="0010266C">
        <w:tab/>
        <w:t>Návrh A (A.1. až A.11.</w:t>
      </w:r>
      <w:proofErr w:type="gramStart"/>
      <w:r w:rsidRPr="0010266C">
        <w:t>)  a</w:t>
      </w:r>
      <w:proofErr w:type="gramEnd"/>
      <w:r w:rsidRPr="0010266C">
        <w:t xml:space="preserve">  Návrh B (B.I. a B.II) společně </w:t>
      </w:r>
      <w:r>
        <w:t xml:space="preserve">- </w:t>
      </w:r>
      <w:r w:rsidRPr="00642DE8">
        <w:rPr>
          <w:b/>
        </w:rPr>
        <w:t>nedoporučuje</w:t>
      </w:r>
    </w:p>
    <w:p w:rsidR="00642DE8" w:rsidRDefault="00642DE8" w:rsidP="0086011E">
      <w:pPr>
        <w:spacing w:after="0" w:line="240" w:lineRule="auto"/>
        <w:jc w:val="both"/>
      </w:pPr>
    </w:p>
    <w:p w:rsidR="00642DE8" w:rsidRPr="00642DE8" w:rsidRDefault="00642DE8" w:rsidP="0086011E">
      <w:pPr>
        <w:spacing w:after="0" w:line="240" w:lineRule="auto"/>
        <w:ind w:firstLine="690"/>
        <w:jc w:val="both"/>
        <w:rPr>
          <w:b/>
        </w:rPr>
      </w:pPr>
      <w:r>
        <w:t>2</w:t>
      </w:r>
      <w:r w:rsidRPr="0010266C">
        <w:t>.</w:t>
      </w:r>
      <w:r w:rsidRPr="0010266C">
        <w:tab/>
        <w:t xml:space="preserve">Návrh </w:t>
      </w:r>
      <w:proofErr w:type="gramStart"/>
      <w:r w:rsidRPr="0010266C">
        <w:t>C</w:t>
      </w:r>
      <w:r>
        <w:t xml:space="preserve"> - </w:t>
      </w:r>
      <w:r w:rsidRPr="00642DE8">
        <w:rPr>
          <w:b/>
        </w:rPr>
        <w:t>doporučuje</w:t>
      </w:r>
      <w:proofErr w:type="gramEnd"/>
    </w:p>
    <w:p w:rsidR="00642DE8" w:rsidRDefault="00642DE8" w:rsidP="0086011E">
      <w:pPr>
        <w:spacing w:after="0" w:line="240" w:lineRule="auto"/>
        <w:jc w:val="both"/>
      </w:pPr>
    </w:p>
    <w:p w:rsidR="0086011E" w:rsidRDefault="0086011E" w:rsidP="0086011E">
      <w:pPr>
        <w:spacing w:after="0" w:line="240" w:lineRule="auto"/>
        <w:jc w:val="both"/>
      </w:pPr>
    </w:p>
    <w:p w:rsidR="0086011E" w:rsidRDefault="0086011E" w:rsidP="0086011E">
      <w:pPr>
        <w:spacing w:after="0" w:line="240" w:lineRule="auto"/>
        <w:jc w:val="both"/>
      </w:pPr>
    </w:p>
    <w:p w:rsidR="0086011E" w:rsidRPr="0010266C" w:rsidRDefault="0086011E" w:rsidP="0086011E">
      <w:pPr>
        <w:spacing w:after="0" w:line="240" w:lineRule="auto"/>
        <w:jc w:val="both"/>
      </w:pPr>
    </w:p>
    <w:p w:rsidR="00642DE8" w:rsidRPr="00642DE8" w:rsidRDefault="00642DE8" w:rsidP="0086011E">
      <w:pPr>
        <w:spacing w:after="0" w:line="240" w:lineRule="auto"/>
        <w:ind w:firstLine="690"/>
        <w:jc w:val="both"/>
        <w:rPr>
          <w:b/>
        </w:rPr>
      </w:pPr>
      <w:r>
        <w:t>3</w:t>
      </w:r>
      <w:r w:rsidRPr="0010266C">
        <w:t>.</w:t>
      </w:r>
      <w:r w:rsidRPr="0010266C">
        <w:tab/>
        <w:t xml:space="preserve">Návrh D (D.1. až D.55.) </w:t>
      </w:r>
      <w:proofErr w:type="gramStart"/>
      <w:r w:rsidRPr="0010266C">
        <w:t xml:space="preserve">společně </w:t>
      </w:r>
      <w:r>
        <w:t xml:space="preserve">- </w:t>
      </w:r>
      <w:r w:rsidRPr="00642DE8">
        <w:rPr>
          <w:b/>
        </w:rPr>
        <w:t>doporučuje</w:t>
      </w:r>
      <w:proofErr w:type="gramEnd"/>
    </w:p>
    <w:p w:rsidR="00642DE8" w:rsidRPr="00335B7C" w:rsidRDefault="00642DE8" w:rsidP="0086011E">
      <w:pPr>
        <w:spacing w:after="0" w:line="240" w:lineRule="auto"/>
        <w:jc w:val="both"/>
      </w:pPr>
    </w:p>
    <w:p w:rsidR="00666382" w:rsidRDefault="00642DE8" w:rsidP="0086011E">
      <w:pPr>
        <w:pStyle w:val="Zhlav"/>
        <w:tabs>
          <w:tab w:val="clear" w:pos="4536"/>
          <w:tab w:val="clear" w:pos="9072"/>
        </w:tabs>
        <w:spacing w:after="0" w:line="240" w:lineRule="auto"/>
        <w:ind w:firstLine="690"/>
        <w:rPr>
          <w:sz w:val="28"/>
          <w:szCs w:val="28"/>
        </w:rPr>
      </w:pPr>
      <w:r>
        <w:t>4</w:t>
      </w:r>
      <w:r w:rsidRPr="00456EBA">
        <w:t>.</w:t>
      </w:r>
      <w:r>
        <w:tab/>
      </w:r>
      <w:r w:rsidRPr="00335B7C">
        <w:t>Návrh zákona jako celek</w:t>
      </w:r>
      <w:r>
        <w:t xml:space="preserve"> – </w:t>
      </w:r>
      <w:r w:rsidRPr="00642DE8">
        <w:rPr>
          <w:b/>
        </w:rPr>
        <w:t>doporučuje</w:t>
      </w:r>
      <w:r>
        <w:t>;</w:t>
      </w:r>
    </w:p>
    <w:p w:rsidR="00666382" w:rsidRDefault="00666382" w:rsidP="0086011E">
      <w:pPr>
        <w:pStyle w:val="Odstavecseseznamem"/>
        <w:spacing w:after="0" w:line="240" w:lineRule="auto"/>
        <w:ind w:left="0"/>
        <w:rPr>
          <w:sz w:val="28"/>
          <w:szCs w:val="28"/>
        </w:rPr>
      </w:pPr>
    </w:p>
    <w:p w:rsidR="00D201F1" w:rsidRDefault="00D201F1" w:rsidP="0086011E">
      <w:pPr>
        <w:pStyle w:val="Odstavecseseznamem"/>
        <w:spacing w:after="0" w:line="240" w:lineRule="auto"/>
        <w:ind w:left="0"/>
        <w:rPr>
          <w:sz w:val="28"/>
          <w:szCs w:val="28"/>
        </w:rPr>
      </w:pPr>
    </w:p>
    <w:p w:rsidR="00D201F1" w:rsidRDefault="00D201F1" w:rsidP="0086011E">
      <w:pPr>
        <w:pStyle w:val="Odstavecseseznamem"/>
        <w:spacing w:after="0" w:line="240" w:lineRule="auto"/>
        <w:ind w:left="0"/>
        <w:rPr>
          <w:sz w:val="28"/>
          <w:szCs w:val="28"/>
        </w:rPr>
      </w:pPr>
    </w:p>
    <w:p w:rsidR="000159E8" w:rsidRDefault="000159E8" w:rsidP="00194EC6">
      <w:pPr>
        <w:spacing w:after="0" w:line="240" w:lineRule="auto"/>
        <w:ind w:left="1412" w:hanging="703"/>
      </w:pPr>
    </w:p>
    <w:p w:rsidR="00872C65" w:rsidRDefault="00FB16D8" w:rsidP="00872C65">
      <w:pPr>
        <w:pStyle w:val="Tlotextu"/>
        <w:ind w:left="720" w:hanging="735"/>
        <w:jc w:val="both"/>
      </w:pPr>
      <w:r>
        <w:t>I</w:t>
      </w:r>
      <w:r w:rsidR="00BF05B5">
        <w:t>II.</w:t>
      </w:r>
      <w:r w:rsidR="00872C65">
        <w:tab/>
      </w:r>
      <w:r w:rsidR="00872C65">
        <w:rPr>
          <w:spacing w:val="40"/>
        </w:rPr>
        <w:t xml:space="preserve">pověřuje </w:t>
      </w:r>
      <w:r w:rsidR="00872C65">
        <w:t>zpravodaj</w:t>
      </w:r>
      <w:r w:rsidR="00456EBA">
        <w:t>e</w:t>
      </w:r>
      <w:r w:rsidR="00872C65">
        <w:t xml:space="preserve"> výboru, aby </w:t>
      </w:r>
      <w:r w:rsidR="00872C65">
        <w:rPr>
          <w:rFonts w:ascii="TimesNewRomanPSMT" w:hAnsi="TimesNewRomanPSMT" w:cs="TimesNewRomanPSMT"/>
        </w:rPr>
        <w:t>ve spolupráci s navrhovatelem a legislativním odborem Kanceláře Poslanecké</w:t>
      </w:r>
      <w:r w:rsidR="00D201F1">
        <w:rPr>
          <w:rFonts w:ascii="TimesNewRomanPSMT" w:hAnsi="TimesNewRomanPSMT" w:cs="TimesNewRomanPSMT"/>
        </w:rPr>
        <w:t xml:space="preserve"> </w:t>
      </w:r>
      <w:proofErr w:type="gramStart"/>
      <w:r w:rsidR="00872C65">
        <w:rPr>
          <w:rFonts w:ascii="TimesNewRomanPSMT" w:hAnsi="TimesNewRomanPSMT" w:cs="TimesNewRomanPSMT"/>
        </w:rPr>
        <w:t>sněmovny</w:t>
      </w:r>
      <w:proofErr w:type="gramEnd"/>
      <w:r w:rsidR="00D201F1">
        <w:rPr>
          <w:rFonts w:ascii="TimesNewRomanPSMT" w:hAnsi="TimesNewRomanPSMT" w:cs="TimesNewRomanPSMT"/>
        </w:rPr>
        <w:t xml:space="preserve"> </w:t>
      </w:r>
      <w:r w:rsidR="00872C65">
        <w:rPr>
          <w:rFonts w:ascii="TimesNewRomanPSMT" w:hAnsi="TimesNewRomanPSMT" w:cs="TimesNewRomanPSMT"/>
        </w:rPr>
        <w:t>popřípadě navrhl</w:t>
      </w:r>
      <w:r w:rsidR="00872C65">
        <w:t xml:space="preserve"> nezbytné úpravy podle § 95 odst. 2 zákona o jednacím řádu Poslanecké sněmovny</w:t>
      </w:r>
      <w:r w:rsidR="00E405E1">
        <w:t>;</w:t>
      </w:r>
    </w:p>
    <w:p w:rsidR="00AE7625" w:rsidRDefault="00AE7625" w:rsidP="00872C65">
      <w:pPr>
        <w:pStyle w:val="Tlotextu"/>
        <w:ind w:left="720" w:hanging="735"/>
        <w:jc w:val="both"/>
      </w:pPr>
    </w:p>
    <w:p w:rsidR="00872C65" w:rsidRDefault="00BF05B5" w:rsidP="00872C65">
      <w:pPr>
        <w:ind w:left="720" w:hanging="720"/>
        <w:jc w:val="both"/>
      </w:pPr>
      <w:r>
        <w:t>I</w:t>
      </w:r>
      <w:r w:rsidR="000B0DD0">
        <w:t>V</w:t>
      </w:r>
      <w:r w:rsidR="00872C65">
        <w:t>.</w:t>
      </w:r>
      <w:r w:rsidR="00872C65">
        <w:tab/>
      </w:r>
      <w:r w:rsidR="0044747C">
        <w:rPr>
          <w:spacing w:val="40"/>
        </w:rPr>
        <w:t>pověřuje</w:t>
      </w:r>
      <w:r w:rsidR="00872C65">
        <w:rPr>
          <w:b/>
        </w:rPr>
        <w:t xml:space="preserve"> </w:t>
      </w:r>
      <w:r w:rsidR="00872C65">
        <w:t>zpravodaj</w:t>
      </w:r>
      <w:r w:rsidR="00456EBA">
        <w:t>e</w:t>
      </w:r>
      <w:r w:rsidR="00872C65">
        <w:t xml:space="preserve"> výboru, aby na schůzi Poslanecké sněmovny ve třetím čtení návrhu zák</w:t>
      </w:r>
      <w:r w:rsidR="00E405E1">
        <w:t>ona přednášel stanoviska výboru;</w:t>
      </w:r>
    </w:p>
    <w:p w:rsidR="00F620B7" w:rsidRDefault="00F620B7" w:rsidP="00872C65">
      <w:pPr>
        <w:ind w:left="720" w:hanging="720"/>
        <w:jc w:val="both"/>
      </w:pPr>
    </w:p>
    <w:p w:rsidR="00872C65" w:rsidRDefault="00676B81" w:rsidP="00872C65">
      <w:pPr>
        <w:ind w:left="705" w:hanging="705"/>
        <w:jc w:val="both"/>
      </w:pPr>
      <w:r>
        <w:t>V.</w:t>
      </w:r>
      <w:r>
        <w:tab/>
      </w:r>
      <w:r w:rsidR="0044747C">
        <w:rPr>
          <w:spacing w:val="40"/>
        </w:rPr>
        <w:t xml:space="preserve">pověřuje </w:t>
      </w:r>
      <w:r w:rsidR="00872C65">
        <w:t>předsedu výboru, aby předložil toto usnesení předsed</w:t>
      </w:r>
      <w:r w:rsidR="006E4631">
        <w:t xml:space="preserve">kyni </w:t>
      </w:r>
      <w:r w:rsidR="00872C65">
        <w:t>Poslanecké sněmovny.</w:t>
      </w:r>
    </w:p>
    <w:p w:rsidR="00F620B7" w:rsidRDefault="00F620B7" w:rsidP="00DB72DF">
      <w:pPr>
        <w:tabs>
          <w:tab w:val="center" w:pos="1843"/>
        </w:tabs>
        <w:spacing w:after="0" w:line="240" w:lineRule="auto"/>
        <w:rPr>
          <w:rFonts w:eastAsia="SimSun" w:cs="Mangal"/>
          <w:sz w:val="20"/>
          <w:szCs w:val="24"/>
          <w:lang w:eastAsia="zh-CN" w:bidi="hi-IN"/>
        </w:rPr>
      </w:pPr>
    </w:p>
    <w:p w:rsidR="004909B1" w:rsidRDefault="004909B1" w:rsidP="00DB72DF">
      <w:pPr>
        <w:tabs>
          <w:tab w:val="center" w:pos="1843"/>
        </w:tabs>
        <w:spacing w:after="0" w:line="240" w:lineRule="auto"/>
        <w:rPr>
          <w:rFonts w:eastAsia="SimSun" w:cs="Mangal"/>
          <w:sz w:val="20"/>
          <w:szCs w:val="24"/>
          <w:lang w:eastAsia="zh-CN" w:bidi="hi-IN"/>
        </w:rPr>
      </w:pPr>
    </w:p>
    <w:p w:rsidR="004909B1" w:rsidRDefault="004909B1" w:rsidP="00DB72DF">
      <w:pPr>
        <w:tabs>
          <w:tab w:val="center" w:pos="1843"/>
        </w:tabs>
        <w:spacing w:after="0" w:line="240" w:lineRule="auto"/>
        <w:rPr>
          <w:rFonts w:eastAsia="SimSun" w:cs="Mangal"/>
          <w:sz w:val="20"/>
          <w:szCs w:val="24"/>
          <w:lang w:eastAsia="zh-CN" w:bidi="hi-IN"/>
        </w:rPr>
      </w:pPr>
    </w:p>
    <w:p w:rsidR="0010266C" w:rsidRDefault="0010266C" w:rsidP="00DB72DF">
      <w:pPr>
        <w:tabs>
          <w:tab w:val="center" w:pos="1843"/>
        </w:tabs>
        <w:spacing w:after="0" w:line="240" w:lineRule="auto"/>
        <w:rPr>
          <w:rFonts w:eastAsia="SimSun" w:cs="Mangal"/>
          <w:sz w:val="20"/>
          <w:szCs w:val="24"/>
          <w:lang w:eastAsia="zh-CN" w:bidi="hi-IN"/>
        </w:rPr>
      </w:pPr>
    </w:p>
    <w:p w:rsidR="009C5978" w:rsidRDefault="009C5978" w:rsidP="009C5978">
      <w:pPr>
        <w:tabs>
          <w:tab w:val="center" w:pos="1985"/>
        </w:tabs>
        <w:spacing w:after="0" w:line="240" w:lineRule="auto"/>
        <w:ind w:left="708" w:right="-995" w:hanging="141"/>
      </w:pPr>
    </w:p>
    <w:p w:rsidR="00191DD0" w:rsidRDefault="00191DD0" w:rsidP="00191DD0">
      <w:pPr>
        <w:tabs>
          <w:tab w:val="center" w:pos="1985"/>
        </w:tabs>
        <w:spacing w:after="0" w:line="240" w:lineRule="auto"/>
        <w:ind w:right="-995"/>
      </w:pPr>
      <w:r>
        <w:t xml:space="preserve">           </w:t>
      </w:r>
      <w:r w:rsidR="00456EBA">
        <w:t>prof. JUDr. Vladimír BALAŠ, CSc.</w:t>
      </w:r>
      <w:r w:rsidR="00397370">
        <w:t xml:space="preserve"> v. r. </w:t>
      </w:r>
      <w:r>
        <w:t xml:space="preserve">  </w:t>
      </w:r>
      <w:r>
        <w:tab/>
      </w:r>
      <w:r>
        <w:tab/>
      </w:r>
      <w:r w:rsidR="00397370">
        <w:t xml:space="preserve">        </w:t>
      </w:r>
      <w:r>
        <w:t xml:space="preserve"> </w:t>
      </w:r>
      <w:r w:rsidR="00642DE8">
        <w:t>Mgr. Karel</w:t>
      </w:r>
      <w:bookmarkStart w:id="0" w:name="_GoBack"/>
      <w:bookmarkEnd w:id="0"/>
      <w:r w:rsidR="00642DE8">
        <w:t xml:space="preserve"> HAAS</w:t>
      </w:r>
      <w:r w:rsidR="00397370">
        <w:t xml:space="preserve"> v. r. </w:t>
      </w:r>
      <w:r>
        <w:t xml:space="preserve">     </w:t>
      </w:r>
    </w:p>
    <w:p w:rsidR="00191DD0" w:rsidRDefault="00191DD0" w:rsidP="00191DD0">
      <w:pPr>
        <w:tabs>
          <w:tab w:val="center" w:pos="1985"/>
        </w:tabs>
        <w:spacing w:after="0" w:line="240" w:lineRule="auto"/>
        <w:ind w:left="708" w:right="-995" w:hanging="141"/>
      </w:pPr>
      <w:r>
        <w:t xml:space="preserve">              </w:t>
      </w:r>
      <w:r w:rsidR="00456EBA">
        <w:t xml:space="preserve">   </w:t>
      </w:r>
      <w:r>
        <w:t>zpravodaj výboru</w:t>
      </w:r>
      <w:r w:rsidRPr="00106842">
        <w:tab/>
      </w:r>
      <w:r w:rsidRPr="00106842">
        <w:tab/>
      </w:r>
      <w:r>
        <w:t xml:space="preserve">                                  </w:t>
      </w:r>
      <w:r>
        <w:tab/>
        <w:t xml:space="preserve"> ověřovatel výboru</w:t>
      </w:r>
    </w:p>
    <w:p w:rsidR="00191DD0" w:rsidRDefault="00191DD0" w:rsidP="00191DD0">
      <w:pPr>
        <w:tabs>
          <w:tab w:val="center" w:pos="1701"/>
          <w:tab w:val="center" w:pos="4395"/>
          <w:tab w:val="center" w:pos="7371"/>
        </w:tabs>
        <w:spacing w:after="0" w:line="240" w:lineRule="auto"/>
      </w:pPr>
    </w:p>
    <w:p w:rsidR="00191DD0" w:rsidRDefault="00191DD0" w:rsidP="00191DD0">
      <w:pPr>
        <w:tabs>
          <w:tab w:val="center" w:pos="1701"/>
          <w:tab w:val="center" w:pos="4395"/>
          <w:tab w:val="center" w:pos="7371"/>
        </w:tabs>
        <w:spacing w:after="0" w:line="240" w:lineRule="auto"/>
      </w:pPr>
    </w:p>
    <w:p w:rsidR="00191DD0" w:rsidRDefault="00191DD0" w:rsidP="00191DD0">
      <w:pPr>
        <w:tabs>
          <w:tab w:val="center" w:pos="1701"/>
          <w:tab w:val="center" w:pos="4395"/>
          <w:tab w:val="center" w:pos="7371"/>
        </w:tabs>
        <w:spacing w:after="0" w:line="240" w:lineRule="auto"/>
      </w:pPr>
    </w:p>
    <w:p w:rsidR="00191DD0" w:rsidRDefault="00191DD0" w:rsidP="00191DD0">
      <w:pPr>
        <w:tabs>
          <w:tab w:val="center" w:pos="1701"/>
          <w:tab w:val="center" w:pos="4395"/>
          <w:tab w:val="center" w:pos="7371"/>
        </w:tabs>
        <w:spacing w:after="0" w:line="240" w:lineRule="auto"/>
      </w:pPr>
    </w:p>
    <w:p w:rsidR="00191DD0" w:rsidRDefault="00191DD0" w:rsidP="00191DD0">
      <w:pPr>
        <w:tabs>
          <w:tab w:val="center" w:pos="1701"/>
          <w:tab w:val="center" w:pos="4395"/>
          <w:tab w:val="center" w:pos="7371"/>
        </w:tabs>
        <w:spacing w:after="0" w:line="240" w:lineRule="auto"/>
        <w:jc w:val="center"/>
      </w:pPr>
      <w:r>
        <w:t xml:space="preserve">Mgr. Radek VONDRÁČEK </w:t>
      </w:r>
      <w:r w:rsidR="00397370">
        <w:t xml:space="preserve">v. r. </w:t>
      </w:r>
      <w:r>
        <w:t xml:space="preserve"> </w:t>
      </w:r>
    </w:p>
    <w:p w:rsidR="00191DD0" w:rsidRDefault="00191DD0" w:rsidP="00191DD0">
      <w:pPr>
        <w:tabs>
          <w:tab w:val="center" w:pos="1701"/>
          <w:tab w:val="center" w:pos="4395"/>
          <w:tab w:val="center" w:pos="7371"/>
        </w:tabs>
        <w:spacing w:after="0" w:line="240" w:lineRule="auto"/>
      </w:pPr>
      <w:r w:rsidRPr="00106842">
        <w:tab/>
      </w:r>
      <w:r w:rsidRPr="00106842">
        <w:tab/>
      </w:r>
      <w:r>
        <w:t>p</w:t>
      </w:r>
      <w:r w:rsidRPr="00106842">
        <w:t>ředseda</w:t>
      </w:r>
      <w:r>
        <w:t xml:space="preserve"> výboru</w:t>
      </w:r>
    </w:p>
    <w:p w:rsidR="009C5978" w:rsidRDefault="009C5978" w:rsidP="009C5978">
      <w:pPr>
        <w:tabs>
          <w:tab w:val="center" w:pos="1985"/>
        </w:tabs>
        <w:spacing w:after="0" w:line="240" w:lineRule="auto"/>
        <w:ind w:left="708" w:right="-995" w:hanging="141"/>
      </w:pPr>
    </w:p>
    <w:sectPr w:rsidR="009C5978" w:rsidSect="004909B1">
      <w:footerReference w:type="default" r:id="rId8"/>
      <w:pgSz w:w="11906" w:h="16838"/>
      <w:pgMar w:top="993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E6408" w:rsidRDefault="00BE6408" w:rsidP="009B0A4E">
      <w:pPr>
        <w:spacing w:after="0" w:line="240" w:lineRule="auto"/>
      </w:pPr>
      <w:r>
        <w:separator/>
      </w:r>
    </w:p>
  </w:endnote>
  <w:endnote w:type="continuationSeparator" w:id="0">
    <w:p w:rsidR="00BE6408" w:rsidRDefault="00BE6408" w:rsidP="009B0A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tučné"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NewRomanPSMT">
    <w:altName w:val="Times New Roman"/>
    <w:charset w:val="01"/>
    <w:family w:val="roman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B0A4E" w:rsidRDefault="009B0A4E">
    <w:pPr>
      <w:pStyle w:val="Zpat"/>
      <w:jc w:val="right"/>
    </w:pPr>
    <w:r>
      <w:fldChar w:fldCharType="begin"/>
    </w:r>
    <w:r>
      <w:instrText>PAGE   \* MERGEFORMAT</w:instrText>
    </w:r>
    <w:r>
      <w:fldChar w:fldCharType="separate"/>
    </w:r>
    <w:r w:rsidR="00DC4ABD">
      <w:rPr>
        <w:noProof/>
      </w:rPr>
      <w:t>2</w:t>
    </w:r>
    <w:r>
      <w:fldChar w:fldCharType="end"/>
    </w:r>
  </w:p>
  <w:p w:rsidR="009B0A4E" w:rsidRDefault="009B0A4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E6408" w:rsidRDefault="00BE6408" w:rsidP="009B0A4E">
      <w:pPr>
        <w:spacing w:after="0" w:line="240" w:lineRule="auto"/>
      </w:pPr>
      <w:r>
        <w:separator/>
      </w:r>
    </w:p>
  </w:footnote>
  <w:footnote w:type="continuationSeparator" w:id="0">
    <w:p w:rsidR="00BE6408" w:rsidRDefault="00BE6408" w:rsidP="009B0A4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5FE193F"/>
    <w:multiLevelType w:val="hybridMultilevel"/>
    <w:tmpl w:val="1F9CF224"/>
    <w:lvl w:ilvl="0" w:tplc="DA54480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73828C8"/>
    <w:multiLevelType w:val="hybridMultilevel"/>
    <w:tmpl w:val="610A4C34"/>
    <w:lvl w:ilvl="0" w:tplc="FE7A3CF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20E5AD5"/>
    <w:multiLevelType w:val="hybridMultilevel"/>
    <w:tmpl w:val="A04051F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45D6114"/>
    <w:multiLevelType w:val="hybridMultilevel"/>
    <w:tmpl w:val="1BEECD2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B3B6269"/>
    <w:multiLevelType w:val="hybridMultilevel"/>
    <w:tmpl w:val="97A2C1C2"/>
    <w:lvl w:ilvl="0" w:tplc="DA54480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B67627A"/>
    <w:multiLevelType w:val="hybridMultilevel"/>
    <w:tmpl w:val="799A77BA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 w15:restartNumberingAfterBreak="0">
    <w:nsid w:val="1BB7030E"/>
    <w:multiLevelType w:val="hybridMultilevel"/>
    <w:tmpl w:val="BC3CF224"/>
    <w:lvl w:ilvl="0" w:tplc="0434AAF2">
      <w:start w:val="7"/>
      <w:numFmt w:val="bullet"/>
      <w:lvlText w:val="-"/>
      <w:lvlJc w:val="left"/>
      <w:pPr>
        <w:ind w:left="2847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8" w15:restartNumberingAfterBreak="0">
    <w:nsid w:val="1EF96AED"/>
    <w:multiLevelType w:val="hybridMultilevel"/>
    <w:tmpl w:val="F738D932"/>
    <w:lvl w:ilvl="0" w:tplc="3B4C49DE">
      <w:start w:val="1"/>
      <w:numFmt w:val="decimal"/>
      <w:lvlText w:val="%1."/>
      <w:lvlJc w:val="left"/>
      <w:pPr>
        <w:ind w:left="360" w:hanging="360"/>
      </w:pPr>
      <w:rPr>
        <w:rFonts w:ascii="Times New Roman tučné" w:hAnsi="Times New Roman tučné" w:hint="default"/>
        <w:b/>
        <w:i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0" w15:restartNumberingAfterBreak="0">
    <w:nsid w:val="2C5C7277"/>
    <w:multiLevelType w:val="hybridMultilevel"/>
    <w:tmpl w:val="A5E85D68"/>
    <w:lvl w:ilvl="0" w:tplc="DA765BB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CBB46EB"/>
    <w:multiLevelType w:val="hybridMultilevel"/>
    <w:tmpl w:val="CC5A537A"/>
    <w:lvl w:ilvl="0" w:tplc="F97CBA5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F0E71F1"/>
    <w:multiLevelType w:val="hybridMultilevel"/>
    <w:tmpl w:val="2BA83084"/>
    <w:lvl w:ilvl="0" w:tplc="0405000F">
      <w:start w:val="8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3423553B"/>
    <w:multiLevelType w:val="hybridMultilevel"/>
    <w:tmpl w:val="CF081CA2"/>
    <w:lvl w:ilvl="0" w:tplc="0405000F">
      <w:start w:val="9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4" w15:restartNumberingAfterBreak="0">
    <w:nsid w:val="34A975E0"/>
    <w:multiLevelType w:val="hybridMultilevel"/>
    <w:tmpl w:val="790A029A"/>
    <w:lvl w:ilvl="0" w:tplc="0326067E">
      <w:start w:val="4"/>
      <w:numFmt w:val="bullet"/>
      <w:lvlText w:val="-"/>
      <w:lvlJc w:val="left"/>
      <w:pPr>
        <w:ind w:left="3192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5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2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952" w:hanging="360"/>
      </w:pPr>
      <w:rPr>
        <w:rFonts w:ascii="Wingdings" w:hAnsi="Wingdings" w:hint="default"/>
      </w:rPr>
    </w:lvl>
  </w:abstractNum>
  <w:abstractNum w:abstractNumId="25" w15:restartNumberingAfterBreak="0">
    <w:nsid w:val="357F0AE0"/>
    <w:multiLevelType w:val="hybridMultilevel"/>
    <w:tmpl w:val="B66AABFE"/>
    <w:lvl w:ilvl="0" w:tplc="DA54480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6360440"/>
    <w:multiLevelType w:val="hybridMultilevel"/>
    <w:tmpl w:val="61BAA88C"/>
    <w:lvl w:ilvl="0" w:tplc="0405000F">
      <w:start w:val="1"/>
      <w:numFmt w:val="decimal"/>
      <w:lvlText w:val="%1."/>
      <w:lvlJc w:val="left"/>
      <w:pPr>
        <w:ind w:left="1425" w:hanging="360"/>
      </w:pPr>
    </w:lvl>
    <w:lvl w:ilvl="1" w:tplc="04050019" w:tentative="1">
      <w:start w:val="1"/>
      <w:numFmt w:val="lowerLetter"/>
      <w:lvlText w:val="%2."/>
      <w:lvlJc w:val="left"/>
      <w:pPr>
        <w:ind w:left="2145" w:hanging="360"/>
      </w:pPr>
    </w:lvl>
    <w:lvl w:ilvl="2" w:tplc="0405001B" w:tentative="1">
      <w:start w:val="1"/>
      <w:numFmt w:val="lowerRoman"/>
      <w:lvlText w:val="%3."/>
      <w:lvlJc w:val="right"/>
      <w:pPr>
        <w:ind w:left="2865" w:hanging="180"/>
      </w:pPr>
    </w:lvl>
    <w:lvl w:ilvl="3" w:tplc="0405000F" w:tentative="1">
      <w:start w:val="1"/>
      <w:numFmt w:val="decimal"/>
      <w:lvlText w:val="%4."/>
      <w:lvlJc w:val="left"/>
      <w:pPr>
        <w:ind w:left="3585" w:hanging="360"/>
      </w:pPr>
    </w:lvl>
    <w:lvl w:ilvl="4" w:tplc="04050019" w:tentative="1">
      <w:start w:val="1"/>
      <w:numFmt w:val="lowerLetter"/>
      <w:lvlText w:val="%5."/>
      <w:lvlJc w:val="left"/>
      <w:pPr>
        <w:ind w:left="4305" w:hanging="360"/>
      </w:pPr>
    </w:lvl>
    <w:lvl w:ilvl="5" w:tplc="0405001B" w:tentative="1">
      <w:start w:val="1"/>
      <w:numFmt w:val="lowerRoman"/>
      <w:lvlText w:val="%6."/>
      <w:lvlJc w:val="right"/>
      <w:pPr>
        <w:ind w:left="5025" w:hanging="180"/>
      </w:pPr>
    </w:lvl>
    <w:lvl w:ilvl="6" w:tplc="0405000F" w:tentative="1">
      <w:start w:val="1"/>
      <w:numFmt w:val="decimal"/>
      <w:lvlText w:val="%7."/>
      <w:lvlJc w:val="left"/>
      <w:pPr>
        <w:ind w:left="5745" w:hanging="360"/>
      </w:pPr>
    </w:lvl>
    <w:lvl w:ilvl="7" w:tplc="04050019" w:tentative="1">
      <w:start w:val="1"/>
      <w:numFmt w:val="lowerLetter"/>
      <w:lvlText w:val="%8."/>
      <w:lvlJc w:val="left"/>
      <w:pPr>
        <w:ind w:left="6465" w:hanging="360"/>
      </w:pPr>
    </w:lvl>
    <w:lvl w:ilvl="8" w:tplc="040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7" w15:restartNumberingAfterBreak="0">
    <w:nsid w:val="387D55A4"/>
    <w:multiLevelType w:val="hybridMultilevel"/>
    <w:tmpl w:val="A06CF7D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29" w15:restartNumberingAfterBreak="0">
    <w:nsid w:val="3D3B4B1D"/>
    <w:multiLevelType w:val="hybridMultilevel"/>
    <w:tmpl w:val="AC803C7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DA23348"/>
    <w:multiLevelType w:val="hybridMultilevel"/>
    <w:tmpl w:val="35BCF20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18252C5"/>
    <w:multiLevelType w:val="hybridMultilevel"/>
    <w:tmpl w:val="DDB6253A"/>
    <w:lvl w:ilvl="0" w:tplc="EADEF1FA">
      <w:start w:val="1"/>
      <w:numFmt w:val="decimal"/>
      <w:lvlText w:val="%1."/>
      <w:lvlJc w:val="left"/>
      <w:pPr>
        <w:ind w:left="141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7E145D6"/>
    <w:multiLevelType w:val="hybridMultilevel"/>
    <w:tmpl w:val="DDB6253A"/>
    <w:lvl w:ilvl="0" w:tplc="EADEF1FA">
      <w:start w:val="1"/>
      <w:numFmt w:val="decimal"/>
      <w:lvlText w:val="%1."/>
      <w:lvlJc w:val="left"/>
      <w:pPr>
        <w:ind w:left="141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8510071"/>
    <w:multiLevelType w:val="hybridMultilevel"/>
    <w:tmpl w:val="30186898"/>
    <w:lvl w:ilvl="0" w:tplc="DA544806">
      <w:start w:val="1"/>
      <w:numFmt w:val="decimal"/>
      <w:lvlText w:val="%1."/>
      <w:lvlJc w:val="left"/>
      <w:pPr>
        <w:ind w:left="2138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2858" w:hanging="360"/>
      </w:pPr>
    </w:lvl>
    <w:lvl w:ilvl="2" w:tplc="0405001B" w:tentative="1">
      <w:start w:val="1"/>
      <w:numFmt w:val="lowerRoman"/>
      <w:lvlText w:val="%3."/>
      <w:lvlJc w:val="right"/>
      <w:pPr>
        <w:ind w:left="3578" w:hanging="180"/>
      </w:pPr>
    </w:lvl>
    <w:lvl w:ilvl="3" w:tplc="0405000F" w:tentative="1">
      <w:start w:val="1"/>
      <w:numFmt w:val="decimal"/>
      <w:lvlText w:val="%4."/>
      <w:lvlJc w:val="left"/>
      <w:pPr>
        <w:ind w:left="4298" w:hanging="360"/>
      </w:pPr>
    </w:lvl>
    <w:lvl w:ilvl="4" w:tplc="04050019" w:tentative="1">
      <w:start w:val="1"/>
      <w:numFmt w:val="lowerLetter"/>
      <w:lvlText w:val="%5."/>
      <w:lvlJc w:val="left"/>
      <w:pPr>
        <w:ind w:left="5018" w:hanging="360"/>
      </w:pPr>
    </w:lvl>
    <w:lvl w:ilvl="5" w:tplc="0405001B" w:tentative="1">
      <w:start w:val="1"/>
      <w:numFmt w:val="lowerRoman"/>
      <w:lvlText w:val="%6."/>
      <w:lvlJc w:val="right"/>
      <w:pPr>
        <w:ind w:left="5738" w:hanging="180"/>
      </w:pPr>
    </w:lvl>
    <w:lvl w:ilvl="6" w:tplc="0405000F" w:tentative="1">
      <w:start w:val="1"/>
      <w:numFmt w:val="decimal"/>
      <w:lvlText w:val="%7."/>
      <w:lvlJc w:val="left"/>
      <w:pPr>
        <w:ind w:left="6458" w:hanging="360"/>
      </w:pPr>
    </w:lvl>
    <w:lvl w:ilvl="7" w:tplc="04050019" w:tentative="1">
      <w:start w:val="1"/>
      <w:numFmt w:val="lowerLetter"/>
      <w:lvlText w:val="%8."/>
      <w:lvlJc w:val="left"/>
      <w:pPr>
        <w:ind w:left="7178" w:hanging="360"/>
      </w:pPr>
    </w:lvl>
    <w:lvl w:ilvl="8" w:tplc="040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34" w15:restartNumberingAfterBreak="0">
    <w:nsid w:val="4AC53B6A"/>
    <w:multiLevelType w:val="hybridMultilevel"/>
    <w:tmpl w:val="1C40053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B431202"/>
    <w:multiLevelType w:val="hybridMultilevel"/>
    <w:tmpl w:val="1F9CF224"/>
    <w:lvl w:ilvl="0" w:tplc="DA544806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050019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4E735974"/>
    <w:multiLevelType w:val="hybridMultilevel"/>
    <w:tmpl w:val="E0ACE7BC"/>
    <w:lvl w:ilvl="0" w:tplc="040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3940A22"/>
    <w:multiLevelType w:val="hybridMultilevel"/>
    <w:tmpl w:val="BFA46EE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BFC1B8C"/>
    <w:multiLevelType w:val="hybridMultilevel"/>
    <w:tmpl w:val="0D6E8E46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61037D2E"/>
    <w:multiLevelType w:val="hybridMultilevel"/>
    <w:tmpl w:val="C112535E"/>
    <w:lvl w:ilvl="0" w:tplc="EADEF1FA">
      <w:start w:val="1"/>
      <w:numFmt w:val="decimal"/>
      <w:lvlText w:val="%1."/>
      <w:lvlJc w:val="left"/>
      <w:pPr>
        <w:ind w:left="141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70" w:hanging="360"/>
      </w:pPr>
    </w:lvl>
    <w:lvl w:ilvl="2" w:tplc="0405001B" w:tentative="1">
      <w:start w:val="1"/>
      <w:numFmt w:val="lowerRoman"/>
      <w:lvlText w:val="%3."/>
      <w:lvlJc w:val="right"/>
      <w:pPr>
        <w:ind w:left="2490" w:hanging="180"/>
      </w:pPr>
    </w:lvl>
    <w:lvl w:ilvl="3" w:tplc="0405000F" w:tentative="1">
      <w:start w:val="1"/>
      <w:numFmt w:val="decimal"/>
      <w:lvlText w:val="%4."/>
      <w:lvlJc w:val="left"/>
      <w:pPr>
        <w:ind w:left="3210" w:hanging="360"/>
      </w:pPr>
    </w:lvl>
    <w:lvl w:ilvl="4" w:tplc="04050019" w:tentative="1">
      <w:start w:val="1"/>
      <w:numFmt w:val="lowerLetter"/>
      <w:lvlText w:val="%5."/>
      <w:lvlJc w:val="left"/>
      <w:pPr>
        <w:ind w:left="3930" w:hanging="360"/>
      </w:pPr>
    </w:lvl>
    <w:lvl w:ilvl="5" w:tplc="0405001B" w:tentative="1">
      <w:start w:val="1"/>
      <w:numFmt w:val="lowerRoman"/>
      <w:lvlText w:val="%6."/>
      <w:lvlJc w:val="right"/>
      <w:pPr>
        <w:ind w:left="4650" w:hanging="180"/>
      </w:pPr>
    </w:lvl>
    <w:lvl w:ilvl="6" w:tplc="0405000F" w:tentative="1">
      <w:start w:val="1"/>
      <w:numFmt w:val="decimal"/>
      <w:lvlText w:val="%7."/>
      <w:lvlJc w:val="left"/>
      <w:pPr>
        <w:ind w:left="5370" w:hanging="360"/>
      </w:pPr>
    </w:lvl>
    <w:lvl w:ilvl="7" w:tplc="04050019" w:tentative="1">
      <w:start w:val="1"/>
      <w:numFmt w:val="lowerLetter"/>
      <w:lvlText w:val="%8."/>
      <w:lvlJc w:val="left"/>
      <w:pPr>
        <w:ind w:left="6090" w:hanging="360"/>
      </w:pPr>
    </w:lvl>
    <w:lvl w:ilvl="8" w:tplc="0405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40" w15:restartNumberingAfterBreak="0">
    <w:nsid w:val="64E041EF"/>
    <w:multiLevelType w:val="hybridMultilevel"/>
    <w:tmpl w:val="4356AD14"/>
    <w:lvl w:ilvl="0" w:tplc="04050001">
      <w:start w:val="1"/>
      <w:numFmt w:val="bullet"/>
      <w:lvlText w:val=""/>
      <w:lvlJc w:val="left"/>
      <w:pPr>
        <w:ind w:left="3192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3912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5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2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952" w:hanging="360"/>
      </w:pPr>
      <w:rPr>
        <w:rFonts w:ascii="Wingdings" w:hAnsi="Wingdings" w:hint="default"/>
      </w:rPr>
    </w:lvl>
  </w:abstractNum>
  <w:abstractNum w:abstractNumId="41" w15:restartNumberingAfterBreak="0">
    <w:nsid w:val="65507A82"/>
    <w:multiLevelType w:val="hybridMultilevel"/>
    <w:tmpl w:val="88722336"/>
    <w:lvl w:ilvl="0" w:tplc="CA8A9E0A">
      <w:start w:val="4"/>
      <w:numFmt w:val="bullet"/>
      <w:lvlText w:val="-"/>
      <w:lvlJc w:val="left"/>
      <w:pPr>
        <w:ind w:left="3192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5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2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952" w:hanging="360"/>
      </w:pPr>
      <w:rPr>
        <w:rFonts w:ascii="Wingdings" w:hAnsi="Wingdings" w:hint="default"/>
      </w:rPr>
    </w:lvl>
  </w:abstractNum>
  <w:abstractNum w:abstractNumId="42" w15:restartNumberingAfterBreak="0">
    <w:nsid w:val="6DC318CF"/>
    <w:multiLevelType w:val="hybridMultilevel"/>
    <w:tmpl w:val="13363B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E602E11"/>
    <w:multiLevelType w:val="hybridMultilevel"/>
    <w:tmpl w:val="F2E61E3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EFA2933"/>
    <w:multiLevelType w:val="hybridMultilevel"/>
    <w:tmpl w:val="280A92F4"/>
    <w:lvl w:ilvl="0" w:tplc="E5E632A4">
      <w:start w:val="2"/>
      <w:numFmt w:val="bullet"/>
      <w:lvlText w:val="-"/>
      <w:lvlJc w:val="left"/>
      <w:pPr>
        <w:ind w:left="3199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391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63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35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07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79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51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23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959" w:hanging="360"/>
      </w:pPr>
      <w:rPr>
        <w:rFonts w:ascii="Wingdings" w:hAnsi="Wingdings" w:hint="default"/>
      </w:rPr>
    </w:lvl>
  </w:abstractNum>
  <w:abstractNum w:abstractNumId="45" w15:restartNumberingAfterBreak="0">
    <w:nsid w:val="744E21A3"/>
    <w:multiLevelType w:val="hybridMultilevel"/>
    <w:tmpl w:val="21A28E3C"/>
    <w:lvl w:ilvl="0" w:tplc="DA54480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5C715C5"/>
    <w:multiLevelType w:val="hybridMultilevel"/>
    <w:tmpl w:val="1A407C50"/>
    <w:lvl w:ilvl="0" w:tplc="30C8D5D6">
      <w:start w:val="8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7" w15:restartNumberingAfterBreak="0">
    <w:nsid w:val="7B746F05"/>
    <w:multiLevelType w:val="hybridMultilevel"/>
    <w:tmpl w:val="E2D24E5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C1A31E5"/>
    <w:multiLevelType w:val="hybridMultilevel"/>
    <w:tmpl w:val="ABFC8350"/>
    <w:lvl w:ilvl="0" w:tplc="DA544806">
      <w:start w:val="1"/>
      <w:numFmt w:val="decimal"/>
      <w:lvlText w:val="%1."/>
      <w:lvlJc w:val="left"/>
      <w:pPr>
        <w:ind w:left="2138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2858" w:hanging="360"/>
      </w:pPr>
    </w:lvl>
    <w:lvl w:ilvl="2" w:tplc="0405001B" w:tentative="1">
      <w:start w:val="1"/>
      <w:numFmt w:val="lowerRoman"/>
      <w:lvlText w:val="%3."/>
      <w:lvlJc w:val="right"/>
      <w:pPr>
        <w:ind w:left="3578" w:hanging="180"/>
      </w:pPr>
    </w:lvl>
    <w:lvl w:ilvl="3" w:tplc="0405000F" w:tentative="1">
      <w:start w:val="1"/>
      <w:numFmt w:val="decimal"/>
      <w:lvlText w:val="%4."/>
      <w:lvlJc w:val="left"/>
      <w:pPr>
        <w:ind w:left="4298" w:hanging="360"/>
      </w:pPr>
    </w:lvl>
    <w:lvl w:ilvl="4" w:tplc="04050019" w:tentative="1">
      <w:start w:val="1"/>
      <w:numFmt w:val="lowerLetter"/>
      <w:lvlText w:val="%5."/>
      <w:lvlJc w:val="left"/>
      <w:pPr>
        <w:ind w:left="5018" w:hanging="360"/>
      </w:pPr>
    </w:lvl>
    <w:lvl w:ilvl="5" w:tplc="0405001B" w:tentative="1">
      <w:start w:val="1"/>
      <w:numFmt w:val="lowerRoman"/>
      <w:lvlText w:val="%6."/>
      <w:lvlJc w:val="right"/>
      <w:pPr>
        <w:ind w:left="5738" w:hanging="180"/>
      </w:pPr>
    </w:lvl>
    <w:lvl w:ilvl="6" w:tplc="0405000F" w:tentative="1">
      <w:start w:val="1"/>
      <w:numFmt w:val="decimal"/>
      <w:lvlText w:val="%7."/>
      <w:lvlJc w:val="left"/>
      <w:pPr>
        <w:ind w:left="6458" w:hanging="360"/>
      </w:pPr>
    </w:lvl>
    <w:lvl w:ilvl="7" w:tplc="04050019" w:tentative="1">
      <w:start w:val="1"/>
      <w:numFmt w:val="lowerLetter"/>
      <w:lvlText w:val="%8."/>
      <w:lvlJc w:val="left"/>
      <w:pPr>
        <w:ind w:left="7178" w:hanging="360"/>
      </w:pPr>
    </w:lvl>
    <w:lvl w:ilvl="8" w:tplc="040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49" w15:restartNumberingAfterBreak="0">
    <w:nsid w:val="7E595E5F"/>
    <w:multiLevelType w:val="hybridMultilevel"/>
    <w:tmpl w:val="57B4E6F8"/>
    <w:lvl w:ilvl="0" w:tplc="DA544806">
      <w:start w:val="1"/>
      <w:numFmt w:val="decimal"/>
      <w:lvlText w:val="%1."/>
      <w:lvlJc w:val="left"/>
      <w:pPr>
        <w:ind w:left="1428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28"/>
  </w:num>
  <w:num w:numId="7">
    <w:abstractNumId w:val="19"/>
  </w:num>
  <w:num w:numId="8">
    <w:abstractNumId w:val="12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26"/>
  </w:num>
  <w:num w:numId="15">
    <w:abstractNumId w:val="41"/>
  </w:num>
  <w:num w:numId="16">
    <w:abstractNumId w:val="24"/>
  </w:num>
  <w:num w:numId="17">
    <w:abstractNumId w:val="18"/>
  </w:num>
  <w:num w:numId="18">
    <w:abstractNumId w:val="46"/>
  </w:num>
  <w:num w:numId="19">
    <w:abstractNumId w:val="22"/>
  </w:num>
  <w:num w:numId="20">
    <w:abstractNumId w:val="23"/>
  </w:num>
  <w:num w:numId="21">
    <w:abstractNumId w:val="44"/>
  </w:num>
  <w:num w:numId="22">
    <w:abstractNumId w:val="40"/>
  </w:num>
  <w:num w:numId="23">
    <w:abstractNumId w:val="17"/>
  </w:num>
  <w:num w:numId="24">
    <w:abstractNumId w:val="27"/>
  </w:num>
  <w:num w:numId="25">
    <w:abstractNumId w:val="38"/>
  </w:num>
  <w:num w:numId="26">
    <w:abstractNumId w:val="13"/>
  </w:num>
  <w:num w:numId="27">
    <w:abstractNumId w:val="47"/>
  </w:num>
  <w:num w:numId="28">
    <w:abstractNumId w:val="39"/>
  </w:num>
  <w:num w:numId="29">
    <w:abstractNumId w:val="32"/>
  </w:num>
  <w:num w:numId="30">
    <w:abstractNumId w:val="31"/>
  </w:num>
  <w:num w:numId="31">
    <w:abstractNumId w:val="34"/>
  </w:num>
  <w:num w:numId="32">
    <w:abstractNumId w:val="11"/>
  </w:num>
  <w:num w:numId="33">
    <w:abstractNumId w:val="21"/>
  </w:num>
  <w:num w:numId="34">
    <w:abstractNumId w:val="20"/>
  </w:num>
  <w:num w:numId="35">
    <w:abstractNumId w:val="10"/>
  </w:num>
  <w:num w:numId="36">
    <w:abstractNumId w:val="15"/>
  </w:num>
  <w:num w:numId="37">
    <w:abstractNumId w:val="36"/>
  </w:num>
  <w:num w:numId="38">
    <w:abstractNumId w:val="16"/>
  </w:num>
  <w:num w:numId="39">
    <w:abstractNumId w:val="35"/>
  </w:num>
  <w:num w:numId="40">
    <w:abstractNumId w:val="48"/>
  </w:num>
  <w:num w:numId="41">
    <w:abstractNumId w:val="33"/>
  </w:num>
  <w:num w:numId="42">
    <w:abstractNumId w:val="49"/>
  </w:num>
  <w:num w:numId="43">
    <w:abstractNumId w:val="25"/>
  </w:num>
  <w:num w:numId="44">
    <w:abstractNumId w:val="45"/>
  </w:num>
  <w:num w:numId="45">
    <w:abstractNumId w:val="14"/>
  </w:num>
  <w:num w:numId="46">
    <w:abstractNumId w:val="29"/>
  </w:num>
  <w:num w:numId="47">
    <w:abstractNumId w:val="42"/>
  </w:num>
  <w:num w:numId="48">
    <w:abstractNumId w:val="37"/>
  </w:num>
  <w:num w:numId="49">
    <w:abstractNumId w:val="43"/>
  </w:num>
  <w:num w:numId="50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23"/>
  <w:proofState w:spelling="clean" w:grammar="clean"/>
  <w:attachedTemplate r:id="rId1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hdrShapeDefaults>
    <o:shapedefaults v:ext="edit" spidmax="399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2C65"/>
    <w:rsid w:val="000159E8"/>
    <w:rsid w:val="000476E4"/>
    <w:rsid w:val="00070B87"/>
    <w:rsid w:val="000821A6"/>
    <w:rsid w:val="00086207"/>
    <w:rsid w:val="00097E0F"/>
    <w:rsid w:val="000A2C2E"/>
    <w:rsid w:val="000A7D81"/>
    <w:rsid w:val="000B0DD0"/>
    <w:rsid w:val="000B223F"/>
    <w:rsid w:val="000C5278"/>
    <w:rsid w:val="000D323F"/>
    <w:rsid w:val="000D6AE4"/>
    <w:rsid w:val="000E5962"/>
    <w:rsid w:val="000E730C"/>
    <w:rsid w:val="0010266C"/>
    <w:rsid w:val="00103C04"/>
    <w:rsid w:val="00106842"/>
    <w:rsid w:val="00123F89"/>
    <w:rsid w:val="0014559B"/>
    <w:rsid w:val="00191DD0"/>
    <w:rsid w:val="00194EC6"/>
    <w:rsid w:val="001B3CFC"/>
    <w:rsid w:val="001B45F3"/>
    <w:rsid w:val="001B49F0"/>
    <w:rsid w:val="002044C3"/>
    <w:rsid w:val="00230024"/>
    <w:rsid w:val="00244E43"/>
    <w:rsid w:val="0025130B"/>
    <w:rsid w:val="00254049"/>
    <w:rsid w:val="00257AED"/>
    <w:rsid w:val="00260C14"/>
    <w:rsid w:val="00272E1B"/>
    <w:rsid w:val="002A2F32"/>
    <w:rsid w:val="002B0FB6"/>
    <w:rsid w:val="002B289B"/>
    <w:rsid w:val="002B3FD4"/>
    <w:rsid w:val="002B60B3"/>
    <w:rsid w:val="002C288B"/>
    <w:rsid w:val="002C6BED"/>
    <w:rsid w:val="002F3536"/>
    <w:rsid w:val="003313D9"/>
    <w:rsid w:val="0034110C"/>
    <w:rsid w:val="00343C6B"/>
    <w:rsid w:val="00347662"/>
    <w:rsid w:val="00356011"/>
    <w:rsid w:val="00377253"/>
    <w:rsid w:val="00391C7F"/>
    <w:rsid w:val="0039581E"/>
    <w:rsid w:val="00396AF2"/>
    <w:rsid w:val="00397120"/>
    <w:rsid w:val="00397370"/>
    <w:rsid w:val="003A3F54"/>
    <w:rsid w:val="003C18AD"/>
    <w:rsid w:val="003D2033"/>
    <w:rsid w:val="003E73B0"/>
    <w:rsid w:val="003F7902"/>
    <w:rsid w:val="004131A3"/>
    <w:rsid w:val="004132C0"/>
    <w:rsid w:val="0041790E"/>
    <w:rsid w:val="0042523C"/>
    <w:rsid w:val="00435CA3"/>
    <w:rsid w:val="0044747C"/>
    <w:rsid w:val="00456EBA"/>
    <w:rsid w:val="004747CD"/>
    <w:rsid w:val="004909B1"/>
    <w:rsid w:val="004A6868"/>
    <w:rsid w:val="004B5B17"/>
    <w:rsid w:val="005009A9"/>
    <w:rsid w:val="00507E8C"/>
    <w:rsid w:val="00514075"/>
    <w:rsid w:val="00516D5E"/>
    <w:rsid w:val="005227BF"/>
    <w:rsid w:val="005506F0"/>
    <w:rsid w:val="00550B72"/>
    <w:rsid w:val="00554031"/>
    <w:rsid w:val="00566A4C"/>
    <w:rsid w:val="005839A4"/>
    <w:rsid w:val="00585F36"/>
    <w:rsid w:val="005A1967"/>
    <w:rsid w:val="005B6569"/>
    <w:rsid w:val="005C30D7"/>
    <w:rsid w:val="005E094C"/>
    <w:rsid w:val="005E3B3B"/>
    <w:rsid w:val="005E4A83"/>
    <w:rsid w:val="005F6CAE"/>
    <w:rsid w:val="00620764"/>
    <w:rsid w:val="00622EF5"/>
    <w:rsid w:val="00630715"/>
    <w:rsid w:val="00633541"/>
    <w:rsid w:val="00642DE8"/>
    <w:rsid w:val="00644568"/>
    <w:rsid w:val="00666382"/>
    <w:rsid w:val="00676B81"/>
    <w:rsid w:val="006B228E"/>
    <w:rsid w:val="006B432E"/>
    <w:rsid w:val="006E4631"/>
    <w:rsid w:val="007000BD"/>
    <w:rsid w:val="007001D0"/>
    <w:rsid w:val="00721146"/>
    <w:rsid w:val="00787393"/>
    <w:rsid w:val="00792A63"/>
    <w:rsid w:val="00796783"/>
    <w:rsid w:val="007C62DA"/>
    <w:rsid w:val="007D2DD6"/>
    <w:rsid w:val="007D328A"/>
    <w:rsid w:val="007D5EE1"/>
    <w:rsid w:val="007E1D0B"/>
    <w:rsid w:val="007E73C3"/>
    <w:rsid w:val="007F67ED"/>
    <w:rsid w:val="00801C5F"/>
    <w:rsid w:val="00812496"/>
    <w:rsid w:val="008151CF"/>
    <w:rsid w:val="00815217"/>
    <w:rsid w:val="00821FF7"/>
    <w:rsid w:val="00830BFE"/>
    <w:rsid w:val="0085111D"/>
    <w:rsid w:val="00852899"/>
    <w:rsid w:val="00853427"/>
    <w:rsid w:val="00853EEA"/>
    <w:rsid w:val="0086011E"/>
    <w:rsid w:val="0086799F"/>
    <w:rsid w:val="00872C65"/>
    <w:rsid w:val="008879E9"/>
    <w:rsid w:val="00893C29"/>
    <w:rsid w:val="00897BB1"/>
    <w:rsid w:val="008A2C42"/>
    <w:rsid w:val="008B07A1"/>
    <w:rsid w:val="008B4B21"/>
    <w:rsid w:val="00903269"/>
    <w:rsid w:val="0092069B"/>
    <w:rsid w:val="0099513E"/>
    <w:rsid w:val="009B0A4E"/>
    <w:rsid w:val="009B1828"/>
    <w:rsid w:val="009B33D4"/>
    <w:rsid w:val="009C5978"/>
    <w:rsid w:val="009D57BB"/>
    <w:rsid w:val="009E5ACB"/>
    <w:rsid w:val="009F3DEA"/>
    <w:rsid w:val="00A46CDA"/>
    <w:rsid w:val="00A62251"/>
    <w:rsid w:val="00A749B1"/>
    <w:rsid w:val="00A7799F"/>
    <w:rsid w:val="00A80159"/>
    <w:rsid w:val="00AA0D27"/>
    <w:rsid w:val="00AA4FF9"/>
    <w:rsid w:val="00AA7047"/>
    <w:rsid w:val="00AA72C2"/>
    <w:rsid w:val="00AB5657"/>
    <w:rsid w:val="00AE7625"/>
    <w:rsid w:val="00AF2505"/>
    <w:rsid w:val="00B03FBF"/>
    <w:rsid w:val="00B13892"/>
    <w:rsid w:val="00B41BEA"/>
    <w:rsid w:val="00B526A6"/>
    <w:rsid w:val="00B53E8D"/>
    <w:rsid w:val="00B56E7F"/>
    <w:rsid w:val="00B64C68"/>
    <w:rsid w:val="00B715B6"/>
    <w:rsid w:val="00BB1FA9"/>
    <w:rsid w:val="00BD450F"/>
    <w:rsid w:val="00BE6408"/>
    <w:rsid w:val="00BF05B5"/>
    <w:rsid w:val="00C02DA9"/>
    <w:rsid w:val="00C44D31"/>
    <w:rsid w:val="00C56014"/>
    <w:rsid w:val="00C614DC"/>
    <w:rsid w:val="00C86CD7"/>
    <w:rsid w:val="00C95E3C"/>
    <w:rsid w:val="00CE05A2"/>
    <w:rsid w:val="00CF61BC"/>
    <w:rsid w:val="00D201F1"/>
    <w:rsid w:val="00D3362D"/>
    <w:rsid w:val="00D750CD"/>
    <w:rsid w:val="00D76FB3"/>
    <w:rsid w:val="00D863D5"/>
    <w:rsid w:val="00DA34C4"/>
    <w:rsid w:val="00DA4132"/>
    <w:rsid w:val="00DA64B3"/>
    <w:rsid w:val="00DB72DF"/>
    <w:rsid w:val="00DC29E4"/>
    <w:rsid w:val="00DC4ABD"/>
    <w:rsid w:val="00DF5253"/>
    <w:rsid w:val="00DF62DA"/>
    <w:rsid w:val="00E16106"/>
    <w:rsid w:val="00E36F47"/>
    <w:rsid w:val="00E405E1"/>
    <w:rsid w:val="00E51202"/>
    <w:rsid w:val="00E56C7F"/>
    <w:rsid w:val="00E63FF9"/>
    <w:rsid w:val="00E82E15"/>
    <w:rsid w:val="00EA48C7"/>
    <w:rsid w:val="00EB5988"/>
    <w:rsid w:val="00ED15A8"/>
    <w:rsid w:val="00EE34BD"/>
    <w:rsid w:val="00EF3B15"/>
    <w:rsid w:val="00EF679B"/>
    <w:rsid w:val="00F225F3"/>
    <w:rsid w:val="00F36AA3"/>
    <w:rsid w:val="00F44F4D"/>
    <w:rsid w:val="00F620B7"/>
    <w:rsid w:val="00F97DE0"/>
    <w:rsid w:val="00FB0ABF"/>
    <w:rsid w:val="00FB152F"/>
    <w:rsid w:val="00FB16D8"/>
    <w:rsid w:val="00FB2974"/>
    <w:rsid w:val="00FB36A6"/>
    <w:rsid w:val="00FB4C89"/>
    <w:rsid w:val="00FD4F05"/>
    <w:rsid w:val="00FD66B9"/>
    <w:rsid w:val="00FE0D52"/>
    <w:rsid w:val="00FE2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7"/>
    <o:shapelayout v:ext="edit">
      <o:idmap v:ext="edit" data="1"/>
    </o:shapelayout>
  </w:shapeDefaults>
  <w:decimalSymbol w:val=","/>
  <w:listSeparator w:val=";"/>
  <w14:docId w14:val="59BF1A9C"/>
  <w15:chartTrackingRefBased/>
  <w15:docId w15:val="{FE41746B-7FC5-4B5D-BA3F-414FC53EB3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E56C7F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</w:style>
  <w:style w:type="character" w:customStyle="1" w:styleId="PS-slovanseznamChar">
    <w:name w:val="PS-číslovaný seznam Char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spacing w:val="60"/>
    </w:rPr>
  </w:style>
  <w:style w:type="character" w:customStyle="1" w:styleId="proloenChar">
    <w:name w:val="proložení Char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customStyle="1" w:styleId="Tlotextu">
    <w:name w:val="Tělo textu"/>
    <w:basedOn w:val="Normln"/>
    <w:rsid w:val="00872C65"/>
    <w:pPr>
      <w:widowControl w:val="0"/>
      <w:suppressAutoHyphens/>
      <w:spacing w:after="120" w:line="288" w:lineRule="auto"/>
      <w:textAlignment w:val="baseline"/>
    </w:pPr>
    <w:rPr>
      <w:rFonts w:eastAsia="SimSun"/>
      <w:szCs w:val="24"/>
      <w:lang w:eastAsia="zh-CN" w:bidi="hi-IN"/>
    </w:rPr>
  </w:style>
  <w:style w:type="paragraph" w:customStyle="1" w:styleId="WW-BodyText2">
    <w:name w:val="WW-Body Text 2"/>
    <w:basedOn w:val="Normln"/>
    <w:rsid w:val="00872C65"/>
    <w:pPr>
      <w:widowControl w:val="0"/>
      <w:suppressAutoHyphens/>
      <w:spacing w:after="0" w:line="240" w:lineRule="auto"/>
      <w:jc w:val="both"/>
      <w:textAlignment w:val="baseline"/>
    </w:pPr>
    <w:rPr>
      <w:rFonts w:eastAsia="SimSun"/>
      <w:szCs w:val="24"/>
      <w:lang w:eastAsia="zh-CN" w:bidi="hi-IN"/>
    </w:rPr>
  </w:style>
  <w:style w:type="paragraph" w:customStyle="1" w:styleId="western">
    <w:name w:val="western"/>
    <w:basedOn w:val="Normln"/>
    <w:rsid w:val="00872C65"/>
    <w:pPr>
      <w:spacing w:before="100" w:beforeAutospacing="1" w:after="119" w:line="240" w:lineRule="auto"/>
    </w:pPr>
    <w:rPr>
      <w:rFonts w:eastAsia="Times New Roman"/>
      <w:color w:val="000000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872C65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FB152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FB152F"/>
    <w:rPr>
      <w:rFonts w:ascii="Segoe UI" w:hAnsi="Segoe UI" w:cs="Segoe UI"/>
      <w:sz w:val="18"/>
      <w:szCs w:val="18"/>
      <w:lang w:eastAsia="en-US"/>
    </w:rPr>
  </w:style>
  <w:style w:type="paragraph" w:styleId="Zhlav">
    <w:name w:val="header"/>
    <w:basedOn w:val="Normln"/>
    <w:link w:val="ZhlavChar"/>
    <w:unhideWhenUsed/>
    <w:rsid w:val="009B0A4E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9B0A4E"/>
    <w:rPr>
      <w:rFonts w:ascii="Times New Roman" w:hAnsi="Times New Roman"/>
      <w:sz w:val="24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9B0A4E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9B0A4E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15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5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2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almaii\Documents\Vlastn&#237;%20&#353;ablony%20Office\USNESENI-UPV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C47B00-A039-423C-AC20-90718F696C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USNESENI-UPV.dotx</Template>
  <TotalTime>6</TotalTime>
  <Pages>2</Pages>
  <Words>288</Words>
  <Characters>1700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Palmai Irena</dc:creator>
  <cp:keywords/>
  <dc:description/>
  <cp:lastModifiedBy>Martina Vávrová</cp:lastModifiedBy>
  <cp:revision>6</cp:revision>
  <cp:lastPrinted>2024-10-01T08:44:00Z</cp:lastPrinted>
  <dcterms:created xsi:type="dcterms:W3CDTF">2024-10-01T08:27:00Z</dcterms:created>
  <dcterms:modified xsi:type="dcterms:W3CDTF">2024-10-01T11:46:00Z</dcterms:modified>
</cp:coreProperties>
</file>