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02C9DC87" w:rsidR="003E1216" w:rsidRPr="003E1216" w:rsidRDefault="00E22AEA" w:rsidP="00684000">
      <w:pPr>
        <w:pStyle w:val="PShlavika2"/>
        <w:spacing w:line="240" w:lineRule="auto"/>
      </w:pPr>
      <w:r>
        <w:t>202</w:t>
      </w:r>
      <w:r w:rsidR="00CF4D94">
        <w:t>4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526F0C96" w:rsidR="003E1216" w:rsidRPr="00C907C5" w:rsidRDefault="002C62B9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272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42D80C1D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CF4D94">
        <w:t>e 4</w:t>
      </w:r>
      <w:r w:rsidR="00965FFA">
        <w:t>6</w:t>
      </w:r>
      <w:r w:rsidR="00C907C5">
        <w:t>. schůze</w:t>
      </w:r>
    </w:p>
    <w:p w14:paraId="109F92E9" w14:textId="0A031F6E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965FFA">
        <w:rPr>
          <w:bCs/>
          <w:iCs/>
        </w:rPr>
        <w:t>26. září</w:t>
      </w:r>
      <w:r w:rsidR="0033764D">
        <w:rPr>
          <w:bCs/>
          <w:iCs/>
        </w:rPr>
        <w:t xml:space="preserve"> 202</w:t>
      </w:r>
      <w:r w:rsidR="00CF4D94">
        <w:rPr>
          <w:bCs/>
          <w:iCs/>
        </w:rPr>
        <w:t>4</w:t>
      </w:r>
    </w:p>
    <w:p w14:paraId="44830807" w14:textId="79200E4E" w:rsidR="00390BC3" w:rsidRDefault="000B1B98" w:rsidP="0050788C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rFonts w:cs="Times New Roman"/>
          <w:szCs w:val="24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 xml:space="preserve">ládnímu návrhu </w:t>
      </w:r>
      <w:r w:rsidR="00A034FA" w:rsidRPr="00A034FA">
        <w:t>zákona</w:t>
      </w:r>
      <w:r w:rsidR="002735C5" w:rsidRPr="00B54D18">
        <w:rPr>
          <w:rFonts w:cs="Times New Roman"/>
          <w:szCs w:val="24"/>
        </w:rPr>
        <w:t xml:space="preserve">, </w:t>
      </w:r>
      <w:r w:rsidR="00390BC3" w:rsidRPr="006E6A88">
        <w:rPr>
          <w:rFonts w:cs="Times New Roman"/>
          <w:szCs w:val="24"/>
        </w:rPr>
        <w:t xml:space="preserve">kterým se mění </w:t>
      </w:r>
      <w:r w:rsidR="005B7946">
        <w:rPr>
          <w:rFonts w:cs="Times New Roman"/>
          <w:szCs w:val="24"/>
        </w:rPr>
        <w:t xml:space="preserve">některé zákony v souvislosti s přijetím </w:t>
      </w:r>
      <w:r w:rsidR="005B7946">
        <w:rPr>
          <w:rFonts w:cs="Times New Roman"/>
          <w:szCs w:val="24"/>
        </w:rPr>
        <w:br/>
        <w:t>zákona o kybernetické bezpečnosti</w:t>
      </w:r>
    </w:p>
    <w:p w14:paraId="54D3B59B" w14:textId="3825731E" w:rsidR="008C5CDC" w:rsidRPr="00996356" w:rsidRDefault="00390BC3" w:rsidP="00390BC3">
      <w:pPr>
        <w:pStyle w:val="slovanseznam"/>
        <w:tabs>
          <w:tab w:val="clear" w:pos="360"/>
        </w:tabs>
        <w:ind w:left="0" w:firstLine="0"/>
        <w:contextualSpacing w:val="0"/>
        <w:jc w:val="center"/>
        <w:rPr>
          <w:i/>
          <w:sz w:val="22"/>
        </w:rPr>
      </w:pPr>
      <w:r w:rsidRPr="006E6A88">
        <w:rPr>
          <w:rFonts w:cs="Times New Roman"/>
          <w:szCs w:val="24"/>
        </w:rPr>
        <w:t xml:space="preserve">– </w:t>
      </w:r>
      <w:r w:rsidRPr="006E6A88">
        <w:rPr>
          <w:rFonts w:cs="Times New Roman"/>
          <w:b/>
          <w:szCs w:val="24"/>
        </w:rPr>
        <w:t>sněmovní tisk 7</w:t>
      </w:r>
      <w:r w:rsidR="005B7946">
        <w:rPr>
          <w:rFonts w:cs="Times New Roman"/>
          <w:b/>
          <w:szCs w:val="24"/>
        </w:rPr>
        <w:t>60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7C9F3D65" w14:textId="1A64CB89" w:rsidR="005B7946" w:rsidRPr="00E83F84" w:rsidRDefault="005B7946" w:rsidP="005B7946">
      <w:pPr>
        <w:spacing w:before="840" w:after="24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</w:t>
      </w:r>
      <w:r>
        <w:rPr>
          <w:rFonts w:ascii="Times New Roman" w:hAnsi="Times New Roman"/>
          <w:sz w:val="24"/>
          <w:szCs w:val="24"/>
        </w:rPr>
        <w:t xml:space="preserve">úvodního </w:t>
      </w:r>
      <w:r w:rsidRPr="00B07A72">
        <w:rPr>
          <w:rFonts w:ascii="Times New Roman" w:hAnsi="Times New Roman"/>
          <w:sz w:val="24"/>
          <w:szCs w:val="24"/>
        </w:rPr>
        <w:t xml:space="preserve">slova </w:t>
      </w:r>
      <w:r w:rsidR="002C62B9">
        <w:rPr>
          <w:rFonts w:ascii="Times New Roman" w:hAnsi="Times New Roman"/>
          <w:sz w:val="24"/>
          <w:szCs w:val="24"/>
        </w:rPr>
        <w:t xml:space="preserve">1. náměstka </w:t>
      </w:r>
      <w:r w:rsidR="002C62B9" w:rsidRPr="00FD68E8">
        <w:rPr>
          <w:rFonts w:ascii="Times New Roman" w:hAnsi="Times New Roman"/>
          <w:sz w:val="24"/>
          <w:szCs w:val="24"/>
        </w:rPr>
        <w:t xml:space="preserve">ředitele Národního úřadu pro kybernetickou a informační bezpečnost </w:t>
      </w:r>
      <w:r w:rsidR="002C62B9">
        <w:rPr>
          <w:rFonts w:ascii="Times New Roman" w:hAnsi="Times New Roman"/>
          <w:sz w:val="24"/>
          <w:szCs w:val="24"/>
        </w:rPr>
        <w:t>Tomáše Krejčího</w:t>
      </w:r>
      <w:bookmarkStart w:id="0" w:name="_GoBack"/>
      <w:bookmarkEnd w:id="0"/>
      <w:r w:rsidRPr="00B07A72">
        <w:rPr>
          <w:rFonts w:ascii="Times New Roman" w:hAnsi="Times New Roman"/>
          <w:sz w:val="24"/>
          <w:szCs w:val="24"/>
        </w:rPr>
        <w:t xml:space="preserve">, zpravodajské zprávy </w:t>
      </w:r>
      <w:r w:rsidRPr="00DE6DD6">
        <w:rPr>
          <w:rFonts w:ascii="Times New Roman" w:hAnsi="Times New Roman"/>
          <w:sz w:val="24"/>
          <w:szCs w:val="24"/>
        </w:rPr>
        <w:t xml:space="preserve">poslance Marka Nováka </w:t>
      </w:r>
      <w:r w:rsidRPr="00E83F84">
        <w:rPr>
          <w:rFonts w:ascii="Times New Roman" w:hAnsi="Times New Roman"/>
          <w:sz w:val="24"/>
          <w:szCs w:val="24"/>
        </w:rPr>
        <w:t>a po obecné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04034215" w14:textId="6B21815B" w:rsidR="005B7946" w:rsidRPr="00E83F84" w:rsidRDefault="005B7946" w:rsidP="005B7946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480" w:after="360" w:line="312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>
        <w:rPr>
          <w:rFonts w:ascii="Times New Roman" w:hAnsi="Times New Roman"/>
          <w:b/>
          <w:sz w:val="24"/>
          <w:szCs w:val="24"/>
          <w:lang w:eastAsia="cs-CZ"/>
        </w:rPr>
        <w:t>sněmovního tisku 760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0C0AD2CF" w14:textId="77777777" w:rsidR="005B7946" w:rsidRPr="009C00F0" w:rsidRDefault="005B7946" w:rsidP="005B7946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312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harmonogram projednávání tohoto sněmovního tisku podle návrhu zpravodaj</w:t>
      </w:r>
      <w:r>
        <w:rPr>
          <w:rFonts w:ascii="Times New Roman" w:hAnsi="Times New Roman"/>
          <w:spacing w:val="-4"/>
          <w:sz w:val="24"/>
          <w:szCs w:val="24"/>
          <w:lang w:eastAsia="cs-CZ"/>
        </w:rPr>
        <w:t>e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:</w:t>
      </w:r>
    </w:p>
    <w:p w14:paraId="16460500" w14:textId="77777777" w:rsidR="005B7946" w:rsidRDefault="005B7946" w:rsidP="005B7946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360" w:after="360" w:line="312" w:lineRule="auto"/>
        <w:ind w:left="992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písemné pozměňovací návrhy vložit do systému PSP (k projednání orgánem PS – HV) nebo zaslat na e-mail hv@psp.cz </w:t>
      </w:r>
      <w:r w:rsidRPr="00EA7B43">
        <w:rPr>
          <w:rFonts w:ascii="Times New Roman" w:hAnsi="Times New Roman"/>
          <w:i/>
          <w:sz w:val="24"/>
          <w:szCs w:val="24"/>
          <w:lang w:eastAsia="cs-CZ"/>
        </w:rPr>
        <w:t>do</w:t>
      </w:r>
      <w:r w:rsidRPr="00EA7B4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Pr="00DE6DD6">
        <w:rPr>
          <w:rFonts w:ascii="Times New Roman" w:hAnsi="Times New Roman"/>
          <w:b/>
          <w:i/>
          <w:sz w:val="24"/>
          <w:szCs w:val="24"/>
          <w:lang w:eastAsia="cs-CZ"/>
        </w:rPr>
        <w:t>úterý 29. října 2024 do 12:00 hodin</w:t>
      </w:r>
      <w:r w:rsidRPr="00EA7B43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173A9483" w14:textId="77777777" w:rsidR="005B7946" w:rsidRDefault="005B7946" w:rsidP="005B794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360" w:after="360" w:line="312" w:lineRule="auto"/>
        <w:ind w:left="992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Pr="00DE6DD6">
        <w:rPr>
          <w:rFonts w:ascii="Times New Roman" w:hAnsi="Times New Roman"/>
          <w:i/>
          <w:sz w:val="24"/>
          <w:szCs w:val="24"/>
          <w:lang w:eastAsia="cs-CZ"/>
        </w:rPr>
        <w:t xml:space="preserve">NÚKIB na hospodářský výbor do </w:t>
      </w:r>
      <w:r w:rsidRPr="00DE6DD6">
        <w:rPr>
          <w:rFonts w:ascii="Times New Roman" w:hAnsi="Times New Roman"/>
          <w:b/>
          <w:i/>
          <w:sz w:val="24"/>
          <w:szCs w:val="24"/>
          <w:lang w:eastAsia="cs-CZ"/>
        </w:rPr>
        <w:t>úterý 5. listopadu 2024</w:t>
      </w:r>
      <w:r w:rsidRPr="00DE6DD6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Pr="00DE6DD6">
        <w:rPr>
          <w:rFonts w:ascii="Times New Roman" w:hAnsi="Times New Roman"/>
          <w:b/>
          <w:i/>
          <w:sz w:val="24"/>
          <w:szCs w:val="24"/>
          <w:lang w:eastAsia="cs-CZ"/>
        </w:rPr>
        <w:t>do 12:00 hodin</w:t>
      </w:r>
      <w:r w:rsidRPr="00DE6DD6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3D603251" w14:textId="77777777" w:rsidR="005B7946" w:rsidRPr="00DE6DD6" w:rsidRDefault="005B7946" w:rsidP="005B794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360" w:after="360" w:line="312" w:lineRule="auto"/>
        <w:ind w:left="992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projednávání </w:t>
      </w:r>
      <w:r w:rsidRPr="00DE6DD6">
        <w:rPr>
          <w:rFonts w:ascii="Times New Roman" w:hAnsi="Times New Roman"/>
          <w:i/>
          <w:sz w:val="24"/>
          <w:szCs w:val="24"/>
          <w:lang w:eastAsia="cs-CZ"/>
        </w:rPr>
        <w:t xml:space="preserve">na schůzi hospodářského výboru ve </w:t>
      </w:r>
      <w:r w:rsidRPr="00DE6DD6">
        <w:rPr>
          <w:rFonts w:ascii="Times New Roman" w:hAnsi="Times New Roman"/>
          <w:b/>
          <w:i/>
          <w:sz w:val="24"/>
          <w:szCs w:val="24"/>
          <w:lang w:eastAsia="cs-CZ"/>
        </w:rPr>
        <w:t>čtvrtek 7. listopadu 2024</w:t>
      </w:r>
      <w:r w:rsidRPr="00DE6DD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2E772744" w14:textId="77777777" w:rsidR="005B7946" w:rsidRPr="000E33C3" w:rsidRDefault="005B7946" w:rsidP="0054037E">
      <w:pPr>
        <w:tabs>
          <w:tab w:val="center" w:pos="1418"/>
          <w:tab w:val="center" w:pos="4536"/>
          <w:tab w:val="center" w:pos="7655"/>
        </w:tabs>
        <w:spacing w:before="1440" w:after="0" w:line="312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Marek NOVÁK v. r.</w:t>
      </w: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Ivan ADAMEC v. r.</w:t>
      </w:r>
    </w:p>
    <w:p w14:paraId="64DCCA33" w14:textId="16498387" w:rsidR="00941671" w:rsidRDefault="005B7946" w:rsidP="0054037E">
      <w:pPr>
        <w:tabs>
          <w:tab w:val="center" w:pos="1418"/>
          <w:tab w:val="center" w:pos="4536"/>
          <w:tab w:val="center" w:pos="7655"/>
        </w:tabs>
        <w:spacing w:after="480" w:line="312" w:lineRule="auto"/>
        <w:rPr>
          <w:rFonts w:ascii="Times New Roman" w:hAnsi="Times New Roman"/>
          <w:sz w:val="24"/>
          <w:szCs w:val="24"/>
          <w:lang w:eastAsia="cs-CZ"/>
        </w:rPr>
      </w:pPr>
      <w:r w:rsidRPr="000E33C3">
        <w:rPr>
          <w:rFonts w:ascii="Times New Roman" w:hAnsi="Times New Roman"/>
          <w:sz w:val="24"/>
          <w:szCs w:val="24"/>
          <w:lang w:eastAsia="cs-CZ"/>
        </w:rPr>
        <w:tab/>
        <w:t xml:space="preserve">ověřovatel </w:t>
      </w:r>
      <w:r>
        <w:rPr>
          <w:rFonts w:ascii="Times New Roman" w:hAnsi="Times New Roman"/>
          <w:sz w:val="24"/>
          <w:szCs w:val="24"/>
          <w:lang w:eastAsia="cs-CZ"/>
        </w:rPr>
        <w:t xml:space="preserve">a zpravodaj </w:t>
      </w:r>
      <w:r w:rsidRPr="000E33C3">
        <w:rPr>
          <w:rFonts w:ascii="Times New Roman" w:hAnsi="Times New Roman"/>
          <w:sz w:val="24"/>
          <w:szCs w:val="24"/>
          <w:lang w:eastAsia="cs-CZ"/>
        </w:rPr>
        <w:t>výboru</w:t>
      </w: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</w:t>
      </w:r>
      <w:r w:rsidRPr="000E33C3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41671" w:rsidSect="00B14D34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8D730" w14:textId="77777777" w:rsidR="00592992" w:rsidRDefault="00592992" w:rsidP="00C66196">
      <w:pPr>
        <w:spacing w:after="0" w:line="240" w:lineRule="auto"/>
      </w:pPr>
      <w:r>
        <w:separator/>
      </w:r>
    </w:p>
  </w:endnote>
  <w:endnote w:type="continuationSeparator" w:id="0">
    <w:p w14:paraId="697D48B4" w14:textId="77777777" w:rsidR="00592992" w:rsidRDefault="00592992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ource Sans Pro Black">
    <w:charset w:val="EE"/>
    <w:family w:val="swiss"/>
    <w:pitch w:val="variable"/>
    <w:sig w:usb0="600002F7" w:usb1="02000001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8B30A" w14:textId="77777777" w:rsidR="00592992" w:rsidRDefault="00592992" w:rsidP="00C66196">
      <w:pPr>
        <w:spacing w:after="0" w:line="240" w:lineRule="auto"/>
      </w:pPr>
      <w:r>
        <w:separator/>
      </w:r>
    </w:p>
  </w:footnote>
  <w:footnote w:type="continuationSeparator" w:id="0">
    <w:p w14:paraId="2892EC5A" w14:textId="77777777" w:rsidR="00592992" w:rsidRDefault="00592992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4D143" w14:textId="0EB888EE" w:rsidR="00C66196" w:rsidRPr="001A354F" w:rsidRDefault="00C66196" w:rsidP="001A354F">
    <w:pPr>
      <w:pStyle w:val="Zhlav"/>
      <w:jc w:val="right"/>
      <w:rPr>
        <w:b/>
        <w:color w:val="00B0F0"/>
        <w:sz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B90E65"/>
    <w:multiLevelType w:val="hybridMultilevel"/>
    <w:tmpl w:val="F84C3888"/>
    <w:lvl w:ilvl="0" w:tplc="A6964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8E1D58"/>
    <w:multiLevelType w:val="hybridMultilevel"/>
    <w:tmpl w:val="C0D89158"/>
    <w:lvl w:ilvl="0" w:tplc="50566284">
      <w:start w:val="1"/>
      <w:numFmt w:val="decimal"/>
      <w:lvlText w:val="%1."/>
      <w:lvlJc w:val="left"/>
      <w:pPr>
        <w:tabs>
          <w:tab w:val="num" w:pos="2149"/>
        </w:tabs>
        <w:ind w:left="214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305F9"/>
    <w:multiLevelType w:val="hybridMultilevel"/>
    <w:tmpl w:val="034CEAC2"/>
    <w:lvl w:ilvl="0" w:tplc="A6964C7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492AC8"/>
    <w:multiLevelType w:val="hybridMultilevel"/>
    <w:tmpl w:val="17940234"/>
    <w:lvl w:ilvl="0" w:tplc="A6964C7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5D68380E"/>
    <w:multiLevelType w:val="hybridMultilevel"/>
    <w:tmpl w:val="BE08B6B2"/>
    <w:lvl w:ilvl="0" w:tplc="5056628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F582761"/>
    <w:multiLevelType w:val="hybridMultilevel"/>
    <w:tmpl w:val="D4B81074"/>
    <w:lvl w:ilvl="0" w:tplc="50566284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7"/>
  </w:num>
  <w:num w:numId="13">
    <w:abstractNumId w:val="29"/>
  </w:num>
  <w:num w:numId="14">
    <w:abstractNumId w:val="31"/>
  </w:num>
  <w:num w:numId="15">
    <w:abstractNumId w:val="12"/>
  </w:num>
  <w:num w:numId="16">
    <w:abstractNumId w:val="27"/>
  </w:num>
  <w:num w:numId="17">
    <w:abstractNumId w:val="21"/>
  </w:num>
  <w:num w:numId="18">
    <w:abstractNumId w:val="25"/>
  </w:num>
  <w:num w:numId="19">
    <w:abstractNumId w:val="19"/>
  </w:num>
  <w:num w:numId="20">
    <w:abstractNumId w:val="28"/>
  </w:num>
  <w:num w:numId="21">
    <w:abstractNumId w:val="33"/>
  </w:num>
  <w:num w:numId="22">
    <w:abstractNumId w:val="20"/>
  </w:num>
  <w:num w:numId="23">
    <w:abstractNumId w:val="10"/>
  </w:num>
  <w:num w:numId="24">
    <w:abstractNumId w:val="11"/>
  </w:num>
  <w:num w:numId="25">
    <w:abstractNumId w:val="32"/>
  </w:num>
  <w:num w:numId="26">
    <w:abstractNumId w:val="16"/>
  </w:num>
  <w:num w:numId="27">
    <w:abstractNumId w:val="14"/>
  </w:num>
  <w:num w:numId="28">
    <w:abstractNumId w:val="30"/>
  </w:num>
  <w:num w:numId="29">
    <w:abstractNumId w:val="18"/>
  </w:num>
  <w:num w:numId="30">
    <w:abstractNumId w:val="26"/>
  </w:num>
  <w:num w:numId="31">
    <w:abstractNumId w:val="34"/>
  </w:num>
  <w:num w:numId="32">
    <w:abstractNumId w:val="24"/>
  </w:num>
  <w:num w:numId="33">
    <w:abstractNumId w:val="15"/>
  </w:num>
  <w:num w:numId="34">
    <w:abstractNumId w:val="22"/>
  </w:num>
  <w:num w:numId="35">
    <w:abstractNumId w:val="13"/>
  </w:num>
  <w:num w:numId="36">
    <w:abstractNumId w:val="10"/>
    <w:lvlOverride w:ilvl="0">
      <w:startOverride w:val="1"/>
    </w:lvlOverride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519"/>
    <w:rsid w:val="00013293"/>
    <w:rsid w:val="000175D8"/>
    <w:rsid w:val="00023F61"/>
    <w:rsid w:val="00033D80"/>
    <w:rsid w:val="000340BA"/>
    <w:rsid w:val="00036756"/>
    <w:rsid w:val="000447AB"/>
    <w:rsid w:val="00056E19"/>
    <w:rsid w:val="00060BDA"/>
    <w:rsid w:val="00076149"/>
    <w:rsid w:val="00080DCE"/>
    <w:rsid w:val="0008144B"/>
    <w:rsid w:val="00082C1B"/>
    <w:rsid w:val="0008579E"/>
    <w:rsid w:val="000A273E"/>
    <w:rsid w:val="000A2E73"/>
    <w:rsid w:val="000A3377"/>
    <w:rsid w:val="000A48B5"/>
    <w:rsid w:val="000A7C74"/>
    <w:rsid w:val="000B0CAF"/>
    <w:rsid w:val="000B1B98"/>
    <w:rsid w:val="000B46D9"/>
    <w:rsid w:val="000D431D"/>
    <w:rsid w:val="000F0BF5"/>
    <w:rsid w:val="000F3F85"/>
    <w:rsid w:val="001056EE"/>
    <w:rsid w:val="001176D3"/>
    <w:rsid w:val="00117C2E"/>
    <w:rsid w:val="00123D1F"/>
    <w:rsid w:val="0012445E"/>
    <w:rsid w:val="00126B9E"/>
    <w:rsid w:val="00134451"/>
    <w:rsid w:val="00156E5E"/>
    <w:rsid w:val="00160F6B"/>
    <w:rsid w:val="00164931"/>
    <w:rsid w:val="00167340"/>
    <w:rsid w:val="0017278F"/>
    <w:rsid w:val="001942AF"/>
    <w:rsid w:val="001A354F"/>
    <w:rsid w:val="001A6B50"/>
    <w:rsid w:val="001B4026"/>
    <w:rsid w:val="001C4FB8"/>
    <w:rsid w:val="001D31DB"/>
    <w:rsid w:val="001D480E"/>
    <w:rsid w:val="001D62A9"/>
    <w:rsid w:val="001E2E72"/>
    <w:rsid w:val="001F6D70"/>
    <w:rsid w:val="002100FA"/>
    <w:rsid w:val="002128F2"/>
    <w:rsid w:val="00216D4E"/>
    <w:rsid w:val="002214A3"/>
    <w:rsid w:val="00232CB3"/>
    <w:rsid w:val="002371EF"/>
    <w:rsid w:val="00255747"/>
    <w:rsid w:val="00272C8B"/>
    <w:rsid w:val="002735C5"/>
    <w:rsid w:val="002815B6"/>
    <w:rsid w:val="00283C78"/>
    <w:rsid w:val="00285D5A"/>
    <w:rsid w:val="002B2D62"/>
    <w:rsid w:val="002C0BF6"/>
    <w:rsid w:val="002C5CAA"/>
    <w:rsid w:val="002C62B9"/>
    <w:rsid w:val="002E355C"/>
    <w:rsid w:val="002F496A"/>
    <w:rsid w:val="00315E6F"/>
    <w:rsid w:val="00323B6C"/>
    <w:rsid w:val="00323DBF"/>
    <w:rsid w:val="00326296"/>
    <w:rsid w:val="0033764D"/>
    <w:rsid w:val="003501E4"/>
    <w:rsid w:val="00357389"/>
    <w:rsid w:val="003628CC"/>
    <w:rsid w:val="00370381"/>
    <w:rsid w:val="003747C1"/>
    <w:rsid w:val="003909BD"/>
    <w:rsid w:val="00390BC3"/>
    <w:rsid w:val="0039412C"/>
    <w:rsid w:val="003962B6"/>
    <w:rsid w:val="003C1519"/>
    <w:rsid w:val="003C4C07"/>
    <w:rsid w:val="003E0A61"/>
    <w:rsid w:val="003E1216"/>
    <w:rsid w:val="003E3668"/>
    <w:rsid w:val="003E65E5"/>
    <w:rsid w:val="003F7969"/>
    <w:rsid w:val="00407E35"/>
    <w:rsid w:val="0041483E"/>
    <w:rsid w:val="00416EA7"/>
    <w:rsid w:val="0041759C"/>
    <w:rsid w:val="00422A4C"/>
    <w:rsid w:val="00433B08"/>
    <w:rsid w:val="0044087F"/>
    <w:rsid w:val="00444ABC"/>
    <w:rsid w:val="0046010B"/>
    <w:rsid w:val="00460D2C"/>
    <w:rsid w:val="0047485A"/>
    <w:rsid w:val="00476F64"/>
    <w:rsid w:val="00485296"/>
    <w:rsid w:val="00494B82"/>
    <w:rsid w:val="004A2382"/>
    <w:rsid w:val="004A6789"/>
    <w:rsid w:val="004B5BF2"/>
    <w:rsid w:val="004B6EC8"/>
    <w:rsid w:val="004C2102"/>
    <w:rsid w:val="004D71CF"/>
    <w:rsid w:val="004E502F"/>
    <w:rsid w:val="004F072B"/>
    <w:rsid w:val="004F0F9F"/>
    <w:rsid w:val="004F18AA"/>
    <w:rsid w:val="004F6F69"/>
    <w:rsid w:val="00502C3B"/>
    <w:rsid w:val="0050788C"/>
    <w:rsid w:val="005211F3"/>
    <w:rsid w:val="00524661"/>
    <w:rsid w:val="0054037E"/>
    <w:rsid w:val="00540C38"/>
    <w:rsid w:val="00560B5B"/>
    <w:rsid w:val="00570397"/>
    <w:rsid w:val="00570654"/>
    <w:rsid w:val="00580782"/>
    <w:rsid w:val="00592992"/>
    <w:rsid w:val="005A369C"/>
    <w:rsid w:val="005A6FA8"/>
    <w:rsid w:val="005B7946"/>
    <w:rsid w:val="005C001D"/>
    <w:rsid w:val="005E6546"/>
    <w:rsid w:val="00612F0C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2FCE"/>
    <w:rsid w:val="006E41C4"/>
    <w:rsid w:val="006E430E"/>
    <w:rsid w:val="006F0294"/>
    <w:rsid w:val="00701539"/>
    <w:rsid w:val="007031CC"/>
    <w:rsid w:val="00704CD8"/>
    <w:rsid w:val="007079CD"/>
    <w:rsid w:val="00713493"/>
    <w:rsid w:val="00734ED8"/>
    <w:rsid w:val="00744C47"/>
    <w:rsid w:val="007638CA"/>
    <w:rsid w:val="0077108E"/>
    <w:rsid w:val="00786590"/>
    <w:rsid w:val="007958F9"/>
    <w:rsid w:val="00796130"/>
    <w:rsid w:val="007B1C49"/>
    <w:rsid w:val="007B5DE5"/>
    <w:rsid w:val="007B6DE0"/>
    <w:rsid w:val="007B7A8D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6C2A"/>
    <w:rsid w:val="00837343"/>
    <w:rsid w:val="00837AA7"/>
    <w:rsid w:val="00850610"/>
    <w:rsid w:val="00852ED6"/>
    <w:rsid w:val="00861F3E"/>
    <w:rsid w:val="008A29E6"/>
    <w:rsid w:val="008A33F6"/>
    <w:rsid w:val="008A3D0E"/>
    <w:rsid w:val="008A6733"/>
    <w:rsid w:val="008B4F68"/>
    <w:rsid w:val="008C5CDC"/>
    <w:rsid w:val="008C7D1F"/>
    <w:rsid w:val="008D02DE"/>
    <w:rsid w:val="008E3EAF"/>
    <w:rsid w:val="009202F2"/>
    <w:rsid w:val="00920BD2"/>
    <w:rsid w:val="009347D3"/>
    <w:rsid w:val="00940C0E"/>
    <w:rsid w:val="00940FE6"/>
    <w:rsid w:val="00941671"/>
    <w:rsid w:val="00941FB1"/>
    <w:rsid w:val="0094657D"/>
    <w:rsid w:val="009543BC"/>
    <w:rsid w:val="00956865"/>
    <w:rsid w:val="009649C6"/>
    <w:rsid w:val="00965FFA"/>
    <w:rsid w:val="00982EE7"/>
    <w:rsid w:val="00984CE2"/>
    <w:rsid w:val="00985CCB"/>
    <w:rsid w:val="00993ADE"/>
    <w:rsid w:val="00996356"/>
    <w:rsid w:val="00996EF7"/>
    <w:rsid w:val="009A57D5"/>
    <w:rsid w:val="009B1740"/>
    <w:rsid w:val="009B1AFB"/>
    <w:rsid w:val="009C00F0"/>
    <w:rsid w:val="009C2225"/>
    <w:rsid w:val="009C32E0"/>
    <w:rsid w:val="009D160F"/>
    <w:rsid w:val="009D3FBD"/>
    <w:rsid w:val="009E21D7"/>
    <w:rsid w:val="009F556E"/>
    <w:rsid w:val="009F7E05"/>
    <w:rsid w:val="00A020C6"/>
    <w:rsid w:val="00A034FA"/>
    <w:rsid w:val="00A10D38"/>
    <w:rsid w:val="00A207F0"/>
    <w:rsid w:val="00A371B0"/>
    <w:rsid w:val="00A43428"/>
    <w:rsid w:val="00A46D86"/>
    <w:rsid w:val="00A47BEA"/>
    <w:rsid w:val="00A5001C"/>
    <w:rsid w:val="00A53E0C"/>
    <w:rsid w:val="00A640F6"/>
    <w:rsid w:val="00A65B91"/>
    <w:rsid w:val="00A81B81"/>
    <w:rsid w:val="00A820C4"/>
    <w:rsid w:val="00A84635"/>
    <w:rsid w:val="00AA1BEC"/>
    <w:rsid w:val="00AB30C2"/>
    <w:rsid w:val="00AC14DD"/>
    <w:rsid w:val="00AC1C83"/>
    <w:rsid w:val="00AF156A"/>
    <w:rsid w:val="00B04998"/>
    <w:rsid w:val="00B07A72"/>
    <w:rsid w:val="00B14D34"/>
    <w:rsid w:val="00B17153"/>
    <w:rsid w:val="00B17968"/>
    <w:rsid w:val="00B17CFF"/>
    <w:rsid w:val="00B21021"/>
    <w:rsid w:val="00B35523"/>
    <w:rsid w:val="00B42ABD"/>
    <w:rsid w:val="00B611EE"/>
    <w:rsid w:val="00B63B3F"/>
    <w:rsid w:val="00B73037"/>
    <w:rsid w:val="00B753D1"/>
    <w:rsid w:val="00B85113"/>
    <w:rsid w:val="00BC1078"/>
    <w:rsid w:val="00BD144F"/>
    <w:rsid w:val="00BD6451"/>
    <w:rsid w:val="00BE35FA"/>
    <w:rsid w:val="00BE3E71"/>
    <w:rsid w:val="00BF61D7"/>
    <w:rsid w:val="00BF65D9"/>
    <w:rsid w:val="00C06E69"/>
    <w:rsid w:val="00C114EF"/>
    <w:rsid w:val="00C150FE"/>
    <w:rsid w:val="00C3035B"/>
    <w:rsid w:val="00C315A5"/>
    <w:rsid w:val="00C54849"/>
    <w:rsid w:val="00C60195"/>
    <w:rsid w:val="00C66196"/>
    <w:rsid w:val="00C67A97"/>
    <w:rsid w:val="00C86F8D"/>
    <w:rsid w:val="00C907C5"/>
    <w:rsid w:val="00C92E3F"/>
    <w:rsid w:val="00C942F6"/>
    <w:rsid w:val="00C97BAC"/>
    <w:rsid w:val="00CB4AA3"/>
    <w:rsid w:val="00CB5879"/>
    <w:rsid w:val="00CF28BB"/>
    <w:rsid w:val="00CF4D94"/>
    <w:rsid w:val="00D04D03"/>
    <w:rsid w:val="00D1525E"/>
    <w:rsid w:val="00D16CDC"/>
    <w:rsid w:val="00D21244"/>
    <w:rsid w:val="00D300A9"/>
    <w:rsid w:val="00D40C99"/>
    <w:rsid w:val="00D42F9F"/>
    <w:rsid w:val="00D4457D"/>
    <w:rsid w:val="00D62487"/>
    <w:rsid w:val="00D63BD4"/>
    <w:rsid w:val="00D63EDD"/>
    <w:rsid w:val="00D70B05"/>
    <w:rsid w:val="00D70E36"/>
    <w:rsid w:val="00D87B3C"/>
    <w:rsid w:val="00D95283"/>
    <w:rsid w:val="00DA1A01"/>
    <w:rsid w:val="00DA5B6C"/>
    <w:rsid w:val="00DC305D"/>
    <w:rsid w:val="00DC64E4"/>
    <w:rsid w:val="00DE312C"/>
    <w:rsid w:val="00DF6991"/>
    <w:rsid w:val="00E05F12"/>
    <w:rsid w:val="00E06C19"/>
    <w:rsid w:val="00E22AEA"/>
    <w:rsid w:val="00E31117"/>
    <w:rsid w:val="00E31D3B"/>
    <w:rsid w:val="00E32F37"/>
    <w:rsid w:val="00E50212"/>
    <w:rsid w:val="00E54DEE"/>
    <w:rsid w:val="00E66C37"/>
    <w:rsid w:val="00E73024"/>
    <w:rsid w:val="00E83F84"/>
    <w:rsid w:val="00EA0554"/>
    <w:rsid w:val="00EA70E0"/>
    <w:rsid w:val="00EA7B43"/>
    <w:rsid w:val="00EB2343"/>
    <w:rsid w:val="00EE2C12"/>
    <w:rsid w:val="00EE7105"/>
    <w:rsid w:val="00EE75C7"/>
    <w:rsid w:val="00EF6829"/>
    <w:rsid w:val="00F061AC"/>
    <w:rsid w:val="00F12C13"/>
    <w:rsid w:val="00F20B3D"/>
    <w:rsid w:val="00F43A5F"/>
    <w:rsid w:val="00F4473B"/>
    <w:rsid w:val="00F44A5C"/>
    <w:rsid w:val="00F55AFD"/>
    <w:rsid w:val="00F6072A"/>
    <w:rsid w:val="00F65808"/>
    <w:rsid w:val="00F6604D"/>
    <w:rsid w:val="00F6673C"/>
    <w:rsid w:val="00F67053"/>
    <w:rsid w:val="00F960F2"/>
    <w:rsid w:val="00FA2792"/>
    <w:rsid w:val="00FA4D43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abulky,Conclusion de partie,Numbered Para 1,Dot pt,No Spacing1,List Paragraph Char Char Char,Indicator Text,Bullet 1,List Paragraph1,Bullet Points,MAIN CONTENT,List Paragraph12,F5 List Paragraph,Heading 2_sj,Nad,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aliases w:val="tabulky Char,Conclusion de partie Char,Numbered Para 1 Char,Dot pt Char,No Spacing1 Char,List Paragraph Char Char Char Char,Indicator Text Char,Bullet 1 Char,List Paragraph1 Char,Bullet Points Char,MAIN CONTENT Char,Nad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0C1D6-1308-4890-96BF-473980C02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Dana Vosátková</cp:lastModifiedBy>
  <cp:revision>2</cp:revision>
  <cp:lastPrinted>2024-09-26T12:23:00Z</cp:lastPrinted>
  <dcterms:created xsi:type="dcterms:W3CDTF">2024-09-26T12:23:00Z</dcterms:created>
  <dcterms:modified xsi:type="dcterms:W3CDTF">2024-09-26T12:23:00Z</dcterms:modified>
</cp:coreProperties>
</file>