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02C9DC87" w:rsidR="003E1216" w:rsidRPr="003E1216" w:rsidRDefault="00E22AEA" w:rsidP="00684000">
      <w:pPr>
        <w:pStyle w:val="PShlavika2"/>
        <w:spacing w:line="240" w:lineRule="auto"/>
      </w:pPr>
      <w:r>
        <w:t>202</w:t>
      </w:r>
      <w:r w:rsidR="00CF4D94">
        <w:t>4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75550DC2" w:rsidR="003E1216" w:rsidRPr="00C907C5" w:rsidRDefault="0048092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271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42D80C1D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F4D94">
        <w:t>e 4</w:t>
      </w:r>
      <w:r w:rsidR="00965FFA">
        <w:t>6</w:t>
      </w:r>
      <w:r w:rsidR="00C907C5">
        <w:t>. schůze</w:t>
      </w:r>
    </w:p>
    <w:p w14:paraId="109F92E9" w14:textId="0A031F6E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65FFA">
        <w:rPr>
          <w:bCs/>
          <w:iCs/>
        </w:rPr>
        <w:t>26. září</w:t>
      </w:r>
      <w:r w:rsidR="0033764D">
        <w:rPr>
          <w:bCs/>
          <w:iCs/>
        </w:rPr>
        <w:t xml:space="preserve"> 202</w:t>
      </w:r>
      <w:r w:rsidR="00CF4D94">
        <w:rPr>
          <w:bCs/>
          <w:iCs/>
        </w:rPr>
        <w:t>4</w:t>
      </w:r>
    </w:p>
    <w:p w14:paraId="54D3B59B" w14:textId="3EFF2595" w:rsidR="008C5CDC" w:rsidRPr="00996356" w:rsidRDefault="000B1B98" w:rsidP="0050788C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A034FA" w:rsidRPr="00A034FA">
        <w:t>zákona</w:t>
      </w:r>
      <w:r w:rsidR="00965FFA">
        <w:t xml:space="preserve"> o kybernetické bezpečnosti</w:t>
      </w:r>
      <w:r w:rsidR="00E05F12">
        <w:rPr>
          <w:rFonts w:eastAsia="Times New Roman" w:cs="Times New Roman"/>
          <w:szCs w:val="20"/>
        </w:rPr>
        <w:br/>
        <w:t xml:space="preserve">– </w:t>
      </w:r>
      <w:r w:rsidR="00A46D86" w:rsidRPr="00757303">
        <w:rPr>
          <w:rFonts w:cs="Times New Roman"/>
          <w:b/>
          <w:szCs w:val="24"/>
        </w:rPr>
        <w:t xml:space="preserve">sněmovní tisk </w:t>
      </w:r>
      <w:r w:rsidR="00965FFA">
        <w:rPr>
          <w:rFonts w:cs="Times New Roman"/>
          <w:b/>
          <w:szCs w:val="24"/>
        </w:rPr>
        <w:t>759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69110252" w14:textId="43B61EC5" w:rsidR="00941671" w:rsidRPr="00E83F84" w:rsidRDefault="00941671" w:rsidP="00857FFC">
      <w:pPr>
        <w:spacing w:before="840" w:after="240" w:line="312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po vyslechnutí </w:t>
      </w:r>
      <w:r w:rsidR="0008144B">
        <w:rPr>
          <w:rFonts w:ascii="Times New Roman" w:hAnsi="Times New Roman"/>
          <w:sz w:val="24"/>
          <w:szCs w:val="24"/>
        </w:rPr>
        <w:t xml:space="preserve">úvodního </w:t>
      </w:r>
      <w:r w:rsidR="0008144B" w:rsidRPr="00B07A72">
        <w:rPr>
          <w:rFonts w:ascii="Times New Roman" w:hAnsi="Times New Roman"/>
          <w:sz w:val="24"/>
          <w:szCs w:val="24"/>
        </w:rPr>
        <w:t>slova</w:t>
      </w:r>
      <w:r w:rsidRPr="00B07A72">
        <w:rPr>
          <w:rFonts w:ascii="Times New Roman" w:hAnsi="Times New Roman"/>
          <w:sz w:val="24"/>
          <w:szCs w:val="24"/>
        </w:rPr>
        <w:t xml:space="preserve"> </w:t>
      </w:r>
      <w:r w:rsidR="0048092A">
        <w:rPr>
          <w:rFonts w:ascii="Times New Roman" w:hAnsi="Times New Roman"/>
          <w:sz w:val="24"/>
          <w:szCs w:val="24"/>
        </w:rPr>
        <w:t xml:space="preserve">1. náměstka </w:t>
      </w:r>
      <w:r w:rsidRPr="00FD68E8">
        <w:rPr>
          <w:rFonts w:ascii="Times New Roman" w:hAnsi="Times New Roman"/>
          <w:sz w:val="24"/>
          <w:szCs w:val="24"/>
        </w:rPr>
        <w:t>ředitele</w:t>
      </w:r>
      <w:r w:rsidR="00B944A8" w:rsidRPr="00FD68E8">
        <w:rPr>
          <w:rFonts w:ascii="Times New Roman" w:hAnsi="Times New Roman"/>
          <w:sz w:val="24"/>
          <w:szCs w:val="24"/>
        </w:rPr>
        <w:t xml:space="preserve"> Národního úřadu pro kybernetickou a informační bezpečnost </w:t>
      </w:r>
      <w:r w:rsidR="0048092A">
        <w:rPr>
          <w:rFonts w:ascii="Times New Roman" w:hAnsi="Times New Roman"/>
          <w:sz w:val="24"/>
          <w:szCs w:val="24"/>
        </w:rPr>
        <w:t>Tomáše Krejčího</w:t>
      </w:r>
      <w:r w:rsidRPr="00B07A72">
        <w:rPr>
          <w:rFonts w:ascii="Times New Roman" w:hAnsi="Times New Roman"/>
          <w:sz w:val="24"/>
          <w:szCs w:val="24"/>
        </w:rPr>
        <w:t xml:space="preserve">, zpravodajské zprávy </w:t>
      </w:r>
      <w:r w:rsidRPr="00DE6DD6">
        <w:rPr>
          <w:rFonts w:ascii="Times New Roman" w:hAnsi="Times New Roman"/>
          <w:sz w:val="24"/>
          <w:szCs w:val="24"/>
        </w:rPr>
        <w:t>po</w:t>
      </w:r>
      <w:bookmarkStart w:id="0" w:name="_GoBack"/>
      <w:bookmarkEnd w:id="0"/>
      <w:r w:rsidRPr="00DE6DD6">
        <w:rPr>
          <w:rFonts w:ascii="Times New Roman" w:hAnsi="Times New Roman"/>
          <w:sz w:val="24"/>
          <w:szCs w:val="24"/>
        </w:rPr>
        <w:t>slan</w:t>
      </w:r>
      <w:r w:rsidR="00701539" w:rsidRPr="00DE6DD6">
        <w:rPr>
          <w:rFonts w:ascii="Times New Roman" w:hAnsi="Times New Roman"/>
          <w:sz w:val="24"/>
          <w:szCs w:val="24"/>
        </w:rPr>
        <w:t>ce</w:t>
      </w:r>
      <w:r w:rsidR="00B944A8" w:rsidRPr="00DE6DD6">
        <w:rPr>
          <w:rFonts w:ascii="Times New Roman" w:hAnsi="Times New Roman"/>
          <w:sz w:val="24"/>
          <w:szCs w:val="24"/>
        </w:rPr>
        <w:t xml:space="preserve"> Marka Nováka</w:t>
      </w:r>
      <w:r w:rsidRPr="00DE6DD6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4C92FA07" w14:textId="1FBF7EAE" w:rsidR="00941671" w:rsidRPr="00E83F84" w:rsidRDefault="00941671" w:rsidP="00DE6DD6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480" w:after="360" w:line="312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B944A8">
        <w:rPr>
          <w:rFonts w:ascii="Times New Roman" w:hAnsi="Times New Roman"/>
          <w:b/>
          <w:sz w:val="24"/>
          <w:szCs w:val="24"/>
          <w:lang w:eastAsia="cs-CZ"/>
        </w:rPr>
        <w:t xml:space="preserve"> 759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3D8EAA25" w14:textId="50919AD3" w:rsidR="00941671" w:rsidRPr="009C00F0" w:rsidRDefault="00941671" w:rsidP="00857FFC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312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701539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252231D9" w14:textId="24A54089" w:rsidR="00941671" w:rsidRDefault="00941671" w:rsidP="00857FFC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360" w:after="360" w:line="312" w:lineRule="auto"/>
        <w:ind w:left="992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písemné pozměňovací návrhy vložit do systému PSP </w:t>
      </w:r>
      <w:r w:rsidR="00DC64E4">
        <w:rPr>
          <w:rFonts w:ascii="Times New Roman" w:hAnsi="Times New Roman"/>
          <w:i/>
          <w:sz w:val="24"/>
          <w:szCs w:val="24"/>
          <w:lang w:eastAsia="cs-CZ"/>
        </w:rPr>
        <w:t xml:space="preserve">(k projednání orgánem PS – HV) 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nebo zaslat na e-mail hv@psp.cz </w:t>
      </w:r>
      <w:r w:rsidRPr="00EA7B43">
        <w:rPr>
          <w:rFonts w:ascii="Times New Roman" w:hAnsi="Times New Roman"/>
          <w:i/>
          <w:sz w:val="24"/>
          <w:szCs w:val="24"/>
          <w:lang w:eastAsia="cs-CZ"/>
        </w:rPr>
        <w:t>do</w:t>
      </w:r>
      <w:r w:rsidRPr="00EA7B4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272C8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úterý </w:t>
      </w:r>
      <w:r w:rsidR="00B944A8" w:rsidRPr="00DE6DD6">
        <w:rPr>
          <w:rFonts w:ascii="Times New Roman" w:hAnsi="Times New Roman"/>
          <w:b/>
          <w:i/>
          <w:sz w:val="24"/>
          <w:szCs w:val="24"/>
          <w:lang w:eastAsia="cs-CZ"/>
        </w:rPr>
        <w:t>29</w:t>
      </w:r>
      <w:r w:rsidR="00272C8B" w:rsidRPr="00DE6DD6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B944A8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 října</w:t>
      </w:r>
      <w:r w:rsidR="00272C8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2024</w:t>
      </w:r>
      <w:r w:rsidR="0008144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 do 1</w:t>
      </w:r>
      <w:r w:rsidR="00AC14DD" w:rsidRPr="00DE6DD6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701539" w:rsidRPr="00DE6DD6">
        <w:rPr>
          <w:rFonts w:ascii="Times New Roman" w:hAnsi="Times New Roman"/>
          <w:b/>
          <w:i/>
          <w:sz w:val="24"/>
          <w:szCs w:val="24"/>
          <w:lang w:eastAsia="cs-CZ"/>
        </w:rPr>
        <w:t>:00</w:t>
      </w:r>
      <w:r w:rsidR="0008144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 hodin</w:t>
      </w:r>
      <w:r w:rsidRPr="00EA7B43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2BDF1498" w14:textId="64A4E5D2" w:rsidR="00941671" w:rsidRDefault="00941671" w:rsidP="00857FF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360" w:after="360" w:line="312" w:lineRule="auto"/>
        <w:ind w:left="992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857FFC" w:rsidRPr="00DE6DD6">
        <w:rPr>
          <w:rFonts w:ascii="Times New Roman" w:hAnsi="Times New Roman"/>
          <w:i/>
          <w:sz w:val="24"/>
          <w:szCs w:val="24"/>
          <w:lang w:eastAsia="cs-CZ"/>
        </w:rPr>
        <w:t>NÚKIB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272C8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úterý </w:t>
      </w:r>
      <w:r w:rsidR="00B944A8" w:rsidRPr="00DE6DD6">
        <w:rPr>
          <w:rFonts w:ascii="Times New Roman" w:hAnsi="Times New Roman"/>
          <w:b/>
          <w:i/>
          <w:sz w:val="24"/>
          <w:szCs w:val="24"/>
          <w:lang w:eastAsia="cs-CZ"/>
        </w:rPr>
        <w:t>5</w:t>
      </w:r>
      <w:r w:rsidR="00272C8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B944A8" w:rsidRPr="00DE6DD6">
        <w:rPr>
          <w:rFonts w:ascii="Times New Roman" w:hAnsi="Times New Roman"/>
          <w:b/>
          <w:i/>
          <w:sz w:val="24"/>
          <w:szCs w:val="24"/>
          <w:lang w:eastAsia="cs-CZ"/>
        </w:rPr>
        <w:t>listopadu</w:t>
      </w:r>
      <w:r w:rsidR="00272C8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2024</w:t>
      </w:r>
      <w:r w:rsidR="00272C8B" w:rsidRPr="00DE6DD6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08144B" w:rsidRPr="00DE6DD6">
        <w:rPr>
          <w:rFonts w:ascii="Times New Roman" w:hAnsi="Times New Roman"/>
          <w:b/>
          <w:i/>
          <w:sz w:val="24"/>
          <w:szCs w:val="24"/>
          <w:lang w:eastAsia="cs-CZ"/>
        </w:rPr>
        <w:t>do 1</w:t>
      </w:r>
      <w:r w:rsidR="00701539" w:rsidRPr="00DE6DD6">
        <w:rPr>
          <w:rFonts w:ascii="Times New Roman" w:hAnsi="Times New Roman"/>
          <w:b/>
          <w:i/>
          <w:sz w:val="24"/>
          <w:szCs w:val="24"/>
          <w:lang w:eastAsia="cs-CZ"/>
        </w:rPr>
        <w:t>2:00</w:t>
      </w:r>
      <w:r w:rsidR="0008144B" w:rsidRPr="00DE6DD6">
        <w:rPr>
          <w:rFonts w:ascii="Times New Roman" w:hAnsi="Times New Roman"/>
          <w:b/>
          <w:i/>
          <w:sz w:val="24"/>
          <w:szCs w:val="24"/>
          <w:lang w:eastAsia="cs-CZ"/>
        </w:rPr>
        <w:t xml:space="preserve"> hodin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251192F1" w14:textId="55D4535A" w:rsidR="00DE6DD6" w:rsidRPr="00DE6DD6" w:rsidRDefault="00DE6DD6" w:rsidP="00857FF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360" w:after="360" w:line="312" w:lineRule="auto"/>
        <w:ind w:left="992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 xml:space="preserve">projednávání 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 xml:space="preserve">na schůzi hospodářského výboru ve </w:t>
      </w:r>
      <w:r w:rsidRPr="00DE6DD6">
        <w:rPr>
          <w:rFonts w:ascii="Times New Roman" w:hAnsi="Times New Roman"/>
          <w:b/>
          <w:i/>
          <w:sz w:val="24"/>
          <w:szCs w:val="24"/>
          <w:lang w:eastAsia="cs-CZ"/>
        </w:rPr>
        <w:t>čtvrtek 7. listopadu 2024</w:t>
      </w:r>
      <w:r w:rsidRPr="00DE6DD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4FE86C99" w14:textId="3983FB0D" w:rsidR="00941671" w:rsidRPr="000E33C3" w:rsidRDefault="00AC14DD" w:rsidP="00857FFC">
      <w:pPr>
        <w:tabs>
          <w:tab w:val="center" w:pos="1418"/>
          <w:tab w:val="center" w:pos="4536"/>
          <w:tab w:val="center" w:pos="7655"/>
        </w:tabs>
        <w:spacing w:before="1680" w:after="0" w:line="312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857FFC">
        <w:rPr>
          <w:rFonts w:ascii="Times New Roman" w:hAnsi="Times New Roman"/>
          <w:sz w:val="24"/>
          <w:szCs w:val="24"/>
          <w:lang w:eastAsia="cs-CZ"/>
        </w:rPr>
        <w:t>Marek NOVÁK</w:t>
      </w:r>
      <w:r w:rsidR="005211F3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941671" w:rsidRPr="000E33C3">
        <w:rPr>
          <w:rFonts w:ascii="Times New Roman" w:hAnsi="Times New Roman"/>
          <w:sz w:val="24"/>
          <w:szCs w:val="24"/>
          <w:lang w:eastAsia="cs-CZ"/>
        </w:rPr>
        <w:tab/>
      </w:r>
      <w:r w:rsidR="00941671" w:rsidRPr="000E33C3">
        <w:rPr>
          <w:rFonts w:ascii="Times New Roman" w:hAnsi="Times New Roman"/>
          <w:sz w:val="24"/>
          <w:szCs w:val="24"/>
          <w:lang w:eastAsia="cs-CZ"/>
        </w:rPr>
        <w:tab/>
      </w:r>
      <w:r w:rsidR="00E05F12">
        <w:rPr>
          <w:rFonts w:ascii="Times New Roman" w:hAnsi="Times New Roman"/>
          <w:sz w:val="24"/>
          <w:szCs w:val="24"/>
          <w:lang w:eastAsia="cs-CZ"/>
        </w:rPr>
        <w:t>Ivan ADAMEC</w:t>
      </w:r>
      <w:r w:rsidR="005211F3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64DCCA33" w14:textId="4BA89CA1" w:rsidR="00941671" w:rsidRDefault="00941671" w:rsidP="00857FFC">
      <w:pPr>
        <w:tabs>
          <w:tab w:val="center" w:pos="1418"/>
          <w:tab w:val="center" w:pos="4536"/>
          <w:tab w:val="center" w:pos="7655"/>
        </w:tabs>
        <w:spacing w:after="480" w:line="312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  <w:t xml:space="preserve">ověřovatel </w:t>
      </w:r>
      <w:r w:rsidR="00857FFC">
        <w:rPr>
          <w:rFonts w:ascii="Times New Roman" w:hAnsi="Times New Roman"/>
          <w:sz w:val="24"/>
          <w:szCs w:val="24"/>
          <w:lang w:eastAsia="cs-CZ"/>
        </w:rPr>
        <w:t xml:space="preserve">a zpravodaj </w:t>
      </w:r>
      <w:r w:rsidRPr="000E33C3">
        <w:rPr>
          <w:rFonts w:ascii="Times New Roman" w:hAnsi="Times New Roman"/>
          <w:sz w:val="24"/>
          <w:szCs w:val="24"/>
          <w:lang w:eastAsia="cs-CZ"/>
        </w:rPr>
        <w:t>výboru</w:t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="00E05F12">
        <w:rPr>
          <w:rFonts w:ascii="Times New Roman" w:hAnsi="Times New Roman"/>
          <w:sz w:val="24"/>
          <w:szCs w:val="24"/>
          <w:lang w:eastAsia="cs-CZ"/>
        </w:rPr>
        <w:t>předseda</w:t>
      </w:r>
      <w:r w:rsidRPr="000E33C3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41671" w:rsidSect="00B14D34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ource Sans Pro Black">
    <w:charset w:val="EE"/>
    <w:family w:val="swiss"/>
    <w:pitch w:val="variable"/>
    <w:sig w:usb0="600002F7" w:usb1="02000001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4D143" w14:textId="7B721845" w:rsidR="00C66196" w:rsidRDefault="00C66196" w:rsidP="00DE6DD6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A2314"/>
    <w:multiLevelType w:val="hybridMultilevel"/>
    <w:tmpl w:val="97948218"/>
    <w:lvl w:ilvl="0" w:tplc="31CA95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29"/>
  </w:num>
  <w:num w:numId="14">
    <w:abstractNumId w:val="31"/>
  </w:num>
  <w:num w:numId="15">
    <w:abstractNumId w:val="12"/>
  </w:num>
  <w:num w:numId="16">
    <w:abstractNumId w:val="27"/>
  </w:num>
  <w:num w:numId="17">
    <w:abstractNumId w:val="21"/>
  </w:num>
  <w:num w:numId="18">
    <w:abstractNumId w:val="25"/>
  </w:num>
  <w:num w:numId="19">
    <w:abstractNumId w:val="19"/>
  </w:num>
  <w:num w:numId="20">
    <w:abstractNumId w:val="28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6"/>
  </w:num>
  <w:num w:numId="27">
    <w:abstractNumId w:val="14"/>
  </w:num>
  <w:num w:numId="28">
    <w:abstractNumId w:val="30"/>
  </w:num>
  <w:num w:numId="29">
    <w:abstractNumId w:val="18"/>
  </w:num>
  <w:num w:numId="30">
    <w:abstractNumId w:val="26"/>
  </w:num>
  <w:num w:numId="31">
    <w:abstractNumId w:val="34"/>
  </w:num>
  <w:num w:numId="32">
    <w:abstractNumId w:val="24"/>
  </w:num>
  <w:num w:numId="33">
    <w:abstractNumId w:val="15"/>
  </w:num>
  <w:num w:numId="34">
    <w:abstractNumId w:val="22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47AB"/>
    <w:rsid w:val="00056E19"/>
    <w:rsid w:val="00060BDA"/>
    <w:rsid w:val="00076149"/>
    <w:rsid w:val="00080DCE"/>
    <w:rsid w:val="0008144B"/>
    <w:rsid w:val="00082C1B"/>
    <w:rsid w:val="0008579E"/>
    <w:rsid w:val="000A273E"/>
    <w:rsid w:val="000A2E73"/>
    <w:rsid w:val="000A3377"/>
    <w:rsid w:val="000A48B5"/>
    <w:rsid w:val="000A7C74"/>
    <w:rsid w:val="000B0CAF"/>
    <w:rsid w:val="000B1B98"/>
    <w:rsid w:val="000B46D9"/>
    <w:rsid w:val="000D431D"/>
    <w:rsid w:val="000F0BF5"/>
    <w:rsid w:val="000F3F85"/>
    <w:rsid w:val="001056EE"/>
    <w:rsid w:val="001176D3"/>
    <w:rsid w:val="00117C2E"/>
    <w:rsid w:val="00123D1F"/>
    <w:rsid w:val="0012445E"/>
    <w:rsid w:val="00126B9E"/>
    <w:rsid w:val="00134451"/>
    <w:rsid w:val="00156E5E"/>
    <w:rsid w:val="00160F6B"/>
    <w:rsid w:val="00164931"/>
    <w:rsid w:val="00167340"/>
    <w:rsid w:val="0017278F"/>
    <w:rsid w:val="001942AF"/>
    <w:rsid w:val="001A6B50"/>
    <w:rsid w:val="001B4026"/>
    <w:rsid w:val="001C4FB8"/>
    <w:rsid w:val="001D31DB"/>
    <w:rsid w:val="001D480E"/>
    <w:rsid w:val="001D62A9"/>
    <w:rsid w:val="001E2E72"/>
    <w:rsid w:val="001F6D70"/>
    <w:rsid w:val="002100FA"/>
    <w:rsid w:val="002128F2"/>
    <w:rsid w:val="00216D4E"/>
    <w:rsid w:val="002214A3"/>
    <w:rsid w:val="00232CB3"/>
    <w:rsid w:val="002371EF"/>
    <w:rsid w:val="00255747"/>
    <w:rsid w:val="00272C8B"/>
    <w:rsid w:val="002815B6"/>
    <w:rsid w:val="00283C78"/>
    <w:rsid w:val="00285D5A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501E4"/>
    <w:rsid w:val="00357389"/>
    <w:rsid w:val="003628CC"/>
    <w:rsid w:val="00370381"/>
    <w:rsid w:val="003747C1"/>
    <w:rsid w:val="003909BD"/>
    <w:rsid w:val="0039412C"/>
    <w:rsid w:val="003962B6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1759C"/>
    <w:rsid w:val="00422A4C"/>
    <w:rsid w:val="00433B08"/>
    <w:rsid w:val="0044087F"/>
    <w:rsid w:val="00444ABC"/>
    <w:rsid w:val="0046010B"/>
    <w:rsid w:val="00460D2C"/>
    <w:rsid w:val="0047485A"/>
    <w:rsid w:val="00476F64"/>
    <w:rsid w:val="0048092A"/>
    <w:rsid w:val="00485296"/>
    <w:rsid w:val="00494B82"/>
    <w:rsid w:val="004A2382"/>
    <w:rsid w:val="004A6789"/>
    <w:rsid w:val="004B5BF2"/>
    <w:rsid w:val="004B6EC8"/>
    <w:rsid w:val="004C2102"/>
    <w:rsid w:val="004D71CF"/>
    <w:rsid w:val="004E502F"/>
    <w:rsid w:val="004F072B"/>
    <w:rsid w:val="004F0F9F"/>
    <w:rsid w:val="004F18AA"/>
    <w:rsid w:val="004F6F69"/>
    <w:rsid w:val="00502C3B"/>
    <w:rsid w:val="0050788C"/>
    <w:rsid w:val="005211F3"/>
    <w:rsid w:val="00524661"/>
    <w:rsid w:val="00540C38"/>
    <w:rsid w:val="00560B5B"/>
    <w:rsid w:val="00570397"/>
    <w:rsid w:val="00570654"/>
    <w:rsid w:val="00580782"/>
    <w:rsid w:val="00592992"/>
    <w:rsid w:val="005A369C"/>
    <w:rsid w:val="005A6FA8"/>
    <w:rsid w:val="005C001D"/>
    <w:rsid w:val="005E6546"/>
    <w:rsid w:val="00612F0C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2FCE"/>
    <w:rsid w:val="006E41C4"/>
    <w:rsid w:val="006E430E"/>
    <w:rsid w:val="006F0294"/>
    <w:rsid w:val="00701539"/>
    <w:rsid w:val="007031CC"/>
    <w:rsid w:val="00704CD8"/>
    <w:rsid w:val="007079CD"/>
    <w:rsid w:val="00713493"/>
    <w:rsid w:val="00734ED8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6C2A"/>
    <w:rsid w:val="00837343"/>
    <w:rsid w:val="00837AA7"/>
    <w:rsid w:val="00850610"/>
    <w:rsid w:val="00852ED6"/>
    <w:rsid w:val="00857FFC"/>
    <w:rsid w:val="00861F3E"/>
    <w:rsid w:val="008A29E6"/>
    <w:rsid w:val="008A33F6"/>
    <w:rsid w:val="008A3D0E"/>
    <w:rsid w:val="008A6733"/>
    <w:rsid w:val="008B4F68"/>
    <w:rsid w:val="008C5CDC"/>
    <w:rsid w:val="008C7D1F"/>
    <w:rsid w:val="008D02DE"/>
    <w:rsid w:val="008E3EAF"/>
    <w:rsid w:val="009202F2"/>
    <w:rsid w:val="00920BD2"/>
    <w:rsid w:val="009347D3"/>
    <w:rsid w:val="00940C0E"/>
    <w:rsid w:val="00940FE6"/>
    <w:rsid w:val="00941671"/>
    <w:rsid w:val="00941FB1"/>
    <w:rsid w:val="0094657D"/>
    <w:rsid w:val="009543BC"/>
    <w:rsid w:val="00956865"/>
    <w:rsid w:val="009649C6"/>
    <w:rsid w:val="00965FFA"/>
    <w:rsid w:val="00982EE7"/>
    <w:rsid w:val="00984CE2"/>
    <w:rsid w:val="00985CCB"/>
    <w:rsid w:val="00993ADE"/>
    <w:rsid w:val="00996356"/>
    <w:rsid w:val="00996EF7"/>
    <w:rsid w:val="009A57D5"/>
    <w:rsid w:val="009B1740"/>
    <w:rsid w:val="009B1AFB"/>
    <w:rsid w:val="009C00F0"/>
    <w:rsid w:val="009C2225"/>
    <w:rsid w:val="009C32E0"/>
    <w:rsid w:val="009D160F"/>
    <w:rsid w:val="009D3FBD"/>
    <w:rsid w:val="009E21D7"/>
    <w:rsid w:val="009F556E"/>
    <w:rsid w:val="009F7E05"/>
    <w:rsid w:val="00A020C6"/>
    <w:rsid w:val="00A034FA"/>
    <w:rsid w:val="00A10D38"/>
    <w:rsid w:val="00A207F0"/>
    <w:rsid w:val="00A371B0"/>
    <w:rsid w:val="00A43428"/>
    <w:rsid w:val="00A46D86"/>
    <w:rsid w:val="00A47BEA"/>
    <w:rsid w:val="00A5001C"/>
    <w:rsid w:val="00A53E0C"/>
    <w:rsid w:val="00A640F6"/>
    <w:rsid w:val="00A65B91"/>
    <w:rsid w:val="00A81B81"/>
    <w:rsid w:val="00A820C4"/>
    <w:rsid w:val="00A84635"/>
    <w:rsid w:val="00AA1BEC"/>
    <w:rsid w:val="00AB30C2"/>
    <w:rsid w:val="00AC14DD"/>
    <w:rsid w:val="00AC1C83"/>
    <w:rsid w:val="00AF156A"/>
    <w:rsid w:val="00B04998"/>
    <w:rsid w:val="00B07A72"/>
    <w:rsid w:val="00B14D34"/>
    <w:rsid w:val="00B17153"/>
    <w:rsid w:val="00B17968"/>
    <w:rsid w:val="00B17CFF"/>
    <w:rsid w:val="00B21021"/>
    <w:rsid w:val="00B35523"/>
    <w:rsid w:val="00B42ABD"/>
    <w:rsid w:val="00B611EE"/>
    <w:rsid w:val="00B63B3F"/>
    <w:rsid w:val="00B73037"/>
    <w:rsid w:val="00B753D1"/>
    <w:rsid w:val="00B85113"/>
    <w:rsid w:val="00B944A8"/>
    <w:rsid w:val="00BC1078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54849"/>
    <w:rsid w:val="00C60195"/>
    <w:rsid w:val="00C66196"/>
    <w:rsid w:val="00C67A97"/>
    <w:rsid w:val="00C86F8D"/>
    <w:rsid w:val="00C907C5"/>
    <w:rsid w:val="00C92E3F"/>
    <w:rsid w:val="00C942F6"/>
    <w:rsid w:val="00C97BAC"/>
    <w:rsid w:val="00CB4AA3"/>
    <w:rsid w:val="00CB5879"/>
    <w:rsid w:val="00CF28BB"/>
    <w:rsid w:val="00CF4D94"/>
    <w:rsid w:val="00D04D03"/>
    <w:rsid w:val="00D1525E"/>
    <w:rsid w:val="00D16CDC"/>
    <w:rsid w:val="00D300A9"/>
    <w:rsid w:val="00D42F9F"/>
    <w:rsid w:val="00D4457D"/>
    <w:rsid w:val="00D62487"/>
    <w:rsid w:val="00D63BD4"/>
    <w:rsid w:val="00D63EDD"/>
    <w:rsid w:val="00D70B05"/>
    <w:rsid w:val="00D70E36"/>
    <w:rsid w:val="00D83626"/>
    <w:rsid w:val="00D87B3C"/>
    <w:rsid w:val="00D95283"/>
    <w:rsid w:val="00DA1A01"/>
    <w:rsid w:val="00DA5B6C"/>
    <w:rsid w:val="00DC305D"/>
    <w:rsid w:val="00DC64E4"/>
    <w:rsid w:val="00DE312C"/>
    <w:rsid w:val="00DE6DD6"/>
    <w:rsid w:val="00DF6991"/>
    <w:rsid w:val="00E05F12"/>
    <w:rsid w:val="00E06C19"/>
    <w:rsid w:val="00E22AEA"/>
    <w:rsid w:val="00E31117"/>
    <w:rsid w:val="00E31D3B"/>
    <w:rsid w:val="00E32F37"/>
    <w:rsid w:val="00E50212"/>
    <w:rsid w:val="00E5066C"/>
    <w:rsid w:val="00E54DEE"/>
    <w:rsid w:val="00E66C37"/>
    <w:rsid w:val="00E73024"/>
    <w:rsid w:val="00E83F84"/>
    <w:rsid w:val="00EA0554"/>
    <w:rsid w:val="00EA70E0"/>
    <w:rsid w:val="00EA7B43"/>
    <w:rsid w:val="00EB2343"/>
    <w:rsid w:val="00EE2C12"/>
    <w:rsid w:val="00EE7105"/>
    <w:rsid w:val="00EE75C7"/>
    <w:rsid w:val="00EF6829"/>
    <w:rsid w:val="00F061AC"/>
    <w:rsid w:val="00F12C13"/>
    <w:rsid w:val="00F20B3D"/>
    <w:rsid w:val="00F43A5F"/>
    <w:rsid w:val="00F4473B"/>
    <w:rsid w:val="00F44A5C"/>
    <w:rsid w:val="00F55AFD"/>
    <w:rsid w:val="00F6072A"/>
    <w:rsid w:val="00F65808"/>
    <w:rsid w:val="00F6604D"/>
    <w:rsid w:val="00F6673C"/>
    <w:rsid w:val="00F67053"/>
    <w:rsid w:val="00F960F2"/>
    <w:rsid w:val="00FA2792"/>
    <w:rsid w:val="00FA4D43"/>
    <w:rsid w:val="00FC2BE0"/>
    <w:rsid w:val="00FD5EF2"/>
    <w:rsid w:val="00FD68E8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32BFD-2B6E-4DD7-84C2-52AF8F515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Dana Vosátková</cp:lastModifiedBy>
  <cp:revision>2</cp:revision>
  <cp:lastPrinted>2024-09-26T12:21:00Z</cp:lastPrinted>
  <dcterms:created xsi:type="dcterms:W3CDTF">2024-09-26T12:22:00Z</dcterms:created>
  <dcterms:modified xsi:type="dcterms:W3CDTF">2024-09-26T12:22:00Z</dcterms:modified>
</cp:coreProperties>
</file>