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79C41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6952307E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111B4B89" w14:textId="7FD79AB2"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012930">
        <w:t>22</w:t>
      </w:r>
    </w:p>
    <w:p w14:paraId="5F2D809D" w14:textId="4D9B2DAC" w:rsidR="003E1216" w:rsidRDefault="00012930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6FABE990" w14:textId="36B53732" w:rsidR="003E1216" w:rsidRPr="00C907C5" w:rsidRDefault="00F71506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100</w:t>
      </w:r>
    </w:p>
    <w:p w14:paraId="312C340C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07D57838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2371B73D" w14:textId="0D768CB7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F71506">
        <w:t xml:space="preserve"> 19</w:t>
      </w:r>
      <w:r w:rsidR="00C907C5">
        <w:t>. schůze</w:t>
      </w:r>
    </w:p>
    <w:p w14:paraId="5C8F7028" w14:textId="10F621CB" w:rsidR="00C907C5" w:rsidRPr="00684000" w:rsidRDefault="00023F61" w:rsidP="00CA09EC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F71506">
        <w:rPr>
          <w:bCs/>
          <w:iCs/>
        </w:rPr>
        <w:t>3. listopadu</w:t>
      </w:r>
      <w:r w:rsidR="00943264">
        <w:rPr>
          <w:bCs/>
          <w:iCs/>
        </w:rPr>
        <w:t xml:space="preserve"> 20</w:t>
      </w:r>
      <w:r w:rsidR="00012930">
        <w:rPr>
          <w:bCs/>
          <w:iCs/>
        </w:rPr>
        <w:t>22</w:t>
      </w:r>
    </w:p>
    <w:p w14:paraId="05CE95F0" w14:textId="25728980" w:rsidR="003C1519" w:rsidRDefault="003C1519" w:rsidP="00222E8F">
      <w:pPr>
        <w:pStyle w:val="Normlnweb"/>
        <w:spacing w:before="720" w:beforeAutospacing="0" w:line="238" w:lineRule="atLeast"/>
        <w:jc w:val="center"/>
      </w:pPr>
      <w:r>
        <w:t>k vládnímu náv</w:t>
      </w:r>
      <w:r w:rsidR="00943264">
        <w:t>rhu Státního rozpočtu na rok 202</w:t>
      </w:r>
      <w:r w:rsidR="00F71506">
        <w:t>3</w:t>
      </w:r>
    </w:p>
    <w:p w14:paraId="615ABEC6" w14:textId="77777777" w:rsidR="00704182" w:rsidRPr="00704182" w:rsidRDefault="00586465" w:rsidP="00B85A6F">
      <w:pPr>
        <w:pStyle w:val="Normlnweb"/>
        <w:spacing w:before="0" w:beforeAutospacing="0" w:line="238" w:lineRule="atLeast"/>
        <w:jc w:val="center"/>
      </w:pPr>
      <w:r w:rsidRPr="00586465">
        <w:rPr>
          <w:b/>
          <w:i/>
        </w:rPr>
        <w:t>kapitola 327 – Ministerstvo dopravy</w:t>
      </w:r>
    </w:p>
    <w:p w14:paraId="7155A0AC" w14:textId="77777777" w:rsidR="00704182" w:rsidRPr="00B85A6F" w:rsidRDefault="00704182" w:rsidP="00B85A6F">
      <w:pPr>
        <w:pStyle w:val="PSnzevzkona"/>
        <w:spacing w:before="0"/>
        <w:jc w:val="left"/>
        <w:rPr>
          <w:i/>
          <w:sz w:val="2"/>
        </w:rPr>
      </w:pPr>
    </w:p>
    <w:p w14:paraId="7D01D227" w14:textId="2B719611" w:rsidR="003C1519" w:rsidRDefault="003C1519" w:rsidP="00012930">
      <w:pPr>
        <w:pStyle w:val="western"/>
        <w:spacing w:before="720" w:beforeAutospacing="0" w:after="480" w:line="312" w:lineRule="auto"/>
        <w:ind w:firstLine="709"/>
        <w:jc w:val="both"/>
      </w:pPr>
      <w:r>
        <w:t xml:space="preserve">Hospodářský výbor Poslanecké sněmovny Parlamentu ČR po vyslechnutí úvodního </w:t>
      </w:r>
      <w:r w:rsidR="00012930">
        <w:t>slova ministra dopravy</w:t>
      </w:r>
      <w:r w:rsidR="00A063DC">
        <w:t xml:space="preserve"> </w:t>
      </w:r>
      <w:r w:rsidR="00F71506">
        <w:t>Martina Kupky</w:t>
      </w:r>
      <w:r w:rsidR="00A063DC">
        <w:t xml:space="preserve">, </w:t>
      </w:r>
      <w:r w:rsidR="001C3C30">
        <w:t xml:space="preserve">přednesené zpravodajské zprávy </w:t>
      </w:r>
      <w:r>
        <w:t xml:space="preserve">poslance </w:t>
      </w:r>
      <w:r w:rsidR="00012930">
        <w:t>Ondřeje Lochmana</w:t>
      </w:r>
      <w:r>
        <w:t xml:space="preserve"> a po rozpravě</w:t>
      </w:r>
    </w:p>
    <w:p w14:paraId="49E8231F" w14:textId="1EA018AD" w:rsidR="003C1519" w:rsidRDefault="003C1519" w:rsidP="00012930">
      <w:pPr>
        <w:pStyle w:val="western"/>
        <w:numPr>
          <w:ilvl w:val="0"/>
          <w:numId w:val="18"/>
        </w:numPr>
        <w:spacing w:before="240" w:beforeAutospacing="0" w:after="240" w:line="312" w:lineRule="auto"/>
        <w:ind w:hanging="709"/>
        <w:jc w:val="both"/>
      </w:pPr>
      <w:r>
        <w:rPr>
          <w:b/>
          <w:bCs/>
          <w:spacing w:val="50"/>
        </w:rPr>
        <w:t>doporučuje</w:t>
      </w:r>
      <w:r>
        <w:rPr>
          <w:b/>
          <w:bCs/>
        </w:rPr>
        <w:t xml:space="preserve"> </w:t>
      </w:r>
      <w:r>
        <w:t>Poslanecké sněmovně Parlamentu ČR, aby předložený návrh Státního rozpočtu na rok 20</w:t>
      </w:r>
      <w:r w:rsidR="00943264">
        <w:t>2</w:t>
      </w:r>
      <w:r w:rsidR="00F71506">
        <w:t>3</w:t>
      </w:r>
      <w:r>
        <w:t xml:space="preserve"> – </w:t>
      </w:r>
      <w:r w:rsidRPr="003C1519">
        <w:rPr>
          <w:b/>
          <w:i/>
        </w:rPr>
        <w:t>kapitola</w:t>
      </w:r>
      <w:r>
        <w:t xml:space="preserve"> </w:t>
      </w:r>
      <w:r>
        <w:rPr>
          <w:b/>
          <w:bCs/>
          <w:i/>
          <w:iCs/>
        </w:rPr>
        <w:t xml:space="preserve">327 </w:t>
      </w:r>
      <w:r>
        <w:rPr>
          <w:i/>
          <w:iCs/>
        </w:rPr>
        <w:t xml:space="preserve">– </w:t>
      </w:r>
      <w:r>
        <w:rPr>
          <w:b/>
          <w:bCs/>
          <w:i/>
          <w:iCs/>
        </w:rPr>
        <w:t>Ministerstvo dopravy ČR</w:t>
      </w:r>
      <w:r w:rsidRPr="00555099">
        <w:rPr>
          <w:sz w:val="72"/>
        </w:rPr>
        <w:t xml:space="preserve"> </w:t>
      </w:r>
      <w:r>
        <w:rPr>
          <w:spacing w:val="50"/>
        </w:rPr>
        <w:t xml:space="preserve">schválila </w:t>
      </w:r>
      <w:r>
        <w:t xml:space="preserve">ve výši příjmů </w:t>
      </w:r>
      <w:r w:rsidR="00F71506" w:rsidRPr="00E00572">
        <w:t>29 053 763 172</w:t>
      </w:r>
      <w:r>
        <w:t xml:space="preserve"> Kč, ve výši výdajů </w:t>
      </w:r>
      <w:r w:rsidR="00F71506" w:rsidRPr="00E00572">
        <w:t>112 700 866</w:t>
      </w:r>
      <w:r w:rsidR="00F71506">
        <w:t> </w:t>
      </w:r>
      <w:r w:rsidR="00F71506" w:rsidRPr="00E00572">
        <w:t>821</w:t>
      </w:r>
      <w:r w:rsidR="00F71506">
        <w:t xml:space="preserve"> </w:t>
      </w:r>
      <w:r>
        <w:t>Kč, z toho kapitálové výdaje</w:t>
      </w:r>
      <w:r w:rsidR="007A37C3">
        <w:t xml:space="preserve"> </w:t>
      </w:r>
      <w:r w:rsidR="00F71506" w:rsidRPr="00E00572">
        <w:t>76 676 264 128</w:t>
      </w:r>
      <w:r>
        <w:t xml:space="preserve"> Kč.</w:t>
      </w:r>
    </w:p>
    <w:p w14:paraId="699826F7" w14:textId="77777777" w:rsidR="003C1519" w:rsidRDefault="003C1519" w:rsidP="00012930">
      <w:pPr>
        <w:pStyle w:val="western"/>
        <w:numPr>
          <w:ilvl w:val="0"/>
          <w:numId w:val="18"/>
        </w:numPr>
        <w:spacing w:before="360" w:beforeAutospacing="0" w:after="240" w:line="312" w:lineRule="auto"/>
        <w:ind w:hanging="709"/>
        <w:jc w:val="both"/>
      </w:pPr>
      <w:r>
        <w:rPr>
          <w:b/>
          <w:bCs/>
          <w:spacing w:val="50"/>
        </w:rPr>
        <w:t>Zmocňuje</w:t>
      </w:r>
      <w:r>
        <w:rPr>
          <w:b/>
          <w:bCs/>
        </w:rPr>
        <w:t xml:space="preserve"> </w:t>
      </w:r>
      <w:r>
        <w:t xml:space="preserve">zpravodaje výboru, aby s tímto usnesením vystoupil na schůzi rozpočtového výboru a zpravodajů výborů Poslanecké sněmovny Parlamentu ČR </w:t>
      </w:r>
      <w:r w:rsidR="00524661">
        <w:br/>
      </w:r>
      <w:r>
        <w:t xml:space="preserve">a přednesl zprávu o výsledcích projednávání této kapitoly vládního návrhu zákona </w:t>
      </w:r>
      <w:r w:rsidR="00524661">
        <w:br/>
        <w:t xml:space="preserve">o </w:t>
      </w:r>
      <w:r>
        <w:t>státní</w:t>
      </w:r>
      <w:r w:rsidR="0077108E">
        <w:t>m</w:t>
      </w:r>
      <w:r>
        <w:t xml:space="preserve"> rozpočtu v hospodářském výboru.</w:t>
      </w:r>
    </w:p>
    <w:p w14:paraId="1E427F2E" w14:textId="2EC91D8F" w:rsidR="00012930" w:rsidRPr="00012930" w:rsidRDefault="00382536" w:rsidP="00382536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Marek NOVÁK</w:t>
      </w:r>
      <w:r w:rsidR="00012930" w:rsidRPr="00012930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="00012930" w:rsidRPr="00012930">
        <w:rPr>
          <w:rFonts w:ascii="Times New Roman" w:hAnsi="Times New Roman"/>
          <w:sz w:val="24"/>
          <w:szCs w:val="24"/>
          <w:lang w:eastAsia="cs-CZ"/>
        </w:rPr>
        <w:tab/>
      </w:r>
      <w:r w:rsidR="00012930" w:rsidRPr="00012930">
        <w:rPr>
          <w:rFonts w:ascii="Times New Roman" w:hAnsi="Times New Roman"/>
          <w:sz w:val="24"/>
          <w:szCs w:val="24"/>
          <w:lang w:eastAsia="cs-CZ"/>
        </w:rPr>
        <w:tab/>
      </w:r>
      <w:r w:rsidR="00FF1398">
        <w:rPr>
          <w:rFonts w:ascii="Times New Roman" w:hAnsi="Times New Roman"/>
          <w:sz w:val="24"/>
          <w:szCs w:val="24"/>
          <w:lang w:eastAsia="cs-CZ"/>
        </w:rPr>
        <w:t>Ondřej LOCHMAN</w:t>
      </w:r>
      <w:r w:rsidR="00012930" w:rsidRPr="00012930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14:paraId="7815DA0E" w14:textId="6A07ABEC" w:rsidR="00012930" w:rsidRPr="00012930" w:rsidRDefault="00012930" w:rsidP="00012930">
      <w:pPr>
        <w:tabs>
          <w:tab w:val="center" w:pos="1418"/>
          <w:tab w:val="center" w:pos="4536"/>
          <w:tab w:val="center" w:pos="7655"/>
        </w:tabs>
        <w:spacing w:after="84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012930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012930">
        <w:rPr>
          <w:rFonts w:ascii="Times New Roman" w:hAnsi="Times New Roman"/>
          <w:sz w:val="24"/>
          <w:szCs w:val="24"/>
          <w:lang w:eastAsia="cs-CZ"/>
        </w:rPr>
        <w:tab/>
      </w:r>
      <w:r w:rsidRPr="00012930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795B3CD3" w14:textId="77777777" w:rsidR="00012930" w:rsidRPr="00012930" w:rsidRDefault="00012930" w:rsidP="00012930">
      <w:pPr>
        <w:tabs>
          <w:tab w:val="center" w:pos="1418"/>
          <w:tab w:val="center" w:pos="4536"/>
          <w:tab w:val="center" w:pos="7655"/>
        </w:tabs>
        <w:spacing w:after="0" w:line="240" w:lineRule="auto"/>
        <w:ind w:left="349"/>
        <w:rPr>
          <w:rFonts w:ascii="Times New Roman" w:hAnsi="Times New Roman"/>
          <w:sz w:val="24"/>
          <w:szCs w:val="24"/>
          <w:lang w:eastAsia="cs-CZ"/>
        </w:rPr>
      </w:pPr>
      <w:r w:rsidRPr="00012930">
        <w:rPr>
          <w:rFonts w:ascii="Times New Roman" w:hAnsi="Times New Roman"/>
          <w:sz w:val="24"/>
          <w:szCs w:val="24"/>
          <w:lang w:eastAsia="cs-CZ"/>
        </w:rPr>
        <w:tab/>
      </w:r>
      <w:r w:rsidRPr="00012930">
        <w:rPr>
          <w:rFonts w:ascii="Times New Roman" w:hAnsi="Times New Roman"/>
          <w:sz w:val="24"/>
          <w:szCs w:val="24"/>
          <w:lang w:eastAsia="cs-CZ"/>
        </w:rPr>
        <w:tab/>
        <w:t>Ivan ADAMEC v. r.</w:t>
      </w:r>
    </w:p>
    <w:p w14:paraId="18B2FF8A" w14:textId="5C60A7DD" w:rsidR="00A47BEA" w:rsidRPr="00524661" w:rsidRDefault="00012930" w:rsidP="00FF1398">
      <w:pPr>
        <w:tabs>
          <w:tab w:val="center" w:pos="1418"/>
          <w:tab w:val="center" w:pos="4536"/>
          <w:tab w:val="center" w:pos="7655"/>
        </w:tabs>
        <w:spacing w:after="0" w:line="240" w:lineRule="auto"/>
        <w:ind w:left="349"/>
      </w:pPr>
      <w:r w:rsidRPr="00012930">
        <w:rPr>
          <w:rFonts w:ascii="Times New Roman" w:hAnsi="Times New Roman"/>
          <w:sz w:val="24"/>
          <w:szCs w:val="24"/>
          <w:lang w:eastAsia="cs-CZ"/>
        </w:rPr>
        <w:tab/>
      </w:r>
      <w:r w:rsidRPr="00012930"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524661" w:rsidSect="00222E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CA69D2" w14:textId="77777777" w:rsidR="005C2AF2" w:rsidRDefault="005C2AF2" w:rsidP="00E10DE8">
      <w:pPr>
        <w:spacing w:after="0" w:line="240" w:lineRule="auto"/>
      </w:pPr>
      <w:r>
        <w:separator/>
      </w:r>
    </w:p>
  </w:endnote>
  <w:endnote w:type="continuationSeparator" w:id="0">
    <w:p w14:paraId="48D24C50" w14:textId="77777777" w:rsidR="005C2AF2" w:rsidRDefault="005C2AF2" w:rsidP="00E10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7A722" w14:textId="77777777" w:rsidR="00E10DE8" w:rsidRDefault="00E10DE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356BF" w14:textId="77777777" w:rsidR="00E10DE8" w:rsidRDefault="00E10DE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3D774" w14:textId="77777777" w:rsidR="00E10DE8" w:rsidRDefault="00E10D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7E94B" w14:textId="77777777" w:rsidR="005C2AF2" w:rsidRDefault="005C2AF2" w:rsidP="00E10DE8">
      <w:pPr>
        <w:spacing w:after="0" w:line="240" w:lineRule="auto"/>
      </w:pPr>
      <w:r>
        <w:separator/>
      </w:r>
    </w:p>
  </w:footnote>
  <w:footnote w:type="continuationSeparator" w:id="0">
    <w:p w14:paraId="30791CEF" w14:textId="77777777" w:rsidR="005C2AF2" w:rsidRDefault="005C2AF2" w:rsidP="00E10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90859" w14:textId="117375A9" w:rsidR="00E10DE8" w:rsidRDefault="00E10D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1AB8B" w14:textId="157589F9" w:rsidR="00E10DE8" w:rsidRDefault="00E10D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A3EDE" w14:textId="6BD97BE8" w:rsidR="00E10DE8" w:rsidRDefault="00E10D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5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1"/>
  </w:num>
  <w:num w:numId="13">
    <w:abstractNumId w:val="16"/>
  </w:num>
  <w:num w:numId="14">
    <w:abstractNumId w:val="17"/>
  </w:num>
  <w:num w:numId="15">
    <w:abstractNumId w:val="10"/>
  </w:num>
  <w:num w:numId="16">
    <w:abstractNumId w:val="15"/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2930"/>
    <w:rsid w:val="0001471A"/>
    <w:rsid w:val="00023F61"/>
    <w:rsid w:val="00026117"/>
    <w:rsid w:val="000A3377"/>
    <w:rsid w:val="000B0CAF"/>
    <w:rsid w:val="000B312D"/>
    <w:rsid w:val="000F2A63"/>
    <w:rsid w:val="00133A60"/>
    <w:rsid w:val="001C3C30"/>
    <w:rsid w:val="001E585D"/>
    <w:rsid w:val="00222E8F"/>
    <w:rsid w:val="002636CD"/>
    <w:rsid w:val="002701D0"/>
    <w:rsid w:val="002A0F39"/>
    <w:rsid w:val="002A1C38"/>
    <w:rsid w:val="002E2AE9"/>
    <w:rsid w:val="0033732B"/>
    <w:rsid w:val="00382536"/>
    <w:rsid w:val="003C1519"/>
    <w:rsid w:val="003E0A61"/>
    <w:rsid w:val="003E1216"/>
    <w:rsid w:val="003F7969"/>
    <w:rsid w:val="00421A75"/>
    <w:rsid w:val="00431531"/>
    <w:rsid w:val="00433B08"/>
    <w:rsid w:val="004E03FA"/>
    <w:rsid w:val="004F072B"/>
    <w:rsid w:val="004F0F9F"/>
    <w:rsid w:val="00522B03"/>
    <w:rsid w:val="00524661"/>
    <w:rsid w:val="00530B1E"/>
    <w:rsid w:val="00555099"/>
    <w:rsid w:val="00586465"/>
    <w:rsid w:val="005A6FA8"/>
    <w:rsid w:val="005C2AF2"/>
    <w:rsid w:val="005C45D5"/>
    <w:rsid w:val="006746FF"/>
    <w:rsid w:val="00681EC1"/>
    <w:rsid w:val="00684000"/>
    <w:rsid w:val="00691F91"/>
    <w:rsid w:val="006D02C4"/>
    <w:rsid w:val="006D29C0"/>
    <w:rsid w:val="006E1E8E"/>
    <w:rsid w:val="006F0643"/>
    <w:rsid w:val="00702474"/>
    <w:rsid w:val="00704182"/>
    <w:rsid w:val="0077108E"/>
    <w:rsid w:val="007A37C3"/>
    <w:rsid w:val="007D18CA"/>
    <w:rsid w:val="0082332F"/>
    <w:rsid w:val="008A2E09"/>
    <w:rsid w:val="008D02DE"/>
    <w:rsid w:val="00943264"/>
    <w:rsid w:val="009D1764"/>
    <w:rsid w:val="009D6A4B"/>
    <w:rsid w:val="00A063DC"/>
    <w:rsid w:val="00A47BEA"/>
    <w:rsid w:val="00A91675"/>
    <w:rsid w:val="00AA1393"/>
    <w:rsid w:val="00AA5426"/>
    <w:rsid w:val="00AF4E47"/>
    <w:rsid w:val="00AF5AD6"/>
    <w:rsid w:val="00B04998"/>
    <w:rsid w:val="00B85A6F"/>
    <w:rsid w:val="00BF65D9"/>
    <w:rsid w:val="00C15732"/>
    <w:rsid w:val="00C3035B"/>
    <w:rsid w:val="00C60195"/>
    <w:rsid w:val="00C7756A"/>
    <w:rsid w:val="00C907C5"/>
    <w:rsid w:val="00C92E3F"/>
    <w:rsid w:val="00CA09EC"/>
    <w:rsid w:val="00CB1FBB"/>
    <w:rsid w:val="00CB4F54"/>
    <w:rsid w:val="00CB58D7"/>
    <w:rsid w:val="00CD6BAE"/>
    <w:rsid w:val="00D02CC4"/>
    <w:rsid w:val="00D20A58"/>
    <w:rsid w:val="00DA113E"/>
    <w:rsid w:val="00DA2757"/>
    <w:rsid w:val="00E10A8D"/>
    <w:rsid w:val="00E10DE8"/>
    <w:rsid w:val="00E67C94"/>
    <w:rsid w:val="00E95773"/>
    <w:rsid w:val="00EA0554"/>
    <w:rsid w:val="00ED220B"/>
    <w:rsid w:val="00EE228C"/>
    <w:rsid w:val="00EE7105"/>
    <w:rsid w:val="00EF5AF9"/>
    <w:rsid w:val="00F26D69"/>
    <w:rsid w:val="00F36676"/>
    <w:rsid w:val="00F42327"/>
    <w:rsid w:val="00F55AFD"/>
    <w:rsid w:val="00F61B2E"/>
    <w:rsid w:val="00F71506"/>
    <w:rsid w:val="00F85072"/>
    <w:rsid w:val="00FF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2DC4F7F3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33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33A60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E10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10DE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E10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10DE8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012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B950D-26CA-403A-A32F-1EC278247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153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2022-11-03T09:47:00Z</cp:lastPrinted>
  <dcterms:created xsi:type="dcterms:W3CDTF">2022-11-03T09:48:00Z</dcterms:created>
  <dcterms:modified xsi:type="dcterms:W3CDTF">2022-11-03T09:48:00Z</dcterms:modified>
</cp:coreProperties>
</file>