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3E2" w:rsidRPr="008A53E2" w:rsidRDefault="008A53E2" w:rsidP="008A53E2">
      <w:pPr>
        <w:pStyle w:val="PS-hlavika1"/>
        <w:jc w:val="right"/>
      </w:pPr>
      <w:r>
        <w:t>PS200314168</w:t>
      </w:r>
    </w:p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C75F92" w:rsidP="000E730C">
      <w:pPr>
        <w:pStyle w:val="PS-hlavika2"/>
      </w:pPr>
      <w:r>
        <w:t>202</w:t>
      </w:r>
      <w:r w:rsidR="00C247BE">
        <w:t>2</w:t>
      </w:r>
    </w:p>
    <w:p w:rsidR="00DC29E4" w:rsidRPr="00324815" w:rsidRDefault="00C75F92" w:rsidP="00377253">
      <w:pPr>
        <w:pStyle w:val="PS-hlavika1"/>
      </w:pPr>
      <w:r>
        <w:t>9</w:t>
      </w:r>
      <w:r w:rsidR="00DC29E4">
        <w:t xml:space="preserve">. </w:t>
      </w:r>
      <w:r w:rsidR="00DC29E4" w:rsidRPr="00324815">
        <w:t>volební období</w:t>
      </w:r>
    </w:p>
    <w:p w:rsidR="00DC29E4" w:rsidRPr="00324815" w:rsidRDefault="007C6905" w:rsidP="000E730C">
      <w:pPr>
        <w:pStyle w:val="PS-slousnesen"/>
      </w:pPr>
      <w:r>
        <w:t>61</w:t>
      </w:r>
      <w:r w:rsidR="00C75F92" w:rsidRPr="00324815">
        <w:t>.</w:t>
      </w:r>
    </w:p>
    <w:p w:rsidR="00DC29E4" w:rsidRPr="00324815" w:rsidRDefault="00DC29E4" w:rsidP="00903269">
      <w:pPr>
        <w:pStyle w:val="PS-hlavika3"/>
      </w:pPr>
      <w:r w:rsidRPr="00324815">
        <w:t>USNESENÍ</w:t>
      </w:r>
    </w:p>
    <w:p w:rsidR="00DC29E4" w:rsidRPr="00324815" w:rsidRDefault="005807F2" w:rsidP="00377253">
      <w:pPr>
        <w:pStyle w:val="PS-hlavika1"/>
      </w:pPr>
      <w:r w:rsidRPr="00324815">
        <w:t>výboru pro životní prostředí</w:t>
      </w:r>
    </w:p>
    <w:p w:rsidR="00DC29E4" w:rsidRPr="00324815" w:rsidRDefault="00DC29E4" w:rsidP="00377253">
      <w:pPr>
        <w:pStyle w:val="PS-hlavika1"/>
      </w:pPr>
      <w:r w:rsidRPr="00324815">
        <w:t xml:space="preserve">z </w:t>
      </w:r>
      <w:r w:rsidR="00204A52">
        <w:t>13</w:t>
      </w:r>
      <w:r w:rsidRPr="00324815">
        <w:t>. schůze</w:t>
      </w:r>
    </w:p>
    <w:p w:rsidR="00DC29E4" w:rsidRPr="00324815" w:rsidRDefault="00DC29E4" w:rsidP="00377253">
      <w:pPr>
        <w:pStyle w:val="PS-hlavika1"/>
      </w:pPr>
      <w:r w:rsidRPr="00324815">
        <w:t xml:space="preserve">dne </w:t>
      </w:r>
      <w:r w:rsidR="00204A52">
        <w:t>2</w:t>
      </w:r>
      <w:r w:rsidR="007F7EDB">
        <w:t xml:space="preserve">. </w:t>
      </w:r>
      <w:r w:rsidR="00204A52">
        <w:t xml:space="preserve">listopadu </w:t>
      </w:r>
      <w:r w:rsidR="00DD5D67" w:rsidRPr="00324815">
        <w:t>2022</w:t>
      </w:r>
    </w:p>
    <w:p w:rsidR="00DC29E4" w:rsidRPr="00D76FB3" w:rsidRDefault="00C75F92" w:rsidP="00D76FB3">
      <w:pPr>
        <w:pStyle w:val="PS-pedmtusnesen"/>
      </w:pPr>
      <w:r w:rsidRPr="00324815">
        <w:t>k</w:t>
      </w:r>
      <w:r w:rsidR="00DD5D67" w:rsidRPr="00324815">
        <w:t xml:space="preserve"> </w:t>
      </w:r>
      <w:r w:rsidRPr="00324815">
        <w:t>volbě</w:t>
      </w:r>
      <w:r w:rsidR="00DD5D67" w:rsidRPr="00324815">
        <w:t xml:space="preserve"> místopředsedy</w:t>
      </w:r>
      <w:r w:rsidRPr="00324815">
        <w:t xml:space="preserve"> výboru</w:t>
      </w:r>
    </w:p>
    <w:p w:rsidR="00204767" w:rsidRDefault="00204767" w:rsidP="00204767">
      <w:pPr>
        <w:pStyle w:val="PS-uvodnodstavec"/>
        <w:spacing w:after="0"/>
        <w:ind w:firstLine="0"/>
      </w:pPr>
      <w:r>
        <w:t>Výbor pro životní prostředí Poslanecké sněmovny Parlamentu ČR</w:t>
      </w:r>
      <w:r w:rsidRPr="00C90C35">
        <w:rPr>
          <w:spacing w:val="-3"/>
        </w:rPr>
        <w:t xml:space="preserve"> </w:t>
      </w:r>
      <w:r>
        <w:rPr>
          <w:spacing w:val="-3"/>
        </w:rPr>
        <w:t>podle § 35 odst. 6, zákona č. 90/1995 Sb., o jednacím řádu Poslanecké sněmovny po rozpravě</w:t>
      </w:r>
    </w:p>
    <w:p w:rsidR="00570B0F" w:rsidRPr="00DD5D67" w:rsidRDefault="00570B0F" w:rsidP="00DD5D67">
      <w:pPr>
        <w:spacing w:after="0"/>
        <w:rPr>
          <w:rFonts w:ascii="Times New Roman" w:hAnsi="Times New Roman"/>
          <w:sz w:val="24"/>
          <w:szCs w:val="24"/>
        </w:rPr>
      </w:pPr>
    </w:p>
    <w:p w:rsidR="00570B0F" w:rsidRPr="001D0B1D" w:rsidRDefault="00570B0F" w:rsidP="00570B0F">
      <w:pPr>
        <w:spacing w:after="0"/>
        <w:rPr>
          <w:rFonts w:ascii="Times New Roman" w:hAnsi="Times New Roman"/>
          <w:sz w:val="24"/>
          <w:szCs w:val="24"/>
        </w:rPr>
      </w:pPr>
    </w:p>
    <w:p w:rsidR="00122DEA" w:rsidRPr="00122DEA" w:rsidRDefault="00122DEA" w:rsidP="00122DEA">
      <w:pPr>
        <w:pStyle w:val="Odstavecseseznamem"/>
        <w:numPr>
          <w:ilvl w:val="0"/>
          <w:numId w:val="17"/>
        </w:numPr>
      </w:pPr>
      <w:r>
        <w:rPr>
          <w:rStyle w:val="proloenChar"/>
          <w:b/>
          <w:szCs w:val="24"/>
        </w:rPr>
        <w:t xml:space="preserve">revokuje </w:t>
      </w:r>
      <w:r w:rsidRPr="00122DEA">
        <w:rPr>
          <w:rFonts w:ascii="Times New Roman" w:hAnsi="Times New Roman"/>
          <w:sz w:val="24"/>
          <w:szCs w:val="24"/>
        </w:rPr>
        <w:t>usnesení č. 4, bod I.;</w:t>
      </w:r>
    </w:p>
    <w:p w:rsidR="00122DEA" w:rsidRPr="00122DEA" w:rsidRDefault="00122DEA" w:rsidP="00122DEA">
      <w:pPr>
        <w:pStyle w:val="Odstavecseseznamem"/>
        <w:spacing w:line="240" w:lineRule="auto"/>
        <w:ind w:left="1080"/>
      </w:pPr>
    </w:p>
    <w:p w:rsidR="00122DEA" w:rsidRDefault="00122DEA" w:rsidP="00122DEA">
      <w:pPr>
        <w:pStyle w:val="Odstavecseseznamem"/>
        <w:numPr>
          <w:ilvl w:val="0"/>
          <w:numId w:val="17"/>
        </w:numPr>
        <w:spacing w:after="0"/>
        <w:rPr>
          <w:rFonts w:ascii="Times New Roman" w:hAnsi="Times New Roman"/>
          <w:sz w:val="24"/>
          <w:szCs w:val="24"/>
        </w:rPr>
      </w:pPr>
      <w:r w:rsidRPr="00122DEA">
        <w:rPr>
          <w:rStyle w:val="proloenChar"/>
          <w:b/>
          <w:szCs w:val="24"/>
        </w:rPr>
        <w:t>stanovuje</w:t>
      </w:r>
      <w:r>
        <w:rPr>
          <w:rStyle w:val="proloenChar"/>
          <w:b/>
          <w:szCs w:val="24"/>
        </w:rPr>
        <w:t xml:space="preserve"> </w:t>
      </w:r>
      <w:r w:rsidRPr="00122DEA">
        <w:rPr>
          <w:rFonts w:ascii="Times New Roman" w:hAnsi="Times New Roman"/>
          <w:sz w:val="24"/>
          <w:szCs w:val="24"/>
        </w:rPr>
        <w:t xml:space="preserve">pro 9. volební období Poslanecké sněmovny počet místopředsedů na </w:t>
      </w:r>
      <w:r w:rsidRPr="00122DEA">
        <w:rPr>
          <w:rFonts w:ascii="Times New Roman" w:hAnsi="Times New Roman"/>
          <w:b/>
          <w:sz w:val="24"/>
          <w:szCs w:val="24"/>
        </w:rPr>
        <w:t>5</w:t>
      </w:r>
      <w:r w:rsidRPr="00122DEA">
        <w:rPr>
          <w:rFonts w:ascii="Times New Roman" w:hAnsi="Times New Roman"/>
          <w:sz w:val="24"/>
          <w:szCs w:val="24"/>
        </w:rPr>
        <w:t>;</w:t>
      </w:r>
    </w:p>
    <w:p w:rsidR="00122DEA" w:rsidRPr="00122DEA" w:rsidRDefault="00122DEA" w:rsidP="00122DEA">
      <w:pPr>
        <w:pStyle w:val="Odstavecseseznamem"/>
        <w:rPr>
          <w:rFonts w:ascii="Times New Roman" w:hAnsi="Times New Roman"/>
          <w:sz w:val="24"/>
          <w:szCs w:val="24"/>
        </w:rPr>
      </w:pPr>
    </w:p>
    <w:p w:rsidR="00122DEA" w:rsidRPr="00DA50D3" w:rsidRDefault="009C41F4" w:rsidP="00DA50D3">
      <w:pPr>
        <w:pStyle w:val="Odstavecseseznamem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DA50D3">
        <w:rPr>
          <w:rStyle w:val="proloenChar"/>
          <w:b/>
          <w:szCs w:val="24"/>
        </w:rPr>
        <w:t>volí</w:t>
      </w:r>
      <w:r w:rsidR="00277D34" w:rsidRPr="00DA50D3">
        <w:rPr>
          <w:rStyle w:val="proloenChar"/>
          <w:b/>
          <w:szCs w:val="24"/>
        </w:rPr>
        <w:t xml:space="preserve"> </w:t>
      </w:r>
      <w:r w:rsidR="00122DEA" w:rsidRPr="0049539D">
        <w:rPr>
          <w:rFonts w:ascii="Times New Roman" w:hAnsi="Times New Roman"/>
          <w:sz w:val="24"/>
          <w:szCs w:val="24"/>
        </w:rPr>
        <w:t>d</w:t>
      </w:r>
      <w:r w:rsidR="00122DEA" w:rsidRPr="00DA50D3">
        <w:rPr>
          <w:rFonts w:ascii="Times New Roman" w:hAnsi="Times New Roman"/>
          <w:sz w:val="24"/>
          <w:szCs w:val="24"/>
        </w:rPr>
        <w:t>alš</w:t>
      </w:r>
      <w:r w:rsidR="00122DEA" w:rsidRPr="0049539D">
        <w:rPr>
          <w:rFonts w:ascii="Times New Roman" w:hAnsi="Times New Roman"/>
          <w:sz w:val="24"/>
          <w:szCs w:val="24"/>
        </w:rPr>
        <w:t>ím</w:t>
      </w:r>
      <w:r w:rsidR="00122DEA" w:rsidRPr="00DA50D3">
        <w:rPr>
          <w:rStyle w:val="proloenChar"/>
          <w:szCs w:val="24"/>
        </w:rPr>
        <w:t xml:space="preserve"> </w:t>
      </w:r>
      <w:r w:rsidR="0049539D">
        <w:rPr>
          <w:rFonts w:ascii="Times New Roman" w:hAnsi="Times New Roman"/>
          <w:sz w:val="24"/>
          <w:szCs w:val="24"/>
        </w:rPr>
        <w:t>místopředsedou</w:t>
      </w:r>
      <w:r w:rsidR="00DD5D67" w:rsidRPr="00DA50D3">
        <w:rPr>
          <w:rFonts w:ascii="Times New Roman" w:hAnsi="Times New Roman"/>
          <w:sz w:val="24"/>
          <w:szCs w:val="24"/>
        </w:rPr>
        <w:t xml:space="preserve"> výboru </w:t>
      </w:r>
      <w:r w:rsidR="00277D34" w:rsidRPr="00DA50D3">
        <w:rPr>
          <w:rFonts w:ascii="Times New Roman" w:hAnsi="Times New Roman"/>
          <w:sz w:val="24"/>
          <w:szCs w:val="24"/>
        </w:rPr>
        <w:t>p</w:t>
      </w:r>
      <w:r w:rsidR="00DA50D3" w:rsidRPr="00DA50D3">
        <w:rPr>
          <w:rFonts w:ascii="Times New Roman" w:hAnsi="Times New Roman"/>
          <w:sz w:val="24"/>
          <w:szCs w:val="24"/>
        </w:rPr>
        <w:t xml:space="preserve">oslankyni </w:t>
      </w:r>
      <w:r w:rsidR="00122DEA" w:rsidRPr="00DA50D3">
        <w:rPr>
          <w:rFonts w:ascii="Times New Roman" w:hAnsi="Times New Roman"/>
          <w:b/>
          <w:sz w:val="24"/>
          <w:szCs w:val="24"/>
        </w:rPr>
        <w:t>Kocmanovou Kláru.</w:t>
      </w:r>
    </w:p>
    <w:p w:rsid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1D0B1D" w:rsidRPr="001D0B1D" w:rsidRDefault="001D0B1D" w:rsidP="00570B0F">
      <w:pPr>
        <w:pStyle w:val="Bezmezer"/>
        <w:ind w:left="708" w:firstLine="708"/>
        <w:rPr>
          <w:rFonts w:ascii="Times New Roman" w:hAnsi="Times New Roman"/>
          <w:sz w:val="24"/>
          <w:szCs w:val="24"/>
        </w:rPr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4327DE" w:rsidRDefault="004327DE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DD5D67" w:rsidRDefault="00DD5D67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DD5D67" w:rsidRDefault="00DD5D67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47"/>
        <w:gridCol w:w="4366"/>
      </w:tblGrid>
      <w:tr w:rsidR="00C75F92" w:rsidTr="00C75F92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DD5D67" w:rsidRDefault="007C6905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Jan HOFMANN</w:t>
            </w:r>
            <w:r w:rsidR="008A53E2">
              <w:t xml:space="preserve"> v. r.</w:t>
            </w:r>
          </w:p>
          <w:p w:rsidR="00C75F92" w:rsidRDefault="00C75F92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 w:rsidRPr="007C6905">
              <w:t>ověřovatel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:rsidR="00C75F92" w:rsidRDefault="00376EEB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Ing. Jana KRUTÁKOVÁ</w:t>
            </w:r>
            <w:r w:rsidR="008A53E2">
              <w:t xml:space="preserve"> v. </w:t>
            </w:r>
            <w:bookmarkStart w:id="0" w:name="_GoBack"/>
            <w:bookmarkEnd w:id="0"/>
            <w:r w:rsidR="008A53E2">
              <w:t>r.</w:t>
            </w:r>
          </w:p>
          <w:p w:rsidR="00C75F92" w:rsidRDefault="00DD5D67" w:rsidP="00C75F92">
            <w:pPr>
              <w:pStyle w:val="PS-slovanseznam"/>
              <w:numPr>
                <w:ilvl w:val="0"/>
                <w:numId w:val="0"/>
              </w:numPr>
              <w:spacing w:after="0"/>
              <w:jc w:val="center"/>
            </w:pPr>
            <w:r>
              <w:t>předsedkyně</w:t>
            </w:r>
          </w:p>
        </w:tc>
      </w:tr>
    </w:tbl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720758" w:rsidRDefault="00720758" w:rsidP="00720758">
      <w:pPr>
        <w:pStyle w:val="PS-slovanseznam"/>
        <w:numPr>
          <w:ilvl w:val="0"/>
          <w:numId w:val="0"/>
        </w:numPr>
        <w:spacing w:after="0"/>
        <w:ind w:left="357" w:hanging="357"/>
      </w:pPr>
    </w:p>
    <w:p w:rsidR="00106842" w:rsidRDefault="00106842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06842">
        <w:rPr>
          <w:rFonts w:ascii="Times New Roman" w:hAnsi="Times New Roman"/>
          <w:sz w:val="24"/>
        </w:rPr>
        <w:tab/>
      </w:r>
    </w:p>
    <w:p w:rsidR="00B715B6" w:rsidRDefault="00B715B6" w:rsidP="00423236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sectPr w:rsidR="00B715B6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BD3AB2"/>
    <w:multiLevelType w:val="hybridMultilevel"/>
    <w:tmpl w:val="4BFEE5AE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6E16658"/>
    <w:multiLevelType w:val="hybridMultilevel"/>
    <w:tmpl w:val="ABD0CCBA"/>
    <w:lvl w:ilvl="0" w:tplc="A82C4C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9B5C6F"/>
    <w:multiLevelType w:val="hybridMultilevel"/>
    <w:tmpl w:val="F1D2B590"/>
    <w:lvl w:ilvl="0" w:tplc="D00AC87E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203CF"/>
    <w:multiLevelType w:val="hybridMultilevel"/>
    <w:tmpl w:val="61B26884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EC542C7"/>
    <w:multiLevelType w:val="hybridMultilevel"/>
    <w:tmpl w:val="67BAAD68"/>
    <w:lvl w:ilvl="0" w:tplc="E570983A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7"/>
  </w:num>
  <w:num w:numId="16">
    <w:abstractNumId w:val="11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787"/>
    <w:rsid w:val="000476E4"/>
    <w:rsid w:val="000A4833"/>
    <w:rsid w:val="000C5278"/>
    <w:rsid w:val="000E730C"/>
    <w:rsid w:val="00103C04"/>
    <w:rsid w:val="00106842"/>
    <w:rsid w:val="00122DEA"/>
    <w:rsid w:val="001329F8"/>
    <w:rsid w:val="001B45F3"/>
    <w:rsid w:val="001D0B1D"/>
    <w:rsid w:val="00204767"/>
    <w:rsid w:val="00204A52"/>
    <w:rsid w:val="00220811"/>
    <w:rsid w:val="00230024"/>
    <w:rsid w:val="00254049"/>
    <w:rsid w:val="00272E1B"/>
    <w:rsid w:val="00277D34"/>
    <w:rsid w:val="002A2F32"/>
    <w:rsid w:val="002B0FB6"/>
    <w:rsid w:val="002B60B3"/>
    <w:rsid w:val="002B6787"/>
    <w:rsid w:val="002C6BED"/>
    <w:rsid w:val="002E7F7F"/>
    <w:rsid w:val="003070FE"/>
    <w:rsid w:val="00324815"/>
    <w:rsid w:val="00356011"/>
    <w:rsid w:val="00376EEB"/>
    <w:rsid w:val="00377253"/>
    <w:rsid w:val="003D2033"/>
    <w:rsid w:val="00423236"/>
    <w:rsid w:val="004327DE"/>
    <w:rsid w:val="0049539D"/>
    <w:rsid w:val="005227BF"/>
    <w:rsid w:val="00566A4C"/>
    <w:rsid w:val="00570B0F"/>
    <w:rsid w:val="005807F2"/>
    <w:rsid w:val="005C30D7"/>
    <w:rsid w:val="005E094C"/>
    <w:rsid w:val="005E7C0A"/>
    <w:rsid w:val="005F6CAE"/>
    <w:rsid w:val="00620764"/>
    <w:rsid w:val="0065309D"/>
    <w:rsid w:val="006B35F3"/>
    <w:rsid w:val="007147B9"/>
    <w:rsid w:val="00720758"/>
    <w:rsid w:val="007542FE"/>
    <w:rsid w:val="007C62DA"/>
    <w:rsid w:val="007C6905"/>
    <w:rsid w:val="007D5EE1"/>
    <w:rsid w:val="007E1D0B"/>
    <w:rsid w:val="007F7EDB"/>
    <w:rsid w:val="00801CD4"/>
    <w:rsid w:val="00812496"/>
    <w:rsid w:val="00830BFE"/>
    <w:rsid w:val="00893C29"/>
    <w:rsid w:val="008A53E2"/>
    <w:rsid w:val="008C00D3"/>
    <w:rsid w:val="009008A4"/>
    <w:rsid w:val="00903269"/>
    <w:rsid w:val="009A5BCC"/>
    <w:rsid w:val="009C41F4"/>
    <w:rsid w:val="00A46CDA"/>
    <w:rsid w:val="00A97E75"/>
    <w:rsid w:val="00AA0D27"/>
    <w:rsid w:val="00B13892"/>
    <w:rsid w:val="00B51B89"/>
    <w:rsid w:val="00B53E8D"/>
    <w:rsid w:val="00B67D31"/>
    <w:rsid w:val="00B715B6"/>
    <w:rsid w:val="00BA2B12"/>
    <w:rsid w:val="00C002F5"/>
    <w:rsid w:val="00C247BE"/>
    <w:rsid w:val="00C34843"/>
    <w:rsid w:val="00C56014"/>
    <w:rsid w:val="00C75F92"/>
    <w:rsid w:val="00C824F6"/>
    <w:rsid w:val="00D57E3C"/>
    <w:rsid w:val="00D76FB3"/>
    <w:rsid w:val="00DA0A63"/>
    <w:rsid w:val="00DA50D3"/>
    <w:rsid w:val="00DC29E4"/>
    <w:rsid w:val="00DD5D67"/>
    <w:rsid w:val="00E81329"/>
    <w:rsid w:val="00ED15A8"/>
    <w:rsid w:val="00EF3B15"/>
    <w:rsid w:val="00EF679B"/>
    <w:rsid w:val="00F8008A"/>
    <w:rsid w:val="00FD0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B7E4C"/>
  <w15:chartTrackingRefBased/>
  <w15:docId w15:val="{5D261429-2829-4EE5-9E98-64403B2A7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table" w:styleId="Mkatabulky">
    <w:name w:val="Table Grid"/>
    <w:basedOn w:val="Normlntabulka"/>
    <w:uiPriority w:val="39"/>
    <w:rsid w:val="00C75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0B0F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348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84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rikova\Documents\Vlastn&#237;%20&#353;ablony%20Office\usnesen&#237;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37FE1A-3079-4357-AFEB-22FE51468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usnesení.dotx</Template>
  <TotalTime>4</TotalTime>
  <Pages>1</Pages>
  <Words>86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cp:keywords/>
  <dc:description/>
  <cp:lastModifiedBy>VondrackovaE</cp:lastModifiedBy>
  <cp:revision>7</cp:revision>
  <cp:lastPrinted>2022-10-31T07:51:00Z</cp:lastPrinted>
  <dcterms:created xsi:type="dcterms:W3CDTF">2022-10-31T07:23:00Z</dcterms:created>
  <dcterms:modified xsi:type="dcterms:W3CDTF">2022-11-02T14:33:00Z</dcterms:modified>
</cp:coreProperties>
</file>