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0719" w14:textId="77777777" w:rsidR="003E1216" w:rsidRPr="003E1216" w:rsidRDefault="003E1216" w:rsidP="00D5456C">
      <w:pPr>
        <w:pStyle w:val="PShlavika1"/>
        <w:spacing w:before="120" w:line="240" w:lineRule="auto"/>
      </w:pPr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59B063A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CC33F6">
        <w:t>2</w:t>
      </w:r>
    </w:p>
    <w:p w14:paraId="47916600" w14:textId="1D5D725C" w:rsidR="003E1216" w:rsidRDefault="00CC33F6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3002DC27" w14:textId="466F6327" w:rsidR="003E1216" w:rsidRPr="00C907C5" w:rsidRDefault="00C72F4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88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43C33EEC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983D64">
        <w:t xml:space="preserve"> 16</w:t>
      </w:r>
      <w:r w:rsidR="00C907C5">
        <w:t>. schůze</w:t>
      </w:r>
    </w:p>
    <w:p w14:paraId="025AB889" w14:textId="79BC6F0D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983D64">
        <w:rPr>
          <w:bCs/>
          <w:iCs/>
        </w:rPr>
        <w:t>27</w:t>
      </w:r>
      <w:r>
        <w:rPr>
          <w:bCs/>
          <w:iCs/>
        </w:rPr>
        <w:t xml:space="preserve">. </w:t>
      </w:r>
      <w:r w:rsidR="00983D64">
        <w:rPr>
          <w:bCs/>
          <w:iCs/>
        </w:rPr>
        <w:t>září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CC33F6">
        <w:rPr>
          <w:bCs/>
          <w:iCs/>
        </w:rPr>
        <w:t>2</w:t>
      </w:r>
    </w:p>
    <w:p w14:paraId="0D0569EA" w14:textId="430E5392" w:rsidR="00CC33F6" w:rsidRPr="00996356" w:rsidRDefault="00CC33F6" w:rsidP="00CC33F6">
      <w:pPr>
        <w:pStyle w:val="slovanseznam"/>
        <w:tabs>
          <w:tab w:val="clear" w:pos="360"/>
        </w:tabs>
        <w:spacing w:before="600"/>
        <w:ind w:firstLine="0"/>
        <w:contextualSpacing w:val="0"/>
        <w:jc w:val="center"/>
        <w:rPr>
          <w:i/>
          <w:sz w:val="22"/>
        </w:rPr>
      </w:pPr>
      <w:r>
        <w:t xml:space="preserve">k </w:t>
      </w:r>
      <w:r w:rsidR="00F76A43">
        <w:t>v</w:t>
      </w:r>
      <w:r w:rsidR="00F76A43">
        <w:rPr>
          <w:shd w:val="clear" w:color="auto" w:fill="FFFFFF"/>
        </w:rPr>
        <w:t xml:space="preserve">ládnímu návrhu </w:t>
      </w:r>
      <w:r w:rsidR="00F76A43" w:rsidRPr="001373E8">
        <w:rPr>
          <w:rFonts w:cs="Times New Roman"/>
          <w:color w:val="000000"/>
          <w:szCs w:val="24"/>
          <w:shd w:val="clear" w:color="auto" w:fill="FFFFFF"/>
        </w:rPr>
        <w:t xml:space="preserve">zákona, kterým se mění zákon č. </w:t>
      </w:r>
      <w:r w:rsidR="00F76A43" w:rsidRPr="004D1D6A">
        <w:rPr>
          <w:rFonts w:cs="Times New Roman"/>
          <w:color w:val="000000"/>
          <w:szCs w:val="24"/>
          <w:shd w:val="clear" w:color="auto" w:fill="FFFFFF"/>
        </w:rPr>
        <w:t>49/1997 Sb., o civilním letectví a o změně a doplnění zákona č. 455/1991 Sb., o živnostenském podnikání (živnostenský zákon), ve znění pozdějších předpisů, ve znění pozdějších předpisů, a další související</w:t>
      </w:r>
      <w:r w:rsidR="00F76A43">
        <w:t xml:space="preserve"> zákony </w:t>
      </w:r>
      <w:r w:rsidRPr="00996356">
        <w:rPr>
          <w:kern w:val="0"/>
          <w:szCs w:val="24"/>
        </w:rPr>
        <w:t xml:space="preserve">– </w:t>
      </w:r>
      <w:r w:rsidRPr="00996356">
        <w:rPr>
          <w:b/>
          <w:kern w:val="0"/>
          <w:szCs w:val="24"/>
        </w:rPr>
        <w:t xml:space="preserve">sněmovní tisk </w:t>
      </w:r>
      <w:r w:rsidR="00983D64">
        <w:rPr>
          <w:b/>
          <w:kern w:val="0"/>
          <w:szCs w:val="24"/>
        </w:rPr>
        <w:t>2</w:t>
      </w:r>
      <w:r w:rsidR="00F76A43">
        <w:rPr>
          <w:b/>
          <w:kern w:val="0"/>
          <w:szCs w:val="24"/>
        </w:rPr>
        <w:t>07</w:t>
      </w:r>
    </w:p>
    <w:p w14:paraId="23BCE18B" w14:textId="77777777" w:rsidR="00CC33F6" w:rsidRPr="00A5001C" w:rsidRDefault="00CC33F6" w:rsidP="00D5456C">
      <w:pPr>
        <w:pStyle w:val="PSnzevzkona"/>
        <w:numPr>
          <w:ilvl w:val="0"/>
          <w:numId w:val="27"/>
        </w:numPr>
        <w:spacing w:before="0" w:after="0" w:line="240" w:lineRule="auto"/>
        <w:ind w:left="0" w:firstLine="0"/>
        <w:jc w:val="left"/>
        <w:rPr>
          <w:rFonts w:eastAsia="Times New Roman"/>
          <w:spacing w:val="-2"/>
          <w:sz w:val="2"/>
          <w:lang w:eastAsia="cs-CZ"/>
        </w:rPr>
      </w:pPr>
    </w:p>
    <w:p w14:paraId="2025596E" w14:textId="3B87831E" w:rsidR="00CC33F6" w:rsidRPr="00D5456C" w:rsidRDefault="00CC33F6" w:rsidP="00D5456C">
      <w:pPr>
        <w:spacing w:before="60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D5456C"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 w:rsidR="00CB4CFE">
        <w:rPr>
          <w:rFonts w:ascii="Times New Roman" w:hAnsi="Times New Roman"/>
          <w:sz w:val="24"/>
          <w:szCs w:val="24"/>
        </w:rPr>
        <w:t xml:space="preserve">jako garanční výbor </w:t>
      </w:r>
      <w:r w:rsidRPr="00D5456C">
        <w:rPr>
          <w:rFonts w:ascii="Times New Roman" w:hAnsi="Times New Roman"/>
          <w:sz w:val="24"/>
          <w:szCs w:val="24"/>
        </w:rPr>
        <w:t xml:space="preserve">po </w:t>
      </w:r>
      <w:r w:rsidR="00CB4CFE">
        <w:rPr>
          <w:rFonts w:ascii="Times New Roman" w:hAnsi="Times New Roman"/>
          <w:sz w:val="24"/>
          <w:szCs w:val="24"/>
        </w:rPr>
        <w:t>pro-jednání návrhu zákona po druhém čtení</w:t>
      </w:r>
    </w:p>
    <w:p w14:paraId="534C197C" w14:textId="37329B2D" w:rsidR="00EF638C" w:rsidRPr="00D5456C" w:rsidRDefault="00EF638C" w:rsidP="00D5456C">
      <w:pPr>
        <w:pStyle w:val="Odstavecseseznamem"/>
        <w:numPr>
          <w:ilvl w:val="0"/>
          <w:numId w:val="34"/>
        </w:numPr>
        <w:suppressAutoHyphens/>
        <w:spacing w:before="360" w:after="0" w:line="240" w:lineRule="auto"/>
        <w:ind w:hanging="72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D5456C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D5456C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983D64" w:rsidRPr="00983D6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2</w:t>
      </w:r>
      <w:r w:rsidR="00F76A43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07</w:t>
      </w:r>
      <w:r w:rsidRPr="00983D64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F76A43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297A8D42" w14:textId="77777777" w:rsidR="00EF638C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5D89D3F9" w14:textId="2255264B" w:rsidR="00EF638C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pozměňovací návrh</w:t>
      </w:r>
      <w:r w:rsidR="00D07D3D">
        <w:t xml:space="preserve"> A</w:t>
      </w:r>
      <w:r w:rsidR="00D07D3D" w:rsidRPr="00D07D3D">
        <w:rPr>
          <w:i/>
        </w:rPr>
        <w:t xml:space="preserve"> (</w:t>
      </w:r>
      <w:r w:rsidR="00695619">
        <w:rPr>
          <w:i/>
        </w:rPr>
        <w:t>HV</w:t>
      </w:r>
      <w:r w:rsidR="00D07D3D" w:rsidRPr="00D07D3D">
        <w:rPr>
          <w:i/>
        </w:rPr>
        <w:t>)</w:t>
      </w:r>
    </w:p>
    <w:p w14:paraId="33181142" w14:textId="2ABDA716" w:rsidR="00F76A43" w:rsidRDefault="00F76A43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F76A43">
        <w:t>pozměňovací návrh B</w:t>
      </w:r>
      <w:r>
        <w:rPr>
          <w:i/>
        </w:rPr>
        <w:t xml:space="preserve"> (posl. Ryba)</w:t>
      </w:r>
    </w:p>
    <w:p w14:paraId="48BFCB10" w14:textId="23C40B57" w:rsidR="00F76A43" w:rsidRDefault="00F76A43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 C1 </w:t>
      </w:r>
      <w:r>
        <w:rPr>
          <w:i/>
        </w:rPr>
        <w:t>(posl. Adamec)</w:t>
      </w:r>
    </w:p>
    <w:p w14:paraId="32F3D87B" w14:textId="20B84D9D" w:rsidR="00F76A43" w:rsidRPr="00751D84" w:rsidRDefault="00F76A43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>
        <w:t xml:space="preserve">pozměňovací návrhy C2.1 až C2.4, C3.1 a C3.2 </w:t>
      </w:r>
      <w:r>
        <w:rPr>
          <w:i/>
        </w:rPr>
        <w:t>(posl. Adamec)</w:t>
      </w:r>
    </w:p>
    <w:p w14:paraId="06FAEDE1" w14:textId="77777777" w:rsidR="00EF638C" w:rsidRPr="00751D84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</w:p>
    <w:p w14:paraId="638487A9" w14:textId="77777777" w:rsidR="00EF638C" w:rsidRPr="008C3CC4" w:rsidRDefault="00EF638C" w:rsidP="00D5456C">
      <w:pPr>
        <w:pStyle w:val="Odstavecseseznamem"/>
        <w:numPr>
          <w:ilvl w:val="0"/>
          <w:numId w:val="27"/>
        </w:numPr>
        <w:suppressAutoHyphens/>
        <w:spacing w:before="36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572CFE07" w14:textId="61D052E7" w:rsidR="00EF638C" w:rsidRDefault="00DA0367" w:rsidP="00D5456C">
      <w:pPr>
        <w:suppressAutoHyphens/>
        <w:spacing w:before="36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D07D3D">
        <w:rPr>
          <w:rFonts w:ascii="Times New Roman" w:hAnsi="Times New Roman"/>
          <w:sz w:val="24"/>
          <w:szCs w:val="24"/>
        </w:rPr>
        <w:t xml:space="preserve"> A</w:t>
      </w:r>
      <w:r w:rsidR="000F00D2">
        <w:rPr>
          <w:rFonts w:ascii="Times New Roman" w:hAnsi="Times New Roman"/>
          <w:sz w:val="24"/>
          <w:szCs w:val="24"/>
        </w:rPr>
        <w:tab/>
      </w:r>
      <w:r w:rsidR="000F00D2">
        <w:rPr>
          <w:rFonts w:ascii="Times New Roman" w:hAnsi="Times New Roman"/>
          <w:sz w:val="24"/>
          <w:szCs w:val="24"/>
        </w:rPr>
        <w:tab/>
      </w:r>
      <w:r w:rsidR="009E4323">
        <w:rPr>
          <w:rFonts w:ascii="Times New Roman" w:hAnsi="Times New Roman"/>
          <w:sz w:val="24"/>
          <w:szCs w:val="24"/>
        </w:rPr>
        <w:t xml:space="preserve"> </w:t>
      </w:r>
      <w:r w:rsidR="000117EB">
        <w:rPr>
          <w:rFonts w:ascii="Times New Roman" w:hAnsi="Times New Roman"/>
          <w:sz w:val="24"/>
          <w:szCs w:val="24"/>
        </w:rPr>
        <w:tab/>
      </w:r>
      <w:r w:rsidR="00EF638C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63E138C7" w14:textId="683630EB" w:rsidR="000F00D2" w:rsidRDefault="000F00D2" w:rsidP="000F00D2">
      <w:pPr>
        <w:suppressAutoHyphens/>
        <w:spacing w:before="12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B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nedoporučuje</w:t>
      </w:r>
    </w:p>
    <w:p w14:paraId="16F147CE" w14:textId="66FE4EA1" w:rsidR="000F00D2" w:rsidRDefault="000F00D2" w:rsidP="000F00D2">
      <w:pPr>
        <w:suppressAutoHyphens/>
        <w:spacing w:before="12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pozměňovací návrh C1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415C73F1" w14:textId="19C9078C" w:rsidR="000F00D2" w:rsidRDefault="000F00D2" w:rsidP="000F00D2">
      <w:pPr>
        <w:suppressAutoHyphens/>
        <w:spacing w:before="12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0F00D2">
        <w:rPr>
          <w:rFonts w:ascii="Times New Roman" w:hAnsi="Times New Roman"/>
          <w:sz w:val="24"/>
          <w:szCs w:val="24"/>
        </w:rPr>
        <w:t xml:space="preserve">pozměňovací návrh </w:t>
      </w:r>
      <w:proofErr w:type="gramStart"/>
      <w:r w:rsidRPr="000F00D2">
        <w:rPr>
          <w:rFonts w:ascii="Times New Roman" w:hAnsi="Times New Roman"/>
          <w:sz w:val="24"/>
          <w:szCs w:val="24"/>
        </w:rPr>
        <w:t>C2.1 až</w:t>
      </w:r>
      <w:proofErr w:type="gramEnd"/>
      <w:r w:rsidRPr="000F00D2">
        <w:rPr>
          <w:rFonts w:ascii="Times New Roman" w:hAnsi="Times New Roman"/>
          <w:sz w:val="24"/>
          <w:szCs w:val="24"/>
        </w:rPr>
        <w:t xml:space="preserve"> C2.4, C3.1 a C3.2</w:t>
      </w:r>
      <w:r w:rsidRPr="000F00D2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d</w:t>
      </w:r>
      <w:r w:rsidRPr="000755EB">
        <w:rPr>
          <w:rFonts w:ascii="Times New Roman" w:hAnsi="Times New Roman"/>
          <w:b/>
          <w:sz w:val="24"/>
          <w:szCs w:val="24"/>
        </w:rPr>
        <w:t>oporučuje</w:t>
      </w:r>
    </w:p>
    <w:p w14:paraId="303BEB6A" w14:textId="1523BC6A" w:rsidR="00EF638C" w:rsidRPr="000755EB" w:rsidRDefault="00EF638C" w:rsidP="00E560AB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983D64" w:rsidRPr="000755EB">
        <w:rPr>
          <w:rFonts w:ascii="Times New Roman" w:hAnsi="Times New Roman"/>
          <w:b/>
          <w:sz w:val="24"/>
          <w:szCs w:val="24"/>
        </w:rPr>
        <w:t>doporučuje</w:t>
      </w:r>
      <w:r w:rsidR="000279AC"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5C31701" w14:textId="75041A89" w:rsidR="00EF638C" w:rsidRPr="00C03BB5" w:rsidRDefault="00EF638C" w:rsidP="00CC33F6">
      <w:pPr>
        <w:pStyle w:val="Odstavecseseznamem"/>
        <w:numPr>
          <w:ilvl w:val="0"/>
          <w:numId w:val="29"/>
        </w:numPr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lastRenderedPageBreak/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983D64">
        <w:rPr>
          <w:rFonts w:ascii="Times New Roman" w:hAnsi="Times New Roman"/>
          <w:sz w:val="24"/>
          <w:szCs w:val="24"/>
        </w:rPr>
        <w:t>e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1E327352" w14:textId="489E4CA8" w:rsidR="00D07D3D" w:rsidRPr="00D07D3D" w:rsidRDefault="00EF638C" w:rsidP="00D07D3D">
      <w:pPr>
        <w:pStyle w:val="Odstavecseseznamem"/>
        <w:numPr>
          <w:ilvl w:val="0"/>
          <w:numId w:val="30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983D64"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 stanoviska výboru;</w:t>
      </w:r>
    </w:p>
    <w:p w14:paraId="0FA8BD19" w14:textId="268024B8" w:rsidR="00EF638C" w:rsidRDefault="00EF638C" w:rsidP="00D07D3D">
      <w:pPr>
        <w:pStyle w:val="PStextHV"/>
        <w:numPr>
          <w:ilvl w:val="0"/>
          <w:numId w:val="30"/>
        </w:numPr>
        <w:spacing w:before="120" w:after="0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</w:t>
      </w:r>
      <w:r w:rsidR="00A151F4">
        <w:t>kyni</w:t>
      </w:r>
      <w:r w:rsidRPr="00242FCA">
        <w:t xml:space="preserve"> Poslanecké sněmovny</w:t>
      </w:r>
      <w:r>
        <w:t>.</w:t>
      </w:r>
    </w:p>
    <w:p w14:paraId="576B2094" w14:textId="20FDAA22" w:rsidR="00C3035B" w:rsidRPr="00524661" w:rsidRDefault="00983D64" w:rsidP="00983D64">
      <w:pPr>
        <w:tabs>
          <w:tab w:val="center" w:pos="1418"/>
          <w:tab w:val="center" w:pos="4536"/>
          <w:tab w:val="center" w:pos="7655"/>
        </w:tabs>
        <w:spacing w:before="24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0F00D2">
        <w:rPr>
          <w:rFonts w:ascii="Times New Roman" w:hAnsi="Times New Roman"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Marek NOVÁK</w:t>
      </w:r>
      <w:r w:rsidR="00C72F4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0F00D2">
        <w:rPr>
          <w:rFonts w:ascii="Times New Roman" w:hAnsi="Times New Roman"/>
          <w:sz w:val="24"/>
          <w:szCs w:val="24"/>
          <w:lang w:eastAsia="cs-CZ"/>
        </w:rPr>
        <w:t>Karel SLÁDEČEK</w:t>
      </w:r>
      <w:r w:rsidR="00C72F47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75277DED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436479D3" w14:textId="5BBF1FA4" w:rsidR="007D5AF0" w:rsidRPr="00524661" w:rsidRDefault="00A47BEA" w:rsidP="00D07D3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C33F6">
        <w:rPr>
          <w:rFonts w:ascii="Times New Roman" w:hAnsi="Times New Roman"/>
          <w:sz w:val="24"/>
          <w:szCs w:val="24"/>
          <w:lang w:eastAsia="cs-CZ"/>
        </w:rPr>
        <w:t>Ivan ADAMEC</w:t>
      </w:r>
      <w:r w:rsidR="00C72F47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7E56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00A27AFC" w14:textId="77777777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CCC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5030F"/>
    <w:multiLevelType w:val="hybridMultilevel"/>
    <w:tmpl w:val="781EA92C"/>
    <w:lvl w:ilvl="0" w:tplc="2F6CCCC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8"/>
  </w:num>
  <w:num w:numId="14">
    <w:abstractNumId w:val="30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7"/>
  </w:num>
  <w:num w:numId="21">
    <w:abstractNumId w:val="32"/>
  </w:num>
  <w:num w:numId="22">
    <w:abstractNumId w:val="19"/>
  </w:num>
  <w:num w:numId="23">
    <w:abstractNumId w:val="10"/>
  </w:num>
  <w:num w:numId="24">
    <w:abstractNumId w:val="11"/>
  </w:num>
  <w:num w:numId="25">
    <w:abstractNumId w:val="31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9"/>
  </w:num>
  <w:num w:numId="31">
    <w:abstractNumId w:val="15"/>
  </w:num>
  <w:num w:numId="32">
    <w:abstractNumId w:val="21"/>
  </w:num>
  <w:num w:numId="33">
    <w:abstractNumId w:val="12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17EB"/>
    <w:rsid w:val="00013293"/>
    <w:rsid w:val="00023F61"/>
    <w:rsid w:val="000279AC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00D2"/>
    <w:rsid w:val="000F1377"/>
    <w:rsid w:val="000F3F85"/>
    <w:rsid w:val="00141E53"/>
    <w:rsid w:val="001D31DB"/>
    <w:rsid w:val="001D480E"/>
    <w:rsid w:val="001D62A9"/>
    <w:rsid w:val="001E2E72"/>
    <w:rsid w:val="00216D4E"/>
    <w:rsid w:val="002214A3"/>
    <w:rsid w:val="00234536"/>
    <w:rsid w:val="00277D01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7969"/>
    <w:rsid w:val="00416EA7"/>
    <w:rsid w:val="00422A4C"/>
    <w:rsid w:val="00433B08"/>
    <w:rsid w:val="00444ABC"/>
    <w:rsid w:val="0047485A"/>
    <w:rsid w:val="00476F64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A6FA8"/>
    <w:rsid w:val="00616FD9"/>
    <w:rsid w:val="00625830"/>
    <w:rsid w:val="006571DB"/>
    <w:rsid w:val="006817ED"/>
    <w:rsid w:val="00681EC1"/>
    <w:rsid w:val="00684000"/>
    <w:rsid w:val="006933ED"/>
    <w:rsid w:val="00695619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51D84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E5615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B75CE"/>
    <w:rsid w:val="008D02DE"/>
    <w:rsid w:val="008E3EAF"/>
    <w:rsid w:val="00920BD2"/>
    <w:rsid w:val="00940C0E"/>
    <w:rsid w:val="00940FE6"/>
    <w:rsid w:val="009543BC"/>
    <w:rsid w:val="009649C6"/>
    <w:rsid w:val="00983D64"/>
    <w:rsid w:val="00993ADE"/>
    <w:rsid w:val="00996EF7"/>
    <w:rsid w:val="009B1740"/>
    <w:rsid w:val="009C00F0"/>
    <w:rsid w:val="009D160F"/>
    <w:rsid w:val="009D3FBD"/>
    <w:rsid w:val="009E4323"/>
    <w:rsid w:val="009F6EBA"/>
    <w:rsid w:val="00A0557D"/>
    <w:rsid w:val="00A151F4"/>
    <w:rsid w:val="00A371B0"/>
    <w:rsid w:val="00A47BEA"/>
    <w:rsid w:val="00A640F6"/>
    <w:rsid w:val="00A84635"/>
    <w:rsid w:val="00AA1BEC"/>
    <w:rsid w:val="00AB30C2"/>
    <w:rsid w:val="00AD6905"/>
    <w:rsid w:val="00AF156A"/>
    <w:rsid w:val="00B04998"/>
    <w:rsid w:val="00B17153"/>
    <w:rsid w:val="00B21021"/>
    <w:rsid w:val="00B35523"/>
    <w:rsid w:val="00B611EE"/>
    <w:rsid w:val="00B70335"/>
    <w:rsid w:val="00B823B4"/>
    <w:rsid w:val="00B85113"/>
    <w:rsid w:val="00BA0F1E"/>
    <w:rsid w:val="00BC41A5"/>
    <w:rsid w:val="00BD2948"/>
    <w:rsid w:val="00BE35FA"/>
    <w:rsid w:val="00BF61D7"/>
    <w:rsid w:val="00BF65D9"/>
    <w:rsid w:val="00C06E69"/>
    <w:rsid w:val="00C150FE"/>
    <w:rsid w:val="00C23D8E"/>
    <w:rsid w:val="00C3035B"/>
    <w:rsid w:val="00C306B9"/>
    <w:rsid w:val="00C54849"/>
    <w:rsid w:val="00C60195"/>
    <w:rsid w:val="00C67A97"/>
    <w:rsid w:val="00C72F47"/>
    <w:rsid w:val="00C907C5"/>
    <w:rsid w:val="00C92E3F"/>
    <w:rsid w:val="00C97BAC"/>
    <w:rsid w:val="00CB4AA3"/>
    <w:rsid w:val="00CB4CFE"/>
    <w:rsid w:val="00CB5879"/>
    <w:rsid w:val="00CC33F6"/>
    <w:rsid w:val="00D07D3D"/>
    <w:rsid w:val="00D16CDC"/>
    <w:rsid w:val="00D300A9"/>
    <w:rsid w:val="00D42F9F"/>
    <w:rsid w:val="00D5456C"/>
    <w:rsid w:val="00D70B05"/>
    <w:rsid w:val="00D87B3C"/>
    <w:rsid w:val="00DA0367"/>
    <w:rsid w:val="00DA1A01"/>
    <w:rsid w:val="00DF7720"/>
    <w:rsid w:val="00E22264"/>
    <w:rsid w:val="00E31117"/>
    <w:rsid w:val="00E31D3B"/>
    <w:rsid w:val="00E50212"/>
    <w:rsid w:val="00E560AB"/>
    <w:rsid w:val="00E63FB5"/>
    <w:rsid w:val="00E73024"/>
    <w:rsid w:val="00E83F84"/>
    <w:rsid w:val="00EA0554"/>
    <w:rsid w:val="00EA70E0"/>
    <w:rsid w:val="00EA71EE"/>
    <w:rsid w:val="00EB2343"/>
    <w:rsid w:val="00EE0020"/>
    <w:rsid w:val="00EE2C12"/>
    <w:rsid w:val="00EE7105"/>
    <w:rsid w:val="00EF638C"/>
    <w:rsid w:val="00EF6829"/>
    <w:rsid w:val="00F061AC"/>
    <w:rsid w:val="00F43A5F"/>
    <w:rsid w:val="00F55AFD"/>
    <w:rsid w:val="00F6673C"/>
    <w:rsid w:val="00F67053"/>
    <w:rsid w:val="00F709DB"/>
    <w:rsid w:val="00F76A43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CC33F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2AA81C-A5A1-4A26-BD3E-2645116BF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10</TotalTime>
  <Pages>2</Pages>
  <Words>267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4</cp:revision>
  <cp:lastPrinted>2022-09-27T06:41:00Z</cp:lastPrinted>
  <dcterms:created xsi:type="dcterms:W3CDTF">2022-09-21T05:21:00Z</dcterms:created>
  <dcterms:modified xsi:type="dcterms:W3CDTF">2022-09-27T06:42:00Z</dcterms:modified>
</cp:coreProperties>
</file>