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314D" w:rsidRPr="002A314D" w:rsidRDefault="006C095B" w:rsidP="002A314D">
      <w:pPr>
        <w:pStyle w:val="PS-hlavika1"/>
        <w:jc w:val="right"/>
      </w:pPr>
      <w:r>
        <w:t xml:space="preserve">   </w:t>
      </w:r>
      <w:r w:rsidR="002A314D">
        <w:t>PS200313735</w:t>
      </w: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A90070">
        <w:t>2</w:t>
      </w:r>
      <w:r w:rsidR="00305B99">
        <w:t>2</w:t>
      </w:r>
    </w:p>
    <w:p w:rsidR="00DC29E4" w:rsidRDefault="00305B99" w:rsidP="00377253">
      <w:pPr>
        <w:pStyle w:val="PS-hlavika1"/>
      </w:pPr>
      <w:r>
        <w:t>9</w:t>
      </w:r>
      <w:r w:rsidR="00DC29E4">
        <w:t>. volební období</w:t>
      </w:r>
    </w:p>
    <w:p w:rsidR="00DC29E4" w:rsidRDefault="000B17AE" w:rsidP="000E730C">
      <w:pPr>
        <w:pStyle w:val="PS-slousnesen"/>
      </w:pPr>
      <w:r>
        <w:t>54</w:t>
      </w:r>
      <w:r w:rsidR="0096075C" w:rsidRPr="00312C34">
        <w:t>.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5807F2" w:rsidP="00377253">
      <w:pPr>
        <w:pStyle w:val="PS-hlavika1"/>
      </w:pPr>
      <w:r>
        <w:t>výboru pro životní prostředí</w:t>
      </w:r>
    </w:p>
    <w:p w:rsidR="00DC29E4" w:rsidRDefault="00DC29E4" w:rsidP="00377253">
      <w:pPr>
        <w:pStyle w:val="PS-hlavika1"/>
      </w:pPr>
      <w:r>
        <w:t xml:space="preserve">z </w:t>
      </w:r>
      <w:r w:rsidR="00994641">
        <w:t>11</w:t>
      </w:r>
      <w:r>
        <w:t>. schůze</w:t>
      </w:r>
    </w:p>
    <w:p w:rsidR="00DC29E4" w:rsidRDefault="00DC29E4" w:rsidP="00377253">
      <w:pPr>
        <w:pStyle w:val="PS-hlavika1"/>
      </w:pPr>
      <w:r>
        <w:t xml:space="preserve">ze dne </w:t>
      </w:r>
      <w:r w:rsidR="00DD7E7F">
        <w:t>8</w:t>
      </w:r>
      <w:r w:rsidR="006614A1">
        <w:t>. července</w:t>
      </w:r>
      <w:bookmarkStart w:id="0" w:name="_GoBack"/>
      <w:bookmarkEnd w:id="0"/>
      <w:r w:rsidR="00316FC1">
        <w:t xml:space="preserve"> 20</w:t>
      </w:r>
      <w:r w:rsidR="00432D63">
        <w:t>2</w:t>
      </w:r>
      <w:r w:rsidR="00305B99">
        <w:t>2</w:t>
      </w:r>
    </w:p>
    <w:p w:rsidR="00423236" w:rsidRDefault="009366AD" w:rsidP="00894AAD">
      <w:pPr>
        <w:pStyle w:val="PS-pedmtusnesen"/>
      </w:pPr>
      <w:r w:rsidRPr="00B10D4B">
        <w:t>k</w:t>
      </w:r>
      <w:r w:rsidR="0050012E">
        <w:t> zahraniční cestě delegace výboru pro životní prostředí do Portugalska</w:t>
      </w:r>
    </w:p>
    <w:p w:rsidR="004E0B1D" w:rsidRPr="00B10D4B" w:rsidRDefault="0050012E" w:rsidP="004E0B1D">
      <w:pPr>
        <w:pStyle w:val="western"/>
        <w:spacing w:before="0" w:beforeAutospacing="0"/>
      </w:pPr>
      <w:r>
        <w:t>V</w:t>
      </w:r>
      <w:r w:rsidR="004E0B1D" w:rsidRPr="004E0B1D">
        <w:t xml:space="preserve">ýbor pro </w:t>
      </w:r>
      <w:r w:rsidR="004E0B1D" w:rsidRPr="00B10D4B">
        <w:t>životní prostředí</w:t>
      </w:r>
      <w:r w:rsidR="005B1AA3" w:rsidRPr="00B10D4B">
        <w:t xml:space="preserve"> Poslanecké sněmovny Parlamentu ČR</w:t>
      </w:r>
    </w:p>
    <w:p w:rsidR="004E0B1D" w:rsidRPr="00B10D4B" w:rsidRDefault="004E0B1D" w:rsidP="004E0B1D">
      <w:pPr>
        <w:pStyle w:val="western"/>
        <w:spacing w:before="0" w:beforeAutospacing="0"/>
      </w:pPr>
    </w:p>
    <w:p w:rsidR="0050012E" w:rsidRDefault="0050012E" w:rsidP="0050012E">
      <w:pPr>
        <w:pStyle w:val="western"/>
        <w:numPr>
          <w:ilvl w:val="0"/>
          <w:numId w:val="15"/>
        </w:numPr>
        <w:spacing w:before="0" w:beforeAutospacing="0"/>
      </w:pPr>
      <w:r>
        <w:rPr>
          <w:b/>
          <w:bCs/>
          <w:spacing w:val="20"/>
        </w:rPr>
        <w:t>doporučuje</w:t>
      </w:r>
      <w:r w:rsidR="004E0B1D" w:rsidRPr="00B10D4B">
        <w:rPr>
          <w:b/>
          <w:bCs/>
          <w:spacing w:val="20"/>
        </w:rPr>
        <w:t xml:space="preserve"> </w:t>
      </w:r>
      <w:r w:rsidRPr="0050012E">
        <w:t xml:space="preserve">na základě schváleného záměru zahraničních aktivit orgánů Poslanecké sněmovny v roce 2022 (usnesení ORGV č. 44 z 23. 3. 2022) toto složení delegace: </w:t>
      </w:r>
    </w:p>
    <w:p w:rsidR="0050012E" w:rsidRPr="000B17AE" w:rsidRDefault="0050012E" w:rsidP="0050012E">
      <w:pPr>
        <w:pStyle w:val="western"/>
        <w:spacing w:before="0" w:beforeAutospacing="0"/>
        <w:ind w:left="720"/>
      </w:pPr>
      <w:r w:rsidRPr="000B17AE">
        <w:t>1.</w:t>
      </w:r>
      <w:r w:rsidR="000B17AE">
        <w:t xml:space="preserve"> </w:t>
      </w:r>
      <w:proofErr w:type="spellStart"/>
      <w:r w:rsidR="00D879B1" w:rsidRPr="00D879B1">
        <w:t>Krutáková</w:t>
      </w:r>
      <w:proofErr w:type="spellEnd"/>
      <w:r w:rsidR="00D879B1" w:rsidRPr="00D879B1">
        <w:t xml:space="preserve"> Jana – vedoucí delegace</w:t>
      </w:r>
    </w:p>
    <w:p w:rsidR="0050012E" w:rsidRPr="000B17AE" w:rsidRDefault="0050012E" w:rsidP="0050012E">
      <w:pPr>
        <w:pStyle w:val="western"/>
        <w:spacing w:before="0" w:beforeAutospacing="0"/>
        <w:ind w:left="720"/>
      </w:pPr>
      <w:r w:rsidRPr="000B17AE">
        <w:t>2.</w:t>
      </w:r>
      <w:r w:rsidR="000B17AE">
        <w:t xml:space="preserve"> </w:t>
      </w:r>
      <w:r w:rsidR="000B17AE" w:rsidRPr="000B17AE">
        <w:t>Kobza Jiří</w:t>
      </w:r>
    </w:p>
    <w:p w:rsidR="0050012E" w:rsidRPr="000B17AE" w:rsidRDefault="0050012E" w:rsidP="0050012E">
      <w:pPr>
        <w:pStyle w:val="western"/>
        <w:spacing w:before="0" w:beforeAutospacing="0"/>
        <w:ind w:left="720"/>
      </w:pPr>
      <w:r w:rsidRPr="000B17AE">
        <w:t>3.</w:t>
      </w:r>
      <w:r w:rsidR="000B17AE">
        <w:t xml:space="preserve"> </w:t>
      </w:r>
      <w:r w:rsidR="000B17AE" w:rsidRPr="000B17AE">
        <w:t>Šimek David</w:t>
      </w:r>
    </w:p>
    <w:p w:rsidR="0050012E" w:rsidRPr="000B17AE" w:rsidRDefault="0050012E" w:rsidP="0050012E">
      <w:pPr>
        <w:pStyle w:val="western"/>
        <w:spacing w:before="0" w:beforeAutospacing="0"/>
        <w:ind w:left="720"/>
      </w:pPr>
      <w:r w:rsidRPr="000B17AE">
        <w:t>4.</w:t>
      </w:r>
      <w:r w:rsidR="000B17AE" w:rsidRPr="000B17AE">
        <w:t xml:space="preserve"> Hofmann Jan</w:t>
      </w:r>
    </w:p>
    <w:p w:rsidR="0050012E" w:rsidRPr="0050012E" w:rsidRDefault="0050012E" w:rsidP="0050012E">
      <w:pPr>
        <w:pStyle w:val="western"/>
        <w:spacing w:before="0" w:beforeAutospacing="0"/>
        <w:ind w:left="720"/>
        <w:rPr>
          <w:bCs/>
          <w:spacing w:val="20"/>
        </w:rPr>
      </w:pPr>
    </w:p>
    <w:p w:rsidR="0050012E" w:rsidRPr="00D879B1" w:rsidRDefault="0050012E" w:rsidP="0050012E">
      <w:pPr>
        <w:pStyle w:val="western"/>
        <w:spacing w:before="0" w:beforeAutospacing="0"/>
        <w:ind w:left="720"/>
      </w:pPr>
      <w:r w:rsidRPr="00D879B1">
        <w:t xml:space="preserve">náhradníci: </w:t>
      </w:r>
      <w:r w:rsidR="000B17AE">
        <w:t>Pražák David, Fialová Eva;</w:t>
      </w:r>
    </w:p>
    <w:p w:rsidR="004E0B1D" w:rsidRPr="004E0B1D" w:rsidRDefault="004E0B1D" w:rsidP="004E0B1D">
      <w:pPr>
        <w:pStyle w:val="western"/>
        <w:spacing w:before="0" w:beforeAutospacing="0"/>
      </w:pPr>
    </w:p>
    <w:p w:rsidR="00423236" w:rsidRPr="0050012E" w:rsidRDefault="004E0B1D" w:rsidP="0050012E">
      <w:pPr>
        <w:pStyle w:val="western"/>
        <w:numPr>
          <w:ilvl w:val="0"/>
          <w:numId w:val="15"/>
        </w:numPr>
        <w:spacing w:before="0" w:beforeAutospacing="0"/>
      </w:pPr>
      <w:r w:rsidRPr="0050012E">
        <w:rPr>
          <w:b/>
          <w:bCs/>
          <w:spacing w:val="20"/>
        </w:rPr>
        <w:t xml:space="preserve">zmocňuje </w:t>
      </w:r>
      <w:r w:rsidR="00D879B1">
        <w:t>předsedkyni</w:t>
      </w:r>
      <w:r w:rsidR="0050012E" w:rsidRPr="0050012E">
        <w:t xml:space="preserve"> výboru</w:t>
      </w:r>
      <w:r w:rsidRPr="004E0B1D">
        <w:t xml:space="preserve">, </w:t>
      </w:r>
      <w:r w:rsidR="0050012E">
        <w:t>aby toto usnesení předložil</w:t>
      </w:r>
      <w:r w:rsidR="00D879B1">
        <w:t>a</w:t>
      </w:r>
      <w:r w:rsidR="0050012E">
        <w:t xml:space="preserve"> organizačnímu výboru PS Parlamentu ČR. </w:t>
      </w:r>
    </w:p>
    <w:p w:rsidR="00312C34" w:rsidRPr="004E0B1D" w:rsidRDefault="00312C34" w:rsidP="004E0B1D">
      <w:pPr>
        <w:pStyle w:val="PS-slovanseznam"/>
        <w:numPr>
          <w:ilvl w:val="0"/>
          <w:numId w:val="0"/>
        </w:numPr>
        <w:ind w:left="357"/>
        <w:rPr>
          <w:szCs w:val="24"/>
        </w:rPr>
      </w:pPr>
    </w:p>
    <w:p w:rsidR="004E0B1D" w:rsidRDefault="004E0B1D" w:rsidP="004E0B1D">
      <w:pPr>
        <w:pStyle w:val="PS-slovanseznam"/>
        <w:numPr>
          <w:ilvl w:val="0"/>
          <w:numId w:val="0"/>
        </w:numPr>
        <w:ind w:left="357"/>
      </w:pPr>
    </w:p>
    <w:tbl>
      <w:tblPr>
        <w:tblStyle w:val="Mkatabulky"/>
        <w:tblW w:w="0" w:type="auto"/>
        <w:tblInd w:w="357" w:type="dxa"/>
        <w:tblLook w:val="04A0" w:firstRow="1" w:lastRow="0" w:firstColumn="1" w:lastColumn="0" w:noHBand="0" w:noVBand="1"/>
      </w:tblPr>
      <w:tblGrid>
        <w:gridCol w:w="4356"/>
        <w:gridCol w:w="4357"/>
      </w:tblGrid>
      <w:tr w:rsidR="0099347C" w:rsidTr="00DC6E34">
        <w:trPr>
          <w:trHeight w:val="1234"/>
        </w:trPr>
        <w:tc>
          <w:tcPr>
            <w:tcW w:w="4356" w:type="dxa"/>
            <w:tcBorders>
              <w:top w:val="nil"/>
              <w:left w:val="nil"/>
              <w:bottom w:val="nil"/>
              <w:right w:val="nil"/>
            </w:tcBorders>
          </w:tcPr>
          <w:p w:rsidR="00994641" w:rsidRDefault="000B17AE" w:rsidP="00DC6E34">
            <w:pPr>
              <w:pStyle w:val="PS-slovanseznam"/>
              <w:numPr>
                <w:ilvl w:val="0"/>
                <w:numId w:val="0"/>
              </w:numPr>
              <w:spacing w:after="0"/>
              <w:jc w:val="center"/>
            </w:pPr>
            <w:r>
              <w:t>Jan HOFMANN</w:t>
            </w:r>
            <w:r w:rsidR="002A314D">
              <w:t xml:space="preserve"> v. r.</w:t>
            </w:r>
          </w:p>
          <w:p w:rsidR="0099347C" w:rsidRDefault="0099347C" w:rsidP="00DC6E34">
            <w:pPr>
              <w:pStyle w:val="PS-slovanseznam"/>
              <w:numPr>
                <w:ilvl w:val="0"/>
                <w:numId w:val="0"/>
              </w:numPr>
              <w:spacing w:after="0"/>
              <w:jc w:val="center"/>
            </w:pPr>
            <w:r w:rsidRPr="000D42DF">
              <w:t>ověřovatel</w:t>
            </w: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</w:tcPr>
          <w:p w:rsidR="0050012E" w:rsidRDefault="00994641" w:rsidP="0050012E">
            <w:pPr>
              <w:pStyle w:val="PS-slovanseznam"/>
              <w:numPr>
                <w:ilvl w:val="0"/>
                <w:numId w:val="0"/>
              </w:numPr>
              <w:spacing w:after="0"/>
              <w:jc w:val="center"/>
            </w:pPr>
            <w:r>
              <w:t>Ing. Jana KRUTÁKOVÁ</w:t>
            </w:r>
            <w:r w:rsidR="002A314D">
              <w:t xml:space="preserve"> v. r.</w:t>
            </w:r>
            <w:r>
              <w:t xml:space="preserve"> </w:t>
            </w:r>
          </w:p>
          <w:p w:rsidR="0099347C" w:rsidRDefault="0050012E" w:rsidP="0050012E">
            <w:pPr>
              <w:pStyle w:val="PS-slovanseznam"/>
              <w:numPr>
                <w:ilvl w:val="0"/>
                <w:numId w:val="0"/>
              </w:numPr>
              <w:spacing w:after="0"/>
              <w:jc w:val="center"/>
            </w:pPr>
            <w:r>
              <w:t>předsedkyně</w:t>
            </w:r>
          </w:p>
        </w:tc>
      </w:tr>
      <w:tr w:rsidR="0099347C" w:rsidTr="0050012E">
        <w:trPr>
          <w:trHeight w:val="682"/>
        </w:trPr>
        <w:tc>
          <w:tcPr>
            <w:tcW w:w="871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99347C" w:rsidRDefault="0099347C" w:rsidP="00DC6E34">
            <w:pPr>
              <w:pStyle w:val="PS-slovanseznam"/>
              <w:numPr>
                <w:ilvl w:val="0"/>
                <w:numId w:val="0"/>
              </w:numPr>
              <w:spacing w:after="0"/>
              <w:jc w:val="center"/>
            </w:pPr>
          </w:p>
        </w:tc>
      </w:tr>
    </w:tbl>
    <w:p w:rsidR="0099347C" w:rsidRDefault="0099347C" w:rsidP="004E0B1D">
      <w:pPr>
        <w:pStyle w:val="PS-slovanseznam"/>
        <w:numPr>
          <w:ilvl w:val="0"/>
          <w:numId w:val="0"/>
        </w:numPr>
        <w:ind w:left="357"/>
      </w:pPr>
    </w:p>
    <w:sectPr w:rsidR="0099347C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215237"/>
    <w:multiLevelType w:val="multilevel"/>
    <w:tmpl w:val="B1604F8C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B318E7"/>
    <w:multiLevelType w:val="multilevel"/>
    <w:tmpl w:val="02222604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6E16658"/>
    <w:multiLevelType w:val="hybridMultilevel"/>
    <w:tmpl w:val="ABD0CCBA"/>
    <w:lvl w:ilvl="0" w:tplc="A82C4C1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28EE6D76"/>
    <w:multiLevelType w:val="hybridMultilevel"/>
    <w:tmpl w:val="2D5EE77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307FF4"/>
    <w:multiLevelType w:val="multilevel"/>
    <w:tmpl w:val="2D72FB66"/>
    <w:lvl w:ilvl="0">
      <w:start w:val="1"/>
      <w:numFmt w:val="none"/>
      <w:pStyle w:val="Nadpis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7" w15:restartNumberingAfterBreak="0">
    <w:nsid w:val="3B4E6877"/>
    <w:multiLevelType w:val="hybridMultilevel"/>
    <w:tmpl w:val="24205904"/>
    <w:lvl w:ilvl="0" w:tplc="488C79F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ascii="Calibri" w:eastAsia="Calibri" w:hAnsi="Calibri" w:cs="Times New Roman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8" w15:restartNumberingAfterBreak="0">
    <w:nsid w:val="3C747CCE"/>
    <w:multiLevelType w:val="multilevel"/>
    <w:tmpl w:val="85CEA2A8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9" w15:restartNumberingAfterBreak="0">
    <w:nsid w:val="76167C96"/>
    <w:multiLevelType w:val="multilevel"/>
    <w:tmpl w:val="D4DA479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7"/>
  </w:num>
  <w:num w:numId="7">
    <w:abstractNumId w:val="14"/>
  </w:num>
  <w:num w:numId="8">
    <w:abstractNumId w:val="11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9"/>
  </w:num>
  <w:num w:numId="16">
    <w:abstractNumId w:val="10"/>
  </w:num>
  <w:num w:numId="17">
    <w:abstractNumId w:val="12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7E8"/>
    <w:rsid w:val="000476E4"/>
    <w:rsid w:val="00053DCE"/>
    <w:rsid w:val="000A11FF"/>
    <w:rsid w:val="000B17AE"/>
    <w:rsid w:val="000C5278"/>
    <w:rsid w:val="000D42DF"/>
    <w:rsid w:val="000E730C"/>
    <w:rsid w:val="00103C04"/>
    <w:rsid w:val="00106842"/>
    <w:rsid w:val="0014468C"/>
    <w:rsid w:val="001B45F3"/>
    <w:rsid w:val="0021557D"/>
    <w:rsid w:val="00230024"/>
    <w:rsid w:val="00254049"/>
    <w:rsid w:val="00272E1B"/>
    <w:rsid w:val="002A2F32"/>
    <w:rsid w:val="002A314D"/>
    <w:rsid w:val="002B0FB6"/>
    <w:rsid w:val="002B60B3"/>
    <w:rsid w:val="002C32CB"/>
    <w:rsid w:val="002C6BED"/>
    <w:rsid w:val="002E3D5F"/>
    <w:rsid w:val="00305B99"/>
    <w:rsid w:val="0030700D"/>
    <w:rsid w:val="00312C34"/>
    <w:rsid w:val="00316FC1"/>
    <w:rsid w:val="00356011"/>
    <w:rsid w:val="00377253"/>
    <w:rsid w:val="00391B06"/>
    <w:rsid w:val="003A42DA"/>
    <w:rsid w:val="003C651C"/>
    <w:rsid w:val="003D2033"/>
    <w:rsid w:val="00423236"/>
    <w:rsid w:val="00432D63"/>
    <w:rsid w:val="00462F59"/>
    <w:rsid w:val="004A2101"/>
    <w:rsid w:val="004E0B1D"/>
    <w:rsid w:val="0050012E"/>
    <w:rsid w:val="005227BF"/>
    <w:rsid w:val="00553008"/>
    <w:rsid w:val="00566A4C"/>
    <w:rsid w:val="005807F2"/>
    <w:rsid w:val="005B1AA3"/>
    <w:rsid w:val="005C30D7"/>
    <w:rsid w:val="005C553E"/>
    <w:rsid w:val="005E094C"/>
    <w:rsid w:val="005F6CAE"/>
    <w:rsid w:val="00612C65"/>
    <w:rsid w:val="00620764"/>
    <w:rsid w:val="00644CB0"/>
    <w:rsid w:val="006614A1"/>
    <w:rsid w:val="00666F3D"/>
    <w:rsid w:val="006C095B"/>
    <w:rsid w:val="006C1F02"/>
    <w:rsid w:val="006D17F5"/>
    <w:rsid w:val="007147B9"/>
    <w:rsid w:val="00770ACE"/>
    <w:rsid w:val="007C62DA"/>
    <w:rsid w:val="007D5EE1"/>
    <w:rsid w:val="007E1D0B"/>
    <w:rsid w:val="00812496"/>
    <w:rsid w:val="00830BFE"/>
    <w:rsid w:val="00835600"/>
    <w:rsid w:val="00837B7A"/>
    <w:rsid w:val="00893C29"/>
    <w:rsid w:val="00894AAD"/>
    <w:rsid w:val="008A39B8"/>
    <w:rsid w:val="008A72E9"/>
    <w:rsid w:val="008F66D7"/>
    <w:rsid w:val="00903269"/>
    <w:rsid w:val="0092716B"/>
    <w:rsid w:val="009366AD"/>
    <w:rsid w:val="0096075C"/>
    <w:rsid w:val="0099347C"/>
    <w:rsid w:val="00994641"/>
    <w:rsid w:val="009E7639"/>
    <w:rsid w:val="00A46CDA"/>
    <w:rsid w:val="00A5322B"/>
    <w:rsid w:val="00A90070"/>
    <w:rsid w:val="00AA0D27"/>
    <w:rsid w:val="00AD4C21"/>
    <w:rsid w:val="00B10121"/>
    <w:rsid w:val="00B10D4B"/>
    <w:rsid w:val="00B13892"/>
    <w:rsid w:val="00B53CAE"/>
    <w:rsid w:val="00B53E8D"/>
    <w:rsid w:val="00B715B6"/>
    <w:rsid w:val="00B8077D"/>
    <w:rsid w:val="00BB426D"/>
    <w:rsid w:val="00BC7490"/>
    <w:rsid w:val="00BD25DD"/>
    <w:rsid w:val="00C00874"/>
    <w:rsid w:val="00C16A5F"/>
    <w:rsid w:val="00C56014"/>
    <w:rsid w:val="00CD2B28"/>
    <w:rsid w:val="00D507E8"/>
    <w:rsid w:val="00D76FB3"/>
    <w:rsid w:val="00D879B1"/>
    <w:rsid w:val="00DC29E4"/>
    <w:rsid w:val="00DD7E7F"/>
    <w:rsid w:val="00DF34BF"/>
    <w:rsid w:val="00E04794"/>
    <w:rsid w:val="00E6017F"/>
    <w:rsid w:val="00ED15A8"/>
    <w:rsid w:val="00EF3B15"/>
    <w:rsid w:val="00EF679B"/>
    <w:rsid w:val="00F309A5"/>
    <w:rsid w:val="00F81537"/>
    <w:rsid w:val="00FA600A"/>
    <w:rsid w:val="00FB1D64"/>
    <w:rsid w:val="00FD4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B96079"/>
  <w15:chartTrackingRefBased/>
  <w15:docId w15:val="{A7AAEFE8-F0D4-4D7A-A279-4E063BCFD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link w:val="Nadpis1Char"/>
    <w:qFormat/>
    <w:rsid w:val="00F309A5"/>
    <w:pPr>
      <w:keepNext/>
      <w:numPr>
        <w:numId w:val="18"/>
      </w:numPr>
      <w:tabs>
        <w:tab w:val="center" w:pos="4513"/>
      </w:tabs>
      <w:suppressAutoHyphens/>
      <w:spacing w:after="0" w:line="240" w:lineRule="auto"/>
      <w:jc w:val="both"/>
      <w:outlineLvl w:val="0"/>
    </w:pPr>
    <w:rPr>
      <w:rFonts w:ascii="Times New Roman" w:eastAsia="Times New Roman" w:hAnsi="Times New Roman"/>
      <w:b/>
      <w:i/>
      <w:color w:val="00000A"/>
      <w:spacing w:val="-3"/>
      <w:sz w:val="28"/>
      <w:szCs w:val="20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4E0B1D"/>
    <w:pPr>
      <w:spacing w:before="100" w:beforeAutospacing="1" w:after="0" w:line="240" w:lineRule="auto"/>
      <w:jc w:val="both"/>
    </w:pPr>
    <w:rPr>
      <w:rFonts w:ascii="Times New Roman" w:eastAsia="Times New Roman" w:hAnsi="Times New Roman"/>
      <w:color w:val="000000"/>
      <w:spacing w:val="-4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qFormat/>
    <w:rsid w:val="00F309A5"/>
    <w:rPr>
      <w:rFonts w:ascii="Times New Roman" w:eastAsia="Times New Roman" w:hAnsi="Times New Roman"/>
      <w:b/>
      <w:i/>
      <w:color w:val="00000A"/>
      <w:spacing w:val="-3"/>
      <w:sz w:val="28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37B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37B7A"/>
    <w:rPr>
      <w:rFonts w:ascii="Segoe UI" w:hAnsi="Segoe UI" w:cs="Segoe UI"/>
      <w:sz w:val="18"/>
      <w:szCs w:val="18"/>
      <w:lang w:eastAsia="en-US"/>
    </w:rPr>
  </w:style>
  <w:style w:type="table" w:styleId="Mkatabulky">
    <w:name w:val="Table Grid"/>
    <w:basedOn w:val="Normlntabulka"/>
    <w:uiPriority w:val="39"/>
    <w:rsid w:val="009934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929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rikova\Documents\Vlastn&#237;%20&#353;ablony%20Office\usnesen&#237;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696638-4D23-4AB9-B37C-44AAF2201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usnesení.dotx</Template>
  <TotalTime>6</TotalTime>
  <Pages>1</Pages>
  <Words>109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Urikova Irena</dc:creator>
  <cp:keywords/>
  <dc:description/>
  <cp:lastModifiedBy>Katerina Novakova</cp:lastModifiedBy>
  <cp:revision>8</cp:revision>
  <cp:lastPrinted>2022-07-07T14:22:00Z</cp:lastPrinted>
  <dcterms:created xsi:type="dcterms:W3CDTF">2022-07-07T11:33:00Z</dcterms:created>
  <dcterms:modified xsi:type="dcterms:W3CDTF">2022-07-21T09:42:00Z</dcterms:modified>
</cp:coreProperties>
</file>