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B7663" w14:textId="77777777" w:rsidR="003E1216" w:rsidRPr="003E1216" w:rsidRDefault="003E1216" w:rsidP="00684000">
      <w:pPr>
        <w:pStyle w:val="PShlavika1"/>
        <w:spacing w:line="240" w:lineRule="auto"/>
      </w:pPr>
      <w:bookmarkStart w:id="0" w:name="_GoBack"/>
      <w:bookmarkEnd w:id="0"/>
      <w:r w:rsidRPr="003E1216">
        <w:t>Parlament České republiky</w:t>
      </w:r>
    </w:p>
    <w:p w14:paraId="59A9B969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5F3ADE50" w14:textId="1D4EBB14" w:rsidR="003E1216" w:rsidRPr="003E1216" w:rsidRDefault="00E22AEA" w:rsidP="00684000">
      <w:pPr>
        <w:pStyle w:val="PShlavika2"/>
        <w:spacing w:line="240" w:lineRule="auto"/>
      </w:pPr>
      <w:r>
        <w:t>202</w:t>
      </w:r>
      <w:r w:rsidR="00156E5E">
        <w:t>2</w:t>
      </w:r>
    </w:p>
    <w:p w14:paraId="706F95DA" w14:textId="70F43078" w:rsidR="003E1216" w:rsidRDefault="00156E5E" w:rsidP="00684000">
      <w:pPr>
        <w:pStyle w:val="PShlavika1"/>
        <w:spacing w:line="240" w:lineRule="auto"/>
      </w:pPr>
      <w:r>
        <w:t>9</w:t>
      </w:r>
      <w:r w:rsidR="003E1216">
        <w:t>. volební období</w:t>
      </w:r>
    </w:p>
    <w:p w14:paraId="0F90AB83" w14:textId="203CB04C" w:rsidR="00A042BB" w:rsidRPr="00A042BB" w:rsidRDefault="00A042BB" w:rsidP="00A042BB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76</w:t>
      </w:r>
    </w:p>
    <w:p w14:paraId="1184E6EA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329B5781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0C78C80F" w14:textId="527B80C1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1A15B9">
        <w:t>1</w:t>
      </w:r>
      <w:r w:rsidR="00CD5E27">
        <w:t>2</w:t>
      </w:r>
      <w:r w:rsidR="00C907C5">
        <w:t>. schůze</w:t>
      </w:r>
    </w:p>
    <w:p w14:paraId="109F92E9" w14:textId="4C7C0910"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CD5E27">
        <w:rPr>
          <w:bCs/>
          <w:iCs/>
        </w:rPr>
        <w:t>22</w:t>
      </w:r>
      <w:r w:rsidR="001B4026">
        <w:rPr>
          <w:bCs/>
          <w:iCs/>
        </w:rPr>
        <w:t xml:space="preserve">. </w:t>
      </w:r>
      <w:r w:rsidR="001A15B9">
        <w:rPr>
          <w:bCs/>
          <w:iCs/>
        </w:rPr>
        <w:t>červ</w:t>
      </w:r>
      <w:r w:rsidR="00156E5E">
        <w:rPr>
          <w:bCs/>
          <w:iCs/>
        </w:rPr>
        <w:t>na</w:t>
      </w:r>
      <w:r w:rsidR="0033764D">
        <w:rPr>
          <w:bCs/>
          <w:iCs/>
        </w:rPr>
        <w:t xml:space="preserve"> 202</w:t>
      </w:r>
      <w:r w:rsidR="00156E5E">
        <w:rPr>
          <w:bCs/>
          <w:iCs/>
        </w:rPr>
        <w:t>2</w:t>
      </w:r>
    </w:p>
    <w:p w14:paraId="54D3B59B" w14:textId="72E59501" w:rsidR="008C5CDC" w:rsidRPr="00996356" w:rsidRDefault="000B1B98" w:rsidP="00821A78">
      <w:pPr>
        <w:pStyle w:val="slovanseznam"/>
        <w:tabs>
          <w:tab w:val="clear" w:pos="360"/>
        </w:tabs>
        <w:spacing w:before="600"/>
        <w:ind w:left="0" w:firstLine="0"/>
        <w:contextualSpacing w:val="0"/>
        <w:jc w:val="center"/>
        <w:rPr>
          <w:i/>
          <w:sz w:val="22"/>
        </w:rPr>
      </w:pPr>
      <w:r>
        <w:t xml:space="preserve">k </w:t>
      </w:r>
      <w:r w:rsidR="00156E5E">
        <w:t>v</w:t>
      </w:r>
      <w:r w:rsidR="00156E5E">
        <w:rPr>
          <w:shd w:val="clear" w:color="auto" w:fill="FFFFFF"/>
        </w:rPr>
        <w:t xml:space="preserve">ládnímu návrhu </w:t>
      </w:r>
      <w:r w:rsidR="001A15B9" w:rsidRPr="001373E8">
        <w:rPr>
          <w:rFonts w:cs="Times New Roman"/>
          <w:color w:val="000000"/>
          <w:szCs w:val="24"/>
          <w:shd w:val="clear" w:color="auto" w:fill="FFFFFF"/>
        </w:rPr>
        <w:t xml:space="preserve">zákona, kterým se mění zákon č. </w:t>
      </w:r>
      <w:r w:rsidR="008574BD" w:rsidRPr="004D1D6A">
        <w:rPr>
          <w:rFonts w:cs="Times New Roman"/>
          <w:color w:val="000000"/>
          <w:szCs w:val="24"/>
          <w:shd w:val="clear" w:color="auto" w:fill="FFFFFF"/>
        </w:rPr>
        <w:t>49/1997 Sb., o civilním letectví a o změně a doplnění zákona č. 455/1991 Sb., o živnostenském podnikání (živnostenský zákon), ve znění pozdějších předpisů, ve znění pozdějších předpisů, a další související</w:t>
      </w:r>
      <w:r w:rsidR="008574BD">
        <w:t xml:space="preserve"> zákony</w:t>
      </w:r>
      <w:r w:rsidR="008574BD">
        <w:br/>
      </w:r>
      <w:r w:rsidR="0089664E" w:rsidRPr="00B45FB9">
        <w:t xml:space="preserve">– </w:t>
      </w:r>
      <w:r w:rsidR="0089664E" w:rsidRPr="00B45FB9">
        <w:rPr>
          <w:b/>
        </w:rPr>
        <w:t>sněmovní tisk </w:t>
      </w:r>
      <w:r w:rsidR="001A15B9">
        <w:rPr>
          <w:b/>
        </w:rPr>
        <w:t>2</w:t>
      </w:r>
      <w:r w:rsidR="008574BD">
        <w:rPr>
          <w:b/>
        </w:rPr>
        <w:t>07</w:t>
      </w:r>
    </w:p>
    <w:p w14:paraId="58EAE7A7" w14:textId="77777777" w:rsidR="00060BDA" w:rsidRPr="00A5001C" w:rsidRDefault="00060BDA" w:rsidP="008C5CDC">
      <w:pPr>
        <w:pStyle w:val="PSnzevzkona"/>
        <w:spacing w:before="0" w:after="0" w:line="240" w:lineRule="auto"/>
        <w:jc w:val="left"/>
        <w:rPr>
          <w:rFonts w:eastAsia="Times New Roman"/>
          <w:spacing w:val="-2"/>
          <w:sz w:val="2"/>
          <w:lang w:eastAsia="cs-CZ"/>
        </w:rPr>
      </w:pPr>
    </w:p>
    <w:p w14:paraId="46C5E488" w14:textId="5FB1B085" w:rsidR="00E83F84" w:rsidRPr="00E83F84" w:rsidRDefault="00E83F84" w:rsidP="00D36491">
      <w:pPr>
        <w:spacing w:before="600" w:after="240"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796130">
        <w:rPr>
          <w:rFonts w:ascii="Times New Roman" w:hAnsi="Times New Roman"/>
          <w:sz w:val="24"/>
          <w:szCs w:val="24"/>
        </w:rPr>
        <w:t xml:space="preserve"> </w:t>
      </w:r>
      <w:r w:rsidR="00E32F37" w:rsidRPr="009F7DF0">
        <w:rPr>
          <w:rFonts w:ascii="Times New Roman" w:hAnsi="Times New Roman"/>
          <w:sz w:val="24"/>
          <w:szCs w:val="24"/>
        </w:rPr>
        <w:t xml:space="preserve">náměstka ministra </w:t>
      </w:r>
      <w:r w:rsidR="00156E5E" w:rsidRPr="009F7DF0">
        <w:rPr>
          <w:rFonts w:ascii="Times New Roman" w:hAnsi="Times New Roman"/>
          <w:sz w:val="24"/>
          <w:szCs w:val="24"/>
        </w:rPr>
        <w:t>dopravy</w:t>
      </w:r>
      <w:r w:rsidR="00F6604D" w:rsidRPr="009F7DF0">
        <w:rPr>
          <w:rFonts w:ascii="Times New Roman" w:hAnsi="Times New Roman"/>
          <w:sz w:val="24"/>
          <w:szCs w:val="24"/>
        </w:rPr>
        <w:t xml:space="preserve"> Jakuba Kopřivy</w:t>
      </w:r>
      <w:r w:rsidR="00A65B91">
        <w:rPr>
          <w:rFonts w:ascii="Times New Roman" w:hAnsi="Times New Roman"/>
          <w:sz w:val="24"/>
          <w:szCs w:val="24"/>
        </w:rPr>
        <w:t xml:space="preserve">, </w:t>
      </w:r>
      <w:r w:rsidRPr="00E83F84">
        <w:rPr>
          <w:rFonts w:ascii="Times New Roman" w:hAnsi="Times New Roman"/>
          <w:sz w:val="24"/>
          <w:szCs w:val="24"/>
        </w:rPr>
        <w:t xml:space="preserve">zpravodajské </w:t>
      </w:r>
      <w:r w:rsidRPr="00323DBF">
        <w:rPr>
          <w:rFonts w:ascii="Times New Roman" w:hAnsi="Times New Roman"/>
          <w:sz w:val="24"/>
          <w:szCs w:val="24"/>
        </w:rPr>
        <w:t>zprávy poslan</w:t>
      </w:r>
      <w:r w:rsidR="008574BD">
        <w:rPr>
          <w:rFonts w:ascii="Times New Roman" w:hAnsi="Times New Roman"/>
          <w:sz w:val="24"/>
          <w:szCs w:val="24"/>
        </w:rPr>
        <w:t>ce</w:t>
      </w:r>
      <w:r w:rsidR="00985CCB">
        <w:rPr>
          <w:rFonts w:ascii="Times New Roman" w:hAnsi="Times New Roman"/>
          <w:sz w:val="24"/>
          <w:szCs w:val="24"/>
        </w:rPr>
        <w:t xml:space="preserve"> </w:t>
      </w:r>
      <w:r w:rsidR="008574BD">
        <w:rPr>
          <w:rFonts w:ascii="Times New Roman" w:hAnsi="Times New Roman"/>
          <w:sz w:val="24"/>
          <w:szCs w:val="24"/>
        </w:rPr>
        <w:t>Karla Sládečka</w:t>
      </w:r>
      <w:r w:rsidR="00502C3B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="00CD5E27">
        <w:rPr>
          <w:rFonts w:ascii="Times New Roman" w:hAnsi="Times New Roman"/>
          <w:sz w:val="24"/>
          <w:szCs w:val="24"/>
        </w:rPr>
        <w:t xml:space="preserve">a podrobné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14:paraId="75E5AD8B" w14:textId="0CB38B7D" w:rsidR="00CD5E27" w:rsidRDefault="00CD5E27" w:rsidP="00CD5E27">
      <w:pPr>
        <w:pStyle w:val="Odstavecseseznamem"/>
        <w:numPr>
          <w:ilvl w:val="0"/>
          <w:numId w:val="30"/>
        </w:numPr>
        <w:spacing w:before="360" w:after="240" w:line="240" w:lineRule="auto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>
        <w:rPr>
          <w:rFonts w:ascii="Times New Roman" w:hAnsi="Times New Roman"/>
          <w:b/>
          <w:spacing w:val="30"/>
          <w:sz w:val="24"/>
          <w:szCs w:val="24"/>
        </w:rPr>
        <w:t>doporučuje</w:t>
      </w:r>
      <w:r>
        <w:rPr>
          <w:rFonts w:ascii="Times New Roman" w:hAnsi="Times New Roman"/>
          <w:sz w:val="24"/>
          <w:szCs w:val="24"/>
        </w:rPr>
        <w:t xml:space="preserve"> Poslanecké sněmovně Parlamentu ČR </w:t>
      </w:r>
      <w:r>
        <w:rPr>
          <w:rFonts w:ascii="Times New Roman" w:hAnsi="Times New Roman"/>
          <w:spacing w:val="30"/>
          <w:sz w:val="24"/>
          <w:szCs w:val="24"/>
        </w:rPr>
        <w:t>projednat a schválit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sněmovní tisk 207</w:t>
      </w:r>
      <w:r>
        <w:rPr>
          <w:rFonts w:ascii="Times New Roman" w:hAnsi="Times New Roman"/>
          <w:sz w:val="24"/>
          <w:szCs w:val="24"/>
        </w:rPr>
        <w:t xml:space="preserve"> ve znění schválených pozměňovacích návrhů:</w:t>
      </w:r>
    </w:p>
    <w:p w14:paraId="2BA1EC80" w14:textId="1ED9256E" w:rsidR="00E44C19" w:rsidRPr="00E44C19" w:rsidRDefault="00E44C19" w:rsidP="008C3247">
      <w:pPr>
        <w:pStyle w:val="Odstavecseseznamem"/>
        <w:numPr>
          <w:ilvl w:val="0"/>
          <w:numId w:val="32"/>
        </w:numPr>
        <w:spacing w:before="360" w:after="240" w:line="240" w:lineRule="auto"/>
        <w:ind w:left="715" w:hanging="43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t>V části první čl</w:t>
      </w:r>
      <w:r w:rsidR="0029766A">
        <w:rPr>
          <w:rFonts w:ascii="Times New Roman" w:hAnsi="Times New Roman"/>
          <w:sz w:val="24"/>
          <w:szCs w:val="24"/>
        </w:rPr>
        <w:t xml:space="preserve">. </w:t>
      </w:r>
      <w:r w:rsidRPr="00E44C19">
        <w:rPr>
          <w:rFonts w:ascii="Times New Roman" w:hAnsi="Times New Roman"/>
          <w:sz w:val="24"/>
          <w:szCs w:val="24"/>
        </w:rPr>
        <w:t xml:space="preserve">I </w:t>
      </w:r>
      <w:r w:rsidR="0029766A">
        <w:rPr>
          <w:rFonts w:ascii="Times New Roman" w:hAnsi="Times New Roman"/>
          <w:sz w:val="24"/>
          <w:szCs w:val="24"/>
        </w:rPr>
        <w:t>bo</w:t>
      </w:r>
      <w:r w:rsidRPr="00E44C19">
        <w:rPr>
          <w:rFonts w:ascii="Times New Roman" w:hAnsi="Times New Roman"/>
          <w:sz w:val="24"/>
          <w:szCs w:val="24"/>
        </w:rPr>
        <w:t>du 14 v § 44e odst. 3 větě první se za slova „provozovatele bezpilotních systémů“ vkládají slova „, dále provozovatelé bezpilotních systémů, jsou-li jimi spolky podle § 54n,“.</w:t>
      </w:r>
    </w:p>
    <w:p w14:paraId="7DFAAADC" w14:textId="335641DD" w:rsidR="00E44C19" w:rsidRPr="00E44C19" w:rsidRDefault="00E44C19" w:rsidP="008C3247">
      <w:pPr>
        <w:pStyle w:val="Odstavecseseznamem"/>
        <w:numPr>
          <w:ilvl w:val="0"/>
          <w:numId w:val="32"/>
        </w:numPr>
        <w:spacing w:before="480" w:after="480" w:line="240" w:lineRule="auto"/>
        <w:ind w:hanging="43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t>V části první článku I bodu 14 v § 44g odst. 3 se za slova „provozovatele bezpilotních systémů“ vkládají slova „, dále provozovatelé bezpilotních systémů, jsou-li jimi spolky podle § 54n,“.</w:t>
      </w:r>
    </w:p>
    <w:p w14:paraId="1479BB40" w14:textId="66DAEDD3" w:rsidR="00E44C19" w:rsidRPr="00E44C19" w:rsidRDefault="00E44C19" w:rsidP="00627037">
      <w:pPr>
        <w:pStyle w:val="Odstavecseseznamem"/>
        <w:numPr>
          <w:ilvl w:val="0"/>
          <w:numId w:val="32"/>
        </w:numPr>
        <w:spacing w:before="360" w:after="240" w:line="240" w:lineRule="auto"/>
        <w:ind w:hanging="43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t>V části první čl</w:t>
      </w:r>
      <w:r w:rsidR="00A6136E">
        <w:rPr>
          <w:rFonts w:ascii="Times New Roman" w:hAnsi="Times New Roman"/>
          <w:sz w:val="24"/>
          <w:szCs w:val="24"/>
        </w:rPr>
        <w:t>.</w:t>
      </w:r>
      <w:r w:rsidRPr="00E44C19">
        <w:rPr>
          <w:rFonts w:ascii="Times New Roman" w:hAnsi="Times New Roman"/>
          <w:sz w:val="24"/>
          <w:szCs w:val="24"/>
        </w:rPr>
        <w:t xml:space="preserve"> I bodu 14 v § 44i odst. 5 se za slova „provozovatele bezpilotních systémů“ vkládají slova „, dále provozovatelé bezpilotních systémů, jsou-li jimi spolky podle § 54n,“.</w:t>
      </w:r>
    </w:p>
    <w:p w14:paraId="1D114D82" w14:textId="5BB43B1F" w:rsidR="00E44C19" w:rsidRPr="00E44C19" w:rsidRDefault="00E44C19" w:rsidP="008C3247">
      <w:pPr>
        <w:pStyle w:val="Odstavecseseznamem"/>
        <w:numPr>
          <w:ilvl w:val="0"/>
          <w:numId w:val="32"/>
        </w:numPr>
        <w:spacing w:before="480" w:after="480" w:line="240" w:lineRule="auto"/>
        <w:ind w:hanging="43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t>V části první čl</w:t>
      </w:r>
      <w:r w:rsidR="00A6136E">
        <w:rPr>
          <w:rFonts w:ascii="Times New Roman" w:hAnsi="Times New Roman"/>
          <w:sz w:val="24"/>
          <w:szCs w:val="24"/>
        </w:rPr>
        <w:t>.</w:t>
      </w:r>
      <w:r w:rsidRPr="00E44C19">
        <w:rPr>
          <w:rFonts w:ascii="Times New Roman" w:hAnsi="Times New Roman"/>
          <w:sz w:val="24"/>
          <w:szCs w:val="24"/>
        </w:rPr>
        <w:t xml:space="preserve"> I bodu 17 v § 54d odst. 1 se slova „provozuje-li bezpilotní systém pouze jako člen spolku podle § 54n“ nahrazují slovy „je-li provozovatelem bezpilotního systému spolek podle 54n nebo člen takového spolku“.</w:t>
      </w:r>
    </w:p>
    <w:p w14:paraId="3BD7441A" w14:textId="20277770" w:rsidR="00E44C19" w:rsidRPr="00E44C19" w:rsidRDefault="00E44C19" w:rsidP="00627037">
      <w:pPr>
        <w:pStyle w:val="Odstavecseseznamem"/>
        <w:numPr>
          <w:ilvl w:val="0"/>
          <w:numId w:val="32"/>
        </w:numPr>
        <w:spacing w:before="360" w:after="240" w:line="240" w:lineRule="auto"/>
        <w:ind w:hanging="43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t>V části první čl</w:t>
      </w:r>
      <w:r w:rsidR="00A6136E">
        <w:rPr>
          <w:rFonts w:ascii="Times New Roman" w:hAnsi="Times New Roman"/>
          <w:sz w:val="24"/>
          <w:szCs w:val="24"/>
        </w:rPr>
        <w:t>.</w:t>
      </w:r>
      <w:r w:rsidRPr="00E44C19">
        <w:rPr>
          <w:rFonts w:ascii="Times New Roman" w:hAnsi="Times New Roman"/>
          <w:sz w:val="24"/>
          <w:szCs w:val="24"/>
        </w:rPr>
        <w:t xml:space="preserve"> I bodu 17 v § 54k odst. 1 a 8 se slova „členem spolku“ zrušují.</w:t>
      </w:r>
    </w:p>
    <w:p w14:paraId="4C5C650C" w14:textId="780216FD" w:rsidR="00E44C19" w:rsidRPr="00E44C19" w:rsidRDefault="00E44C19" w:rsidP="008C3247">
      <w:pPr>
        <w:pStyle w:val="Odstavecseseznamem"/>
        <w:numPr>
          <w:ilvl w:val="0"/>
          <w:numId w:val="32"/>
        </w:numPr>
        <w:spacing w:before="480" w:after="480" w:line="240" w:lineRule="auto"/>
        <w:ind w:hanging="43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lastRenderedPageBreak/>
        <w:t>V části první čl</w:t>
      </w:r>
      <w:r w:rsidR="00A6136E">
        <w:rPr>
          <w:rFonts w:ascii="Times New Roman" w:hAnsi="Times New Roman"/>
          <w:sz w:val="24"/>
          <w:szCs w:val="24"/>
        </w:rPr>
        <w:t>.</w:t>
      </w:r>
      <w:r w:rsidRPr="00E44C19">
        <w:rPr>
          <w:rFonts w:ascii="Times New Roman" w:hAnsi="Times New Roman"/>
          <w:sz w:val="24"/>
          <w:szCs w:val="24"/>
        </w:rPr>
        <w:t xml:space="preserve"> I bodu 17 se na konci § 54n doplňuje věta „Provozovat bezpilotní systém může rovněž spolek, jemuž bylo uděleno oprávnění spolku (dále jen „oprávněný spolek“).“.</w:t>
      </w:r>
    </w:p>
    <w:p w14:paraId="0F9D61C4" w14:textId="6E0A6E1C" w:rsidR="00E44C19" w:rsidRPr="00E44C19" w:rsidRDefault="00E44C19" w:rsidP="00627037">
      <w:pPr>
        <w:pStyle w:val="Odstavecseseznamem"/>
        <w:numPr>
          <w:ilvl w:val="0"/>
          <w:numId w:val="32"/>
        </w:numPr>
        <w:spacing w:before="360" w:after="120" w:line="240" w:lineRule="auto"/>
        <w:ind w:left="714" w:hanging="43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t>V části první čl</w:t>
      </w:r>
      <w:r w:rsidR="00A6136E">
        <w:rPr>
          <w:rFonts w:ascii="Times New Roman" w:hAnsi="Times New Roman"/>
          <w:sz w:val="24"/>
          <w:szCs w:val="24"/>
        </w:rPr>
        <w:t>.</w:t>
      </w:r>
      <w:r w:rsidRPr="00E44C19">
        <w:rPr>
          <w:rFonts w:ascii="Times New Roman" w:hAnsi="Times New Roman"/>
          <w:sz w:val="24"/>
          <w:szCs w:val="24"/>
        </w:rPr>
        <w:t xml:space="preserve"> I bodu 17 v § 54n se dosavadní text označuje jako odstavec 1 a doplňuje se odstavec 2, který zní:</w:t>
      </w:r>
    </w:p>
    <w:p w14:paraId="23BC5EF7" w14:textId="77777777" w:rsidR="00E44C19" w:rsidRPr="00E44C19" w:rsidRDefault="00E44C19" w:rsidP="00D36491">
      <w:pPr>
        <w:pStyle w:val="Odstavecseseznamem"/>
        <w:spacing w:before="120" w:after="240" w:line="240" w:lineRule="auto"/>
        <w:ind w:hanging="1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t>„(2) Bezpilotní</w:t>
      </w:r>
      <w:r w:rsidRPr="00105A5D">
        <w:t xml:space="preserve"> </w:t>
      </w:r>
      <w:r w:rsidRPr="00E44C19">
        <w:rPr>
          <w:rFonts w:ascii="Times New Roman" w:hAnsi="Times New Roman"/>
          <w:sz w:val="24"/>
          <w:szCs w:val="24"/>
        </w:rPr>
        <w:t>systém může řídit rovněž osoba, která nemá trvalý ani jiný pobyt v České republice, není členem oprávněného spolku a je členem obdobné organizace se sídlem na území jiného státu, účastní-li se soutěže nebo veřejného leteckého vystoupení pořádaných oprávněným spolkem (dále jen „účastník mezinárodní akce“) v místě a čase jejich konání; za provozovatele takto řízeného bezpilotního systému se považuje oprávněný spolek.“.</w:t>
      </w:r>
    </w:p>
    <w:p w14:paraId="0C93FD81" w14:textId="15091DCC" w:rsidR="00E44C19" w:rsidRPr="00E44C19" w:rsidRDefault="00E44C19" w:rsidP="008C3247">
      <w:pPr>
        <w:pStyle w:val="Odstavecseseznamem"/>
        <w:numPr>
          <w:ilvl w:val="0"/>
          <w:numId w:val="32"/>
        </w:numPr>
        <w:spacing w:before="480" w:after="480" w:line="240" w:lineRule="auto"/>
        <w:ind w:hanging="43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t>V části první čl</w:t>
      </w:r>
      <w:r w:rsidR="00A6136E">
        <w:rPr>
          <w:rFonts w:ascii="Times New Roman" w:hAnsi="Times New Roman"/>
          <w:sz w:val="24"/>
          <w:szCs w:val="24"/>
        </w:rPr>
        <w:t>.</w:t>
      </w:r>
      <w:r w:rsidRPr="00E44C19">
        <w:rPr>
          <w:rFonts w:ascii="Times New Roman" w:hAnsi="Times New Roman"/>
          <w:sz w:val="24"/>
          <w:szCs w:val="24"/>
        </w:rPr>
        <w:t xml:space="preserve"> I bodu 17 v § 54o odst. 1 písm. e) se za slova „bezpilotní systémy“ vkládají slova „a účastníků mezinárodních akcí“.</w:t>
      </w:r>
    </w:p>
    <w:p w14:paraId="2470F430" w14:textId="2584D87B" w:rsidR="00E44C19" w:rsidRPr="00E44C19" w:rsidRDefault="00E44C19" w:rsidP="00627037">
      <w:pPr>
        <w:pStyle w:val="Odstavecseseznamem"/>
        <w:numPr>
          <w:ilvl w:val="0"/>
          <w:numId w:val="32"/>
        </w:numPr>
        <w:spacing w:before="360" w:after="240" w:line="240" w:lineRule="auto"/>
        <w:ind w:hanging="43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t>V části první čl</w:t>
      </w:r>
      <w:r w:rsidR="00A6136E">
        <w:rPr>
          <w:rFonts w:ascii="Times New Roman" w:hAnsi="Times New Roman"/>
          <w:sz w:val="24"/>
          <w:szCs w:val="24"/>
        </w:rPr>
        <w:t>.</w:t>
      </w:r>
      <w:r w:rsidRPr="00E44C19">
        <w:rPr>
          <w:rFonts w:ascii="Times New Roman" w:hAnsi="Times New Roman"/>
          <w:sz w:val="24"/>
          <w:szCs w:val="24"/>
        </w:rPr>
        <w:t xml:space="preserve"> I bodu 17 v § 54o odst. 1 písm. f) se slova „systém řízení jakosti,“ zrušují.</w:t>
      </w:r>
    </w:p>
    <w:p w14:paraId="1C54A35E" w14:textId="79FBDE30" w:rsidR="00E44C19" w:rsidRPr="00E44C19" w:rsidRDefault="00E44C19" w:rsidP="008C3247">
      <w:pPr>
        <w:pStyle w:val="Odstavecseseznamem"/>
        <w:numPr>
          <w:ilvl w:val="0"/>
          <w:numId w:val="32"/>
        </w:numPr>
        <w:spacing w:before="480" w:after="480" w:line="240" w:lineRule="auto"/>
        <w:ind w:hanging="43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t>V části první čl</w:t>
      </w:r>
      <w:r w:rsidR="00A6136E">
        <w:rPr>
          <w:rFonts w:ascii="Times New Roman" w:hAnsi="Times New Roman"/>
          <w:sz w:val="24"/>
          <w:szCs w:val="24"/>
        </w:rPr>
        <w:t>.</w:t>
      </w:r>
      <w:r w:rsidRPr="00E44C19">
        <w:rPr>
          <w:rFonts w:ascii="Times New Roman" w:hAnsi="Times New Roman"/>
          <w:sz w:val="24"/>
          <w:szCs w:val="24"/>
        </w:rPr>
        <w:t xml:space="preserve"> I bodu 17 v § 54o odst. 2 písm. a) se slova „Evropské unie,“ nahrazují slovy „Evropské unie a“.</w:t>
      </w:r>
    </w:p>
    <w:p w14:paraId="760BFD06" w14:textId="051BD585" w:rsidR="00E44C19" w:rsidRPr="00E44C19" w:rsidRDefault="00E44C19" w:rsidP="00627037">
      <w:pPr>
        <w:pStyle w:val="Odstavecseseznamem"/>
        <w:numPr>
          <w:ilvl w:val="0"/>
          <w:numId w:val="32"/>
        </w:numPr>
        <w:spacing w:before="360" w:after="240" w:line="240" w:lineRule="auto"/>
        <w:ind w:hanging="43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t>V části první čl</w:t>
      </w:r>
      <w:r w:rsidR="00A6136E">
        <w:rPr>
          <w:rFonts w:ascii="Times New Roman" w:hAnsi="Times New Roman"/>
          <w:sz w:val="24"/>
          <w:szCs w:val="24"/>
        </w:rPr>
        <w:t>.</w:t>
      </w:r>
      <w:r w:rsidRPr="00E44C19">
        <w:rPr>
          <w:rFonts w:ascii="Times New Roman" w:hAnsi="Times New Roman"/>
          <w:sz w:val="24"/>
          <w:szCs w:val="24"/>
        </w:rPr>
        <w:t xml:space="preserve"> I bodu 17 v § 54o odst. 2 se písmeno b) zrušuje.</w:t>
      </w:r>
    </w:p>
    <w:p w14:paraId="44F6D201" w14:textId="77777777" w:rsidR="00E44C19" w:rsidRPr="00E44C19" w:rsidRDefault="00E44C19" w:rsidP="00D36491">
      <w:pPr>
        <w:pStyle w:val="Odstavecseseznamem"/>
        <w:spacing w:before="240" w:after="240" w:line="240" w:lineRule="auto"/>
        <w:ind w:hanging="1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t>Dosavadní písmeno c) se označuje jako písmeno b).</w:t>
      </w:r>
    </w:p>
    <w:p w14:paraId="4BE34FE5" w14:textId="07DAA51B" w:rsidR="00E44C19" w:rsidRPr="00E44C19" w:rsidRDefault="00E44C19" w:rsidP="008C3247">
      <w:pPr>
        <w:pStyle w:val="Odstavecseseznamem"/>
        <w:numPr>
          <w:ilvl w:val="0"/>
          <w:numId w:val="32"/>
        </w:numPr>
        <w:spacing w:before="480" w:after="480" w:line="240" w:lineRule="auto"/>
        <w:ind w:hanging="43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t>V části první čl</w:t>
      </w:r>
      <w:r w:rsidR="00A6136E">
        <w:rPr>
          <w:rFonts w:ascii="Times New Roman" w:hAnsi="Times New Roman"/>
          <w:sz w:val="24"/>
          <w:szCs w:val="24"/>
        </w:rPr>
        <w:t>.</w:t>
      </w:r>
      <w:r w:rsidRPr="00E44C19">
        <w:rPr>
          <w:rFonts w:ascii="Times New Roman" w:hAnsi="Times New Roman"/>
          <w:sz w:val="24"/>
          <w:szCs w:val="24"/>
        </w:rPr>
        <w:t xml:space="preserve"> I bodu 17 v § 54o odst. 2 písm. b) se slovo „další“ zrušuje.</w:t>
      </w:r>
    </w:p>
    <w:p w14:paraId="6A7CF4BB" w14:textId="5FAE82C8" w:rsidR="00E44C19" w:rsidRPr="00E44C19" w:rsidRDefault="00E44C19" w:rsidP="00627037">
      <w:pPr>
        <w:pStyle w:val="Odstavecseseznamem"/>
        <w:numPr>
          <w:ilvl w:val="0"/>
          <w:numId w:val="32"/>
        </w:numPr>
        <w:spacing w:before="360" w:after="240" w:line="240" w:lineRule="auto"/>
        <w:ind w:hanging="43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t>V části první čl</w:t>
      </w:r>
      <w:r w:rsidR="00A6136E">
        <w:rPr>
          <w:rFonts w:ascii="Times New Roman" w:hAnsi="Times New Roman"/>
          <w:sz w:val="24"/>
          <w:szCs w:val="24"/>
        </w:rPr>
        <w:t>.</w:t>
      </w:r>
      <w:r w:rsidRPr="00E44C19">
        <w:rPr>
          <w:rFonts w:ascii="Times New Roman" w:hAnsi="Times New Roman"/>
          <w:sz w:val="24"/>
          <w:szCs w:val="24"/>
        </w:rPr>
        <w:t xml:space="preserve"> I bodu 17 v § 54o odst. 4 větě první se slova „Držitel oprávnění spolku (dále jen „oprávněný spolek“)“ nahrazují slovy „Oprávněný spolek“.</w:t>
      </w:r>
    </w:p>
    <w:p w14:paraId="56C5A364" w14:textId="051045C2" w:rsidR="00E44C19" w:rsidRPr="00E44C19" w:rsidRDefault="00E44C19" w:rsidP="008C3247">
      <w:pPr>
        <w:pStyle w:val="Odstavecseseznamem"/>
        <w:numPr>
          <w:ilvl w:val="0"/>
          <w:numId w:val="32"/>
        </w:numPr>
        <w:spacing w:before="480" w:after="480" w:line="240" w:lineRule="auto"/>
        <w:ind w:hanging="43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t>V části první čl</w:t>
      </w:r>
      <w:r w:rsidR="00A6136E">
        <w:rPr>
          <w:rFonts w:ascii="Times New Roman" w:hAnsi="Times New Roman"/>
          <w:sz w:val="24"/>
          <w:szCs w:val="24"/>
        </w:rPr>
        <w:t>.</w:t>
      </w:r>
      <w:r w:rsidRPr="00E44C19">
        <w:rPr>
          <w:rFonts w:ascii="Times New Roman" w:hAnsi="Times New Roman"/>
          <w:sz w:val="24"/>
          <w:szCs w:val="24"/>
        </w:rPr>
        <w:t xml:space="preserve"> I bodu 17 v § 54o odst. 4 větě druhé se za slova „člen oprávněného spolku“ vkládají slova „, oprávněný spolek ani účastník mezinárodní akce“.</w:t>
      </w:r>
    </w:p>
    <w:p w14:paraId="771A1E06" w14:textId="2C04EF03" w:rsidR="00E44C19" w:rsidRPr="00E44C19" w:rsidRDefault="00E44C19" w:rsidP="00627037">
      <w:pPr>
        <w:pStyle w:val="Odstavecseseznamem"/>
        <w:numPr>
          <w:ilvl w:val="0"/>
          <w:numId w:val="32"/>
        </w:numPr>
        <w:spacing w:before="360" w:after="240" w:line="240" w:lineRule="auto"/>
        <w:ind w:hanging="43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t>V části první čl</w:t>
      </w:r>
      <w:r w:rsidR="00A6136E">
        <w:rPr>
          <w:rFonts w:ascii="Times New Roman" w:hAnsi="Times New Roman"/>
          <w:sz w:val="24"/>
          <w:szCs w:val="24"/>
        </w:rPr>
        <w:t>.</w:t>
      </w:r>
      <w:r w:rsidRPr="00E44C19">
        <w:rPr>
          <w:rFonts w:ascii="Times New Roman" w:hAnsi="Times New Roman"/>
          <w:sz w:val="24"/>
          <w:szCs w:val="24"/>
        </w:rPr>
        <w:t xml:space="preserve"> I bodu 17 v § 54o odst. 5 písm. b) se za slova „své členy“ vkládají slova „a účastníky mezinárodní akce“.</w:t>
      </w:r>
    </w:p>
    <w:p w14:paraId="3FFEBF32" w14:textId="6B965875" w:rsidR="00E44C19" w:rsidRPr="00E44C19" w:rsidRDefault="00E44C19" w:rsidP="008C3247">
      <w:pPr>
        <w:pStyle w:val="Odstavecseseznamem"/>
        <w:numPr>
          <w:ilvl w:val="0"/>
          <w:numId w:val="32"/>
        </w:numPr>
        <w:spacing w:before="480" w:after="480" w:line="240" w:lineRule="auto"/>
        <w:ind w:hanging="43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t>V části první čl</w:t>
      </w:r>
      <w:r w:rsidR="00A6136E">
        <w:rPr>
          <w:rFonts w:ascii="Times New Roman" w:hAnsi="Times New Roman"/>
          <w:sz w:val="24"/>
          <w:szCs w:val="24"/>
        </w:rPr>
        <w:t>.</w:t>
      </w:r>
      <w:r w:rsidRPr="00E44C19">
        <w:rPr>
          <w:rFonts w:ascii="Times New Roman" w:hAnsi="Times New Roman"/>
          <w:sz w:val="24"/>
          <w:szCs w:val="24"/>
        </w:rPr>
        <w:t xml:space="preserve"> I bodu 17 v § 54o odst. 5 písm. c) se za slova „řídící bezpilotní systém“ vkládají slova „a účastníci mezinárodní akce“.</w:t>
      </w:r>
    </w:p>
    <w:p w14:paraId="2AF9B41C" w14:textId="1C51CF3F" w:rsidR="00E44C19" w:rsidRPr="00E44C19" w:rsidRDefault="00E44C19" w:rsidP="00627037">
      <w:pPr>
        <w:pStyle w:val="Odstavecseseznamem"/>
        <w:numPr>
          <w:ilvl w:val="0"/>
          <w:numId w:val="32"/>
        </w:numPr>
        <w:spacing w:before="360" w:after="240" w:line="240" w:lineRule="auto"/>
        <w:ind w:hanging="43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t>V části první čl</w:t>
      </w:r>
      <w:r w:rsidR="00A6136E">
        <w:rPr>
          <w:rFonts w:ascii="Times New Roman" w:hAnsi="Times New Roman"/>
          <w:sz w:val="24"/>
          <w:szCs w:val="24"/>
        </w:rPr>
        <w:t>.</w:t>
      </w:r>
      <w:r w:rsidRPr="00E44C19">
        <w:rPr>
          <w:rFonts w:ascii="Times New Roman" w:hAnsi="Times New Roman"/>
          <w:sz w:val="24"/>
          <w:szCs w:val="24"/>
        </w:rPr>
        <w:t xml:space="preserve"> I bodu 17 v § 54o odst. 5 písm. d) se za slova „bezpilotní systém“ vkládají slova „a účastníků mezinárodní akce“.</w:t>
      </w:r>
    </w:p>
    <w:p w14:paraId="487F72EF" w14:textId="1AD4B970" w:rsidR="00E44C19" w:rsidRPr="00E44C19" w:rsidRDefault="00E44C19" w:rsidP="008C3247">
      <w:pPr>
        <w:pStyle w:val="Odstavecseseznamem"/>
        <w:numPr>
          <w:ilvl w:val="0"/>
          <w:numId w:val="32"/>
        </w:numPr>
        <w:spacing w:before="480" w:after="240" w:line="240" w:lineRule="auto"/>
        <w:ind w:hanging="43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lastRenderedPageBreak/>
        <w:t>V části první čl</w:t>
      </w:r>
      <w:r w:rsidR="00A6136E">
        <w:rPr>
          <w:rFonts w:ascii="Times New Roman" w:hAnsi="Times New Roman"/>
          <w:sz w:val="24"/>
          <w:szCs w:val="24"/>
        </w:rPr>
        <w:t>.</w:t>
      </w:r>
      <w:r w:rsidRPr="00E44C19">
        <w:rPr>
          <w:rFonts w:ascii="Times New Roman" w:hAnsi="Times New Roman"/>
          <w:sz w:val="24"/>
          <w:szCs w:val="24"/>
        </w:rPr>
        <w:t xml:space="preserve"> I bodu 17 v § 54o odst. 5 se písmeno e) zrušuje.</w:t>
      </w:r>
    </w:p>
    <w:p w14:paraId="5C690FB7" w14:textId="77777777" w:rsidR="00E44C19" w:rsidRPr="00E44C19" w:rsidRDefault="00E44C19" w:rsidP="001D0C6B">
      <w:pPr>
        <w:pStyle w:val="Odstavecseseznamem"/>
        <w:spacing w:before="240" w:after="240" w:line="240" w:lineRule="auto"/>
        <w:ind w:hanging="1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t>Dosavadní písmena f) až i) se označují jako písmena e) až h).</w:t>
      </w:r>
    </w:p>
    <w:p w14:paraId="458CD7F7" w14:textId="208F7A5D" w:rsidR="00E44C19" w:rsidRPr="00E44C19" w:rsidRDefault="00E44C19" w:rsidP="008C3247">
      <w:pPr>
        <w:pStyle w:val="Odstavecseseznamem"/>
        <w:numPr>
          <w:ilvl w:val="0"/>
          <w:numId w:val="32"/>
        </w:numPr>
        <w:spacing w:before="480" w:after="240" w:line="240" w:lineRule="auto"/>
        <w:ind w:hanging="43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t>V části první čl</w:t>
      </w:r>
      <w:r w:rsidR="00A6136E">
        <w:rPr>
          <w:rFonts w:ascii="Times New Roman" w:hAnsi="Times New Roman"/>
          <w:sz w:val="24"/>
          <w:szCs w:val="24"/>
        </w:rPr>
        <w:t>.</w:t>
      </w:r>
      <w:r w:rsidRPr="00E44C19">
        <w:rPr>
          <w:rFonts w:ascii="Times New Roman" w:hAnsi="Times New Roman"/>
          <w:sz w:val="24"/>
          <w:szCs w:val="24"/>
        </w:rPr>
        <w:t xml:space="preserve"> I bodu 17 v § 54o odst. 5 se písmeno f) zrušuje.</w:t>
      </w:r>
    </w:p>
    <w:p w14:paraId="4745FB91" w14:textId="77777777" w:rsidR="00E44C19" w:rsidRPr="00E44C19" w:rsidRDefault="00E44C19" w:rsidP="001D0C6B">
      <w:pPr>
        <w:pStyle w:val="Odstavecseseznamem"/>
        <w:spacing w:before="240" w:after="240" w:line="240" w:lineRule="auto"/>
        <w:ind w:hanging="1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t>Dosavadní písmena g) a h) se označují jako písmena f) až g).</w:t>
      </w:r>
    </w:p>
    <w:p w14:paraId="62D0C589" w14:textId="4E4A1A05" w:rsidR="00E44C19" w:rsidRPr="00E44C19" w:rsidRDefault="00E44C19" w:rsidP="008C3247">
      <w:pPr>
        <w:pStyle w:val="Odstavecseseznamem"/>
        <w:numPr>
          <w:ilvl w:val="0"/>
          <w:numId w:val="32"/>
        </w:numPr>
        <w:spacing w:before="480" w:after="480" w:line="240" w:lineRule="auto"/>
        <w:ind w:hanging="43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t>V části první čl</w:t>
      </w:r>
      <w:r w:rsidR="00A6136E">
        <w:rPr>
          <w:rFonts w:ascii="Times New Roman" w:hAnsi="Times New Roman"/>
          <w:sz w:val="24"/>
          <w:szCs w:val="24"/>
        </w:rPr>
        <w:t>.</w:t>
      </w:r>
      <w:r w:rsidRPr="00E44C19">
        <w:rPr>
          <w:rFonts w:ascii="Times New Roman" w:hAnsi="Times New Roman"/>
          <w:sz w:val="24"/>
          <w:szCs w:val="24"/>
        </w:rPr>
        <w:t xml:space="preserve"> I bodu 17 v § 54o odst. 5 písm. f) se slova „činnosti hlavní a“ nahrazují slovy „činnosti hlavní,“.</w:t>
      </w:r>
    </w:p>
    <w:p w14:paraId="7E370D21" w14:textId="79938327" w:rsidR="00E44C19" w:rsidRPr="00E44C19" w:rsidRDefault="00E44C19" w:rsidP="00D36491">
      <w:pPr>
        <w:pStyle w:val="Odstavecseseznamem"/>
        <w:numPr>
          <w:ilvl w:val="0"/>
          <w:numId w:val="32"/>
        </w:numPr>
        <w:spacing w:before="360" w:after="120" w:line="240" w:lineRule="auto"/>
        <w:ind w:hanging="43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t>V části první čl</w:t>
      </w:r>
      <w:r w:rsidR="00A6136E">
        <w:rPr>
          <w:rFonts w:ascii="Times New Roman" w:hAnsi="Times New Roman"/>
          <w:sz w:val="24"/>
          <w:szCs w:val="24"/>
        </w:rPr>
        <w:t>.</w:t>
      </w:r>
      <w:r w:rsidRPr="00E44C19">
        <w:rPr>
          <w:rFonts w:ascii="Times New Roman" w:hAnsi="Times New Roman"/>
          <w:sz w:val="24"/>
          <w:szCs w:val="24"/>
        </w:rPr>
        <w:t xml:space="preserve"> I bodu 17 v § 54o se na konci odstavce 5 tečka nahrazuje čárkou a doplňují se písmena h) a i), která znějí:</w:t>
      </w:r>
    </w:p>
    <w:p w14:paraId="20FFAE91" w14:textId="77777777" w:rsidR="00E44C19" w:rsidRPr="00E44C19" w:rsidRDefault="00E44C19" w:rsidP="00D36491">
      <w:pPr>
        <w:pStyle w:val="Odstavecseseznamem"/>
        <w:spacing w:before="120" w:after="120" w:line="240" w:lineRule="auto"/>
        <w:ind w:hanging="1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t>„h) dodržuje pravidla spolku, je-li provozovatelem bezpilotního systému, a</w:t>
      </w:r>
    </w:p>
    <w:p w14:paraId="0BD8A2A8" w14:textId="2D18F6D3" w:rsidR="00E44C19" w:rsidRPr="00E44C19" w:rsidRDefault="00E44C19" w:rsidP="001D0C6B">
      <w:pPr>
        <w:pStyle w:val="Odstavecseseznamem"/>
        <w:numPr>
          <w:ilvl w:val="1"/>
          <w:numId w:val="31"/>
        </w:numPr>
        <w:spacing w:before="120" w:after="240" w:line="240" w:lineRule="auto"/>
        <w:ind w:left="993" w:hanging="284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t>musí mít sjednáno pojištění odpovědnosti za škody z provozu bezpilotního systému a zaplaceno pojistné s minimální výší pojistného plnění stanovenou pravidly spolku nebo přímo použitelným předpisem Evropské unie upravujícím pojištění leteckých dopravců a provozovatelů letadel</w:t>
      </w:r>
      <w:r w:rsidRPr="00E44C19">
        <w:rPr>
          <w:rFonts w:ascii="Times New Roman" w:hAnsi="Times New Roman"/>
          <w:sz w:val="24"/>
          <w:szCs w:val="24"/>
          <w:vertAlign w:val="superscript"/>
        </w:rPr>
        <w:t>10a)</w:t>
      </w:r>
      <w:r w:rsidRPr="00E44C19">
        <w:rPr>
          <w:rFonts w:ascii="Times New Roman" w:hAnsi="Times New Roman"/>
          <w:sz w:val="24"/>
          <w:szCs w:val="24"/>
        </w:rPr>
        <w:t>, je-li provozovatelem bezpilotního systému.“.</w:t>
      </w:r>
    </w:p>
    <w:p w14:paraId="10E4C06E" w14:textId="7DD3AE90" w:rsidR="00E44C19" w:rsidRPr="00E44C19" w:rsidRDefault="00E44C19" w:rsidP="008C3247">
      <w:pPr>
        <w:pStyle w:val="Odstavecseseznamem"/>
        <w:numPr>
          <w:ilvl w:val="0"/>
          <w:numId w:val="32"/>
        </w:numPr>
        <w:spacing w:before="480" w:after="480" w:line="240" w:lineRule="auto"/>
        <w:ind w:hanging="43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t>V části první čl</w:t>
      </w:r>
      <w:r w:rsidR="00A6136E">
        <w:rPr>
          <w:rFonts w:ascii="Times New Roman" w:hAnsi="Times New Roman"/>
          <w:sz w:val="24"/>
          <w:szCs w:val="24"/>
        </w:rPr>
        <w:t>.</w:t>
      </w:r>
      <w:r w:rsidRPr="00E44C19">
        <w:rPr>
          <w:rFonts w:ascii="Times New Roman" w:hAnsi="Times New Roman"/>
          <w:sz w:val="24"/>
          <w:szCs w:val="24"/>
        </w:rPr>
        <w:t xml:space="preserve"> I bodu 17 v § 54o se odstavec 10 zrušuje.</w:t>
      </w:r>
    </w:p>
    <w:p w14:paraId="32B6F4AF" w14:textId="03DCB9F8" w:rsidR="00E44C19" w:rsidRPr="00D90157" w:rsidRDefault="00E44C19" w:rsidP="00627037">
      <w:pPr>
        <w:pStyle w:val="Odstavecseseznamem"/>
        <w:numPr>
          <w:ilvl w:val="0"/>
          <w:numId w:val="32"/>
        </w:numPr>
        <w:spacing w:before="360" w:after="240" w:line="240" w:lineRule="auto"/>
        <w:ind w:hanging="43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90157">
        <w:rPr>
          <w:rFonts w:ascii="Times New Roman" w:hAnsi="Times New Roman"/>
          <w:sz w:val="24"/>
          <w:szCs w:val="24"/>
        </w:rPr>
        <w:t>V části první čl</w:t>
      </w:r>
      <w:r w:rsidR="00A6136E">
        <w:rPr>
          <w:rFonts w:ascii="Times New Roman" w:hAnsi="Times New Roman"/>
          <w:sz w:val="24"/>
          <w:szCs w:val="24"/>
        </w:rPr>
        <w:t>.</w:t>
      </w:r>
      <w:r w:rsidRPr="00D90157">
        <w:rPr>
          <w:rFonts w:ascii="Times New Roman" w:hAnsi="Times New Roman"/>
          <w:sz w:val="24"/>
          <w:szCs w:val="24"/>
        </w:rPr>
        <w:t xml:space="preserve"> I bodu 17 v nadpisu § 54p se za slova „oprávněného spolku“ vkládají slova „a účastníka mezinárodní akce“.</w:t>
      </w:r>
    </w:p>
    <w:p w14:paraId="2FD5A44F" w14:textId="45E97CBE" w:rsidR="00E44C19" w:rsidRPr="00E44C19" w:rsidRDefault="00E44C19" w:rsidP="008C3247">
      <w:pPr>
        <w:pStyle w:val="Odstavecseseznamem"/>
        <w:numPr>
          <w:ilvl w:val="0"/>
          <w:numId w:val="32"/>
        </w:numPr>
        <w:spacing w:before="480" w:after="480" w:line="240" w:lineRule="auto"/>
        <w:ind w:hanging="43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t>V části první čl</w:t>
      </w:r>
      <w:r w:rsidR="00A6136E">
        <w:rPr>
          <w:rFonts w:ascii="Times New Roman" w:hAnsi="Times New Roman"/>
          <w:sz w:val="24"/>
          <w:szCs w:val="24"/>
        </w:rPr>
        <w:t>.</w:t>
      </w:r>
      <w:r w:rsidRPr="00E44C19">
        <w:rPr>
          <w:rFonts w:ascii="Times New Roman" w:hAnsi="Times New Roman"/>
          <w:sz w:val="24"/>
          <w:szCs w:val="24"/>
        </w:rPr>
        <w:t xml:space="preserve"> I bodu 17 v § 54p odst. 1 se za slova „bezpilotní systém“ vkládají slova „a účastník mezinárodní akce“.</w:t>
      </w:r>
    </w:p>
    <w:p w14:paraId="320D3029" w14:textId="7004291F" w:rsidR="00E44C19" w:rsidRPr="00E44C19" w:rsidRDefault="00E44C19" w:rsidP="00627037">
      <w:pPr>
        <w:pStyle w:val="Odstavecseseznamem"/>
        <w:numPr>
          <w:ilvl w:val="0"/>
          <w:numId w:val="32"/>
        </w:numPr>
        <w:spacing w:before="360" w:after="240" w:line="240" w:lineRule="auto"/>
        <w:ind w:hanging="43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t>V části první čl</w:t>
      </w:r>
      <w:r w:rsidR="00A6136E">
        <w:rPr>
          <w:rFonts w:ascii="Times New Roman" w:hAnsi="Times New Roman"/>
          <w:sz w:val="24"/>
          <w:szCs w:val="24"/>
        </w:rPr>
        <w:t>.</w:t>
      </w:r>
      <w:r w:rsidRPr="00E44C19">
        <w:rPr>
          <w:rFonts w:ascii="Times New Roman" w:hAnsi="Times New Roman"/>
          <w:sz w:val="24"/>
          <w:szCs w:val="24"/>
        </w:rPr>
        <w:t xml:space="preserve"> I bodu 17 v § 54p odst. 2 se slova „provozující bezpilotní systém“ nahrazují slovy „, je-li provozovatelem bezpilotního systému,“.</w:t>
      </w:r>
    </w:p>
    <w:p w14:paraId="3EFD56FB" w14:textId="61EF6723" w:rsidR="00E44C19" w:rsidRPr="00E44C19" w:rsidRDefault="00E44C19" w:rsidP="008C3247">
      <w:pPr>
        <w:pStyle w:val="Odstavecseseznamem"/>
        <w:numPr>
          <w:ilvl w:val="0"/>
          <w:numId w:val="32"/>
        </w:numPr>
        <w:spacing w:before="480" w:after="120" w:line="240" w:lineRule="auto"/>
        <w:ind w:hanging="43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t>V části první čl</w:t>
      </w:r>
      <w:r w:rsidR="00A6136E">
        <w:rPr>
          <w:rFonts w:ascii="Times New Roman" w:hAnsi="Times New Roman"/>
          <w:sz w:val="24"/>
          <w:szCs w:val="24"/>
        </w:rPr>
        <w:t>.</w:t>
      </w:r>
      <w:r w:rsidRPr="00E44C19">
        <w:rPr>
          <w:rFonts w:ascii="Times New Roman" w:hAnsi="Times New Roman"/>
          <w:sz w:val="24"/>
          <w:szCs w:val="24"/>
        </w:rPr>
        <w:t xml:space="preserve"> I bodu 53 v § 93d odst. 3 písm. b) se vkládá nový bod 1, který zní:</w:t>
      </w:r>
    </w:p>
    <w:p w14:paraId="17FEBCF8" w14:textId="77777777" w:rsidR="00E44C19" w:rsidRPr="00E44C19" w:rsidRDefault="00E44C19" w:rsidP="00D36491">
      <w:pPr>
        <w:pStyle w:val="Odstavecseseznamem"/>
        <w:spacing w:before="120" w:after="24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t>„1. v rozporu s § 54o odst. 4 provozuje bezpilotní systém,“.</w:t>
      </w:r>
    </w:p>
    <w:p w14:paraId="22A42B25" w14:textId="77777777" w:rsidR="00E44C19" w:rsidRPr="00E44C19" w:rsidRDefault="00E44C19" w:rsidP="00D36491">
      <w:pPr>
        <w:pStyle w:val="Odstavecseseznamem"/>
        <w:spacing w:before="240" w:after="24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t>Dosavadní body 1 až 10 se označují jako body 2 až 11.</w:t>
      </w:r>
    </w:p>
    <w:p w14:paraId="0F17F500" w14:textId="6F1B5204" w:rsidR="00E44C19" w:rsidRPr="00E44C19" w:rsidRDefault="00E44C19" w:rsidP="008C3247">
      <w:pPr>
        <w:pStyle w:val="Odstavecseseznamem"/>
        <w:numPr>
          <w:ilvl w:val="0"/>
          <w:numId w:val="32"/>
        </w:numPr>
        <w:spacing w:before="480" w:after="480" w:line="240" w:lineRule="auto"/>
        <w:ind w:hanging="43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t>V části první čl</w:t>
      </w:r>
      <w:r w:rsidR="00A6136E">
        <w:rPr>
          <w:rFonts w:ascii="Times New Roman" w:hAnsi="Times New Roman"/>
          <w:sz w:val="24"/>
          <w:szCs w:val="24"/>
        </w:rPr>
        <w:t>.</w:t>
      </w:r>
      <w:r w:rsidRPr="00E44C19">
        <w:rPr>
          <w:rFonts w:ascii="Times New Roman" w:hAnsi="Times New Roman"/>
          <w:sz w:val="24"/>
          <w:szCs w:val="24"/>
        </w:rPr>
        <w:t xml:space="preserve"> I </w:t>
      </w:r>
      <w:r w:rsidR="00A6136E">
        <w:rPr>
          <w:rFonts w:ascii="Times New Roman" w:hAnsi="Times New Roman"/>
          <w:sz w:val="24"/>
          <w:szCs w:val="24"/>
        </w:rPr>
        <w:t>b</w:t>
      </w:r>
      <w:r w:rsidRPr="00E44C19">
        <w:rPr>
          <w:rFonts w:ascii="Times New Roman" w:hAnsi="Times New Roman"/>
          <w:sz w:val="24"/>
          <w:szCs w:val="24"/>
        </w:rPr>
        <w:t>odu 53 v § 93d odst. 3 písm. b) bodu 3 se za slova „své členy“ vkládají slova „nebo účastníky mezinárodní akce“.</w:t>
      </w:r>
    </w:p>
    <w:p w14:paraId="251EAA36" w14:textId="15A27827" w:rsidR="00E44C19" w:rsidRPr="00E44C19" w:rsidRDefault="00E44C19" w:rsidP="00627037">
      <w:pPr>
        <w:pStyle w:val="Odstavecseseznamem"/>
        <w:numPr>
          <w:ilvl w:val="0"/>
          <w:numId w:val="32"/>
        </w:numPr>
        <w:spacing w:before="360" w:after="240" w:line="240" w:lineRule="auto"/>
        <w:ind w:hanging="43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t>V části první čl</w:t>
      </w:r>
      <w:r w:rsidR="00A6136E">
        <w:rPr>
          <w:rFonts w:ascii="Times New Roman" w:hAnsi="Times New Roman"/>
          <w:sz w:val="24"/>
          <w:szCs w:val="24"/>
        </w:rPr>
        <w:t>.</w:t>
      </w:r>
      <w:r w:rsidRPr="00E44C19">
        <w:rPr>
          <w:rFonts w:ascii="Times New Roman" w:hAnsi="Times New Roman"/>
          <w:sz w:val="24"/>
          <w:szCs w:val="24"/>
        </w:rPr>
        <w:t xml:space="preserve"> I bodu 53 v § 93d odst. 3 písm. b) bodu 4 se za slova „řídící bezpilotní systém“ vkládají slova „nebo účastníci mezinárodní akce“.</w:t>
      </w:r>
    </w:p>
    <w:p w14:paraId="2474AFB6" w14:textId="5673D610" w:rsidR="00E44C19" w:rsidRPr="00E44C19" w:rsidRDefault="00E44C19" w:rsidP="008C3247">
      <w:pPr>
        <w:pStyle w:val="Odstavecseseznamem"/>
        <w:numPr>
          <w:ilvl w:val="0"/>
          <w:numId w:val="32"/>
        </w:numPr>
        <w:spacing w:before="480" w:after="480" w:line="240" w:lineRule="auto"/>
        <w:ind w:hanging="43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lastRenderedPageBreak/>
        <w:t>V části první čl</w:t>
      </w:r>
      <w:r w:rsidR="00A6136E">
        <w:rPr>
          <w:rFonts w:ascii="Times New Roman" w:hAnsi="Times New Roman"/>
          <w:sz w:val="24"/>
          <w:szCs w:val="24"/>
        </w:rPr>
        <w:t>.</w:t>
      </w:r>
      <w:r w:rsidRPr="00E44C19">
        <w:rPr>
          <w:rFonts w:ascii="Times New Roman" w:hAnsi="Times New Roman"/>
          <w:sz w:val="24"/>
          <w:szCs w:val="24"/>
        </w:rPr>
        <w:t xml:space="preserve"> I bodu 53 v § 93d odst. 3 písm. b) bodu 5 se za slova „řídících bezpilotní systém“ vkládají slova „nebo účastníků mezinárodní akce“.</w:t>
      </w:r>
    </w:p>
    <w:p w14:paraId="2B85A7A5" w14:textId="269FF0A5" w:rsidR="00E44C19" w:rsidRPr="00E44C19" w:rsidRDefault="00E44C19" w:rsidP="00627037">
      <w:pPr>
        <w:pStyle w:val="Odstavecseseznamem"/>
        <w:numPr>
          <w:ilvl w:val="0"/>
          <w:numId w:val="32"/>
        </w:numPr>
        <w:spacing w:before="360" w:after="240" w:line="240" w:lineRule="auto"/>
        <w:ind w:hanging="43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t>V části první čl</w:t>
      </w:r>
      <w:r w:rsidR="00A6136E">
        <w:rPr>
          <w:rFonts w:ascii="Times New Roman" w:hAnsi="Times New Roman"/>
          <w:sz w:val="24"/>
          <w:szCs w:val="24"/>
        </w:rPr>
        <w:t>.</w:t>
      </w:r>
      <w:r w:rsidRPr="00E44C19">
        <w:rPr>
          <w:rFonts w:ascii="Times New Roman" w:hAnsi="Times New Roman"/>
          <w:sz w:val="24"/>
          <w:szCs w:val="24"/>
        </w:rPr>
        <w:t xml:space="preserve"> I bodu 53 v § 93d odst. 3 písm. b) se bod 6 zrušuje.</w:t>
      </w:r>
    </w:p>
    <w:p w14:paraId="417D2634" w14:textId="77777777" w:rsidR="00E44C19" w:rsidRPr="00E44C19" w:rsidRDefault="00E44C19" w:rsidP="00D36491">
      <w:pPr>
        <w:pStyle w:val="Odstavecseseznamem"/>
        <w:spacing w:before="240" w:after="24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t>Dosavadní body 7 až 11 se označují jako body 6 až 10.</w:t>
      </w:r>
    </w:p>
    <w:p w14:paraId="792F7ABE" w14:textId="23555853" w:rsidR="00E44C19" w:rsidRPr="00E44C19" w:rsidRDefault="00E44C19" w:rsidP="008C3247">
      <w:pPr>
        <w:pStyle w:val="Odstavecseseznamem"/>
        <w:numPr>
          <w:ilvl w:val="0"/>
          <w:numId w:val="32"/>
        </w:numPr>
        <w:spacing w:before="480" w:after="480" w:line="240" w:lineRule="auto"/>
        <w:ind w:hanging="43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t>V části první čl</w:t>
      </w:r>
      <w:r w:rsidR="00A6136E">
        <w:rPr>
          <w:rFonts w:ascii="Times New Roman" w:hAnsi="Times New Roman"/>
          <w:sz w:val="24"/>
          <w:szCs w:val="24"/>
        </w:rPr>
        <w:t>.</w:t>
      </w:r>
      <w:r w:rsidRPr="00E44C19">
        <w:rPr>
          <w:rFonts w:ascii="Times New Roman" w:hAnsi="Times New Roman"/>
          <w:sz w:val="24"/>
          <w:szCs w:val="24"/>
        </w:rPr>
        <w:t xml:space="preserve"> I bodu 53 v § 93d odst. 3 písm. b) bodu 6 se text „písm. f)“ nahrazuje textem „písm. e)“.</w:t>
      </w:r>
    </w:p>
    <w:p w14:paraId="2D84D3C5" w14:textId="040D1F1B" w:rsidR="00E44C19" w:rsidRPr="00E44C19" w:rsidRDefault="00E44C19" w:rsidP="00627037">
      <w:pPr>
        <w:pStyle w:val="Odstavecseseznamem"/>
        <w:numPr>
          <w:ilvl w:val="0"/>
          <w:numId w:val="32"/>
        </w:numPr>
        <w:spacing w:before="360" w:after="240" w:line="240" w:lineRule="auto"/>
        <w:ind w:hanging="43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t>V části první čl</w:t>
      </w:r>
      <w:r w:rsidR="00A6136E">
        <w:rPr>
          <w:rFonts w:ascii="Times New Roman" w:hAnsi="Times New Roman"/>
          <w:sz w:val="24"/>
          <w:szCs w:val="24"/>
        </w:rPr>
        <w:t>.</w:t>
      </w:r>
      <w:r w:rsidRPr="00E44C19">
        <w:rPr>
          <w:rFonts w:ascii="Times New Roman" w:hAnsi="Times New Roman"/>
          <w:sz w:val="24"/>
          <w:szCs w:val="24"/>
        </w:rPr>
        <w:t xml:space="preserve"> I bodu 53 v § 93d odst. 3 písm. b) se bod 7 zrušuje.</w:t>
      </w:r>
    </w:p>
    <w:p w14:paraId="5BBCF313" w14:textId="77777777" w:rsidR="00E44C19" w:rsidRPr="00E44C19" w:rsidRDefault="00E44C19" w:rsidP="00D36491">
      <w:pPr>
        <w:pStyle w:val="Odstavecseseznamem"/>
        <w:spacing w:before="240" w:after="24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t>Dosavadní body 8 až 10 se označují jako body 7 až 9.</w:t>
      </w:r>
    </w:p>
    <w:p w14:paraId="7AC5F6D1" w14:textId="72011D8C" w:rsidR="00E44C19" w:rsidRPr="00E44C19" w:rsidRDefault="00E44C19" w:rsidP="008C3247">
      <w:pPr>
        <w:pStyle w:val="Odstavecseseznamem"/>
        <w:numPr>
          <w:ilvl w:val="0"/>
          <w:numId w:val="32"/>
        </w:numPr>
        <w:spacing w:before="480" w:after="480" w:line="240" w:lineRule="auto"/>
        <w:ind w:hanging="43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t>V části první čl</w:t>
      </w:r>
      <w:r w:rsidR="00A6136E">
        <w:rPr>
          <w:rFonts w:ascii="Times New Roman" w:hAnsi="Times New Roman"/>
          <w:sz w:val="24"/>
          <w:szCs w:val="24"/>
        </w:rPr>
        <w:t>.</w:t>
      </w:r>
      <w:r w:rsidRPr="00E44C19">
        <w:rPr>
          <w:rFonts w:ascii="Times New Roman" w:hAnsi="Times New Roman"/>
          <w:sz w:val="24"/>
          <w:szCs w:val="24"/>
        </w:rPr>
        <w:t xml:space="preserve"> I bodu 53 v § 93d odst. 3 písm. b) bodu 7 se text „písm. h)“ nahrazuje textem „písm. f)“.</w:t>
      </w:r>
    </w:p>
    <w:p w14:paraId="179AA4BE" w14:textId="547BE874" w:rsidR="00E44C19" w:rsidRPr="00E44C19" w:rsidRDefault="00E44C19" w:rsidP="00627037">
      <w:pPr>
        <w:pStyle w:val="Odstavecseseznamem"/>
        <w:numPr>
          <w:ilvl w:val="0"/>
          <w:numId w:val="32"/>
        </w:numPr>
        <w:spacing w:before="360" w:after="240" w:line="240" w:lineRule="auto"/>
        <w:ind w:hanging="43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t>V části první čl</w:t>
      </w:r>
      <w:r w:rsidR="00A6136E">
        <w:rPr>
          <w:rFonts w:ascii="Times New Roman" w:hAnsi="Times New Roman"/>
          <w:sz w:val="24"/>
          <w:szCs w:val="24"/>
        </w:rPr>
        <w:t>.</w:t>
      </w:r>
      <w:r w:rsidRPr="00E44C19">
        <w:rPr>
          <w:rFonts w:ascii="Times New Roman" w:hAnsi="Times New Roman"/>
          <w:sz w:val="24"/>
          <w:szCs w:val="24"/>
        </w:rPr>
        <w:t xml:space="preserve"> I bodu 53 v § 93d odst. 3 písm. b) bodu 8 se text „písm. i)“ nahrazuje textem „písm. g)“.</w:t>
      </w:r>
    </w:p>
    <w:p w14:paraId="22AEC765" w14:textId="5ACD64A5" w:rsidR="00E44C19" w:rsidRPr="00E44C19" w:rsidRDefault="00E44C19" w:rsidP="008C3247">
      <w:pPr>
        <w:pStyle w:val="Odstavecseseznamem"/>
        <w:numPr>
          <w:ilvl w:val="0"/>
          <w:numId w:val="32"/>
        </w:numPr>
        <w:spacing w:before="480" w:after="480" w:line="240" w:lineRule="auto"/>
        <w:ind w:hanging="43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t>V části první čl</w:t>
      </w:r>
      <w:r w:rsidR="00A6136E">
        <w:rPr>
          <w:rFonts w:ascii="Times New Roman" w:hAnsi="Times New Roman"/>
          <w:sz w:val="24"/>
          <w:szCs w:val="24"/>
        </w:rPr>
        <w:t>.</w:t>
      </w:r>
      <w:r w:rsidRPr="00E44C19">
        <w:rPr>
          <w:rFonts w:ascii="Times New Roman" w:hAnsi="Times New Roman"/>
          <w:sz w:val="24"/>
          <w:szCs w:val="24"/>
        </w:rPr>
        <w:t xml:space="preserve"> I bodu 53 v § 93d odst. 3 písm. b) bodu 8 se slova „zaniklo, nebo“ nahrazují slovem „zaniklo,“.</w:t>
      </w:r>
    </w:p>
    <w:p w14:paraId="26243447" w14:textId="697F10EE" w:rsidR="00E44C19" w:rsidRPr="00E44C19" w:rsidRDefault="00E44C19" w:rsidP="00D36491">
      <w:pPr>
        <w:pStyle w:val="Odstavecseseznamem"/>
        <w:numPr>
          <w:ilvl w:val="0"/>
          <w:numId w:val="32"/>
        </w:numPr>
        <w:spacing w:before="360" w:after="120" w:line="240" w:lineRule="auto"/>
        <w:ind w:hanging="43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t>V části první čl</w:t>
      </w:r>
      <w:r w:rsidR="00A6136E">
        <w:rPr>
          <w:rFonts w:ascii="Times New Roman" w:hAnsi="Times New Roman"/>
          <w:sz w:val="24"/>
          <w:szCs w:val="24"/>
        </w:rPr>
        <w:t>.</w:t>
      </w:r>
      <w:r w:rsidRPr="00E44C19">
        <w:rPr>
          <w:rFonts w:ascii="Times New Roman" w:hAnsi="Times New Roman"/>
          <w:sz w:val="24"/>
          <w:szCs w:val="24"/>
        </w:rPr>
        <w:t xml:space="preserve"> I bodu 53 v § 93d odst. 3 písm. b) se za bod 8 vkládá nový bod 9, který zní:</w:t>
      </w:r>
    </w:p>
    <w:p w14:paraId="55F63F50" w14:textId="77777777" w:rsidR="00E44C19" w:rsidRPr="00E44C19" w:rsidRDefault="00E44C19" w:rsidP="00D36491">
      <w:pPr>
        <w:pStyle w:val="Odstavecseseznamem"/>
        <w:spacing w:before="120" w:after="24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t>„9. provozující bezpilotní systém v rozporu s § 54o odst. 5 písm. i) nemá sjednáno pojištění odpovědnosti za škody z provozu bezpilotního systému s minimální stanovenou výší pojistného plnění nebo zaplaceno pojistné, nebo“.</w:t>
      </w:r>
    </w:p>
    <w:p w14:paraId="62E7D0C1" w14:textId="77777777" w:rsidR="00E44C19" w:rsidRPr="00E44C19" w:rsidRDefault="00E44C19" w:rsidP="00D36491">
      <w:pPr>
        <w:pStyle w:val="Odstavecseseznamem"/>
        <w:spacing w:before="240" w:after="24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t>Dosavadní bod 9 se označuje jako bod 10.</w:t>
      </w:r>
    </w:p>
    <w:p w14:paraId="72405D25" w14:textId="78724D6A" w:rsidR="00E44C19" w:rsidRPr="00E44C19" w:rsidRDefault="00E44C19" w:rsidP="008C3247">
      <w:pPr>
        <w:pStyle w:val="Odstavecseseznamem"/>
        <w:numPr>
          <w:ilvl w:val="0"/>
          <w:numId w:val="32"/>
        </w:numPr>
        <w:spacing w:before="480" w:after="480" w:line="240" w:lineRule="auto"/>
        <w:ind w:hanging="43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t>V části první čl</w:t>
      </w:r>
      <w:r w:rsidR="00A6136E">
        <w:rPr>
          <w:rFonts w:ascii="Times New Roman" w:hAnsi="Times New Roman"/>
          <w:sz w:val="24"/>
          <w:szCs w:val="24"/>
        </w:rPr>
        <w:t>.</w:t>
      </w:r>
      <w:r w:rsidRPr="00E44C19">
        <w:rPr>
          <w:rFonts w:ascii="Times New Roman" w:hAnsi="Times New Roman"/>
          <w:sz w:val="24"/>
          <w:szCs w:val="24"/>
        </w:rPr>
        <w:t xml:space="preserve"> I bodu 53 v § 93d odst. 4 písm. a) se slova „písm. b) bodu 9“ nahrazují slovy „písm. b) bodu 8“.</w:t>
      </w:r>
    </w:p>
    <w:p w14:paraId="2A4236E6" w14:textId="79650BF4" w:rsidR="00E44C19" w:rsidRPr="00E44C19" w:rsidRDefault="00E44C19" w:rsidP="00627037">
      <w:pPr>
        <w:pStyle w:val="Odstavecseseznamem"/>
        <w:numPr>
          <w:ilvl w:val="0"/>
          <w:numId w:val="32"/>
        </w:numPr>
        <w:spacing w:before="360" w:after="240" w:line="240" w:lineRule="auto"/>
        <w:ind w:hanging="43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t>V části první čl</w:t>
      </w:r>
      <w:r w:rsidR="00142896">
        <w:rPr>
          <w:rFonts w:ascii="Times New Roman" w:hAnsi="Times New Roman"/>
          <w:sz w:val="24"/>
          <w:szCs w:val="24"/>
        </w:rPr>
        <w:t>.</w:t>
      </w:r>
      <w:r w:rsidRPr="00E44C19">
        <w:rPr>
          <w:rFonts w:ascii="Times New Roman" w:hAnsi="Times New Roman"/>
          <w:sz w:val="24"/>
          <w:szCs w:val="24"/>
        </w:rPr>
        <w:t xml:space="preserve"> I bodu 53 v § 93d odst. 4 písm. c) se slova „bodu 1 až 5 nebo 7“ nahrazují slovy „bodu 2 až 5 nebo 9“.</w:t>
      </w:r>
    </w:p>
    <w:p w14:paraId="4940E31B" w14:textId="53A4AC48" w:rsidR="00E44C19" w:rsidRPr="00E44C19" w:rsidRDefault="00E44C19" w:rsidP="008C3247">
      <w:pPr>
        <w:pStyle w:val="Odstavecseseznamem"/>
        <w:numPr>
          <w:ilvl w:val="0"/>
          <w:numId w:val="32"/>
        </w:numPr>
        <w:spacing w:before="480" w:after="480" w:line="240" w:lineRule="auto"/>
        <w:ind w:hanging="43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t>V části první čl</w:t>
      </w:r>
      <w:r w:rsidR="00142896">
        <w:rPr>
          <w:rFonts w:ascii="Times New Roman" w:hAnsi="Times New Roman"/>
          <w:sz w:val="24"/>
          <w:szCs w:val="24"/>
        </w:rPr>
        <w:t>.</w:t>
      </w:r>
      <w:r w:rsidRPr="00E44C19">
        <w:rPr>
          <w:rFonts w:ascii="Times New Roman" w:hAnsi="Times New Roman"/>
          <w:sz w:val="24"/>
          <w:szCs w:val="24"/>
        </w:rPr>
        <w:t xml:space="preserve"> I bodu 53 v § 93d odst. 4 písm. d) se slova „bodu 6 nebo 8“ nahrazují slovy „bodu 1, 6 nebo 7“.</w:t>
      </w:r>
    </w:p>
    <w:p w14:paraId="59555C92" w14:textId="526336B3" w:rsidR="00E44C19" w:rsidRPr="00E44C19" w:rsidRDefault="00E44C19" w:rsidP="008C3247">
      <w:pPr>
        <w:pStyle w:val="Odstavecseseznamem"/>
        <w:numPr>
          <w:ilvl w:val="0"/>
          <w:numId w:val="32"/>
        </w:numPr>
        <w:spacing w:before="360" w:after="120" w:line="240" w:lineRule="auto"/>
        <w:ind w:hanging="431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t>V části první čl</w:t>
      </w:r>
      <w:r w:rsidR="00142896">
        <w:rPr>
          <w:rFonts w:ascii="Times New Roman" w:hAnsi="Times New Roman"/>
          <w:sz w:val="24"/>
          <w:szCs w:val="24"/>
        </w:rPr>
        <w:t>.</w:t>
      </w:r>
      <w:r w:rsidRPr="00E44C19">
        <w:rPr>
          <w:rFonts w:ascii="Times New Roman" w:hAnsi="Times New Roman"/>
          <w:sz w:val="24"/>
          <w:szCs w:val="24"/>
        </w:rPr>
        <w:t xml:space="preserve"> I se za bod 55 vkládá nový novelizační bod, který zní:</w:t>
      </w:r>
    </w:p>
    <w:p w14:paraId="3ACD3E1B" w14:textId="77777777" w:rsidR="00E44C19" w:rsidRPr="00E44C19" w:rsidRDefault="00E44C19" w:rsidP="00F840D8">
      <w:pPr>
        <w:pStyle w:val="Odstavecseseznamem"/>
        <w:spacing w:before="120" w:after="24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36491">
        <w:rPr>
          <w:rFonts w:ascii="Times New Roman" w:hAnsi="Times New Roman"/>
          <w:sz w:val="24"/>
          <w:szCs w:val="24"/>
        </w:rPr>
        <w:t>„X.</w:t>
      </w:r>
      <w:r w:rsidRPr="00E44C19">
        <w:rPr>
          <w:rFonts w:ascii="Times New Roman" w:hAnsi="Times New Roman"/>
          <w:sz w:val="24"/>
          <w:szCs w:val="24"/>
        </w:rPr>
        <w:t xml:space="preserve"> V § 99a odst. 3 se za slova „nevztahuje na“ vkládají slova „§ 54n odst. 2, § 54o odst. 1 písm. a) a“.</w:t>
      </w:r>
    </w:p>
    <w:p w14:paraId="6ED46F51" w14:textId="77777777" w:rsidR="00E44C19" w:rsidRPr="00E44C19" w:rsidRDefault="00E44C19" w:rsidP="00D36491">
      <w:pPr>
        <w:pStyle w:val="Odstavecseseznamem"/>
        <w:spacing w:before="240" w:after="240" w:line="240" w:lineRule="auto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E44C19">
        <w:rPr>
          <w:rFonts w:ascii="Times New Roman" w:hAnsi="Times New Roman"/>
          <w:sz w:val="24"/>
          <w:szCs w:val="24"/>
        </w:rPr>
        <w:t xml:space="preserve">Následující novelizační bod se přečísluje. </w:t>
      </w:r>
    </w:p>
    <w:p w14:paraId="66BF6AA3" w14:textId="098AAEEE" w:rsidR="00E44C19" w:rsidRDefault="00E44C19" w:rsidP="008C3247">
      <w:pPr>
        <w:pStyle w:val="Odstavecseseznamem"/>
        <w:numPr>
          <w:ilvl w:val="0"/>
          <w:numId w:val="32"/>
        </w:numPr>
        <w:spacing w:before="480" w:after="240" w:line="240" w:lineRule="auto"/>
        <w:ind w:hanging="431"/>
        <w:contextualSpacing w:val="0"/>
        <w:jc w:val="both"/>
      </w:pPr>
      <w:r w:rsidRPr="00E44C19">
        <w:rPr>
          <w:rFonts w:ascii="Times New Roman" w:hAnsi="Times New Roman"/>
          <w:sz w:val="24"/>
          <w:szCs w:val="24"/>
        </w:rPr>
        <w:t>V části první čl</w:t>
      </w:r>
      <w:r w:rsidR="00142896">
        <w:rPr>
          <w:rFonts w:ascii="Times New Roman" w:hAnsi="Times New Roman"/>
          <w:sz w:val="24"/>
          <w:szCs w:val="24"/>
        </w:rPr>
        <w:t>.</w:t>
      </w:r>
      <w:r w:rsidRPr="00E44C19">
        <w:rPr>
          <w:rFonts w:ascii="Times New Roman" w:hAnsi="Times New Roman"/>
          <w:sz w:val="24"/>
          <w:szCs w:val="24"/>
        </w:rPr>
        <w:t xml:space="preserve"> I </w:t>
      </w:r>
      <w:r w:rsidR="00142896">
        <w:rPr>
          <w:rFonts w:ascii="Times New Roman" w:hAnsi="Times New Roman"/>
          <w:sz w:val="24"/>
          <w:szCs w:val="24"/>
        </w:rPr>
        <w:t>b</w:t>
      </w:r>
      <w:r w:rsidRPr="00E44C19">
        <w:rPr>
          <w:rFonts w:ascii="Times New Roman" w:hAnsi="Times New Roman"/>
          <w:sz w:val="24"/>
          <w:szCs w:val="24"/>
        </w:rPr>
        <w:t>odu 56 se text „§ 54o odst. 10,“ zrušuje.</w:t>
      </w:r>
    </w:p>
    <w:p w14:paraId="2E961931" w14:textId="6904CB92" w:rsidR="00CD5E27" w:rsidRDefault="00CD5E27" w:rsidP="008C3247">
      <w:pPr>
        <w:pStyle w:val="Odstavecseseznamem"/>
        <w:numPr>
          <w:ilvl w:val="0"/>
          <w:numId w:val="30"/>
        </w:numPr>
        <w:suppressAutoHyphens/>
        <w:spacing w:before="600" w:after="480" w:line="240" w:lineRule="auto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Zmocňuje</w:t>
      </w:r>
      <w:r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zpravodaje výboru, aby ve spolupráci s navrhovatelem a legislativním odborem Kanceláře Poslanecké sněmovny PČR provedl v návrhu zákona legislativně technické úpravy, které nemají dopad na věcný obsah navrhovaného zákona.</w:t>
      </w:r>
    </w:p>
    <w:p w14:paraId="4F514477" w14:textId="6C435928" w:rsidR="00CD5E27" w:rsidRDefault="00CD5E27" w:rsidP="00CD5E27">
      <w:pPr>
        <w:pStyle w:val="Odstavecseseznamem"/>
        <w:numPr>
          <w:ilvl w:val="0"/>
          <w:numId w:val="30"/>
        </w:numPr>
        <w:suppressAutoHyphens/>
        <w:spacing w:before="120" w:after="120" w:line="240" w:lineRule="auto"/>
        <w:ind w:left="709" w:hanging="709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</w:pPr>
      <w:r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Pověřuje</w:t>
      </w:r>
      <w:r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</w:t>
      </w:r>
      <w:r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>zpravodaje výboru, aby na schůzi Poslanecké sněmovny Parlamentu ČR přednesl zprávu o výsledcích projednávání tohoto návrhu zákona v hospodářském výboru.</w:t>
      </w:r>
    </w:p>
    <w:p w14:paraId="7BBC76FF" w14:textId="77777777" w:rsidR="00CD5E27" w:rsidRDefault="00CD5E27" w:rsidP="00CD5E27">
      <w:pPr>
        <w:pStyle w:val="Odstavecseseznamem"/>
        <w:numPr>
          <w:ilvl w:val="0"/>
          <w:numId w:val="30"/>
        </w:numPr>
        <w:suppressAutoHyphens/>
        <w:spacing w:before="480" w:after="480" w:line="240" w:lineRule="auto"/>
        <w:ind w:left="709" w:hanging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Pověřuje</w:t>
      </w:r>
      <w:r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zh-CN" w:bidi="hi-IN"/>
        </w:rPr>
        <w:t>předsedu výboru, aby předložil toto usnesení předsedkyni Poslanecké sněmovny Parlamentu ČR.</w:t>
      </w:r>
    </w:p>
    <w:p w14:paraId="321A3B88" w14:textId="51B65211" w:rsidR="00C3035B" w:rsidRPr="00524661" w:rsidRDefault="007E4AF2" w:rsidP="008C3247">
      <w:pPr>
        <w:tabs>
          <w:tab w:val="center" w:pos="1418"/>
          <w:tab w:val="center" w:pos="4536"/>
          <w:tab w:val="center" w:pos="7655"/>
        </w:tabs>
        <w:spacing w:before="18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1A15B9">
        <w:rPr>
          <w:rFonts w:ascii="Times New Roman" w:hAnsi="Times New Roman"/>
          <w:sz w:val="24"/>
          <w:szCs w:val="24"/>
          <w:lang w:eastAsia="cs-CZ"/>
        </w:rPr>
        <w:t>Marek NOVÁK</w:t>
      </w:r>
      <w:r w:rsidR="008B6D6F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8574BD">
        <w:rPr>
          <w:rFonts w:ascii="Times New Roman" w:hAnsi="Times New Roman"/>
          <w:sz w:val="24"/>
          <w:szCs w:val="24"/>
          <w:lang w:eastAsia="cs-CZ"/>
        </w:rPr>
        <w:t>Karel SLÁDEČEK</w:t>
      </w:r>
      <w:r w:rsidR="008B6D6F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14:paraId="336A9976" w14:textId="796F8AC7" w:rsidR="00A47BEA" w:rsidRPr="00524661" w:rsidRDefault="00A47BEA" w:rsidP="006F0294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14:paraId="1B8E2188" w14:textId="3D632AAC" w:rsidR="007D5AF0" w:rsidRPr="00524661" w:rsidRDefault="00A47BEA" w:rsidP="008C3247">
      <w:pPr>
        <w:tabs>
          <w:tab w:val="center" w:pos="1418"/>
          <w:tab w:val="center" w:pos="4536"/>
          <w:tab w:val="center" w:pos="7655"/>
        </w:tabs>
        <w:spacing w:before="12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156E5E">
        <w:rPr>
          <w:rFonts w:ascii="Times New Roman" w:hAnsi="Times New Roman"/>
          <w:sz w:val="24"/>
          <w:szCs w:val="24"/>
          <w:lang w:eastAsia="cs-CZ"/>
        </w:rPr>
        <w:t>Ivan ADAMEC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8B6D6F">
        <w:rPr>
          <w:rFonts w:ascii="Times New Roman" w:hAnsi="Times New Roman"/>
          <w:sz w:val="24"/>
          <w:szCs w:val="24"/>
          <w:lang w:eastAsia="cs-CZ"/>
        </w:rPr>
        <w:t>v. r.</w:t>
      </w:r>
    </w:p>
    <w:p w14:paraId="36A913D5" w14:textId="77777777" w:rsidR="009F556E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9F556E" w:rsidRPr="00524661" w:rsidSect="00FF5F20">
      <w:foot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84EAE9" w14:textId="77777777" w:rsidR="00B579C3" w:rsidRDefault="00B579C3" w:rsidP="00C66196">
      <w:pPr>
        <w:spacing w:after="0" w:line="240" w:lineRule="auto"/>
      </w:pPr>
      <w:r>
        <w:separator/>
      </w:r>
    </w:p>
  </w:endnote>
  <w:endnote w:type="continuationSeparator" w:id="0">
    <w:p w14:paraId="24192D7B" w14:textId="77777777" w:rsidR="00B579C3" w:rsidRDefault="00B579C3" w:rsidP="00C66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4384065"/>
      <w:docPartObj>
        <w:docPartGallery w:val="Page Numbers (Bottom of Page)"/>
        <w:docPartUnique/>
      </w:docPartObj>
    </w:sdtPr>
    <w:sdtEndPr/>
    <w:sdtContent>
      <w:p w14:paraId="341A9CD4" w14:textId="6B8C108B" w:rsidR="00F840D8" w:rsidRDefault="00F840D8">
        <w:pPr>
          <w:pStyle w:val="Zpat"/>
          <w:jc w:val="right"/>
        </w:pPr>
        <w:r w:rsidRPr="00F840D8">
          <w:rPr>
            <w:sz w:val="18"/>
          </w:rPr>
          <w:fldChar w:fldCharType="begin"/>
        </w:r>
        <w:r w:rsidRPr="00F840D8">
          <w:rPr>
            <w:sz w:val="18"/>
          </w:rPr>
          <w:instrText>PAGE   \* MERGEFORMAT</w:instrText>
        </w:r>
        <w:r w:rsidRPr="00F840D8">
          <w:rPr>
            <w:sz w:val="18"/>
          </w:rPr>
          <w:fldChar w:fldCharType="separate"/>
        </w:r>
        <w:r w:rsidR="0020317D">
          <w:rPr>
            <w:noProof/>
            <w:sz w:val="18"/>
          </w:rPr>
          <w:t>2</w:t>
        </w:r>
        <w:r w:rsidRPr="00F840D8">
          <w:rPr>
            <w:sz w:val="18"/>
          </w:rPr>
          <w:fldChar w:fldCharType="end"/>
        </w:r>
      </w:p>
    </w:sdtContent>
  </w:sdt>
  <w:p w14:paraId="3B4BB6C5" w14:textId="77777777" w:rsidR="00C66196" w:rsidRDefault="00C6619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D3A411" w14:textId="77777777" w:rsidR="00B579C3" w:rsidRDefault="00B579C3" w:rsidP="00C66196">
      <w:pPr>
        <w:spacing w:after="0" w:line="240" w:lineRule="auto"/>
      </w:pPr>
      <w:r>
        <w:separator/>
      </w:r>
    </w:p>
  </w:footnote>
  <w:footnote w:type="continuationSeparator" w:id="0">
    <w:p w14:paraId="18AE4653" w14:textId="77777777" w:rsidR="00B579C3" w:rsidRDefault="00B579C3" w:rsidP="00C661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30F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1B26921"/>
    <w:multiLevelType w:val="hybridMultilevel"/>
    <w:tmpl w:val="42784D02"/>
    <w:lvl w:ilvl="0" w:tplc="BFA2451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C460DF"/>
    <w:multiLevelType w:val="hybridMultilevel"/>
    <w:tmpl w:val="6382E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11728A1A">
      <w:start w:val="1"/>
      <w:numFmt w:val="lowerRoman"/>
      <w:lvlText w:val="%2)"/>
      <w:lvlJc w:val="left"/>
      <w:pPr>
        <w:ind w:left="1800" w:hanging="72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F90C15"/>
    <w:multiLevelType w:val="hybridMultilevel"/>
    <w:tmpl w:val="D722F3C8"/>
    <w:lvl w:ilvl="0" w:tplc="EE6E8BCE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4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2"/>
  </w:num>
  <w:num w:numId="12">
    <w:abstractNumId w:val="17"/>
  </w:num>
  <w:num w:numId="13">
    <w:abstractNumId w:val="26"/>
  </w:num>
  <w:num w:numId="14">
    <w:abstractNumId w:val="28"/>
  </w:num>
  <w:num w:numId="15">
    <w:abstractNumId w:val="12"/>
  </w:num>
  <w:num w:numId="16">
    <w:abstractNumId w:val="24"/>
  </w:num>
  <w:num w:numId="17">
    <w:abstractNumId w:val="21"/>
  </w:num>
  <w:num w:numId="18">
    <w:abstractNumId w:val="23"/>
  </w:num>
  <w:num w:numId="19">
    <w:abstractNumId w:val="19"/>
  </w:num>
  <w:num w:numId="20">
    <w:abstractNumId w:val="25"/>
  </w:num>
  <w:num w:numId="21">
    <w:abstractNumId w:val="30"/>
  </w:num>
  <w:num w:numId="22">
    <w:abstractNumId w:val="20"/>
  </w:num>
  <w:num w:numId="23">
    <w:abstractNumId w:val="10"/>
  </w:num>
  <w:num w:numId="24">
    <w:abstractNumId w:val="11"/>
  </w:num>
  <w:num w:numId="25">
    <w:abstractNumId w:val="29"/>
  </w:num>
  <w:num w:numId="26">
    <w:abstractNumId w:val="16"/>
  </w:num>
  <w:num w:numId="27">
    <w:abstractNumId w:val="13"/>
  </w:num>
  <w:num w:numId="28">
    <w:abstractNumId w:val="27"/>
  </w:num>
  <w:num w:numId="29">
    <w:abstractNumId w:val="18"/>
  </w:num>
  <w:num w:numId="30">
    <w:abstractNumId w:val="10"/>
    <w:lvlOverride w:ilvl="0">
      <w:startOverride w:val="1"/>
    </w:lvlOverride>
  </w:num>
  <w:num w:numId="31">
    <w:abstractNumId w:val="15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175D8"/>
    <w:rsid w:val="00023F61"/>
    <w:rsid w:val="000340BA"/>
    <w:rsid w:val="00036756"/>
    <w:rsid w:val="000436D1"/>
    <w:rsid w:val="000447AB"/>
    <w:rsid w:val="00056E19"/>
    <w:rsid w:val="00060BDA"/>
    <w:rsid w:val="00082C1B"/>
    <w:rsid w:val="000A2E73"/>
    <w:rsid w:val="000A3377"/>
    <w:rsid w:val="000A7C74"/>
    <w:rsid w:val="000B0CAF"/>
    <w:rsid w:val="000B1B98"/>
    <w:rsid w:val="000B46D9"/>
    <w:rsid w:val="000D431D"/>
    <w:rsid w:val="000F3F85"/>
    <w:rsid w:val="001056EE"/>
    <w:rsid w:val="001176D3"/>
    <w:rsid w:val="00117C2E"/>
    <w:rsid w:val="00123D1F"/>
    <w:rsid w:val="00142896"/>
    <w:rsid w:val="00156E5E"/>
    <w:rsid w:val="0017278F"/>
    <w:rsid w:val="001A15B9"/>
    <w:rsid w:val="001B4026"/>
    <w:rsid w:val="001C4FB8"/>
    <w:rsid w:val="001D0C6B"/>
    <w:rsid w:val="001D31DB"/>
    <w:rsid w:val="001D480E"/>
    <w:rsid w:val="001D62A9"/>
    <w:rsid w:val="001E2E72"/>
    <w:rsid w:val="001E6509"/>
    <w:rsid w:val="001F6D70"/>
    <w:rsid w:val="0020317D"/>
    <w:rsid w:val="002128F2"/>
    <w:rsid w:val="00216D4E"/>
    <w:rsid w:val="002214A3"/>
    <w:rsid w:val="00232CB3"/>
    <w:rsid w:val="00255747"/>
    <w:rsid w:val="00275CF2"/>
    <w:rsid w:val="00283C78"/>
    <w:rsid w:val="0029766A"/>
    <w:rsid w:val="002B2D62"/>
    <w:rsid w:val="002C5CAA"/>
    <w:rsid w:val="002E355C"/>
    <w:rsid w:val="002F496A"/>
    <w:rsid w:val="00305AA0"/>
    <w:rsid w:val="00307D78"/>
    <w:rsid w:val="00315E6F"/>
    <w:rsid w:val="00323B6C"/>
    <w:rsid w:val="00323DBF"/>
    <w:rsid w:val="00326296"/>
    <w:rsid w:val="0033764D"/>
    <w:rsid w:val="003628CC"/>
    <w:rsid w:val="00370381"/>
    <w:rsid w:val="0039412C"/>
    <w:rsid w:val="003C1519"/>
    <w:rsid w:val="003E0A61"/>
    <w:rsid w:val="003E1216"/>
    <w:rsid w:val="003E3668"/>
    <w:rsid w:val="003E65E5"/>
    <w:rsid w:val="003F7969"/>
    <w:rsid w:val="00400AE2"/>
    <w:rsid w:val="00407E35"/>
    <w:rsid w:val="00416EA7"/>
    <w:rsid w:val="00422A4C"/>
    <w:rsid w:val="00433B08"/>
    <w:rsid w:val="0044087F"/>
    <w:rsid w:val="00444ABC"/>
    <w:rsid w:val="0047485A"/>
    <w:rsid w:val="00476F64"/>
    <w:rsid w:val="004A2382"/>
    <w:rsid w:val="004A6789"/>
    <w:rsid w:val="004B5BF2"/>
    <w:rsid w:val="004C2102"/>
    <w:rsid w:val="004D71CF"/>
    <w:rsid w:val="004F072B"/>
    <w:rsid w:val="004F0F9F"/>
    <w:rsid w:val="004F18AA"/>
    <w:rsid w:val="004F6F69"/>
    <w:rsid w:val="00502C3B"/>
    <w:rsid w:val="00524661"/>
    <w:rsid w:val="00560B5B"/>
    <w:rsid w:val="00580782"/>
    <w:rsid w:val="005A152E"/>
    <w:rsid w:val="005A6FA8"/>
    <w:rsid w:val="005C001D"/>
    <w:rsid w:val="005E4442"/>
    <w:rsid w:val="00616FD9"/>
    <w:rsid w:val="00627037"/>
    <w:rsid w:val="006311CE"/>
    <w:rsid w:val="006571DB"/>
    <w:rsid w:val="0067692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D6966"/>
    <w:rsid w:val="006E41C4"/>
    <w:rsid w:val="006E430E"/>
    <w:rsid w:val="006F0294"/>
    <w:rsid w:val="007031CC"/>
    <w:rsid w:val="00704CD8"/>
    <w:rsid w:val="007079CD"/>
    <w:rsid w:val="00713493"/>
    <w:rsid w:val="00744C47"/>
    <w:rsid w:val="0077108E"/>
    <w:rsid w:val="00786590"/>
    <w:rsid w:val="007958F9"/>
    <w:rsid w:val="00796130"/>
    <w:rsid w:val="007B1C49"/>
    <w:rsid w:val="007B5DE5"/>
    <w:rsid w:val="007B6DE0"/>
    <w:rsid w:val="007C01CF"/>
    <w:rsid w:val="007D5AF0"/>
    <w:rsid w:val="007E4AF2"/>
    <w:rsid w:val="007F2C7C"/>
    <w:rsid w:val="00815047"/>
    <w:rsid w:val="008163FA"/>
    <w:rsid w:val="00821A78"/>
    <w:rsid w:val="00822FAC"/>
    <w:rsid w:val="0083658A"/>
    <w:rsid w:val="00837AA7"/>
    <w:rsid w:val="00850610"/>
    <w:rsid w:val="00852ED6"/>
    <w:rsid w:val="008574BD"/>
    <w:rsid w:val="0089664E"/>
    <w:rsid w:val="008A29E6"/>
    <w:rsid w:val="008B4F68"/>
    <w:rsid w:val="008B6D6F"/>
    <w:rsid w:val="008C3247"/>
    <w:rsid w:val="008C5CDC"/>
    <w:rsid w:val="008D02DE"/>
    <w:rsid w:val="008E3EAF"/>
    <w:rsid w:val="009202F2"/>
    <w:rsid w:val="00920BD2"/>
    <w:rsid w:val="00940C0E"/>
    <w:rsid w:val="00940FE6"/>
    <w:rsid w:val="00941FB1"/>
    <w:rsid w:val="009543BC"/>
    <w:rsid w:val="009649C6"/>
    <w:rsid w:val="00985CCB"/>
    <w:rsid w:val="00993ADE"/>
    <w:rsid w:val="00996356"/>
    <w:rsid w:val="00996EF7"/>
    <w:rsid w:val="009B1740"/>
    <w:rsid w:val="009C00F0"/>
    <w:rsid w:val="009D160F"/>
    <w:rsid w:val="009D3FBD"/>
    <w:rsid w:val="009E21D7"/>
    <w:rsid w:val="009F556E"/>
    <w:rsid w:val="009F7DF0"/>
    <w:rsid w:val="00A020C6"/>
    <w:rsid w:val="00A042BB"/>
    <w:rsid w:val="00A10D38"/>
    <w:rsid w:val="00A371B0"/>
    <w:rsid w:val="00A47BEA"/>
    <w:rsid w:val="00A5001C"/>
    <w:rsid w:val="00A53E0C"/>
    <w:rsid w:val="00A6136E"/>
    <w:rsid w:val="00A640F6"/>
    <w:rsid w:val="00A65B91"/>
    <w:rsid w:val="00A81B81"/>
    <w:rsid w:val="00A84635"/>
    <w:rsid w:val="00A86852"/>
    <w:rsid w:val="00AA1BEC"/>
    <w:rsid w:val="00AB30C2"/>
    <w:rsid w:val="00AF156A"/>
    <w:rsid w:val="00B04998"/>
    <w:rsid w:val="00B17153"/>
    <w:rsid w:val="00B17CFF"/>
    <w:rsid w:val="00B21021"/>
    <w:rsid w:val="00B35523"/>
    <w:rsid w:val="00B42ABD"/>
    <w:rsid w:val="00B579C3"/>
    <w:rsid w:val="00B611EE"/>
    <w:rsid w:val="00B73037"/>
    <w:rsid w:val="00B85113"/>
    <w:rsid w:val="00BB4BD1"/>
    <w:rsid w:val="00BD144F"/>
    <w:rsid w:val="00BE35FA"/>
    <w:rsid w:val="00BE3E71"/>
    <w:rsid w:val="00BF61D7"/>
    <w:rsid w:val="00BF65D9"/>
    <w:rsid w:val="00C06E69"/>
    <w:rsid w:val="00C114EF"/>
    <w:rsid w:val="00C150FE"/>
    <w:rsid w:val="00C3035B"/>
    <w:rsid w:val="00C54849"/>
    <w:rsid w:val="00C60195"/>
    <w:rsid w:val="00C66196"/>
    <w:rsid w:val="00C67A97"/>
    <w:rsid w:val="00C907C5"/>
    <w:rsid w:val="00C92E3F"/>
    <w:rsid w:val="00C97BAC"/>
    <w:rsid w:val="00CB4AA3"/>
    <w:rsid w:val="00CB5879"/>
    <w:rsid w:val="00CD5E27"/>
    <w:rsid w:val="00D04D03"/>
    <w:rsid w:val="00D16CDC"/>
    <w:rsid w:val="00D300A9"/>
    <w:rsid w:val="00D36491"/>
    <w:rsid w:val="00D42F9F"/>
    <w:rsid w:val="00D62487"/>
    <w:rsid w:val="00D63EDD"/>
    <w:rsid w:val="00D70B05"/>
    <w:rsid w:val="00D87B3C"/>
    <w:rsid w:val="00D90157"/>
    <w:rsid w:val="00DA1A01"/>
    <w:rsid w:val="00DA5B6C"/>
    <w:rsid w:val="00DE312C"/>
    <w:rsid w:val="00DF6991"/>
    <w:rsid w:val="00E22AEA"/>
    <w:rsid w:val="00E31117"/>
    <w:rsid w:val="00E31D3B"/>
    <w:rsid w:val="00E32F37"/>
    <w:rsid w:val="00E44C19"/>
    <w:rsid w:val="00E50212"/>
    <w:rsid w:val="00E66C37"/>
    <w:rsid w:val="00E70C85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20B3D"/>
    <w:rsid w:val="00F43A5F"/>
    <w:rsid w:val="00F4473B"/>
    <w:rsid w:val="00F55AFD"/>
    <w:rsid w:val="00F6604D"/>
    <w:rsid w:val="00F6673C"/>
    <w:rsid w:val="00F67053"/>
    <w:rsid w:val="00F840D8"/>
    <w:rsid w:val="00F960F2"/>
    <w:rsid w:val="00FA2792"/>
    <w:rsid w:val="00FA4D43"/>
    <w:rsid w:val="00FC2BE0"/>
    <w:rsid w:val="00FD5EF2"/>
    <w:rsid w:val="00FF5AA6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23C3084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abulky,Conclusion de partie,Numbered Para 1,Dot pt,No Spacing1,List Paragraph Char Char Char,Indicator Text,Bullet 1,List Paragraph1,Bullet Points,MAIN CONTENT,List Paragraph12,F5 List Paragraph,Heading 2_sj,Nad,List Paragraph"/>
    <w:basedOn w:val="Normln"/>
    <w:link w:val="OdstavecseseznamemChar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slovanseznam">
    <w:name w:val="List Number"/>
    <w:basedOn w:val="Normln"/>
    <w:uiPriority w:val="99"/>
    <w:unhideWhenUsed/>
    <w:rsid w:val="008C5CDC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OdstavecseseznamemChar">
    <w:name w:val="Odstavec se seznamem Char"/>
    <w:aliases w:val="tabulky Char,Conclusion de partie Char,Numbered Para 1 Char,Dot pt Char,No Spacing1 Char,List Paragraph Char Char Char Char,Indicator Text Char,Bullet 1 Char,List Paragraph1 Char,Bullet Points Char,MAIN CONTENT Char,Nad Char"/>
    <w:link w:val="Odstavecseseznamem"/>
    <w:locked/>
    <w:rsid w:val="009F556E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619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6196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C114E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7F46EB-124C-4BC3-A24A-6B80DBBF3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5</Pages>
  <Words>1144</Words>
  <Characters>6750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7879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2022-06-22T13:00:00Z</cp:lastPrinted>
  <dcterms:created xsi:type="dcterms:W3CDTF">2022-06-22T13:00:00Z</dcterms:created>
  <dcterms:modified xsi:type="dcterms:W3CDTF">2022-06-22T13:00:00Z</dcterms:modified>
</cp:coreProperties>
</file>