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D524AD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1755E">
        <w:t>2</w:t>
      </w:r>
      <w:r w:rsidR="00897D62">
        <w:t>2</w:t>
      </w:r>
    </w:p>
    <w:p w:rsidR="00DC29E4" w:rsidRDefault="00897D62" w:rsidP="00377253">
      <w:pPr>
        <w:pStyle w:val="PS-hlavika1"/>
      </w:pPr>
      <w:r>
        <w:t>9</w:t>
      </w:r>
      <w:r w:rsidR="00DC29E4">
        <w:t>. volební období</w:t>
      </w:r>
    </w:p>
    <w:p w:rsidR="00DC29E4" w:rsidRDefault="00BA628D" w:rsidP="000E730C">
      <w:pPr>
        <w:pStyle w:val="PS-slousnesen"/>
      </w:pPr>
      <w:r>
        <w:t>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B35E5" w:rsidP="00F30141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4B189F" w:rsidRDefault="004B189F" w:rsidP="004B189F">
      <w:pPr>
        <w:pStyle w:val="PS-hlavika1"/>
      </w:pPr>
      <w:r>
        <w:t xml:space="preserve">z </w:t>
      </w:r>
      <w:r w:rsidR="00897D62">
        <w:t>9</w:t>
      </w:r>
      <w:r>
        <w:t>. schůze</w:t>
      </w:r>
    </w:p>
    <w:p w:rsidR="004B189F" w:rsidRDefault="004B189F" w:rsidP="004B189F">
      <w:pPr>
        <w:pStyle w:val="PS-hlavika1"/>
      </w:pPr>
      <w:r>
        <w:t xml:space="preserve">ze dne </w:t>
      </w:r>
      <w:r w:rsidR="00DF75FA">
        <w:t>1</w:t>
      </w:r>
      <w:r w:rsidR="00897D62">
        <w:t>9</w:t>
      </w:r>
      <w:r>
        <w:t xml:space="preserve">. </w:t>
      </w:r>
      <w:r w:rsidR="00DF75FA">
        <w:t>květ</w:t>
      </w:r>
      <w:r>
        <w:t>na 202</w:t>
      </w:r>
      <w:r w:rsidR="00897D62">
        <w:t>2</w:t>
      </w:r>
    </w:p>
    <w:p w:rsidR="000A0B1E" w:rsidRPr="000A0B1E" w:rsidRDefault="000A0B1E" w:rsidP="00857B8F">
      <w:pPr>
        <w:pStyle w:val="Normlnweb"/>
        <w:spacing w:before="48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6A5923">
        <w:rPr>
          <w:color w:val="000000"/>
        </w:rPr>
        <w:t>ímu závěrečnému účtu za rok 20</w:t>
      </w:r>
      <w:r w:rsidR="00A477AA">
        <w:rPr>
          <w:color w:val="000000"/>
        </w:rPr>
        <w:t>2</w:t>
      </w:r>
      <w:r w:rsidR="00897D62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79068B" w:rsidRPr="0079068B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374 </w:t>
      </w:r>
      <w:r w:rsidR="0079068B" w:rsidRPr="0079068B">
        <w:rPr>
          <w:rFonts w:eastAsia="Times New Roman"/>
          <w:bCs/>
          <w:i/>
          <w:iCs/>
          <w:color w:val="000000"/>
          <w:szCs w:val="24"/>
          <w:lang w:eastAsia="cs-CZ"/>
        </w:rPr>
        <w:t>– Správa státních hmotných rezerv</w:t>
      </w:r>
    </w:p>
    <w:p w:rsidR="00DC29E4" w:rsidRPr="006539A3" w:rsidRDefault="0079068B" w:rsidP="00996C3B">
      <w:pPr>
        <w:pStyle w:val="PS-uvodnodstavec"/>
        <w:spacing w:before="600" w:after="0"/>
        <w:rPr>
          <w:szCs w:val="24"/>
        </w:rPr>
      </w:pPr>
      <w:r w:rsidRPr="006539A3">
        <w:rPr>
          <w:szCs w:val="24"/>
        </w:rPr>
        <w:t xml:space="preserve">Hospodářský výbor Poslanecké sněmovny Parlamentu ČR po vyslechnutí výkladu </w:t>
      </w:r>
      <w:r w:rsidRPr="00110F01">
        <w:rPr>
          <w:szCs w:val="24"/>
        </w:rPr>
        <w:t xml:space="preserve">předsedy Správy státních hmotných rezerv </w:t>
      </w:r>
      <w:r w:rsidR="005F014B" w:rsidRPr="00110F01">
        <w:rPr>
          <w:szCs w:val="24"/>
        </w:rPr>
        <w:t>Pavla Švagra</w:t>
      </w:r>
      <w:r w:rsidRPr="006539A3">
        <w:rPr>
          <w:szCs w:val="24"/>
        </w:rPr>
        <w:t>, zpravodajské zprá</w:t>
      </w:r>
      <w:r w:rsidR="007D1358">
        <w:rPr>
          <w:szCs w:val="24"/>
        </w:rPr>
        <w:t xml:space="preserve">vy </w:t>
      </w:r>
      <w:r w:rsidR="00F1719C" w:rsidRPr="006539A3">
        <w:rPr>
          <w:szCs w:val="24"/>
        </w:rPr>
        <w:t xml:space="preserve">poslance </w:t>
      </w:r>
      <w:r w:rsidR="00897D62">
        <w:rPr>
          <w:szCs w:val="24"/>
        </w:rPr>
        <w:t>Jiřího Slavíka</w:t>
      </w:r>
      <w:r w:rsidR="005250DB" w:rsidRPr="006539A3">
        <w:rPr>
          <w:szCs w:val="24"/>
        </w:rPr>
        <w:t xml:space="preserve"> </w:t>
      </w:r>
      <w:r w:rsidR="007D1358">
        <w:rPr>
          <w:szCs w:val="24"/>
        </w:rPr>
        <w:t xml:space="preserve">zastoupeného poslancem Ivanem Adamcem </w:t>
      </w:r>
      <w:r w:rsidR="005250DB" w:rsidRPr="006539A3">
        <w:rPr>
          <w:szCs w:val="24"/>
        </w:rPr>
        <w:t xml:space="preserve">a </w:t>
      </w:r>
      <w:r w:rsidRPr="006539A3">
        <w:rPr>
          <w:szCs w:val="24"/>
        </w:rPr>
        <w:t>po obecné a podrobné rozpravě</w:t>
      </w:r>
    </w:p>
    <w:p w:rsidR="0064713E" w:rsidRPr="00BC6FC0" w:rsidRDefault="0064713E" w:rsidP="00996C3B">
      <w:pPr>
        <w:pStyle w:val="PS-slovanseznam"/>
        <w:spacing w:before="360" w:after="0"/>
        <w:rPr>
          <w:szCs w:val="24"/>
        </w:rPr>
      </w:pPr>
      <w:r w:rsidRPr="00BC6FC0">
        <w:rPr>
          <w:b/>
          <w:bCs/>
          <w:spacing w:val="30"/>
          <w:szCs w:val="24"/>
        </w:rPr>
        <w:t>souhlasí</w:t>
      </w:r>
      <w:r w:rsidRPr="00BC6FC0">
        <w:rPr>
          <w:bCs/>
          <w:szCs w:val="24"/>
        </w:rPr>
        <w:t xml:space="preserve"> </w:t>
      </w:r>
      <w:r w:rsidRPr="00BC6FC0">
        <w:rPr>
          <w:szCs w:val="24"/>
        </w:rPr>
        <w:t>se Státním</w:t>
      </w:r>
      <w:r w:rsidRPr="00BC6FC0">
        <w:rPr>
          <w:bCs/>
          <w:szCs w:val="24"/>
        </w:rPr>
        <w:t xml:space="preserve"> </w:t>
      </w:r>
      <w:r w:rsidRPr="00BC6FC0">
        <w:rPr>
          <w:szCs w:val="24"/>
        </w:rPr>
        <w:t>závěrečným účtem za rok 20</w:t>
      </w:r>
      <w:r w:rsidR="00A477AA" w:rsidRPr="00BC6FC0">
        <w:rPr>
          <w:szCs w:val="24"/>
        </w:rPr>
        <w:t>2</w:t>
      </w:r>
      <w:r w:rsidR="00897D62">
        <w:rPr>
          <w:szCs w:val="24"/>
        </w:rPr>
        <w:t>1</w:t>
      </w:r>
      <w:r w:rsidRPr="00BC6FC0">
        <w:rPr>
          <w:szCs w:val="24"/>
        </w:rPr>
        <w:t xml:space="preserve"> – </w:t>
      </w:r>
      <w:r w:rsidR="0079068B" w:rsidRPr="00BC6FC0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374 </w:t>
      </w:r>
      <w:r w:rsidR="0079068B" w:rsidRPr="00BC6FC0">
        <w:rPr>
          <w:rFonts w:eastAsia="Times New Roman"/>
          <w:bCs/>
          <w:i/>
          <w:iCs/>
          <w:color w:val="000000"/>
          <w:szCs w:val="24"/>
          <w:lang w:eastAsia="cs-CZ"/>
        </w:rPr>
        <w:t>– Správa státních hmotných rezerv</w:t>
      </w:r>
      <w:r w:rsidR="0079068B" w:rsidRPr="00BC6FC0">
        <w:rPr>
          <w:szCs w:val="24"/>
        </w:rPr>
        <w:t xml:space="preserve"> </w:t>
      </w:r>
      <w:r w:rsidRPr="00BC6FC0">
        <w:rPr>
          <w:szCs w:val="24"/>
        </w:rPr>
        <w:t xml:space="preserve">ve výši příjmů </w:t>
      </w:r>
      <w:r w:rsidR="00540B62">
        <w:rPr>
          <w:szCs w:val="24"/>
        </w:rPr>
        <w:t>220 650 246</w:t>
      </w:r>
      <w:r w:rsidRPr="00540B62">
        <w:rPr>
          <w:szCs w:val="24"/>
        </w:rPr>
        <w:t xml:space="preserve"> Kč a ve výši výdajů </w:t>
      </w:r>
      <w:r w:rsidR="00540B62">
        <w:rPr>
          <w:szCs w:val="24"/>
        </w:rPr>
        <w:t>3 248 975 615</w:t>
      </w:r>
      <w:r w:rsidRPr="00540B62">
        <w:rPr>
          <w:szCs w:val="24"/>
        </w:rPr>
        <w:t xml:space="preserve"> Kč, z toho kapitálových</w:t>
      </w:r>
      <w:r w:rsidR="006539A3" w:rsidRPr="00540B62">
        <w:rPr>
          <w:szCs w:val="24"/>
        </w:rPr>
        <w:t xml:space="preserve"> </w:t>
      </w:r>
      <w:r w:rsidR="00540B62">
        <w:rPr>
          <w:szCs w:val="24"/>
        </w:rPr>
        <w:t>256 536 039</w:t>
      </w:r>
      <w:r w:rsidRPr="00540B62">
        <w:rPr>
          <w:szCs w:val="24"/>
        </w:rPr>
        <w:t xml:space="preserve"> Kč</w:t>
      </w:r>
      <w:r w:rsidRPr="00BC6FC0">
        <w:rPr>
          <w:szCs w:val="24"/>
        </w:rPr>
        <w:t>;</w:t>
      </w:r>
    </w:p>
    <w:p w:rsidR="00D91718" w:rsidRPr="006539A3" w:rsidRDefault="00D91718" w:rsidP="00996C3B">
      <w:pPr>
        <w:pStyle w:val="PS-slovanseznam"/>
        <w:spacing w:before="360" w:after="0"/>
        <w:rPr>
          <w:szCs w:val="24"/>
          <w:lang w:eastAsia="cs-CZ"/>
        </w:rPr>
      </w:pPr>
      <w:r w:rsidRPr="006539A3">
        <w:rPr>
          <w:b/>
          <w:bCs/>
          <w:spacing w:val="50"/>
          <w:szCs w:val="24"/>
        </w:rPr>
        <w:t>doporučuje</w:t>
      </w:r>
      <w:r w:rsidRPr="006539A3">
        <w:rPr>
          <w:szCs w:val="24"/>
        </w:rPr>
        <w:t xml:space="preserve"> Poslanecké sněmovně Parlamentu ČR, aby Státní závěrečný účet za rok 20</w:t>
      </w:r>
      <w:r w:rsidR="00A477AA">
        <w:rPr>
          <w:szCs w:val="24"/>
        </w:rPr>
        <w:t>2</w:t>
      </w:r>
      <w:r w:rsidR="00897D62">
        <w:rPr>
          <w:szCs w:val="24"/>
        </w:rPr>
        <w:t>1</w:t>
      </w:r>
      <w:r w:rsidRPr="006539A3">
        <w:rPr>
          <w:szCs w:val="24"/>
        </w:rPr>
        <w:t xml:space="preserve"> </w:t>
      </w:r>
      <w:r w:rsidRPr="006539A3">
        <w:rPr>
          <w:b/>
          <w:bCs/>
          <w:szCs w:val="24"/>
        </w:rPr>
        <w:t xml:space="preserve">- </w:t>
      </w:r>
      <w:r w:rsidR="0079068B" w:rsidRPr="006539A3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374 </w:t>
      </w:r>
      <w:r w:rsidR="0079068B" w:rsidRPr="006539A3">
        <w:rPr>
          <w:rFonts w:eastAsia="Times New Roman"/>
          <w:bCs/>
          <w:i/>
          <w:iCs/>
          <w:color w:val="000000"/>
          <w:szCs w:val="24"/>
          <w:lang w:eastAsia="cs-CZ"/>
        </w:rPr>
        <w:t>– Správa státních hmotných rezerv</w:t>
      </w:r>
      <w:r w:rsidR="0079068B" w:rsidRPr="006539A3">
        <w:rPr>
          <w:szCs w:val="24"/>
        </w:rPr>
        <w:t xml:space="preserve"> </w:t>
      </w:r>
      <w:r w:rsidRPr="006539A3">
        <w:rPr>
          <w:szCs w:val="24"/>
        </w:rPr>
        <w:t xml:space="preserve">ve výši příjmů </w:t>
      </w:r>
      <w:r w:rsidR="00540B62">
        <w:rPr>
          <w:szCs w:val="24"/>
        </w:rPr>
        <w:t>220 650 246</w:t>
      </w:r>
      <w:r w:rsidR="00540B62" w:rsidRPr="00540B62">
        <w:rPr>
          <w:szCs w:val="24"/>
        </w:rPr>
        <w:t xml:space="preserve"> Kč a ve výši výdajů </w:t>
      </w:r>
      <w:r w:rsidR="00540B62">
        <w:rPr>
          <w:szCs w:val="24"/>
        </w:rPr>
        <w:t>3 248 975 615</w:t>
      </w:r>
      <w:r w:rsidR="00540B62" w:rsidRPr="00540B62">
        <w:rPr>
          <w:szCs w:val="24"/>
        </w:rPr>
        <w:t xml:space="preserve"> Kč, z toho kapitálových </w:t>
      </w:r>
      <w:r w:rsidR="00540B62">
        <w:rPr>
          <w:szCs w:val="24"/>
        </w:rPr>
        <w:t>256 536 039</w:t>
      </w:r>
      <w:r w:rsidR="00540B62" w:rsidRPr="00540B62">
        <w:rPr>
          <w:szCs w:val="24"/>
        </w:rPr>
        <w:t xml:space="preserve"> Kč</w:t>
      </w:r>
      <w:r w:rsidR="00540B62" w:rsidRPr="00BC6FC0">
        <w:rPr>
          <w:b/>
          <w:bCs/>
          <w:spacing w:val="30"/>
          <w:szCs w:val="24"/>
        </w:rPr>
        <w:t xml:space="preserve"> </w:t>
      </w:r>
      <w:r w:rsidRPr="00BC6FC0">
        <w:rPr>
          <w:b/>
          <w:bCs/>
          <w:spacing w:val="30"/>
          <w:szCs w:val="24"/>
        </w:rPr>
        <w:t>schválila</w:t>
      </w:r>
      <w:r w:rsidRPr="00BC6FC0">
        <w:rPr>
          <w:spacing w:val="30"/>
          <w:szCs w:val="24"/>
        </w:rPr>
        <w:t>;</w:t>
      </w:r>
    </w:p>
    <w:p w:rsidR="0064713E" w:rsidRPr="006539A3" w:rsidRDefault="00843BF9" w:rsidP="00996C3B">
      <w:pPr>
        <w:pStyle w:val="PS-slovanseznam"/>
        <w:spacing w:before="360" w:after="0"/>
        <w:rPr>
          <w:szCs w:val="24"/>
          <w:lang w:eastAsia="cs-CZ"/>
        </w:rPr>
      </w:pPr>
      <w:r w:rsidRPr="006539A3">
        <w:rPr>
          <w:b/>
          <w:bCs/>
          <w:spacing w:val="50"/>
          <w:szCs w:val="24"/>
        </w:rPr>
        <w:t>zmocňuje</w:t>
      </w:r>
      <w:r w:rsidRPr="006539A3">
        <w:rPr>
          <w:b/>
          <w:bCs/>
          <w:szCs w:val="24"/>
        </w:rPr>
        <w:t xml:space="preserve"> </w:t>
      </w:r>
      <w:r w:rsidRPr="006539A3">
        <w:rPr>
          <w:spacing w:val="-2"/>
          <w:szCs w:val="24"/>
        </w:rPr>
        <w:t>zpravodaje výboru</w:t>
      </w:r>
      <w:r w:rsidR="002C2B00" w:rsidRPr="006539A3">
        <w:rPr>
          <w:spacing w:val="-2"/>
          <w:szCs w:val="24"/>
        </w:rPr>
        <w:t>, aby toto usnesení předložil rozpočtovému výboru Poslanecké sněmovny a zúčastnil se jednání zpravodajů ke Státnímu závěrečnému účtu za rok 20</w:t>
      </w:r>
      <w:r w:rsidR="00A477AA">
        <w:rPr>
          <w:spacing w:val="-2"/>
          <w:szCs w:val="24"/>
        </w:rPr>
        <w:t>2</w:t>
      </w:r>
      <w:r w:rsidR="00897D62">
        <w:rPr>
          <w:spacing w:val="-2"/>
          <w:szCs w:val="24"/>
        </w:rPr>
        <w:t>1</w:t>
      </w:r>
      <w:r w:rsidRPr="006539A3">
        <w:rPr>
          <w:szCs w:val="24"/>
        </w:rPr>
        <w:t>.</w:t>
      </w:r>
    </w:p>
    <w:p w:rsidR="00106842" w:rsidRPr="00106842" w:rsidRDefault="00650877" w:rsidP="00996C3B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</w:pPr>
      <w:r>
        <w:tab/>
      </w:r>
      <w:r w:rsidR="00897D62">
        <w:t>Marek NOVÁK</w:t>
      </w:r>
      <w:r w:rsidR="00BF4B9F">
        <w:t xml:space="preserve"> v. r.</w:t>
      </w:r>
      <w:r w:rsidR="0064713E">
        <w:tab/>
      </w:r>
      <w:r w:rsidR="0064713E">
        <w:tab/>
      </w:r>
      <w:r w:rsidR="007D1358">
        <w:t>Jiří SLAVÍK</w:t>
      </w:r>
      <w:r w:rsidR="00BF4B9F">
        <w:t xml:space="preserve"> v. r.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857B8F">
        <w:t xml:space="preserve"> výboru</w:t>
      </w:r>
      <w:r w:rsidRPr="00106842">
        <w:tab/>
      </w:r>
      <w:r w:rsidRPr="00106842">
        <w:tab/>
        <w:t>zpravodaj</w:t>
      </w:r>
      <w:r w:rsidR="007D1358">
        <w:t xml:space="preserve"> </w:t>
      </w:r>
      <w:r w:rsidR="00857B8F">
        <w:t>výboru</w:t>
      </w:r>
    </w:p>
    <w:p w:rsidR="00106842" w:rsidRPr="00254049" w:rsidRDefault="00FB799B" w:rsidP="00996C3B">
      <w:pPr>
        <w:tabs>
          <w:tab w:val="center" w:pos="1701"/>
          <w:tab w:val="center" w:pos="4536"/>
          <w:tab w:val="center" w:pos="7371"/>
        </w:tabs>
        <w:spacing w:before="600" w:after="0" w:line="240" w:lineRule="auto"/>
        <w:rPr>
          <w:caps/>
        </w:rPr>
      </w:pPr>
      <w:r>
        <w:tab/>
      </w:r>
      <w:r>
        <w:tab/>
      </w:r>
      <w:r w:rsidR="00897D62">
        <w:t>Ivan ADAMEC</w:t>
      </w:r>
      <w:r w:rsidR="00BF4B9F">
        <w:t xml:space="preserve"> v. r.</w:t>
      </w:r>
      <w:bookmarkStart w:id="0" w:name="_GoBack"/>
      <w:bookmarkEnd w:id="0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857B8F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CD" w:rsidRDefault="007E68CD" w:rsidP="007E68CD">
      <w:pPr>
        <w:spacing w:after="0" w:line="240" w:lineRule="auto"/>
      </w:pPr>
      <w:r>
        <w:separator/>
      </w:r>
    </w:p>
  </w:endnote>
  <w:endnote w:type="continuationSeparator" w:id="0">
    <w:p w:rsidR="007E68CD" w:rsidRDefault="007E68CD" w:rsidP="007E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CD" w:rsidRDefault="007E68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CD" w:rsidRDefault="007E68C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CD" w:rsidRDefault="007E6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CD" w:rsidRDefault="007E68CD" w:rsidP="007E68CD">
      <w:pPr>
        <w:spacing w:after="0" w:line="240" w:lineRule="auto"/>
      </w:pPr>
      <w:r>
        <w:separator/>
      </w:r>
    </w:p>
  </w:footnote>
  <w:footnote w:type="continuationSeparator" w:id="0">
    <w:p w:rsidR="007E68CD" w:rsidRDefault="007E68CD" w:rsidP="007E6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CD" w:rsidRDefault="007E68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CD" w:rsidRDefault="007E68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CD" w:rsidRDefault="007E6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99D02C8A"/>
    <w:lvl w:ilvl="0" w:tplc="342AA954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8B"/>
    <w:rsid w:val="000476E4"/>
    <w:rsid w:val="00053D56"/>
    <w:rsid w:val="000A0B1E"/>
    <w:rsid w:val="000C5278"/>
    <w:rsid w:val="000E4A2E"/>
    <w:rsid w:val="000E730C"/>
    <w:rsid w:val="00103C04"/>
    <w:rsid w:val="00106842"/>
    <w:rsid w:val="00110F01"/>
    <w:rsid w:val="0011755E"/>
    <w:rsid w:val="001B45F3"/>
    <w:rsid w:val="001C0AF2"/>
    <w:rsid w:val="00230024"/>
    <w:rsid w:val="002518A0"/>
    <w:rsid w:val="00254049"/>
    <w:rsid w:val="00272E1B"/>
    <w:rsid w:val="002A2F32"/>
    <w:rsid w:val="002B0FB6"/>
    <w:rsid w:val="002B60B3"/>
    <w:rsid w:val="002C2B00"/>
    <w:rsid w:val="002C6BED"/>
    <w:rsid w:val="00356011"/>
    <w:rsid w:val="0036536D"/>
    <w:rsid w:val="00377253"/>
    <w:rsid w:val="003B7519"/>
    <w:rsid w:val="003D2033"/>
    <w:rsid w:val="00482FDA"/>
    <w:rsid w:val="004B189F"/>
    <w:rsid w:val="005227BF"/>
    <w:rsid w:val="005250DB"/>
    <w:rsid w:val="00540B62"/>
    <w:rsid w:val="00566A4C"/>
    <w:rsid w:val="005B35E5"/>
    <w:rsid w:val="005C30D7"/>
    <w:rsid w:val="005E094C"/>
    <w:rsid w:val="005F014B"/>
    <w:rsid w:val="005F6CAE"/>
    <w:rsid w:val="00620764"/>
    <w:rsid w:val="0064713E"/>
    <w:rsid w:val="00650877"/>
    <w:rsid w:val="006539A3"/>
    <w:rsid w:val="0065403A"/>
    <w:rsid w:val="0066746A"/>
    <w:rsid w:val="006A5923"/>
    <w:rsid w:val="00784697"/>
    <w:rsid w:val="0079068B"/>
    <w:rsid w:val="007C62DA"/>
    <w:rsid w:val="007D1358"/>
    <w:rsid w:val="007D5EE1"/>
    <w:rsid w:val="007E1D0B"/>
    <w:rsid w:val="007E68CD"/>
    <w:rsid w:val="00812496"/>
    <w:rsid w:val="00830BFE"/>
    <w:rsid w:val="00843BF9"/>
    <w:rsid w:val="00857B8F"/>
    <w:rsid w:val="00893C29"/>
    <w:rsid w:val="00897D62"/>
    <w:rsid w:val="00903269"/>
    <w:rsid w:val="00920D8B"/>
    <w:rsid w:val="00996C3B"/>
    <w:rsid w:val="00A46CDA"/>
    <w:rsid w:val="00A477AA"/>
    <w:rsid w:val="00A5637B"/>
    <w:rsid w:val="00A70DC7"/>
    <w:rsid w:val="00AA0D27"/>
    <w:rsid w:val="00B13892"/>
    <w:rsid w:val="00B53E8D"/>
    <w:rsid w:val="00B715B6"/>
    <w:rsid w:val="00BA628D"/>
    <w:rsid w:val="00BC09E3"/>
    <w:rsid w:val="00BC5479"/>
    <w:rsid w:val="00BC6FC0"/>
    <w:rsid w:val="00BF4B9F"/>
    <w:rsid w:val="00C072AC"/>
    <w:rsid w:val="00C56014"/>
    <w:rsid w:val="00D524AD"/>
    <w:rsid w:val="00D70631"/>
    <w:rsid w:val="00D76FB3"/>
    <w:rsid w:val="00D91718"/>
    <w:rsid w:val="00DC29E4"/>
    <w:rsid w:val="00DF75FA"/>
    <w:rsid w:val="00E82828"/>
    <w:rsid w:val="00E93D07"/>
    <w:rsid w:val="00ED15A8"/>
    <w:rsid w:val="00EF3B15"/>
    <w:rsid w:val="00EF4B6E"/>
    <w:rsid w:val="00EF679B"/>
    <w:rsid w:val="00F051EA"/>
    <w:rsid w:val="00F1719C"/>
    <w:rsid w:val="00F30141"/>
    <w:rsid w:val="00F43F46"/>
    <w:rsid w:val="00F82FE4"/>
    <w:rsid w:val="00FB799B"/>
    <w:rsid w:val="00FC044C"/>
    <w:rsid w:val="00FC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D54853"/>
  <w15:chartTrackingRefBased/>
  <w15:docId w15:val="{0AD97007-8B7B-46A8-84EB-D4721382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7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83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E6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68CD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E6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68C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10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2022-05-19T09:03:00Z</cp:lastPrinted>
  <dcterms:created xsi:type="dcterms:W3CDTF">2022-05-02T09:51:00Z</dcterms:created>
  <dcterms:modified xsi:type="dcterms:W3CDTF">2022-05-19T09:04:00Z</dcterms:modified>
</cp:coreProperties>
</file>