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E539D6">
      <w:pPr>
        <w:pStyle w:val="PS-prvndekhlaviky"/>
        <w:spacing w:before="12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EF7AB8">
        <w:t>2</w:t>
      </w:r>
      <w:r w:rsidR="0001517D">
        <w:t>2</w:t>
      </w:r>
    </w:p>
    <w:p w:rsidR="00DC29E4" w:rsidRDefault="005D6F86" w:rsidP="00377253">
      <w:pPr>
        <w:pStyle w:val="PS-hlavika1"/>
      </w:pPr>
      <w:r>
        <w:t>9</w:t>
      </w:r>
      <w:r w:rsidR="00DC29E4">
        <w:t>. volební období</w:t>
      </w:r>
    </w:p>
    <w:p w:rsidR="00DC29E4" w:rsidRDefault="001B4B7D" w:rsidP="000E730C">
      <w:pPr>
        <w:pStyle w:val="PS-slousnesen"/>
      </w:pPr>
      <w:r>
        <w:t>61</w:t>
      </w:r>
    </w:p>
    <w:p w:rsidR="00DC29E4" w:rsidRDefault="00DC29E4" w:rsidP="00903269">
      <w:pPr>
        <w:pStyle w:val="PS-hlavika3"/>
      </w:pPr>
      <w:r>
        <w:t>USNESENÍ</w:t>
      </w:r>
    </w:p>
    <w:p w:rsidR="00B12181" w:rsidRDefault="00B12181" w:rsidP="00B12181">
      <w:pPr>
        <w:pStyle w:val="PS-prvndekhlaviky"/>
        <w:spacing w:before="0"/>
      </w:pPr>
      <w:r>
        <w:t>hospodářského výboru</w:t>
      </w:r>
    </w:p>
    <w:p w:rsidR="00B12181" w:rsidRDefault="00B12181" w:rsidP="00B12181">
      <w:pPr>
        <w:pStyle w:val="PS-hlavika1"/>
      </w:pPr>
      <w:r>
        <w:t xml:space="preserve">z </w:t>
      </w:r>
      <w:r w:rsidR="0001517D">
        <w:t>9</w:t>
      </w:r>
      <w:r>
        <w:t>. schůze</w:t>
      </w:r>
    </w:p>
    <w:p w:rsidR="00B12181" w:rsidRDefault="00B12181" w:rsidP="00B12181">
      <w:pPr>
        <w:pStyle w:val="PS-hlavika1"/>
      </w:pPr>
      <w:r>
        <w:t xml:space="preserve">ze dne </w:t>
      </w:r>
      <w:r w:rsidR="001E0E6C">
        <w:t>1</w:t>
      </w:r>
      <w:r w:rsidR="0001517D">
        <w:t>9</w:t>
      </w:r>
      <w:r>
        <w:t>.</w:t>
      </w:r>
      <w:r w:rsidR="0001517D">
        <w:t xml:space="preserve"> května</w:t>
      </w:r>
      <w:r>
        <w:t xml:space="preserve"> 202</w:t>
      </w:r>
      <w:r w:rsidR="0001517D">
        <w:t>2</w:t>
      </w:r>
    </w:p>
    <w:p w:rsidR="000A0B1E" w:rsidRPr="000A0B1E" w:rsidRDefault="000A0B1E" w:rsidP="002125CC">
      <w:pPr>
        <w:pStyle w:val="Normlnweb"/>
        <w:spacing w:before="48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0E2146">
        <w:rPr>
          <w:color w:val="000000"/>
        </w:rPr>
        <w:t>ímu závěrečnému účtu za rok 20</w:t>
      </w:r>
      <w:r w:rsidR="0082373B">
        <w:rPr>
          <w:color w:val="000000"/>
        </w:rPr>
        <w:t>2</w:t>
      </w:r>
      <w:r w:rsidR="0001517D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756B48" w:rsidRPr="00756B48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327 – </w:t>
      </w:r>
      <w:r w:rsidR="00756B48" w:rsidRPr="00756B48">
        <w:rPr>
          <w:rFonts w:eastAsia="Times New Roman"/>
          <w:bCs/>
          <w:i/>
          <w:iCs/>
          <w:color w:val="000000"/>
          <w:szCs w:val="24"/>
          <w:lang w:eastAsia="cs-CZ"/>
        </w:rPr>
        <w:t>Ministerstvo dopravy</w:t>
      </w:r>
    </w:p>
    <w:p w:rsidR="00DC29E4" w:rsidRPr="00F73B0A" w:rsidRDefault="00756B48" w:rsidP="00180EC5">
      <w:pPr>
        <w:pStyle w:val="PS-uvodnodstavec"/>
        <w:spacing w:before="600" w:after="0"/>
        <w:rPr>
          <w:szCs w:val="24"/>
        </w:rPr>
      </w:pPr>
      <w:r w:rsidRPr="00F73B0A">
        <w:rPr>
          <w:szCs w:val="24"/>
        </w:rPr>
        <w:t>Hospodářský výbor Poslanecké sněmovny Parlamentu ČR po vyslechnutí výkladu</w:t>
      </w:r>
      <w:r w:rsidR="0056401B">
        <w:rPr>
          <w:szCs w:val="24"/>
        </w:rPr>
        <w:t xml:space="preserve"> </w:t>
      </w:r>
      <w:r w:rsidR="006C6D9E">
        <w:rPr>
          <w:szCs w:val="24"/>
        </w:rPr>
        <w:t xml:space="preserve">náměstkyně </w:t>
      </w:r>
      <w:r w:rsidR="0056401B" w:rsidRPr="006C6D9E">
        <w:rPr>
          <w:szCs w:val="24"/>
        </w:rPr>
        <w:t xml:space="preserve">ministra </w:t>
      </w:r>
      <w:r w:rsidR="00A87979" w:rsidRPr="006C6D9E">
        <w:rPr>
          <w:szCs w:val="24"/>
        </w:rPr>
        <w:t>dopravy</w:t>
      </w:r>
      <w:r w:rsidR="0056401B" w:rsidRPr="006C6D9E">
        <w:rPr>
          <w:szCs w:val="24"/>
        </w:rPr>
        <w:t xml:space="preserve"> </w:t>
      </w:r>
      <w:r w:rsidR="006C6D9E">
        <w:rPr>
          <w:szCs w:val="24"/>
        </w:rPr>
        <w:t>Lenky Hlubučkové</w:t>
      </w:r>
      <w:r w:rsidRPr="00F73B0A">
        <w:rPr>
          <w:szCs w:val="24"/>
        </w:rPr>
        <w:t xml:space="preserve">, zpravodajské zprávy </w:t>
      </w:r>
      <w:r w:rsidR="00C15F51" w:rsidRPr="00F73B0A">
        <w:rPr>
          <w:szCs w:val="24"/>
        </w:rPr>
        <w:t xml:space="preserve">poslance </w:t>
      </w:r>
      <w:r w:rsidR="0001517D">
        <w:rPr>
          <w:szCs w:val="24"/>
        </w:rPr>
        <w:t>Ondřeje Lochmana</w:t>
      </w:r>
      <w:r w:rsidRPr="00F73B0A">
        <w:rPr>
          <w:szCs w:val="24"/>
        </w:rPr>
        <w:t xml:space="preserve"> a po obecné a podrobné rozpravě</w:t>
      </w:r>
    </w:p>
    <w:p w:rsidR="0064713E" w:rsidRPr="00492072" w:rsidRDefault="0064713E" w:rsidP="00180EC5">
      <w:pPr>
        <w:pStyle w:val="PS-slovanseznam"/>
        <w:spacing w:before="360" w:after="0"/>
        <w:rPr>
          <w:szCs w:val="24"/>
        </w:rPr>
      </w:pPr>
      <w:r w:rsidRPr="00F73B0A">
        <w:rPr>
          <w:b/>
          <w:bCs/>
          <w:spacing w:val="30"/>
          <w:szCs w:val="24"/>
        </w:rPr>
        <w:t>souhlasí</w:t>
      </w:r>
      <w:r w:rsidRPr="00F73B0A">
        <w:rPr>
          <w:bCs/>
          <w:szCs w:val="24"/>
        </w:rPr>
        <w:t xml:space="preserve"> </w:t>
      </w:r>
      <w:r w:rsidRPr="00F73B0A">
        <w:rPr>
          <w:szCs w:val="24"/>
        </w:rPr>
        <w:t>se Státním</w:t>
      </w:r>
      <w:r w:rsidRPr="00F73B0A">
        <w:rPr>
          <w:bCs/>
          <w:szCs w:val="24"/>
        </w:rPr>
        <w:t xml:space="preserve"> </w:t>
      </w:r>
      <w:r w:rsidR="0082373B">
        <w:rPr>
          <w:szCs w:val="24"/>
        </w:rPr>
        <w:t>závěrečným účtem za rok 202</w:t>
      </w:r>
      <w:r w:rsidR="0001517D">
        <w:rPr>
          <w:szCs w:val="24"/>
        </w:rPr>
        <w:t>1</w:t>
      </w:r>
      <w:r w:rsidRPr="00F73B0A">
        <w:rPr>
          <w:szCs w:val="24"/>
        </w:rPr>
        <w:t xml:space="preserve"> – </w:t>
      </w:r>
      <w:r w:rsidR="00756B48" w:rsidRPr="00F73B0A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327 – </w:t>
      </w:r>
      <w:r w:rsidR="00756B48" w:rsidRPr="00F73B0A">
        <w:rPr>
          <w:rFonts w:eastAsia="Times New Roman"/>
          <w:bCs/>
          <w:i/>
          <w:iCs/>
          <w:color w:val="000000"/>
          <w:szCs w:val="24"/>
          <w:lang w:eastAsia="cs-CZ"/>
        </w:rPr>
        <w:t>Ministerstvo dopravy</w:t>
      </w:r>
      <w:r w:rsidR="00756B48" w:rsidRPr="00F73B0A">
        <w:rPr>
          <w:szCs w:val="24"/>
        </w:rPr>
        <w:t xml:space="preserve"> </w:t>
      </w:r>
      <w:r w:rsidRPr="009D2A07">
        <w:rPr>
          <w:szCs w:val="24"/>
        </w:rPr>
        <w:t xml:space="preserve">ve výši </w:t>
      </w:r>
      <w:r w:rsidRPr="005E6FB0">
        <w:rPr>
          <w:szCs w:val="24"/>
        </w:rPr>
        <w:t>příjmů</w:t>
      </w:r>
      <w:r w:rsidR="00F73B0A" w:rsidRPr="005E6FB0">
        <w:rPr>
          <w:szCs w:val="24"/>
        </w:rPr>
        <w:t xml:space="preserve"> </w:t>
      </w:r>
      <w:r w:rsidR="00287ABF">
        <w:rPr>
          <w:szCs w:val="24"/>
        </w:rPr>
        <w:t>19 824 645 226</w:t>
      </w:r>
      <w:r w:rsidRPr="005E6FB0">
        <w:rPr>
          <w:szCs w:val="24"/>
        </w:rPr>
        <w:t xml:space="preserve"> Kč a ve výši výdajů</w:t>
      </w:r>
      <w:r w:rsidR="00F73B0A" w:rsidRPr="005E6FB0">
        <w:rPr>
          <w:szCs w:val="24"/>
        </w:rPr>
        <w:t xml:space="preserve"> </w:t>
      </w:r>
      <w:r w:rsidR="00287ABF">
        <w:rPr>
          <w:szCs w:val="24"/>
        </w:rPr>
        <w:t>107 538 745 117</w:t>
      </w:r>
      <w:r w:rsidRPr="005E6FB0">
        <w:rPr>
          <w:szCs w:val="24"/>
        </w:rPr>
        <w:t xml:space="preserve"> Kč, z toho kapitálových</w:t>
      </w:r>
      <w:r w:rsidR="00F73B0A" w:rsidRPr="005E6FB0">
        <w:rPr>
          <w:szCs w:val="24"/>
        </w:rPr>
        <w:t xml:space="preserve"> </w:t>
      </w:r>
      <w:r w:rsidR="00492072" w:rsidRPr="005E6FB0">
        <w:rPr>
          <w:szCs w:val="24"/>
        </w:rPr>
        <w:t>66</w:t>
      </w:r>
      <w:r w:rsidR="00287ABF">
        <w:rPr>
          <w:szCs w:val="24"/>
        </w:rPr>
        <w:t> 543 085 189</w:t>
      </w:r>
      <w:r w:rsidR="006674ED" w:rsidRPr="005E6FB0">
        <w:rPr>
          <w:szCs w:val="24"/>
        </w:rPr>
        <w:t xml:space="preserve"> Kč</w:t>
      </w:r>
      <w:r w:rsidRPr="005E6FB0">
        <w:rPr>
          <w:szCs w:val="24"/>
        </w:rPr>
        <w:t>;</w:t>
      </w:r>
    </w:p>
    <w:p w:rsidR="00D91718" w:rsidRPr="00492072" w:rsidRDefault="00D91718" w:rsidP="00180EC5">
      <w:pPr>
        <w:pStyle w:val="PS-slovanseznam"/>
        <w:spacing w:before="360" w:after="0"/>
        <w:rPr>
          <w:szCs w:val="24"/>
          <w:lang w:eastAsia="cs-CZ"/>
        </w:rPr>
      </w:pPr>
      <w:r w:rsidRPr="00F73B0A">
        <w:rPr>
          <w:b/>
          <w:bCs/>
          <w:spacing w:val="50"/>
          <w:szCs w:val="24"/>
        </w:rPr>
        <w:t>doporučuje</w:t>
      </w:r>
      <w:r w:rsidRPr="00F73B0A">
        <w:rPr>
          <w:szCs w:val="24"/>
        </w:rPr>
        <w:t xml:space="preserve"> Poslanecké sněmovně Parlamentu ČR, aby Státní závěrečný účet za rok 20</w:t>
      </w:r>
      <w:r w:rsidR="0082373B">
        <w:rPr>
          <w:szCs w:val="24"/>
        </w:rPr>
        <w:t>2</w:t>
      </w:r>
      <w:r w:rsidR="0001517D">
        <w:rPr>
          <w:szCs w:val="24"/>
        </w:rPr>
        <w:t>1</w:t>
      </w:r>
      <w:r w:rsidRPr="00F73B0A">
        <w:rPr>
          <w:szCs w:val="24"/>
        </w:rPr>
        <w:t xml:space="preserve"> </w:t>
      </w:r>
      <w:r w:rsidRPr="00F73B0A">
        <w:rPr>
          <w:b/>
          <w:bCs/>
          <w:szCs w:val="24"/>
        </w:rPr>
        <w:t xml:space="preserve">- </w:t>
      </w:r>
      <w:r w:rsidR="00756B48" w:rsidRPr="00F73B0A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327 – </w:t>
      </w:r>
      <w:r w:rsidR="00756B48" w:rsidRPr="00F73B0A">
        <w:rPr>
          <w:rFonts w:eastAsia="Times New Roman"/>
          <w:bCs/>
          <w:i/>
          <w:iCs/>
          <w:color w:val="000000"/>
          <w:szCs w:val="24"/>
          <w:lang w:eastAsia="cs-CZ"/>
        </w:rPr>
        <w:t>Ministerstvo dopravy</w:t>
      </w:r>
      <w:r w:rsidR="00756B48" w:rsidRPr="00F73B0A">
        <w:rPr>
          <w:szCs w:val="24"/>
        </w:rPr>
        <w:t xml:space="preserve"> </w:t>
      </w:r>
      <w:r w:rsidR="009D2A07" w:rsidRPr="009D2A07">
        <w:rPr>
          <w:szCs w:val="24"/>
        </w:rPr>
        <w:t xml:space="preserve">ve výši </w:t>
      </w:r>
      <w:r w:rsidR="00287ABF">
        <w:rPr>
          <w:szCs w:val="24"/>
        </w:rPr>
        <w:t>příjmů 19 824 645 226</w:t>
      </w:r>
      <w:r w:rsidR="00287ABF" w:rsidRPr="005E6FB0">
        <w:rPr>
          <w:szCs w:val="24"/>
        </w:rPr>
        <w:t xml:space="preserve"> Kč a ve výši výdajů </w:t>
      </w:r>
      <w:r w:rsidR="00287ABF">
        <w:rPr>
          <w:szCs w:val="24"/>
        </w:rPr>
        <w:t>107 538 745 117</w:t>
      </w:r>
      <w:r w:rsidR="00287ABF" w:rsidRPr="005E6FB0">
        <w:rPr>
          <w:szCs w:val="24"/>
        </w:rPr>
        <w:t xml:space="preserve"> Kč, z toho kapitálových 66</w:t>
      </w:r>
      <w:r w:rsidR="00287ABF">
        <w:rPr>
          <w:szCs w:val="24"/>
        </w:rPr>
        <w:t> 543 085 189</w:t>
      </w:r>
      <w:r w:rsidR="00287ABF" w:rsidRPr="005E6FB0">
        <w:rPr>
          <w:szCs w:val="24"/>
        </w:rPr>
        <w:t xml:space="preserve"> Kč</w:t>
      </w:r>
      <w:r w:rsidR="009D2A07" w:rsidRPr="00492072">
        <w:rPr>
          <w:b/>
          <w:bCs/>
          <w:spacing w:val="50"/>
          <w:szCs w:val="24"/>
        </w:rPr>
        <w:t xml:space="preserve"> </w:t>
      </w:r>
      <w:r w:rsidRPr="002225BA">
        <w:rPr>
          <w:b/>
          <w:bCs/>
          <w:spacing w:val="30"/>
          <w:szCs w:val="24"/>
        </w:rPr>
        <w:t>schválila</w:t>
      </w:r>
      <w:r w:rsidRPr="00492072">
        <w:rPr>
          <w:szCs w:val="24"/>
        </w:rPr>
        <w:t>;</w:t>
      </w:r>
    </w:p>
    <w:p w:rsidR="0064713E" w:rsidRPr="00F73B0A" w:rsidRDefault="00843BF9" w:rsidP="00180EC5">
      <w:pPr>
        <w:pStyle w:val="PS-slovanseznam"/>
        <w:spacing w:before="360" w:after="0"/>
        <w:rPr>
          <w:szCs w:val="24"/>
          <w:lang w:eastAsia="cs-CZ"/>
        </w:rPr>
      </w:pPr>
      <w:r w:rsidRPr="00F73B0A">
        <w:rPr>
          <w:b/>
          <w:bCs/>
          <w:spacing w:val="50"/>
          <w:szCs w:val="24"/>
        </w:rPr>
        <w:t>zmocňuje</w:t>
      </w:r>
      <w:r w:rsidRPr="00F73B0A">
        <w:rPr>
          <w:b/>
          <w:bCs/>
          <w:szCs w:val="24"/>
        </w:rPr>
        <w:t xml:space="preserve"> </w:t>
      </w:r>
      <w:r w:rsidRPr="00F73B0A">
        <w:rPr>
          <w:spacing w:val="-2"/>
          <w:szCs w:val="24"/>
        </w:rPr>
        <w:t xml:space="preserve">zpravodaje výboru, </w:t>
      </w:r>
      <w:r w:rsidR="00ED5012" w:rsidRPr="00F73B0A">
        <w:rPr>
          <w:spacing w:val="-2"/>
          <w:szCs w:val="24"/>
        </w:rPr>
        <w:t>aby toto usnesení předložil rozpočtovému výboru Poslanecké sněmovny a zúčastnil se jednání zpravodajů ke Státnímu závěrečnému účtu za rok 20</w:t>
      </w:r>
      <w:r w:rsidR="0082373B">
        <w:rPr>
          <w:spacing w:val="-2"/>
          <w:szCs w:val="24"/>
        </w:rPr>
        <w:t>2</w:t>
      </w:r>
      <w:r w:rsidR="0001517D">
        <w:rPr>
          <w:spacing w:val="-2"/>
          <w:szCs w:val="24"/>
        </w:rPr>
        <w:t>1</w:t>
      </w:r>
      <w:r w:rsidRPr="00F73B0A">
        <w:rPr>
          <w:szCs w:val="24"/>
        </w:rPr>
        <w:t>.</w:t>
      </w:r>
    </w:p>
    <w:p w:rsidR="00E539D6" w:rsidRPr="00524661" w:rsidRDefault="00756B48" w:rsidP="00E0007D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szCs w:val="24"/>
          <w:lang w:eastAsia="cs-CZ"/>
        </w:rPr>
      </w:pPr>
      <w:r>
        <w:tab/>
      </w:r>
      <w:r w:rsidR="0001517D">
        <w:rPr>
          <w:szCs w:val="24"/>
          <w:lang w:eastAsia="cs-CZ"/>
        </w:rPr>
        <w:t>Marek NOVÁK</w:t>
      </w:r>
      <w:r w:rsidR="001B4B7D">
        <w:rPr>
          <w:szCs w:val="24"/>
          <w:lang w:eastAsia="cs-CZ"/>
        </w:rPr>
        <w:t xml:space="preserve"> v. r.</w:t>
      </w:r>
      <w:r w:rsidR="00E539D6" w:rsidRPr="00524661">
        <w:rPr>
          <w:szCs w:val="24"/>
          <w:lang w:eastAsia="cs-CZ"/>
        </w:rPr>
        <w:tab/>
      </w:r>
      <w:r w:rsidR="00E539D6" w:rsidRPr="00524661">
        <w:rPr>
          <w:szCs w:val="24"/>
          <w:lang w:eastAsia="cs-CZ"/>
        </w:rPr>
        <w:tab/>
      </w:r>
      <w:r w:rsidR="0001517D">
        <w:rPr>
          <w:szCs w:val="24"/>
          <w:lang w:eastAsia="cs-CZ"/>
        </w:rPr>
        <w:t>Ondřej LOCHMAN</w:t>
      </w:r>
      <w:r w:rsidR="001B4B7D">
        <w:rPr>
          <w:szCs w:val="24"/>
          <w:lang w:eastAsia="cs-CZ"/>
        </w:rPr>
        <w:t xml:space="preserve"> v. r.</w:t>
      </w:r>
    </w:p>
    <w:p w:rsidR="00E539D6" w:rsidRPr="00524661" w:rsidRDefault="00E539D6" w:rsidP="00E539D6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szCs w:val="24"/>
          <w:lang w:eastAsia="cs-CZ"/>
        </w:rPr>
      </w:pPr>
      <w:r w:rsidRPr="00524661">
        <w:rPr>
          <w:szCs w:val="24"/>
          <w:lang w:eastAsia="cs-CZ"/>
        </w:rPr>
        <w:tab/>
        <w:t>ověřovatel výboru</w:t>
      </w:r>
      <w:r w:rsidRPr="00524661">
        <w:rPr>
          <w:szCs w:val="24"/>
          <w:lang w:eastAsia="cs-CZ"/>
        </w:rPr>
        <w:tab/>
      </w:r>
      <w:r w:rsidRPr="00524661">
        <w:rPr>
          <w:szCs w:val="24"/>
          <w:lang w:eastAsia="cs-CZ"/>
        </w:rPr>
        <w:tab/>
        <w:t>zpravodaj výboru</w:t>
      </w:r>
    </w:p>
    <w:p w:rsidR="00E539D6" w:rsidRPr="00524661" w:rsidRDefault="00E539D6" w:rsidP="00E0007D">
      <w:pPr>
        <w:tabs>
          <w:tab w:val="center" w:pos="1418"/>
          <w:tab w:val="center" w:pos="4536"/>
          <w:tab w:val="center" w:pos="7655"/>
        </w:tabs>
        <w:spacing w:before="600" w:after="0" w:line="240" w:lineRule="auto"/>
        <w:rPr>
          <w:szCs w:val="24"/>
          <w:lang w:eastAsia="cs-CZ"/>
        </w:rPr>
      </w:pPr>
      <w:r w:rsidRPr="00524661">
        <w:rPr>
          <w:szCs w:val="24"/>
          <w:lang w:eastAsia="cs-CZ"/>
        </w:rPr>
        <w:tab/>
      </w:r>
      <w:r w:rsidRPr="00524661">
        <w:rPr>
          <w:szCs w:val="24"/>
          <w:lang w:eastAsia="cs-CZ"/>
        </w:rPr>
        <w:tab/>
      </w:r>
      <w:r w:rsidR="0001517D">
        <w:rPr>
          <w:szCs w:val="24"/>
          <w:lang w:eastAsia="cs-CZ"/>
        </w:rPr>
        <w:t>Ivan ADAMEC</w:t>
      </w:r>
      <w:r w:rsidR="001B4B7D">
        <w:rPr>
          <w:szCs w:val="24"/>
          <w:lang w:eastAsia="cs-CZ"/>
        </w:rPr>
        <w:t xml:space="preserve"> v. r.</w:t>
      </w:r>
      <w:bookmarkStart w:id="0" w:name="_GoBack"/>
      <w:bookmarkEnd w:id="0"/>
    </w:p>
    <w:p w:rsidR="00E539D6" w:rsidRPr="00524661" w:rsidRDefault="00E539D6" w:rsidP="00E539D6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szCs w:val="24"/>
          <w:lang w:eastAsia="cs-CZ"/>
        </w:rPr>
        <w:tab/>
      </w:r>
      <w:r w:rsidRPr="00524661">
        <w:rPr>
          <w:szCs w:val="24"/>
          <w:lang w:eastAsia="cs-CZ"/>
        </w:rPr>
        <w:tab/>
        <w:t>předseda výboru</w:t>
      </w:r>
    </w:p>
    <w:sectPr w:rsidR="00E539D6" w:rsidRPr="00524661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446" w:rsidRDefault="00E17446" w:rsidP="00E17446">
      <w:pPr>
        <w:spacing w:after="0" w:line="240" w:lineRule="auto"/>
      </w:pPr>
      <w:r>
        <w:separator/>
      </w:r>
    </w:p>
  </w:endnote>
  <w:endnote w:type="continuationSeparator" w:id="0">
    <w:p w:rsidR="00E17446" w:rsidRDefault="00E17446" w:rsidP="00E174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46" w:rsidRDefault="00E1744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46" w:rsidRDefault="00E17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46" w:rsidRDefault="00E1744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446" w:rsidRDefault="00E17446" w:rsidP="00E17446">
      <w:pPr>
        <w:spacing w:after="0" w:line="240" w:lineRule="auto"/>
      </w:pPr>
      <w:r>
        <w:separator/>
      </w:r>
    </w:p>
  </w:footnote>
  <w:footnote w:type="continuationSeparator" w:id="0">
    <w:p w:rsidR="00E17446" w:rsidRDefault="00E17446" w:rsidP="00E174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46" w:rsidRDefault="00E1744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46" w:rsidRDefault="00E17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446" w:rsidRDefault="00E1744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9188BB20"/>
    <w:lvl w:ilvl="0" w:tplc="2FA8C58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6B48"/>
    <w:rsid w:val="00012B88"/>
    <w:rsid w:val="0001517D"/>
    <w:rsid w:val="000476E4"/>
    <w:rsid w:val="000A0B1E"/>
    <w:rsid w:val="000C5278"/>
    <w:rsid w:val="000D48F9"/>
    <w:rsid w:val="000E2146"/>
    <w:rsid w:val="000E730C"/>
    <w:rsid w:val="000F48D0"/>
    <w:rsid w:val="00103C04"/>
    <w:rsid w:val="00106842"/>
    <w:rsid w:val="00180EC5"/>
    <w:rsid w:val="001B45F3"/>
    <w:rsid w:val="001B4B7D"/>
    <w:rsid w:val="001D6D86"/>
    <w:rsid w:val="001E0E6C"/>
    <w:rsid w:val="002125CC"/>
    <w:rsid w:val="002225BA"/>
    <w:rsid w:val="00230024"/>
    <w:rsid w:val="00254049"/>
    <w:rsid w:val="00272E1B"/>
    <w:rsid w:val="00287ABF"/>
    <w:rsid w:val="002A2F32"/>
    <w:rsid w:val="002B0FB6"/>
    <w:rsid w:val="002B60B3"/>
    <w:rsid w:val="002C6BED"/>
    <w:rsid w:val="00356011"/>
    <w:rsid w:val="00377253"/>
    <w:rsid w:val="003D2033"/>
    <w:rsid w:val="00492072"/>
    <w:rsid w:val="00497207"/>
    <w:rsid w:val="005227BF"/>
    <w:rsid w:val="0056401B"/>
    <w:rsid w:val="00566A4C"/>
    <w:rsid w:val="005A559C"/>
    <w:rsid w:val="005C30D7"/>
    <w:rsid w:val="005D6F86"/>
    <w:rsid w:val="005E094C"/>
    <w:rsid w:val="005E6FB0"/>
    <w:rsid w:val="005F6CAE"/>
    <w:rsid w:val="00620764"/>
    <w:rsid w:val="0064713E"/>
    <w:rsid w:val="0065403A"/>
    <w:rsid w:val="006674ED"/>
    <w:rsid w:val="006C6D9E"/>
    <w:rsid w:val="006D2247"/>
    <w:rsid w:val="00756B48"/>
    <w:rsid w:val="007B6809"/>
    <w:rsid w:val="007C62DA"/>
    <w:rsid w:val="007D035B"/>
    <w:rsid w:val="007D5EE1"/>
    <w:rsid w:val="007E1D0B"/>
    <w:rsid w:val="00804C53"/>
    <w:rsid w:val="00812496"/>
    <w:rsid w:val="0082247A"/>
    <w:rsid w:val="0082373B"/>
    <w:rsid w:val="00830BFE"/>
    <w:rsid w:val="00843BF9"/>
    <w:rsid w:val="00861497"/>
    <w:rsid w:val="00893C29"/>
    <w:rsid w:val="008D5444"/>
    <w:rsid w:val="00903269"/>
    <w:rsid w:val="00920D8B"/>
    <w:rsid w:val="009C461D"/>
    <w:rsid w:val="009D2A07"/>
    <w:rsid w:val="00A46CDA"/>
    <w:rsid w:val="00A542E2"/>
    <w:rsid w:val="00A87979"/>
    <w:rsid w:val="00AA0D27"/>
    <w:rsid w:val="00AE19D8"/>
    <w:rsid w:val="00AF28F1"/>
    <w:rsid w:val="00B12181"/>
    <w:rsid w:val="00B13892"/>
    <w:rsid w:val="00B53E8D"/>
    <w:rsid w:val="00B715B6"/>
    <w:rsid w:val="00B91427"/>
    <w:rsid w:val="00BB5A93"/>
    <w:rsid w:val="00BC09E3"/>
    <w:rsid w:val="00C15F51"/>
    <w:rsid w:val="00C56014"/>
    <w:rsid w:val="00C77F7F"/>
    <w:rsid w:val="00C80A1F"/>
    <w:rsid w:val="00CD7530"/>
    <w:rsid w:val="00CF5C6F"/>
    <w:rsid w:val="00D32DB0"/>
    <w:rsid w:val="00D630EC"/>
    <w:rsid w:val="00D71358"/>
    <w:rsid w:val="00D76FB3"/>
    <w:rsid w:val="00D91718"/>
    <w:rsid w:val="00D95491"/>
    <w:rsid w:val="00DC29E4"/>
    <w:rsid w:val="00E0007D"/>
    <w:rsid w:val="00E00E95"/>
    <w:rsid w:val="00E12295"/>
    <w:rsid w:val="00E17446"/>
    <w:rsid w:val="00E539D6"/>
    <w:rsid w:val="00E60082"/>
    <w:rsid w:val="00E82828"/>
    <w:rsid w:val="00ED15A8"/>
    <w:rsid w:val="00ED5012"/>
    <w:rsid w:val="00EF3B15"/>
    <w:rsid w:val="00EF679B"/>
    <w:rsid w:val="00EF7AB8"/>
    <w:rsid w:val="00F66C4D"/>
    <w:rsid w:val="00F73B0A"/>
    <w:rsid w:val="00F86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4E04D78F"/>
  <w15:chartTrackingRefBased/>
  <w15:docId w15:val="{D774069A-D746-440A-825E-C54C6003B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Zhlav">
    <w:name w:val="header"/>
    <w:basedOn w:val="Normln"/>
    <w:link w:val="ZhlavChar"/>
    <w:uiPriority w:val="99"/>
    <w:unhideWhenUsed/>
    <w:rsid w:val="00E17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7446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74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7446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14</TotalTime>
  <Pages>1</Pages>
  <Words>165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2022-05-19T09:04:00Z</cp:lastPrinted>
  <dcterms:created xsi:type="dcterms:W3CDTF">2022-05-02T09:16:00Z</dcterms:created>
  <dcterms:modified xsi:type="dcterms:W3CDTF">2022-05-19T09:05:00Z</dcterms:modified>
</cp:coreProperties>
</file>