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0DB" w:rsidRPr="00C050DB" w:rsidRDefault="00C050DB" w:rsidP="00C050DB">
      <w:pPr>
        <w:pStyle w:val="PS-hlavika1"/>
        <w:jc w:val="right"/>
      </w:pPr>
      <w:r>
        <w:t>PS200295037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7E7E3F" w:rsidP="000E730C">
      <w:pPr>
        <w:pStyle w:val="PS-hlavika2"/>
      </w:pPr>
      <w:r>
        <w:t>2022</w:t>
      </w:r>
    </w:p>
    <w:p w:rsidR="00DC29E4" w:rsidRDefault="007E7E3F" w:rsidP="00377253">
      <w:pPr>
        <w:pStyle w:val="PS-hlavika1"/>
      </w:pPr>
      <w:r>
        <w:t>9</w:t>
      </w:r>
      <w:r w:rsidR="00DC29E4">
        <w:t>. volební období</w:t>
      </w:r>
    </w:p>
    <w:p w:rsidR="00DC29E4" w:rsidRDefault="007E7E3F" w:rsidP="000E730C">
      <w:pPr>
        <w:pStyle w:val="PS-slousnesen"/>
      </w:pPr>
      <w:r>
        <w:t>40</w:t>
      </w:r>
      <w:r w:rsidR="00A510D8" w:rsidRPr="00A510D8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Pr="00E74A28" w:rsidRDefault="005807F2" w:rsidP="00377253">
      <w:pPr>
        <w:pStyle w:val="PS-hlavika1"/>
      </w:pPr>
      <w:r w:rsidRPr="00E74A28">
        <w:t>výboru pro životní prostředí</w:t>
      </w:r>
    </w:p>
    <w:p w:rsidR="00DC29E4" w:rsidRPr="00E74A28" w:rsidRDefault="00DC29E4" w:rsidP="00377253">
      <w:pPr>
        <w:pStyle w:val="PS-hlavika1"/>
      </w:pPr>
      <w:r w:rsidRPr="00E74A28">
        <w:t>z</w:t>
      </w:r>
      <w:r w:rsidR="007E7E3F">
        <w:t> 8</w:t>
      </w:r>
      <w:r w:rsidR="00E74A28" w:rsidRPr="00E74A28">
        <w:t>.</w:t>
      </w:r>
      <w:r w:rsidRPr="00E74A28">
        <w:t xml:space="preserve"> schůze</w:t>
      </w:r>
    </w:p>
    <w:p w:rsidR="00DC29E4" w:rsidRPr="00E74A28" w:rsidRDefault="00DC29E4" w:rsidP="00377253">
      <w:pPr>
        <w:pStyle w:val="PS-hlavika1"/>
      </w:pPr>
      <w:r w:rsidRPr="00E74A28">
        <w:t xml:space="preserve">dne </w:t>
      </w:r>
      <w:r w:rsidR="007E7E3F">
        <w:t>18</w:t>
      </w:r>
      <w:r w:rsidR="001D53CA">
        <w:t xml:space="preserve">. </w:t>
      </w:r>
      <w:r w:rsidR="007E7E3F">
        <w:t>května 2022</w:t>
      </w:r>
    </w:p>
    <w:p w:rsidR="00DC29E4" w:rsidRPr="00D76FB3" w:rsidRDefault="007E7E3F" w:rsidP="00D76FB3">
      <w:pPr>
        <w:pStyle w:val="PS-pedmtusnesen"/>
      </w:pPr>
      <w:r>
        <w:t>k</w:t>
      </w:r>
      <w:r w:rsidR="00E74A28" w:rsidRPr="00E74A28">
        <w:t> převzetí záštity</w:t>
      </w:r>
      <w:r w:rsidR="00E74A28">
        <w:t xml:space="preserve"> nad</w:t>
      </w:r>
      <w:r>
        <w:t xml:space="preserve"> seminářem „Od zrnka až po půllitr: Budoucnost českého piva“</w:t>
      </w:r>
    </w:p>
    <w:p w:rsidR="007E7E3F" w:rsidRDefault="007E2C9B" w:rsidP="007E7E3F">
      <w:pPr>
        <w:pStyle w:val="PS-uvodnodstavec"/>
        <w:spacing w:before="240" w:after="480" w:line="240" w:lineRule="auto"/>
        <w:ind w:firstLine="0"/>
      </w:pPr>
      <w:r>
        <w:t xml:space="preserve">Po odůvodnění </w:t>
      </w:r>
      <w:r w:rsidR="007E7E3F">
        <w:t xml:space="preserve">předsedkyně Ing. Jany </w:t>
      </w:r>
      <w:proofErr w:type="spellStart"/>
      <w:r w:rsidR="007E7E3F">
        <w:t>Krutákové</w:t>
      </w:r>
      <w:proofErr w:type="spellEnd"/>
      <w:r w:rsidR="00E74A28">
        <w:t xml:space="preserve"> a po rozpravě </w:t>
      </w:r>
    </w:p>
    <w:p w:rsidR="007E2C9B" w:rsidRDefault="007E2C9B" w:rsidP="007E7E3F">
      <w:pPr>
        <w:pStyle w:val="PS-uvodnodstavec"/>
        <w:ind w:firstLine="0"/>
      </w:pPr>
      <w:r>
        <w:t>výbor pro životní prostředí</w:t>
      </w:r>
      <w:r w:rsidR="00F147C6">
        <w:t xml:space="preserve"> </w:t>
      </w:r>
      <w:r w:rsidR="00FC0835">
        <w:t xml:space="preserve">Poslanecké sněmovny </w:t>
      </w:r>
      <w:r w:rsidR="00F147C6">
        <w:t>Parlamentu ČR</w:t>
      </w:r>
    </w:p>
    <w:p w:rsidR="007E7E3F" w:rsidRDefault="00E74A28" w:rsidP="007E7E3F">
      <w:pPr>
        <w:pStyle w:val="PS-slovanseznam"/>
        <w:numPr>
          <w:ilvl w:val="0"/>
          <w:numId w:val="0"/>
        </w:numPr>
        <w:spacing w:after="0"/>
      </w:pPr>
      <w:r>
        <w:rPr>
          <w:rStyle w:val="proloenChar"/>
          <w:b/>
        </w:rPr>
        <w:t>souhlasí</w:t>
      </w:r>
      <w:r>
        <w:tab/>
        <w:t xml:space="preserve">s převzetím záštity nad </w:t>
      </w:r>
      <w:r w:rsidR="007E7E3F">
        <w:t xml:space="preserve">seminářem „Od zrnka až po půllitr: Budoucnost českého piva“ pořádaným 22. června 2022 v prostorách Poslanecké sněmovny Parlamentu ČR. </w:t>
      </w:r>
    </w:p>
    <w:p w:rsidR="007E7E3F" w:rsidRDefault="007E7E3F" w:rsidP="007E7E3F">
      <w:pPr>
        <w:pStyle w:val="PS-slovanseznam"/>
        <w:numPr>
          <w:ilvl w:val="0"/>
          <w:numId w:val="0"/>
        </w:numPr>
        <w:spacing w:after="0"/>
      </w:pPr>
    </w:p>
    <w:p w:rsidR="00E74A28" w:rsidRDefault="00E74A28" w:rsidP="00E74A28">
      <w:pPr>
        <w:pStyle w:val="PS-slovanseznam"/>
        <w:numPr>
          <w:ilvl w:val="0"/>
          <w:numId w:val="0"/>
        </w:numPr>
        <w:ind w:left="357"/>
      </w:pPr>
    </w:p>
    <w:p w:rsidR="007E2C9B" w:rsidRDefault="007E2C9B" w:rsidP="007E2C9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:rsidR="007E7E3F" w:rsidRDefault="007E7E3F" w:rsidP="007E2C9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E7E3F" w:rsidRDefault="007E7E3F" w:rsidP="007E2C9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E74A28" w:rsidRDefault="00E74A28" w:rsidP="007E2C9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E74A28" w:rsidRDefault="00E74A28" w:rsidP="007E2C9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E2C9B" w:rsidRDefault="007E2C9B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E74A28" w:rsidTr="00E74A28">
        <w:tc>
          <w:tcPr>
            <w:tcW w:w="4530" w:type="dxa"/>
          </w:tcPr>
          <w:p w:rsidR="00E74A28" w:rsidRPr="00E74A28" w:rsidRDefault="007E7E3F" w:rsidP="00E74A28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Eva FIALOVÁ</w:t>
            </w:r>
            <w:r w:rsidR="00C050DB">
              <w:rPr>
                <w:rFonts w:ascii="Times New Roman" w:hAnsi="Times New Roman"/>
                <w:sz w:val="24"/>
              </w:rPr>
              <w:t xml:space="preserve"> v. r.</w:t>
            </w:r>
          </w:p>
          <w:p w:rsidR="00E74A28" w:rsidRDefault="00E74A28" w:rsidP="00E74A28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74A28">
              <w:rPr>
                <w:rFonts w:ascii="Times New Roman" w:hAnsi="Times New Roman"/>
                <w:sz w:val="24"/>
              </w:rPr>
              <w:t>ověřovatel</w:t>
            </w:r>
            <w:r w:rsidR="00C050DB">
              <w:rPr>
                <w:rFonts w:ascii="Times New Roman" w:hAnsi="Times New Roman"/>
                <w:sz w:val="24"/>
              </w:rPr>
              <w:t>ka</w:t>
            </w:r>
          </w:p>
        </w:tc>
        <w:tc>
          <w:tcPr>
            <w:tcW w:w="4530" w:type="dxa"/>
          </w:tcPr>
          <w:p w:rsidR="00E74A28" w:rsidRDefault="007E7E3F" w:rsidP="00CD606D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Jana KRUTÁKOVÁ</w:t>
            </w:r>
            <w:r w:rsidR="00C050DB">
              <w:rPr>
                <w:rFonts w:ascii="Times New Roman" w:hAnsi="Times New Roman"/>
                <w:sz w:val="24"/>
              </w:rPr>
              <w:t xml:space="preserve"> v. r.</w:t>
            </w:r>
          </w:p>
          <w:p w:rsidR="00E74A28" w:rsidRDefault="00D9356B" w:rsidP="00CD606D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</w:t>
            </w:r>
            <w:r w:rsidR="00E74A28">
              <w:rPr>
                <w:rFonts w:ascii="Times New Roman" w:hAnsi="Times New Roman"/>
                <w:sz w:val="24"/>
              </w:rPr>
              <w:t>ředsedkyně</w:t>
            </w:r>
          </w:p>
        </w:tc>
      </w:tr>
    </w:tbl>
    <w:p w:rsidR="00E74A28" w:rsidRDefault="00E74A28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E2C9B" w:rsidRDefault="004A3051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7E2C9B" w:rsidRDefault="007E2C9B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E2C9B" w:rsidRDefault="007E2C9B" w:rsidP="007E2C9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CD606D" w:rsidRDefault="00CD606D" w:rsidP="007E2C9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CD606D" w:rsidRPr="00106842" w:rsidRDefault="00CD606D" w:rsidP="007E2C9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E2C9B" w:rsidRDefault="007E2C9B" w:rsidP="00E74A2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sectPr w:rsidR="007E2C9B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0657D06"/>
    <w:multiLevelType w:val="hybridMultilevel"/>
    <w:tmpl w:val="68088874"/>
    <w:lvl w:ilvl="0" w:tplc="6C044E90">
      <w:start w:val="8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93A424D"/>
    <w:multiLevelType w:val="hybridMultilevel"/>
    <w:tmpl w:val="9B86EE6C"/>
    <w:lvl w:ilvl="0" w:tplc="040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CC6542C"/>
    <w:multiLevelType w:val="hybridMultilevel"/>
    <w:tmpl w:val="0942AC58"/>
    <w:lvl w:ilvl="0" w:tplc="859422F8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62E12474"/>
    <w:multiLevelType w:val="hybridMultilevel"/>
    <w:tmpl w:val="056696E2"/>
    <w:lvl w:ilvl="0" w:tplc="C41CDE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2"/>
  </w:num>
  <w:num w:numId="16">
    <w:abstractNumId w:val="14"/>
  </w:num>
  <w:num w:numId="17">
    <w:abstractNumId w:val="16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C5278"/>
    <w:rsid w:val="000E730C"/>
    <w:rsid w:val="00103C04"/>
    <w:rsid w:val="00106842"/>
    <w:rsid w:val="001B45F3"/>
    <w:rsid w:val="001B708C"/>
    <w:rsid w:val="001D53CA"/>
    <w:rsid w:val="00230024"/>
    <w:rsid w:val="00254049"/>
    <w:rsid w:val="00272E1B"/>
    <w:rsid w:val="002A2F32"/>
    <w:rsid w:val="002B0FB6"/>
    <w:rsid w:val="002B60B3"/>
    <w:rsid w:val="002B6787"/>
    <w:rsid w:val="002C6BED"/>
    <w:rsid w:val="002D2D22"/>
    <w:rsid w:val="00356011"/>
    <w:rsid w:val="00377253"/>
    <w:rsid w:val="003D2033"/>
    <w:rsid w:val="00423236"/>
    <w:rsid w:val="004A3051"/>
    <w:rsid w:val="005227BF"/>
    <w:rsid w:val="00566A4C"/>
    <w:rsid w:val="005807F2"/>
    <w:rsid w:val="005B632A"/>
    <w:rsid w:val="005C30D7"/>
    <w:rsid w:val="005E094C"/>
    <w:rsid w:val="005F1ABE"/>
    <w:rsid w:val="005F6CAE"/>
    <w:rsid w:val="006163F3"/>
    <w:rsid w:val="00620764"/>
    <w:rsid w:val="007147B9"/>
    <w:rsid w:val="007C62DA"/>
    <w:rsid w:val="007D5EE1"/>
    <w:rsid w:val="007E1D0B"/>
    <w:rsid w:val="007E2C9B"/>
    <w:rsid w:val="007E7E3F"/>
    <w:rsid w:val="00812496"/>
    <w:rsid w:val="00830BFE"/>
    <w:rsid w:val="00893C29"/>
    <w:rsid w:val="00903269"/>
    <w:rsid w:val="009300A1"/>
    <w:rsid w:val="009B0F8A"/>
    <w:rsid w:val="009E657B"/>
    <w:rsid w:val="009F3D2C"/>
    <w:rsid w:val="00A46CDA"/>
    <w:rsid w:val="00A510D8"/>
    <w:rsid w:val="00A72649"/>
    <w:rsid w:val="00AA0D27"/>
    <w:rsid w:val="00B13892"/>
    <w:rsid w:val="00B53E8D"/>
    <w:rsid w:val="00B715B6"/>
    <w:rsid w:val="00C050DB"/>
    <w:rsid w:val="00C56014"/>
    <w:rsid w:val="00CD606D"/>
    <w:rsid w:val="00D42528"/>
    <w:rsid w:val="00D76FB3"/>
    <w:rsid w:val="00D9356B"/>
    <w:rsid w:val="00DC29E4"/>
    <w:rsid w:val="00E72399"/>
    <w:rsid w:val="00E74A28"/>
    <w:rsid w:val="00E95BD6"/>
    <w:rsid w:val="00ED15A8"/>
    <w:rsid w:val="00EF3B15"/>
    <w:rsid w:val="00EF679B"/>
    <w:rsid w:val="00F147C6"/>
    <w:rsid w:val="00FC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0533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7E2C9B"/>
    <w:pPr>
      <w:ind w:left="720"/>
      <w:contextualSpacing/>
    </w:pPr>
  </w:style>
  <w:style w:type="table" w:styleId="Mkatabulky">
    <w:name w:val="Table Grid"/>
    <w:basedOn w:val="Normlntabulka"/>
    <w:uiPriority w:val="39"/>
    <w:rsid w:val="00E74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7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E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D8C20-5861-42CE-AA8C-707952F25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12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6</cp:revision>
  <cp:lastPrinted>2022-05-19T10:46:00Z</cp:lastPrinted>
  <dcterms:created xsi:type="dcterms:W3CDTF">2022-05-17T13:44:00Z</dcterms:created>
  <dcterms:modified xsi:type="dcterms:W3CDTF">2022-05-19T10:47:00Z</dcterms:modified>
</cp:coreProperties>
</file>