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2CD0D0FD" w:rsidR="003E1216" w:rsidRPr="00C907C5" w:rsidRDefault="0062583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53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00217321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CC33F6">
        <w:t>8</w:t>
      </w:r>
      <w:r w:rsidR="00C907C5">
        <w:t>. schůze</w:t>
      </w:r>
    </w:p>
    <w:p w14:paraId="025AB889" w14:textId="2028EFB5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C33F6">
        <w:rPr>
          <w:bCs/>
          <w:iCs/>
        </w:rPr>
        <w:t>5</w:t>
      </w:r>
      <w:r>
        <w:rPr>
          <w:bCs/>
          <w:iCs/>
        </w:rPr>
        <w:t xml:space="preserve">. </w:t>
      </w:r>
      <w:r w:rsidR="00CC33F6">
        <w:rPr>
          <w:bCs/>
          <w:iCs/>
        </w:rPr>
        <w:t>května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77777777" w:rsidR="00CC33F6" w:rsidRPr="00996356" w:rsidRDefault="00CC33F6" w:rsidP="00CC33F6">
      <w:pPr>
        <w:pStyle w:val="slovanseznam"/>
        <w:tabs>
          <w:tab w:val="clear" w:pos="360"/>
        </w:tabs>
        <w:spacing w:before="600"/>
        <w:ind w:firstLine="0"/>
        <w:contextualSpacing w:val="0"/>
        <w:jc w:val="center"/>
        <w:rPr>
          <w:i/>
          <w:sz w:val="22"/>
        </w:rPr>
      </w:pPr>
      <w:r>
        <w:t>k v</w:t>
      </w:r>
      <w:r>
        <w:rPr>
          <w:shd w:val="clear" w:color="auto" w:fill="FFFFFF"/>
        </w:rPr>
        <w:t xml:space="preserve">ládnímu návrhu zákona, kterým se mění zákon č. 111/1994 Sb., o silniční dopravě, </w:t>
      </w:r>
      <w:r>
        <w:rPr>
          <w:shd w:val="clear" w:color="auto" w:fill="FFFFFF"/>
        </w:rPr>
        <w:br/>
        <w:t>ve znění pozdějších předpisů, a další související zákony</w:t>
      </w:r>
      <w:r>
        <w:t xml:space="preserve"> </w:t>
      </w:r>
      <w:r>
        <w:br/>
      </w:r>
      <w:r w:rsidRPr="00996356">
        <w:rPr>
          <w:kern w:val="0"/>
          <w:szCs w:val="24"/>
        </w:rPr>
        <w:t xml:space="preserve">– </w:t>
      </w:r>
      <w:r w:rsidRPr="00996356">
        <w:rPr>
          <w:b/>
          <w:kern w:val="0"/>
          <w:szCs w:val="24"/>
        </w:rPr>
        <w:t xml:space="preserve">sněmovní tisk </w:t>
      </w:r>
      <w:r>
        <w:rPr>
          <w:b/>
          <w:kern w:val="0"/>
          <w:szCs w:val="24"/>
        </w:rPr>
        <w:t>58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2025596E" w14:textId="3B87831E" w:rsidR="00CC33F6" w:rsidRPr="00D5456C" w:rsidRDefault="00CC33F6" w:rsidP="00D5456C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56C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CB4CFE">
        <w:rPr>
          <w:rFonts w:ascii="Times New Roman" w:hAnsi="Times New Roman"/>
          <w:sz w:val="24"/>
          <w:szCs w:val="24"/>
        </w:rPr>
        <w:t xml:space="preserve">jako garanční výbor </w:t>
      </w:r>
      <w:r w:rsidRPr="00D5456C">
        <w:rPr>
          <w:rFonts w:ascii="Times New Roman" w:hAnsi="Times New Roman"/>
          <w:sz w:val="24"/>
          <w:szCs w:val="24"/>
        </w:rPr>
        <w:t xml:space="preserve">po </w:t>
      </w:r>
      <w:r w:rsidR="00CB4CFE">
        <w:rPr>
          <w:rFonts w:ascii="Times New Roman" w:hAnsi="Times New Roman"/>
          <w:sz w:val="24"/>
          <w:szCs w:val="24"/>
        </w:rPr>
        <w:t>pro-jednání návrhu zákona po druhém čtení</w:t>
      </w:r>
    </w:p>
    <w:p w14:paraId="534C197C" w14:textId="021C9736" w:rsidR="00EF638C" w:rsidRPr="00D5456C" w:rsidRDefault="00EF638C" w:rsidP="00D5456C">
      <w:pPr>
        <w:pStyle w:val="Odstavecseseznamem"/>
        <w:numPr>
          <w:ilvl w:val="0"/>
          <w:numId w:val="34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CC33F6" w:rsidRPr="00D5456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58</w:t>
      </w:r>
      <w:r w:rsidRPr="00D5456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CC33F6" w:rsidRPr="00D5456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2DB63602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07D3D">
        <w:t>y A</w:t>
      </w:r>
      <w:r w:rsidR="009E4323">
        <w:t xml:space="preserve">.1. – </w:t>
      </w:r>
      <w:proofErr w:type="gramStart"/>
      <w:r w:rsidR="009E4323">
        <w:t>A.12</w:t>
      </w:r>
      <w:proofErr w:type="gramEnd"/>
      <w:r w:rsidR="009E4323">
        <w:t>.</w:t>
      </w:r>
      <w:r w:rsidR="00D07D3D" w:rsidRPr="00D07D3D">
        <w:rPr>
          <w:i/>
        </w:rPr>
        <w:t xml:space="preserve"> (usnesení HV)</w:t>
      </w:r>
    </w:p>
    <w:p w14:paraId="06FAEDE1" w14:textId="77777777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D5456C">
      <w:pPr>
        <w:pStyle w:val="Odstavecseseznamem"/>
        <w:numPr>
          <w:ilvl w:val="0"/>
          <w:numId w:val="27"/>
        </w:numPr>
        <w:suppressAutoHyphens/>
        <w:spacing w:before="36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1FC80B64" w:rsidR="00EF638C" w:rsidRPr="000755EB" w:rsidRDefault="00DA0367" w:rsidP="00D5456C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D07D3D">
        <w:rPr>
          <w:rFonts w:ascii="Times New Roman" w:hAnsi="Times New Roman"/>
          <w:sz w:val="24"/>
          <w:szCs w:val="24"/>
        </w:rPr>
        <w:t>y A</w:t>
      </w:r>
      <w:r w:rsidR="009E4323">
        <w:rPr>
          <w:rFonts w:ascii="Times New Roman" w:hAnsi="Times New Roman"/>
          <w:sz w:val="24"/>
          <w:szCs w:val="24"/>
        </w:rPr>
        <w:t xml:space="preserve">.1. – </w:t>
      </w:r>
      <w:proofErr w:type="gramStart"/>
      <w:r w:rsidR="009E4323">
        <w:rPr>
          <w:rFonts w:ascii="Times New Roman" w:hAnsi="Times New Roman"/>
          <w:sz w:val="24"/>
          <w:szCs w:val="24"/>
        </w:rPr>
        <w:t>A.12</w:t>
      </w:r>
      <w:proofErr w:type="gramEnd"/>
      <w:r w:rsidR="009E4323">
        <w:rPr>
          <w:rFonts w:ascii="Times New Roman" w:hAnsi="Times New Roman"/>
          <w:sz w:val="24"/>
          <w:szCs w:val="24"/>
        </w:rPr>
        <w:t xml:space="preserve">. </w:t>
      </w:r>
      <w:r w:rsidR="00CC33F6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03BEB6A" w14:textId="41E92217" w:rsidR="00EF638C" w:rsidRPr="000755EB" w:rsidRDefault="00EF638C" w:rsidP="00E560AB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0117EB">
        <w:rPr>
          <w:rFonts w:ascii="Times New Roman" w:hAnsi="Times New Roman"/>
          <w:sz w:val="24"/>
          <w:szCs w:val="24"/>
        </w:rPr>
        <w:tab/>
      </w:r>
      <w:r w:rsidR="00CC33F6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77777777" w:rsidR="00EF638C" w:rsidRPr="00C03BB5" w:rsidRDefault="00EF638C" w:rsidP="00CC33F6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DF7720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C306B9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66CC6D97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DF7720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6D52B2CF" w14:textId="77777777" w:rsidR="00D07D3D" w:rsidRPr="00D07D3D" w:rsidRDefault="00D07D3D" w:rsidP="00D07D3D">
      <w:pPr>
        <w:pStyle w:val="PStextHV"/>
        <w:spacing w:after="0"/>
        <w:ind w:firstLine="0"/>
      </w:pPr>
    </w:p>
    <w:p w14:paraId="357CB329" w14:textId="77777777" w:rsidR="00D07D3D" w:rsidRPr="00D07D3D" w:rsidRDefault="00D07D3D" w:rsidP="00D07D3D">
      <w:pPr>
        <w:pStyle w:val="PStextHV"/>
        <w:spacing w:after="0"/>
        <w:ind w:left="720" w:firstLine="0"/>
      </w:pPr>
    </w:p>
    <w:p w14:paraId="0FA8BD19" w14:textId="268024B8" w:rsidR="00EF638C" w:rsidRDefault="00EF638C" w:rsidP="00D07D3D">
      <w:pPr>
        <w:pStyle w:val="PStextHV"/>
        <w:numPr>
          <w:ilvl w:val="0"/>
          <w:numId w:val="30"/>
        </w:numPr>
        <w:spacing w:before="12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151F4">
        <w:t>kyni</w:t>
      </w:r>
      <w:r w:rsidRPr="00242FCA">
        <w:t xml:space="preserve"> Poslanecké sněmovny</w:t>
      </w:r>
      <w:r>
        <w:t>.</w:t>
      </w:r>
    </w:p>
    <w:p w14:paraId="576B2094" w14:textId="18109BC8" w:rsidR="00C3035B" w:rsidRPr="00524661" w:rsidRDefault="00CC33F6" w:rsidP="00CC33F6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Vojtěch MUNZAR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D2948">
        <w:rPr>
          <w:rFonts w:ascii="Times New Roman" w:hAnsi="Times New Roman"/>
          <w:sz w:val="24"/>
          <w:szCs w:val="24"/>
          <w:lang w:eastAsia="cs-CZ"/>
        </w:rPr>
        <w:t>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F7720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436479D3" w14:textId="516B0B84" w:rsidR="007D5AF0" w:rsidRPr="00524661" w:rsidRDefault="00A47BEA" w:rsidP="00D07D3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C33F6">
        <w:rPr>
          <w:rFonts w:ascii="Times New Roman" w:hAnsi="Times New Roman"/>
          <w:sz w:val="24"/>
          <w:szCs w:val="24"/>
          <w:lang w:eastAsia="cs-CZ"/>
        </w:rPr>
        <w:t>Ivan ADAMEC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8"/>
  </w:num>
  <w:num w:numId="14">
    <w:abstractNumId w:val="30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7"/>
  </w:num>
  <w:num w:numId="21">
    <w:abstractNumId w:val="32"/>
  </w:num>
  <w:num w:numId="22">
    <w:abstractNumId w:val="19"/>
  </w:num>
  <w:num w:numId="23">
    <w:abstractNumId w:val="10"/>
  </w:num>
  <w:num w:numId="24">
    <w:abstractNumId w:val="11"/>
  </w:num>
  <w:num w:numId="25">
    <w:abstractNumId w:val="31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9"/>
  </w:num>
  <w:num w:numId="31">
    <w:abstractNumId w:val="15"/>
  </w:num>
  <w:num w:numId="32">
    <w:abstractNumId w:val="21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7EB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25830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4323"/>
    <w:rsid w:val="009F6EBA"/>
    <w:rsid w:val="00A0557D"/>
    <w:rsid w:val="00A151F4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A0F1E"/>
    <w:rsid w:val="00BC41A5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907C5"/>
    <w:rsid w:val="00C92E3F"/>
    <w:rsid w:val="00C97BAC"/>
    <w:rsid w:val="00CB4AA3"/>
    <w:rsid w:val="00CB4CFE"/>
    <w:rsid w:val="00CB5879"/>
    <w:rsid w:val="00CC33F6"/>
    <w:rsid w:val="00D07D3D"/>
    <w:rsid w:val="00D16CDC"/>
    <w:rsid w:val="00D300A9"/>
    <w:rsid w:val="00D42F9F"/>
    <w:rsid w:val="00D5456C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560AB"/>
    <w:rsid w:val="00E63FB5"/>
    <w:rsid w:val="00E73024"/>
    <w:rsid w:val="00E83F84"/>
    <w:rsid w:val="00EA0554"/>
    <w:rsid w:val="00EA70E0"/>
    <w:rsid w:val="00EA71EE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09DB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BD2E-A543-4801-89C5-BC015542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2022-05-05T10:23:00Z</cp:lastPrinted>
  <dcterms:created xsi:type="dcterms:W3CDTF">2022-05-05T10:23:00Z</dcterms:created>
  <dcterms:modified xsi:type="dcterms:W3CDTF">2022-05-05T10:23:00Z</dcterms:modified>
</cp:coreProperties>
</file>