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D2528D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4D77">
        <w:t>2</w:t>
      </w:r>
      <w:r w:rsidR="00AC5BB3">
        <w:t>2</w:t>
      </w:r>
    </w:p>
    <w:p w:rsidR="00DC29E4" w:rsidRDefault="00AC5BB3" w:rsidP="00377253">
      <w:pPr>
        <w:pStyle w:val="PS-hlavika1"/>
      </w:pPr>
      <w:r>
        <w:t>9</w:t>
      </w:r>
      <w:r w:rsidR="00DC29E4">
        <w:t>. volební období</w:t>
      </w:r>
    </w:p>
    <w:p w:rsidR="00DC29E4" w:rsidRDefault="00EA06E1" w:rsidP="000E730C">
      <w:pPr>
        <w:pStyle w:val="PS-slousnesen"/>
      </w:pPr>
      <w:r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25F5" w:rsidP="00F03E1A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8A7B6E" w:rsidRDefault="008A7B6E" w:rsidP="008A7B6E">
      <w:pPr>
        <w:pStyle w:val="PS-hlavika1"/>
      </w:pPr>
      <w:r>
        <w:t xml:space="preserve">z </w:t>
      </w:r>
      <w:r w:rsidR="00DD3E5C">
        <w:t>1</w:t>
      </w:r>
      <w:r w:rsidR="001B5291">
        <w:t>1</w:t>
      </w:r>
      <w:r>
        <w:t>. schůze</w:t>
      </w:r>
    </w:p>
    <w:p w:rsidR="008A7B6E" w:rsidRDefault="008A7B6E" w:rsidP="008A7B6E">
      <w:pPr>
        <w:pStyle w:val="PS-hlavika1"/>
      </w:pPr>
      <w:r>
        <w:t xml:space="preserve">ze dne </w:t>
      </w:r>
      <w:r w:rsidR="00AC5BB3">
        <w:t>9</w:t>
      </w:r>
      <w:r>
        <w:t xml:space="preserve">. </w:t>
      </w:r>
      <w:r w:rsidR="00DD3E5C">
        <w:t>červ</w:t>
      </w:r>
      <w:r>
        <w:t>na 202</w:t>
      </w:r>
      <w:r w:rsidR="00AC5BB3">
        <w:t>2</w:t>
      </w:r>
    </w:p>
    <w:p w:rsidR="000A0B1E" w:rsidRPr="000A0B1E" w:rsidRDefault="000A0B1E" w:rsidP="00F03E1A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>
        <w:rPr>
          <w:color w:val="000000"/>
        </w:rPr>
        <w:t>ímu závěrečnému účtu za rok 20</w:t>
      </w:r>
      <w:r w:rsidR="00D81C71">
        <w:rPr>
          <w:color w:val="000000"/>
        </w:rPr>
        <w:t>2</w:t>
      </w:r>
      <w:r w:rsidR="00AC5BB3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72638A" w:rsidRPr="0072638A">
        <w:rPr>
          <w:rFonts w:eastAsia="Times New Roman"/>
          <w:b/>
          <w:i/>
          <w:iCs/>
          <w:color w:val="000000"/>
          <w:szCs w:val="24"/>
          <w:lang w:eastAsia="cs-CZ"/>
        </w:rPr>
        <w:t>k</w:t>
      </w:r>
      <w:r w:rsidR="0072638A" w:rsidRPr="0072638A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apitola 344 – </w:t>
      </w:r>
      <w:r w:rsidR="0072638A" w:rsidRPr="0072638A">
        <w:rPr>
          <w:rFonts w:eastAsia="Times New Roman"/>
          <w:bCs/>
          <w:i/>
          <w:iCs/>
          <w:color w:val="000000"/>
          <w:szCs w:val="24"/>
          <w:lang w:eastAsia="cs-CZ"/>
        </w:rPr>
        <w:t>Úřad průmyslového vlastnictví</w:t>
      </w:r>
    </w:p>
    <w:p w:rsidR="00DC29E4" w:rsidRPr="00D611F2" w:rsidRDefault="0072638A" w:rsidP="00201A58">
      <w:pPr>
        <w:pStyle w:val="PS-uvodnodstavec"/>
        <w:spacing w:before="600" w:after="0"/>
        <w:rPr>
          <w:szCs w:val="24"/>
        </w:rPr>
      </w:pPr>
      <w:r w:rsidRPr="00D611F2">
        <w:rPr>
          <w:szCs w:val="24"/>
        </w:rPr>
        <w:t xml:space="preserve">Hospodářský výbor Poslanecké sněmovny Parlamentu ČR po vyslechnutí výkladu </w:t>
      </w:r>
      <w:r w:rsidRPr="00D75380">
        <w:rPr>
          <w:szCs w:val="24"/>
        </w:rPr>
        <w:t>předsedy Úřadu průmyslového vlastnictví Josefa Kratochvíla</w:t>
      </w:r>
      <w:r w:rsidRPr="00D611F2">
        <w:rPr>
          <w:szCs w:val="24"/>
        </w:rPr>
        <w:t>, zpravodajské zprávy poslan</w:t>
      </w:r>
      <w:r w:rsidR="00AC5BB3">
        <w:rPr>
          <w:szCs w:val="24"/>
        </w:rPr>
        <w:t>ce</w:t>
      </w:r>
      <w:r w:rsidRPr="00D611F2">
        <w:rPr>
          <w:szCs w:val="24"/>
        </w:rPr>
        <w:t xml:space="preserve"> </w:t>
      </w:r>
      <w:r w:rsidR="00AC5BB3">
        <w:rPr>
          <w:szCs w:val="24"/>
        </w:rPr>
        <w:t>Michaela Rataje</w:t>
      </w:r>
      <w:r w:rsidRPr="00D611F2">
        <w:rPr>
          <w:szCs w:val="24"/>
        </w:rPr>
        <w:t xml:space="preserve"> a po obecné a podrobné rozpravě</w:t>
      </w:r>
    </w:p>
    <w:p w:rsidR="0064713E" w:rsidRPr="00DE19E3" w:rsidRDefault="0064713E" w:rsidP="00201A58">
      <w:pPr>
        <w:pStyle w:val="PS-slovanseznam"/>
        <w:spacing w:before="360" w:after="0"/>
        <w:rPr>
          <w:szCs w:val="24"/>
        </w:rPr>
      </w:pPr>
      <w:r w:rsidRPr="00D611F2">
        <w:rPr>
          <w:b/>
          <w:bCs/>
          <w:spacing w:val="30"/>
          <w:szCs w:val="24"/>
        </w:rPr>
        <w:t>souhlasí</w:t>
      </w:r>
      <w:r w:rsidRPr="00D611F2">
        <w:rPr>
          <w:bCs/>
          <w:szCs w:val="24"/>
        </w:rPr>
        <w:t xml:space="preserve"> </w:t>
      </w:r>
      <w:r w:rsidRPr="00D611F2">
        <w:rPr>
          <w:szCs w:val="24"/>
        </w:rPr>
        <w:t>se Státním</w:t>
      </w:r>
      <w:r w:rsidRPr="00D611F2">
        <w:rPr>
          <w:bCs/>
          <w:szCs w:val="24"/>
        </w:rPr>
        <w:t xml:space="preserve"> </w:t>
      </w:r>
      <w:r w:rsidRPr="00D611F2">
        <w:rPr>
          <w:szCs w:val="24"/>
        </w:rPr>
        <w:t>závěrečným účtem za rok 20</w:t>
      </w:r>
      <w:r w:rsidR="00D81C71">
        <w:rPr>
          <w:szCs w:val="24"/>
        </w:rPr>
        <w:t>2</w:t>
      </w:r>
      <w:r w:rsidR="00AC5BB3">
        <w:rPr>
          <w:szCs w:val="24"/>
        </w:rPr>
        <w:t>1</w:t>
      </w:r>
      <w:r w:rsidRPr="00D611F2">
        <w:rPr>
          <w:szCs w:val="24"/>
        </w:rPr>
        <w:t xml:space="preserve"> – </w:t>
      </w:r>
      <w:r w:rsidR="0072638A" w:rsidRPr="00D611F2">
        <w:rPr>
          <w:rFonts w:eastAsia="Times New Roman"/>
          <w:b/>
          <w:i/>
          <w:iCs/>
          <w:color w:val="000000"/>
          <w:szCs w:val="24"/>
          <w:lang w:eastAsia="cs-CZ"/>
        </w:rPr>
        <w:t>k</w:t>
      </w:r>
      <w:r w:rsidR="0072638A" w:rsidRPr="00D611F2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apitola 344 – </w:t>
      </w:r>
      <w:r w:rsidR="0072638A" w:rsidRPr="00D611F2">
        <w:rPr>
          <w:rFonts w:eastAsia="Times New Roman"/>
          <w:bCs/>
          <w:i/>
          <w:iCs/>
          <w:color w:val="000000"/>
          <w:szCs w:val="24"/>
          <w:lang w:eastAsia="cs-CZ"/>
        </w:rPr>
        <w:t>Úřad průmyslového vlastnictví</w:t>
      </w:r>
      <w:r w:rsidR="0072638A" w:rsidRPr="00D611F2">
        <w:rPr>
          <w:szCs w:val="24"/>
        </w:rPr>
        <w:t xml:space="preserve"> </w:t>
      </w:r>
      <w:r w:rsidRPr="00D611F2">
        <w:rPr>
          <w:szCs w:val="24"/>
        </w:rPr>
        <w:t>ve výši příjmů</w:t>
      </w:r>
      <w:r w:rsidR="00D611F2" w:rsidRPr="00D611F2">
        <w:rPr>
          <w:szCs w:val="24"/>
        </w:rPr>
        <w:t xml:space="preserve"> </w:t>
      </w:r>
      <w:r w:rsidR="00AA0CE4">
        <w:rPr>
          <w:szCs w:val="24"/>
        </w:rPr>
        <w:t xml:space="preserve">303 642 322 </w:t>
      </w:r>
      <w:r w:rsidRPr="00AA0CE4">
        <w:rPr>
          <w:szCs w:val="24"/>
        </w:rPr>
        <w:t>Kč a ve výši výdajů</w:t>
      </w:r>
      <w:r w:rsidR="00D611F2" w:rsidRPr="00AA0CE4">
        <w:rPr>
          <w:szCs w:val="24"/>
        </w:rPr>
        <w:t xml:space="preserve"> </w:t>
      </w:r>
      <w:r w:rsidR="00274D77" w:rsidRPr="00AA0CE4">
        <w:rPr>
          <w:szCs w:val="24"/>
        </w:rPr>
        <w:br/>
      </w:r>
      <w:r w:rsidR="00AA0CE4">
        <w:rPr>
          <w:rFonts w:eastAsia="@Meiryo"/>
          <w:color w:val="000000"/>
          <w:szCs w:val="24"/>
          <w:lang w:eastAsia="cs-CZ"/>
        </w:rPr>
        <w:t>202 541 748</w:t>
      </w:r>
      <w:r w:rsidRPr="00AA0CE4">
        <w:rPr>
          <w:szCs w:val="24"/>
        </w:rPr>
        <w:t xml:space="preserve"> Kč, z toho kapitálových</w:t>
      </w:r>
      <w:r w:rsidR="00D611F2" w:rsidRPr="00AA0CE4">
        <w:rPr>
          <w:szCs w:val="24"/>
        </w:rPr>
        <w:t xml:space="preserve"> </w:t>
      </w:r>
      <w:r w:rsidR="00AA0CE4">
        <w:rPr>
          <w:szCs w:val="24"/>
        </w:rPr>
        <w:t>13 210 524</w:t>
      </w:r>
      <w:r w:rsidRPr="00AA0CE4">
        <w:rPr>
          <w:szCs w:val="24"/>
        </w:rPr>
        <w:t xml:space="preserve"> Kč</w:t>
      </w:r>
      <w:r w:rsidRPr="00DE19E3">
        <w:rPr>
          <w:szCs w:val="24"/>
        </w:rPr>
        <w:t>;</w:t>
      </w:r>
    </w:p>
    <w:p w:rsidR="00D91718" w:rsidRPr="00DE19E3" w:rsidRDefault="00D91718" w:rsidP="00201A58">
      <w:pPr>
        <w:pStyle w:val="PS-slovanseznam"/>
        <w:spacing w:before="360" w:after="0"/>
        <w:rPr>
          <w:spacing w:val="30"/>
          <w:szCs w:val="24"/>
          <w:lang w:eastAsia="cs-CZ"/>
        </w:rPr>
      </w:pPr>
      <w:r w:rsidRPr="00DE19E3">
        <w:rPr>
          <w:b/>
          <w:bCs/>
          <w:spacing w:val="50"/>
          <w:szCs w:val="24"/>
        </w:rPr>
        <w:t>doporučuje</w:t>
      </w:r>
      <w:r w:rsidRPr="00DE19E3">
        <w:rPr>
          <w:szCs w:val="24"/>
        </w:rPr>
        <w:t xml:space="preserve"> Poslanecké sněmovně Parlamentu ČR, aby Státní závěrečný účet za rok 20</w:t>
      </w:r>
      <w:r w:rsidR="00D81C71" w:rsidRPr="00DE19E3">
        <w:rPr>
          <w:szCs w:val="24"/>
        </w:rPr>
        <w:t>2</w:t>
      </w:r>
      <w:r w:rsidR="00AC5BB3">
        <w:rPr>
          <w:szCs w:val="24"/>
        </w:rPr>
        <w:t>1</w:t>
      </w:r>
      <w:r w:rsidRPr="00DE19E3">
        <w:rPr>
          <w:szCs w:val="24"/>
        </w:rPr>
        <w:t xml:space="preserve"> </w:t>
      </w:r>
      <w:r w:rsidRPr="00DE19E3">
        <w:rPr>
          <w:b/>
          <w:bCs/>
          <w:szCs w:val="24"/>
        </w:rPr>
        <w:t xml:space="preserve">- </w:t>
      </w:r>
      <w:r w:rsidR="0072638A" w:rsidRPr="00DE19E3">
        <w:rPr>
          <w:rFonts w:eastAsia="Times New Roman"/>
          <w:b/>
          <w:i/>
          <w:iCs/>
          <w:color w:val="000000"/>
          <w:szCs w:val="24"/>
          <w:lang w:eastAsia="cs-CZ"/>
        </w:rPr>
        <w:t>k</w:t>
      </w:r>
      <w:r w:rsidR="0072638A" w:rsidRPr="00DE19E3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apitola 344 – </w:t>
      </w:r>
      <w:r w:rsidR="0072638A" w:rsidRPr="00DE19E3">
        <w:rPr>
          <w:rFonts w:eastAsia="Times New Roman"/>
          <w:bCs/>
          <w:i/>
          <w:iCs/>
          <w:color w:val="000000"/>
          <w:szCs w:val="24"/>
          <w:lang w:eastAsia="cs-CZ"/>
        </w:rPr>
        <w:t>Úřad průmyslového vlastnictví</w:t>
      </w:r>
      <w:r w:rsidR="0072638A" w:rsidRPr="00DE19E3">
        <w:rPr>
          <w:szCs w:val="24"/>
        </w:rPr>
        <w:t xml:space="preserve"> </w:t>
      </w:r>
      <w:r w:rsidR="00D145B5" w:rsidRPr="00DE19E3">
        <w:rPr>
          <w:szCs w:val="24"/>
        </w:rPr>
        <w:t xml:space="preserve">ve výši příjmů </w:t>
      </w:r>
      <w:r w:rsidR="00AA0CE4">
        <w:rPr>
          <w:szCs w:val="24"/>
        </w:rPr>
        <w:t xml:space="preserve">303 642 322 </w:t>
      </w:r>
      <w:r w:rsidR="00AA0CE4" w:rsidRPr="00AA0CE4">
        <w:rPr>
          <w:szCs w:val="24"/>
        </w:rPr>
        <w:t>Kč a ve výši</w:t>
      </w:r>
      <w:r w:rsidR="00AA0CE4">
        <w:rPr>
          <w:szCs w:val="24"/>
        </w:rPr>
        <w:t xml:space="preserve"> </w:t>
      </w:r>
      <w:r w:rsidR="00AA0CE4" w:rsidRPr="00AA0CE4">
        <w:rPr>
          <w:szCs w:val="24"/>
        </w:rPr>
        <w:t>výdajů</w:t>
      </w:r>
      <w:r w:rsidR="00AA0CE4">
        <w:rPr>
          <w:szCs w:val="24"/>
        </w:rPr>
        <w:t xml:space="preserve"> </w:t>
      </w:r>
      <w:r w:rsidR="00AA0CE4">
        <w:rPr>
          <w:rFonts w:eastAsia="@Meiryo"/>
          <w:color w:val="000000"/>
          <w:szCs w:val="24"/>
          <w:lang w:eastAsia="cs-CZ"/>
        </w:rPr>
        <w:t>202 541 748</w:t>
      </w:r>
      <w:r w:rsidR="00AA0CE4" w:rsidRPr="00AA0CE4">
        <w:rPr>
          <w:szCs w:val="24"/>
        </w:rPr>
        <w:t xml:space="preserve"> Kč, z toho kapitálových </w:t>
      </w:r>
      <w:r w:rsidR="00AA0CE4">
        <w:rPr>
          <w:szCs w:val="24"/>
        </w:rPr>
        <w:t>13 210 524</w:t>
      </w:r>
      <w:r w:rsidR="00AA0CE4" w:rsidRPr="00AA0CE4">
        <w:rPr>
          <w:szCs w:val="24"/>
        </w:rPr>
        <w:t xml:space="preserve"> Kč</w:t>
      </w:r>
      <w:r w:rsidR="00AA0CE4" w:rsidRPr="00DE19E3">
        <w:rPr>
          <w:b/>
          <w:bCs/>
          <w:spacing w:val="30"/>
          <w:szCs w:val="24"/>
        </w:rPr>
        <w:t xml:space="preserve"> </w:t>
      </w:r>
      <w:r w:rsidRPr="00DE19E3">
        <w:rPr>
          <w:b/>
          <w:bCs/>
          <w:spacing w:val="30"/>
          <w:szCs w:val="24"/>
        </w:rPr>
        <w:t>schválila</w:t>
      </w:r>
      <w:r w:rsidRPr="00DE19E3">
        <w:rPr>
          <w:spacing w:val="30"/>
          <w:szCs w:val="24"/>
        </w:rPr>
        <w:t>;</w:t>
      </w:r>
    </w:p>
    <w:p w:rsidR="0064713E" w:rsidRPr="00D611F2" w:rsidRDefault="00843BF9" w:rsidP="00201A58">
      <w:pPr>
        <w:pStyle w:val="PS-slovanseznam"/>
        <w:spacing w:before="360" w:after="0"/>
        <w:rPr>
          <w:szCs w:val="24"/>
          <w:lang w:eastAsia="cs-CZ"/>
        </w:rPr>
      </w:pPr>
      <w:r w:rsidRPr="00D611F2">
        <w:rPr>
          <w:b/>
          <w:bCs/>
          <w:spacing w:val="50"/>
          <w:szCs w:val="24"/>
        </w:rPr>
        <w:t>zmocňuje</w:t>
      </w:r>
      <w:r w:rsidRPr="00D611F2">
        <w:rPr>
          <w:b/>
          <w:bCs/>
          <w:szCs w:val="24"/>
        </w:rPr>
        <w:t xml:space="preserve"> </w:t>
      </w:r>
      <w:r w:rsidRPr="00D611F2">
        <w:rPr>
          <w:szCs w:val="24"/>
        </w:rPr>
        <w:t>zpravodaj</w:t>
      </w:r>
      <w:r w:rsidR="00AC5BB3">
        <w:rPr>
          <w:szCs w:val="24"/>
        </w:rPr>
        <w:t>e</w:t>
      </w:r>
      <w:r w:rsidRPr="00D611F2">
        <w:rPr>
          <w:szCs w:val="24"/>
        </w:rPr>
        <w:t xml:space="preserve"> výboru, </w:t>
      </w:r>
      <w:r w:rsidR="0072638A" w:rsidRPr="00D611F2">
        <w:rPr>
          <w:szCs w:val="24"/>
        </w:rPr>
        <w:t>aby toto usnesení předložil rozpočtovému výboru Poslanecké sněmovny a zúčastnil</w:t>
      </w:r>
      <w:r w:rsidR="00E34F25" w:rsidRPr="00D611F2">
        <w:rPr>
          <w:szCs w:val="24"/>
        </w:rPr>
        <w:t xml:space="preserve"> se jednání zpravodajů ke S</w:t>
      </w:r>
      <w:r w:rsidR="0072638A" w:rsidRPr="00D611F2">
        <w:rPr>
          <w:szCs w:val="24"/>
        </w:rPr>
        <w:t>tátnímu závěrečnému účtu za rok 20</w:t>
      </w:r>
      <w:r w:rsidR="00D81C71">
        <w:rPr>
          <w:szCs w:val="24"/>
        </w:rPr>
        <w:t>2</w:t>
      </w:r>
      <w:r w:rsidR="00AC5BB3">
        <w:rPr>
          <w:szCs w:val="24"/>
        </w:rPr>
        <w:t>1</w:t>
      </w:r>
      <w:r w:rsidR="0072638A" w:rsidRPr="00D611F2">
        <w:rPr>
          <w:szCs w:val="24"/>
        </w:rPr>
        <w:t>.</w:t>
      </w:r>
    </w:p>
    <w:p w:rsidR="00106842" w:rsidRPr="009D7EE4" w:rsidRDefault="00AC5BB3" w:rsidP="00201A58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  <w:ind w:left="567"/>
      </w:pPr>
      <w:r>
        <w:t>Marek NOVÁK</w:t>
      </w:r>
      <w:r w:rsidR="00EA06E1">
        <w:t xml:space="preserve"> v. r.</w:t>
      </w:r>
      <w:r w:rsidR="00D2528D">
        <w:tab/>
      </w:r>
      <w:r w:rsidR="004D2ECC">
        <w:tab/>
      </w:r>
      <w:r>
        <w:t>Michael RATAJ</w:t>
      </w:r>
      <w:r w:rsidR="00EA06E1">
        <w:t xml:space="preserve"> v. r.</w:t>
      </w:r>
    </w:p>
    <w:p w:rsidR="00106842" w:rsidRPr="00106842" w:rsidRDefault="00F30DE1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</w:t>
      </w:r>
      <w:r w:rsidR="00254049">
        <w:t>o</w:t>
      </w:r>
      <w:r w:rsidR="00106842" w:rsidRPr="00106842">
        <w:t>věřovatel</w:t>
      </w:r>
      <w:r w:rsidR="00437645">
        <w:t xml:space="preserve"> výboru</w:t>
      </w:r>
      <w:r w:rsidR="00106842" w:rsidRPr="00106842">
        <w:tab/>
      </w:r>
      <w:r w:rsidR="00106842" w:rsidRPr="00106842">
        <w:tab/>
        <w:t>zpravodaj</w:t>
      </w:r>
      <w:r w:rsidR="00437645">
        <w:t xml:space="preserve"> výboru</w:t>
      </w:r>
    </w:p>
    <w:p w:rsidR="00106842" w:rsidRPr="009D7EE4" w:rsidRDefault="0064713E" w:rsidP="00201A58">
      <w:pPr>
        <w:tabs>
          <w:tab w:val="center" w:pos="1701"/>
          <w:tab w:val="center" w:pos="4536"/>
          <w:tab w:val="center" w:pos="7371"/>
        </w:tabs>
        <w:spacing w:before="600" w:after="0" w:line="240" w:lineRule="auto"/>
      </w:pPr>
      <w:r>
        <w:tab/>
      </w:r>
      <w:r>
        <w:tab/>
      </w:r>
      <w:r w:rsidR="00AC5BB3">
        <w:t>Ivan ADAMEC</w:t>
      </w:r>
      <w:r w:rsidR="00EA06E1">
        <w:t xml:space="preserve"> v. r.</w:t>
      </w:r>
      <w:bookmarkStart w:id="0" w:name="_GoBack"/>
      <w:bookmarkEnd w:id="0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437645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4A" w:rsidRDefault="002B504A" w:rsidP="002B504A">
      <w:pPr>
        <w:spacing w:after="0" w:line="240" w:lineRule="auto"/>
      </w:pPr>
      <w:r>
        <w:separator/>
      </w:r>
    </w:p>
  </w:endnote>
  <w:endnote w:type="continuationSeparator" w:id="0">
    <w:p w:rsidR="002B504A" w:rsidRDefault="002B504A" w:rsidP="002B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@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4A" w:rsidRDefault="002B504A" w:rsidP="002B504A">
      <w:pPr>
        <w:spacing w:after="0" w:line="240" w:lineRule="auto"/>
      </w:pPr>
      <w:r>
        <w:separator/>
      </w:r>
    </w:p>
  </w:footnote>
  <w:footnote w:type="continuationSeparator" w:id="0">
    <w:p w:rsidR="002B504A" w:rsidRDefault="002B504A" w:rsidP="002B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4A" w:rsidRDefault="002B50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08D08FE2"/>
    <w:lvl w:ilvl="0" w:tplc="476C4724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8A"/>
    <w:rsid w:val="000476E4"/>
    <w:rsid w:val="000622E0"/>
    <w:rsid w:val="00065E6F"/>
    <w:rsid w:val="000A0B1E"/>
    <w:rsid w:val="000C5278"/>
    <w:rsid w:val="000E730C"/>
    <w:rsid w:val="00103C04"/>
    <w:rsid w:val="00106842"/>
    <w:rsid w:val="001A6CF0"/>
    <w:rsid w:val="001B45F3"/>
    <w:rsid w:val="001B5291"/>
    <w:rsid w:val="00201A58"/>
    <w:rsid w:val="00230024"/>
    <w:rsid w:val="00254049"/>
    <w:rsid w:val="00272E1B"/>
    <w:rsid w:val="00274D77"/>
    <w:rsid w:val="002A2F32"/>
    <w:rsid w:val="002B0FB6"/>
    <w:rsid w:val="002B504A"/>
    <w:rsid w:val="002B60B3"/>
    <w:rsid w:val="002C6BED"/>
    <w:rsid w:val="00356011"/>
    <w:rsid w:val="00377253"/>
    <w:rsid w:val="003C03AE"/>
    <w:rsid w:val="003D2033"/>
    <w:rsid w:val="004017C5"/>
    <w:rsid w:val="00437645"/>
    <w:rsid w:val="004D2ECC"/>
    <w:rsid w:val="005227BF"/>
    <w:rsid w:val="00566A4C"/>
    <w:rsid w:val="005C30D7"/>
    <w:rsid w:val="005C34A1"/>
    <w:rsid w:val="005E094C"/>
    <w:rsid w:val="005F6CAE"/>
    <w:rsid w:val="00620764"/>
    <w:rsid w:val="0064713E"/>
    <w:rsid w:val="0065403A"/>
    <w:rsid w:val="00685293"/>
    <w:rsid w:val="00723B9F"/>
    <w:rsid w:val="0072638A"/>
    <w:rsid w:val="00772D71"/>
    <w:rsid w:val="007A0F6E"/>
    <w:rsid w:val="007C62DA"/>
    <w:rsid w:val="007D5EE1"/>
    <w:rsid w:val="007E1D0B"/>
    <w:rsid w:val="00812496"/>
    <w:rsid w:val="00830BFE"/>
    <w:rsid w:val="00843BF9"/>
    <w:rsid w:val="00893C29"/>
    <w:rsid w:val="008A7B6E"/>
    <w:rsid w:val="00903269"/>
    <w:rsid w:val="00920D8B"/>
    <w:rsid w:val="009C5FC2"/>
    <w:rsid w:val="009D7EE4"/>
    <w:rsid w:val="00A35366"/>
    <w:rsid w:val="00A46CDA"/>
    <w:rsid w:val="00A73F92"/>
    <w:rsid w:val="00A761B2"/>
    <w:rsid w:val="00A93CE0"/>
    <w:rsid w:val="00A958F3"/>
    <w:rsid w:val="00AA0CE4"/>
    <w:rsid w:val="00AA0D27"/>
    <w:rsid w:val="00AC5BB3"/>
    <w:rsid w:val="00B13892"/>
    <w:rsid w:val="00B53E8D"/>
    <w:rsid w:val="00B715B6"/>
    <w:rsid w:val="00BB25F5"/>
    <w:rsid w:val="00BC09E3"/>
    <w:rsid w:val="00C364B1"/>
    <w:rsid w:val="00C56014"/>
    <w:rsid w:val="00CD788C"/>
    <w:rsid w:val="00D145B5"/>
    <w:rsid w:val="00D2528D"/>
    <w:rsid w:val="00D611F2"/>
    <w:rsid w:val="00D75380"/>
    <w:rsid w:val="00D76FB3"/>
    <w:rsid w:val="00D81C71"/>
    <w:rsid w:val="00D91718"/>
    <w:rsid w:val="00DC29E4"/>
    <w:rsid w:val="00DD3E5C"/>
    <w:rsid w:val="00DE19E3"/>
    <w:rsid w:val="00E03816"/>
    <w:rsid w:val="00E34F25"/>
    <w:rsid w:val="00E82828"/>
    <w:rsid w:val="00EA06E1"/>
    <w:rsid w:val="00EC21F2"/>
    <w:rsid w:val="00ED15A8"/>
    <w:rsid w:val="00ED3AEC"/>
    <w:rsid w:val="00EF3B15"/>
    <w:rsid w:val="00EF679B"/>
    <w:rsid w:val="00F03E1A"/>
    <w:rsid w:val="00F30DE1"/>
    <w:rsid w:val="00FC5F52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39D8FC"/>
  <w15:chartTrackingRefBased/>
  <w15:docId w15:val="{62C9B69B-64C8-434E-A125-53980531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2B5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04A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B5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04A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62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2022-06-09T09:22:00Z</cp:lastPrinted>
  <dcterms:created xsi:type="dcterms:W3CDTF">2022-05-02T09:25:00Z</dcterms:created>
  <dcterms:modified xsi:type="dcterms:W3CDTF">2022-06-09T09:22:00Z</dcterms:modified>
</cp:coreProperties>
</file>