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E44" w:rsidRPr="00942E44" w:rsidRDefault="00942E44" w:rsidP="00942E44">
      <w:pPr>
        <w:pStyle w:val="PS-hlavika1"/>
        <w:jc w:val="right"/>
      </w:pPr>
      <w:r>
        <w:t>PS200295055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095863">
        <w:t>2</w:t>
      </w:r>
      <w:r w:rsidR="0048139F">
        <w:t>2</w:t>
      </w:r>
    </w:p>
    <w:p w:rsidR="00DC29E4" w:rsidRDefault="0048139F" w:rsidP="00377253">
      <w:pPr>
        <w:pStyle w:val="PS-hlavika1"/>
      </w:pPr>
      <w:r>
        <w:t>9</w:t>
      </w:r>
      <w:r w:rsidR="00DC29E4">
        <w:t>. volební období</w:t>
      </w:r>
    </w:p>
    <w:p w:rsidR="00DC29E4" w:rsidRDefault="00627F4B" w:rsidP="000E730C">
      <w:pPr>
        <w:pStyle w:val="PS-slousnesen"/>
      </w:pPr>
      <w:r>
        <w:t>45</w:t>
      </w:r>
      <w:r w:rsidR="00996E0C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807F2" w:rsidP="00377253">
      <w:pPr>
        <w:pStyle w:val="PS-hlavika1"/>
      </w:pPr>
      <w:r>
        <w:t>výboru pro životní prostředí</w:t>
      </w:r>
    </w:p>
    <w:p w:rsidR="00DC29E4" w:rsidRDefault="00DC29E4" w:rsidP="00377253">
      <w:pPr>
        <w:pStyle w:val="PS-hlavika1"/>
      </w:pPr>
      <w:r>
        <w:t xml:space="preserve">z </w:t>
      </w:r>
      <w:r w:rsidR="0048139F">
        <w:t>9</w:t>
      </w:r>
      <w:r>
        <w:t>. schůze</w:t>
      </w:r>
    </w:p>
    <w:p w:rsidR="00DC29E4" w:rsidRDefault="00DC29E4" w:rsidP="00377253">
      <w:pPr>
        <w:pStyle w:val="PS-hlavika1"/>
      </w:pPr>
      <w:r>
        <w:t xml:space="preserve">ze </w:t>
      </w:r>
      <w:r w:rsidRPr="00CF00A9">
        <w:t xml:space="preserve">dne </w:t>
      </w:r>
      <w:r w:rsidR="00CF00A9" w:rsidRPr="00CF00A9">
        <w:t>8</w:t>
      </w:r>
      <w:r w:rsidR="004C042C" w:rsidRPr="00CF00A9">
        <w:t>. června</w:t>
      </w:r>
      <w:r w:rsidR="004C042C">
        <w:t xml:space="preserve"> 20</w:t>
      </w:r>
      <w:r w:rsidR="00251449">
        <w:t>2</w:t>
      </w:r>
      <w:r w:rsidR="0048139F">
        <w:t>2</w:t>
      </w:r>
    </w:p>
    <w:p w:rsidR="00CE6159" w:rsidRPr="00CE6159" w:rsidRDefault="00CE6159" w:rsidP="00CE6159">
      <w:pPr>
        <w:pStyle w:val="Bezmezer"/>
      </w:pPr>
    </w:p>
    <w:p w:rsidR="00DC29E4" w:rsidRPr="00D76FB3" w:rsidRDefault="00AF3341" w:rsidP="00CE6159">
      <w:pPr>
        <w:pStyle w:val="PS-pedmtusnesen"/>
        <w:spacing w:before="0" w:after="0"/>
      </w:pPr>
      <w:r>
        <w:t>ke Z</w:t>
      </w:r>
      <w:r w:rsidR="002D35AD">
        <w:t>právě</w:t>
      </w:r>
      <w:r w:rsidR="00A22706">
        <w:t xml:space="preserve"> o hospodaření Státního fondu životního pros</w:t>
      </w:r>
      <w:r w:rsidR="00251449">
        <w:t>tředí České republiky za rok 202</w:t>
      </w:r>
      <w:r w:rsidR="0048139F">
        <w:t>1</w:t>
      </w:r>
    </w:p>
    <w:p w:rsidR="00423236" w:rsidRDefault="00423236" w:rsidP="00423236">
      <w:pPr>
        <w:pStyle w:val="PS-uvodnodstavec"/>
        <w:spacing w:after="0"/>
      </w:pPr>
    </w:p>
    <w:p w:rsidR="004E0B1D" w:rsidRPr="004E0B1D" w:rsidRDefault="004E0B1D" w:rsidP="00D77500">
      <w:pPr>
        <w:pStyle w:val="western"/>
        <w:spacing w:before="0" w:beforeAutospacing="0"/>
        <w:rPr>
          <w:spacing w:val="0"/>
        </w:rPr>
      </w:pPr>
      <w:r w:rsidRPr="004E0B1D">
        <w:rPr>
          <w:spacing w:val="0"/>
        </w:rPr>
        <w:t xml:space="preserve">Po úvodním </w:t>
      </w:r>
      <w:r w:rsidRPr="003013C4">
        <w:rPr>
          <w:spacing w:val="0"/>
        </w:rPr>
        <w:t>slov</w:t>
      </w:r>
      <w:r w:rsidR="00EE7DF6" w:rsidRPr="003013C4">
        <w:rPr>
          <w:spacing w:val="0"/>
        </w:rPr>
        <w:t>u</w:t>
      </w:r>
      <w:r w:rsidRPr="003013C4">
        <w:rPr>
          <w:spacing w:val="0"/>
        </w:rPr>
        <w:t xml:space="preserve"> </w:t>
      </w:r>
      <w:r w:rsidR="00A22706" w:rsidRPr="003013C4">
        <w:rPr>
          <w:spacing w:val="0"/>
        </w:rPr>
        <w:t>ředitele Státního fondu životního prostředí Ing. Petra Valdmana</w:t>
      </w:r>
      <w:r w:rsidR="00CE6159" w:rsidRPr="003013C4">
        <w:rPr>
          <w:spacing w:val="0"/>
        </w:rPr>
        <w:t>,</w:t>
      </w:r>
      <w:r w:rsidRPr="003013C4">
        <w:rPr>
          <w:spacing w:val="0"/>
        </w:rPr>
        <w:t xml:space="preserve"> zpravodajské zprávě </w:t>
      </w:r>
      <w:proofErr w:type="spellStart"/>
      <w:r w:rsidRPr="003013C4">
        <w:rPr>
          <w:spacing w:val="0"/>
        </w:rPr>
        <w:t>posl</w:t>
      </w:r>
      <w:proofErr w:type="spellEnd"/>
      <w:r w:rsidR="008D1505" w:rsidRPr="003013C4">
        <w:rPr>
          <w:spacing w:val="0"/>
        </w:rPr>
        <w:t xml:space="preserve">. </w:t>
      </w:r>
      <w:r w:rsidR="00774D6D" w:rsidRPr="003013C4">
        <w:rPr>
          <w:spacing w:val="0"/>
        </w:rPr>
        <w:t xml:space="preserve">Ing. </w:t>
      </w:r>
      <w:r w:rsidR="0048139F" w:rsidRPr="003013C4">
        <w:rPr>
          <w:spacing w:val="0"/>
        </w:rPr>
        <w:t>Ondřeje Babky</w:t>
      </w:r>
      <w:r w:rsidRPr="003013C4">
        <w:rPr>
          <w:spacing w:val="0"/>
        </w:rPr>
        <w:t xml:space="preserve"> a po rozpravě</w:t>
      </w:r>
    </w:p>
    <w:p w:rsidR="004E0B1D" w:rsidRPr="004E0B1D" w:rsidRDefault="004E0B1D" w:rsidP="004E0B1D">
      <w:pPr>
        <w:pStyle w:val="western"/>
        <w:spacing w:before="0" w:beforeAutospacing="0"/>
      </w:pPr>
    </w:p>
    <w:p w:rsidR="00B375F1" w:rsidRDefault="004E0B1D" w:rsidP="004E0B1D">
      <w:pPr>
        <w:pStyle w:val="western"/>
        <w:spacing w:before="0" w:beforeAutospacing="0"/>
      </w:pPr>
      <w:r w:rsidRPr="004E0B1D">
        <w:t>výbor pro životní prostředí</w:t>
      </w:r>
      <w:r w:rsidR="00AF3341">
        <w:t xml:space="preserve"> Poslanecké sněmovny Parlamentu ČR</w:t>
      </w:r>
    </w:p>
    <w:p w:rsidR="00C55A52" w:rsidRDefault="00C55A52" w:rsidP="004E0B1D">
      <w:pPr>
        <w:pStyle w:val="western"/>
        <w:spacing w:before="0" w:beforeAutospacing="0"/>
      </w:pPr>
    </w:p>
    <w:p w:rsidR="00A22706" w:rsidRPr="00C55A52" w:rsidRDefault="001A7117" w:rsidP="00C55A52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20"/>
          <w:sz w:val="24"/>
          <w:szCs w:val="24"/>
          <w:lang w:eastAsia="cs-CZ"/>
        </w:rPr>
        <w:t>schvaluje</w:t>
      </w:r>
      <w:r w:rsidR="00A22706" w:rsidRPr="00C55A52">
        <w:rPr>
          <w:rFonts w:ascii="Times New Roman" w:eastAsia="Times New Roman" w:hAnsi="Times New Roman"/>
          <w:b/>
          <w:bCs/>
          <w:color w:val="000000"/>
          <w:spacing w:val="20"/>
          <w:sz w:val="24"/>
          <w:szCs w:val="24"/>
          <w:lang w:eastAsia="cs-CZ"/>
        </w:rPr>
        <w:t xml:space="preserve"> </w:t>
      </w:r>
      <w:r w:rsidR="009F3E74" w:rsidRPr="00C55A5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</w:t>
      </w:r>
      <w:r w:rsidR="00A22706" w:rsidRPr="00C55A5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právu o hospodaření Státního fondu životního pros</w:t>
      </w:r>
      <w:r w:rsidR="0025144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tředí České republiky za rok 202</w:t>
      </w:r>
      <w:r w:rsidR="0048139F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1</w:t>
      </w:r>
      <w:r w:rsidR="00251449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4C042C" w:rsidRPr="00C55A5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ve výši</w:t>
      </w:r>
    </w:p>
    <w:p w:rsidR="007600A8" w:rsidRDefault="007600A8" w:rsidP="004C042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4C042C" w:rsidRPr="000B1198" w:rsidRDefault="004C042C" w:rsidP="004C042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ab/>
        <w:t>příjmů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ab/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ab/>
      </w:r>
      <w:r w:rsidR="0099117B" w:rsidRPr="000B119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1</w:t>
      </w:r>
      <w:r w:rsidR="0048139F" w:rsidRPr="000B119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0 556,4</w:t>
      </w:r>
      <w:r w:rsidR="00774D6D" w:rsidRPr="000B119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mil</w:t>
      </w:r>
      <w:r w:rsidRPr="000B119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. Kč,</w:t>
      </w:r>
    </w:p>
    <w:p w:rsidR="004C042C" w:rsidRDefault="004C042C" w:rsidP="001A7117">
      <w:pPr>
        <w:spacing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0B119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ab/>
        <w:t xml:space="preserve">výdajů </w:t>
      </w:r>
      <w:r w:rsidRPr="000B119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ab/>
      </w:r>
      <w:r w:rsidRPr="000B119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ab/>
      </w:r>
      <w:r w:rsidR="00670C6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 4 809</w:t>
      </w:r>
      <w:r w:rsidR="0048139F" w:rsidRPr="000B119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,7</w:t>
      </w:r>
      <w:r w:rsidR="00C55A52" w:rsidRPr="000B1198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mil.</w:t>
      </w:r>
      <w:r w:rsidR="00C55A52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Kč;</w:t>
      </w:r>
    </w:p>
    <w:p w:rsidR="001A7117" w:rsidRPr="001A7117" w:rsidRDefault="001A7117" w:rsidP="001A7117">
      <w:pPr>
        <w:pStyle w:val="Odstavecseseznamem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1A7117">
        <w:rPr>
          <w:rFonts w:ascii="Times New Roman" w:eastAsia="Times New Roman" w:hAnsi="Times New Roman"/>
          <w:b/>
          <w:bCs/>
          <w:color w:val="000000"/>
          <w:spacing w:val="20"/>
          <w:sz w:val="24"/>
          <w:szCs w:val="24"/>
          <w:lang w:eastAsia="cs-CZ"/>
        </w:rPr>
        <w:t>konstatuje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že přijaté transfery ze státního rozpočtu činily 496 132 tis. Kč, tj. 23,7 % schváleného rozpočtu; </w:t>
      </w:r>
    </w:p>
    <w:p w:rsidR="00C55A52" w:rsidRDefault="00C55A52" w:rsidP="004C042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1A7117" w:rsidRPr="001A7117" w:rsidRDefault="001A7117" w:rsidP="00C55A52">
      <w:pPr>
        <w:pStyle w:val="western"/>
        <w:numPr>
          <w:ilvl w:val="0"/>
          <w:numId w:val="15"/>
        </w:numPr>
        <w:spacing w:before="0" w:beforeAutospacing="0"/>
      </w:pPr>
      <w:r w:rsidRPr="001A7117">
        <w:rPr>
          <w:b/>
          <w:bCs/>
          <w:spacing w:val="20"/>
        </w:rPr>
        <w:t xml:space="preserve">pověřuje </w:t>
      </w:r>
      <w:r>
        <w:t xml:space="preserve">předsedkyni výboru, aby toto usnesení předložila předsedovi rozpočtového výboru. </w:t>
      </w:r>
    </w:p>
    <w:p w:rsidR="001A7117" w:rsidRDefault="001A7117" w:rsidP="001A7117">
      <w:pPr>
        <w:pStyle w:val="Odstavecseseznamem"/>
        <w:rPr>
          <w:b/>
          <w:bCs/>
          <w:spacing w:val="20"/>
        </w:rPr>
      </w:pPr>
    </w:p>
    <w:p w:rsidR="00C55A52" w:rsidRPr="00A22706" w:rsidRDefault="00C55A52" w:rsidP="004C042C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:rsidR="00A22706" w:rsidRDefault="00A22706" w:rsidP="004E0B1D">
      <w:pPr>
        <w:pStyle w:val="western"/>
        <w:spacing w:before="0" w:beforeAutospacing="0"/>
      </w:pPr>
    </w:p>
    <w:p w:rsidR="00C55A52" w:rsidRPr="004E0B1D" w:rsidRDefault="00C55A52" w:rsidP="004E0B1D">
      <w:pPr>
        <w:pStyle w:val="western"/>
        <w:spacing w:before="0" w:beforeAutospacing="0"/>
      </w:pPr>
    </w:p>
    <w:p w:rsidR="004E0B1D" w:rsidRPr="004E0B1D" w:rsidRDefault="004E0B1D" w:rsidP="004E0B1D">
      <w:pPr>
        <w:pStyle w:val="western"/>
        <w:spacing w:before="0" w:beforeAutospacing="0"/>
      </w:pPr>
    </w:p>
    <w:p w:rsidR="003F01A7" w:rsidRDefault="003F01A7" w:rsidP="00316C53">
      <w:pPr>
        <w:pStyle w:val="PS-slovanseznam"/>
        <w:numPr>
          <w:ilvl w:val="0"/>
          <w:numId w:val="0"/>
        </w:numPr>
        <w:ind w:left="357"/>
        <w:rPr>
          <w:szCs w:val="24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F90C24" w:rsidTr="00DC6E34">
        <w:trPr>
          <w:trHeight w:val="1234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F90C24" w:rsidRDefault="00627F4B" w:rsidP="00DC6E34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Klára KOCMANOVÁ</w:t>
            </w:r>
            <w:r w:rsidR="00942E44">
              <w:t xml:space="preserve"> v. r.</w:t>
            </w:r>
          </w:p>
          <w:p w:rsidR="00F90C24" w:rsidRDefault="00F90C24" w:rsidP="00DC6E34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 w:rsidRPr="00627F4B">
              <w:t>ověřovatel</w:t>
            </w:r>
            <w:r w:rsidR="00627F4B" w:rsidRPr="00627F4B">
              <w:t>k</w:t>
            </w:r>
            <w:r w:rsidR="00627F4B">
              <w:t>a</w:t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</w:tcPr>
          <w:p w:rsidR="00F90C24" w:rsidRDefault="00F90C24" w:rsidP="00DC6E34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Ing. Ondřej BABKA</w:t>
            </w:r>
            <w:r w:rsidR="00942E44">
              <w:t xml:space="preserve"> v. r.</w:t>
            </w:r>
          </w:p>
          <w:p w:rsidR="00F90C24" w:rsidRDefault="00F90C24" w:rsidP="00DC6E34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zpravodaj</w:t>
            </w:r>
          </w:p>
          <w:p w:rsidR="00F90C24" w:rsidRDefault="00F90C24" w:rsidP="00DC6E34">
            <w:pPr>
              <w:pStyle w:val="PS-slovanseznam"/>
              <w:numPr>
                <w:ilvl w:val="0"/>
                <w:numId w:val="0"/>
              </w:numPr>
              <w:spacing w:after="0"/>
            </w:pPr>
          </w:p>
        </w:tc>
      </w:tr>
      <w:tr w:rsidR="00F90C24" w:rsidTr="00DC6E34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F90C24" w:rsidRDefault="00F90C24" w:rsidP="00DC6E34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Ing. Jana KRUTÁKOVÁ</w:t>
            </w:r>
            <w:r w:rsidR="00942E44">
              <w:t xml:space="preserve"> v. r.</w:t>
            </w:r>
            <w:bookmarkStart w:id="0" w:name="_GoBack"/>
            <w:bookmarkEnd w:id="0"/>
          </w:p>
          <w:p w:rsidR="00F90C24" w:rsidRDefault="00F90C24" w:rsidP="00DC6E34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předsedkyně</w:t>
            </w:r>
          </w:p>
        </w:tc>
      </w:tr>
    </w:tbl>
    <w:p w:rsidR="00106842" w:rsidRDefault="00106842" w:rsidP="003F01A7">
      <w:pPr>
        <w:pStyle w:val="PS-slovanseznam"/>
        <w:numPr>
          <w:ilvl w:val="0"/>
          <w:numId w:val="0"/>
        </w:numPr>
        <w:ind w:left="357"/>
      </w:pPr>
    </w:p>
    <w:sectPr w:rsidR="00106842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215237"/>
    <w:multiLevelType w:val="multilevel"/>
    <w:tmpl w:val="B1604F8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B318E7"/>
    <w:multiLevelType w:val="multilevel"/>
    <w:tmpl w:val="0222260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1BAF4C7E"/>
    <w:multiLevelType w:val="hybridMultilevel"/>
    <w:tmpl w:val="12C8F0B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2B307FF4"/>
    <w:multiLevelType w:val="multilevel"/>
    <w:tmpl w:val="2D72FB6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7" w15:restartNumberingAfterBreak="0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3C747CCE"/>
    <w:multiLevelType w:val="multilevel"/>
    <w:tmpl w:val="85CEA2A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9" w15:restartNumberingAfterBreak="0">
    <w:nsid w:val="76167C96"/>
    <w:multiLevelType w:val="multilevel"/>
    <w:tmpl w:val="D4DA479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5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9"/>
  </w:num>
  <w:num w:numId="16">
    <w:abstractNumId w:val="10"/>
  </w:num>
  <w:num w:numId="17">
    <w:abstractNumId w:val="12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7E8"/>
    <w:rsid w:val="000476E4"/>
    <w:rsid w:val="00095863"/>
    <w:rsid w:val="000B1198"/>
    <w:rsid w:val="000B36B5"/>
    <w:rsid w:val="000C5278"/>
    <w:rsid w:val="000E2D38"/>
    <w:rsid w:val="000E730C"/>
    <w:rsid w:val="000F41A8"/>
    <w:rsid w:val="00103C04"/>
    <w:rsid w:val="00106842"/>
    <w:rsid w:val="001330C5"/>
    <w:rsid w:val="001A7117"/>
    <w:rsid w:val="001B45F3"/>
    <w:rsid w:val="00230024"/>
    <w:rsid w:val="00247F06"/>
    <w:rsid w:val="00251449"/>
    <w:rsid w:val="00254049"/>
    <w:rsid w:val="00272E1B"/>
    <w:rsid w:val="002A2F32"/>
    <w:rsid w:val="002B0FB6"/>
    <w:rsid w:val="002B60B3"/>
    <w:rsid w:val="002C6BED"/>
    <w:rsid w:val="002D35AD"/>
    <w:rsid w:val="003013C4"/>
    <w:rsid w:val="00316C53"/>
    <w:rsid w:val="00356011"/>
    <w:rsid w:val="00377253"/>
    <w:rsid w:val="003D2033"/>
    <w:rsid w:val="003F01A7"/>
    <w:rsid w:val="00423236"/>
    <w:rsid w:val="0048139F"/>
    <w:rsid w:val="0049389E"/>
    <w:rsid w:val="004C042C"/>
    <w:rsid w:val="004E0B1D"/>
    <w:rsid w:val="004F7F2E"/>
    <w:rsid w:val="005227BF"/>
    <w:rsid w:val="00566A4C"/>
    <w:rsid w:val="005807F2"/>
    <w:rsid w:val="005C30D7"/>
    <w:rsid w:val="005E094C"/>
    <w:rsid w:val="005F6CAE"/>
    <w:rsid w:val="00620764"/>
    <w:rsid w:val="00627F4B"/>
    <w:rsid w:val="00670C68"/>
    <w:rsid w:val="006D335F"/>
    <w:rsid w:val="007147B9"/>
    <w:rsid w:val="007600A8"/>
    <w:rsid w:val="00774D6D"/>
    <w:rsid w:val="007C62DA"/>
    <w:rsid w:val="007D5EE1"/>
    <w:rsid w:val="007E1D0B"/>
    <w:rsid w:val="007E710F"/>
    <w:rsid w:val="007F373F"/>
    <w:rsid w:val="00812496"/>
    <w:rsid w:val="00826052"/>
    <w:rsid w:val="00830BFE"/>
    <w:rsid w:val="00884036"/>
    <w:rsid w:val="00893C29"/>
    <w:rsid w:val="008D1505"/>
    <w:rsid w:val="008E3245"/>
    <w:rsid w:val="00903269"/>
    <w:rsid w:val="00942E44"/>
    <w:rsid w:val="0099117B"/>
    <w:rsid w:val="00993480"/>
    <w:rsid w:val="00996E0C"/>
    <w:rsid w:val="009C497E"/>
    <w:rsid w:val="009E7912"/>
    <w:rsid w:val="009F3E74"/>
    <w:rsid w:val="00A22706"/>
    <w:rsid w:val="00A46CDA"/>
    <w:rsid w:val="00AA0D27"/>
    <w:rsid w:val="00AF3341"/>
    <w:rsid w:val="00B13892"/>
    <w:rsid w:val="00B375F1"/>
    <w:rsid w:val="00B53E8D"/>
    <w:rsid w:val="00B715B6"/>
    <w:rsid w:val="00C55A52"/>
    <w:rsid w:val="00C56014"/>
    <w:rsid w:val="00C73E40"/>
    <w:rsid w:val="00CE6159"/>
    <w:rsid w:val="00CF00A9"/>
    <w:rsid w:val="00D507E8"/>
    <w:rsid w:val="00D76FB3"/>
    <w:rsid w:val="00D77500"/>
    <w:rsid w:val="00DC29E4"/>
    <w:rsid w:val="00DE2274"/>
    <w:rsid w:val="00EB0F29"/>
    <w:rsid w:val="00ED15A8"/>
    <w:rsid w:val="00EE7DF6"/>
    <w:rsid w:val="00EF3B15"/>
    <w:rsid w:val="00EF4199"/>
    <w:rsid w:val="00EF679B"/>
    <w:rsid w:val="00F0368C"/>
    <w:rsid w:val="00F81537"/>
    <w:rsid w:val="00F90C24"/>
    <w:rsid w:val="00FA2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11608"/>
  <w15:chartTrackingRefBased/>
  <w15:docId w15:val="{A7AAEFE8-F0D4-4D7A-A279-4E063BCFD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316C53"/>
    <w:pPr>
      <w:keepNext/>
      <w:numPr>
        <w:numId w:val="18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color w:val="00000A"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4E0B1D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qFormat/>
    <w:rsid w:val="00316C53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55A5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55A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5A52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F90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F11E6-DE5C-4F24-B997-D2407C882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0</TotalTime>
  <Pages>1</Pages>
  <Words>134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Katerina Novakova</cp:lastModifiedBy>
  <cp:revision>3</cp:revision>
  <cp:lastPrinted>2020-06-10T11:31:00Z</cp:lastPrinted>
  <dcterms:created xsi:type="dcterms:W3CDTF">2022-06-08T11:55:00Z</dcterms:created>
  <dcterms:modified xsi:type="dcterms:W3CDTF">2022-06-08T14:11:00Z</dcterms:modified>
</cp:coreProperties>
</file>