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D3B" w:rsidRPr="00343D3B" w:rsidRDefault="00343D3B" w:rsidP="00343D3B">
      <w:pPr>
        <w:pStyle w:val="PS-hlavika1"/>
        <w:jc w:val="right"/>
      </w:pPr>
      <w:r>
        <w:t>PS200295053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423326">
        <w:t>2</w:t>
      </w:r>
      <w:r w:rsidR="008A691F">
        <w:t>2</w:t>
      </w:r>
    </w:p>
    <w:p w:rsidR="00DC29E4" w:rsidRDefault="008A691F" w:rsidP="00377253">
      <w:pPr>
        <w:pStyle w:val="PS-hlavika1"/>
      </w:pPr>
      <w:r>
        <w:t>9</w:t>
      </w:r>
      <w:r w:rsidR="00DC29E4">
        <w:t>. volební období</w:t>
      </w:r>
    </w:p>
    <w:p w:rsidR="00DC29E4" w:rsidRDefault="003439A7" w:rsidP="000E730C">
      <w:pPr>
        <w:pStyle w:val="PS-slousnesen"/>
      </w:pPr>
      <w:r>
        <w:t>43</w:t>
      </w:r>
      <w:r w:rsidR="005A4A3C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Default="00DC29E4" w:rsidP="00377253">
      <w:pPr>
        <w:pStyle w:val="PS-hlavika1"/>
      </w:pPr>
      <w:r>
        <w:t xml:space="preserve">z </w:t>
      </w:r>
      <w:r w:rsidR="00423326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8A691F">
        <w:t>8. června 2022</w:t>
      </w:r>
    </w:p>
    <w:p w:rsidR="00757ED6" w:rsidRPr="00757ED6" w:rsidRDefault="00757ED6" w:rsidP="00757ED6">
      <w:pPr>
        <w:pStyle w:val="Bezmezer"/>
      </w:pPr>
    </w:p>
    <w:p w:rsidR="00757ED6" w:rsidRDefault="00757ED6" w:rsidP="00757ED6">
      <w:pPr>
        <w:pStyle w:val="PS-pedmtusnesen"/>
        <w:spacing w:before="0" w:after="0"/>
      </w:pPr>
      <w:r>
        <w:t>k vládnímu návrhu zákona</w:t>
      </w:r>
      <w:r w:rsidR="00850043">
        <w:t>, kterým se mění některé zákony v souvislosti s přijetím zákona</w:t>
      </w:r>
      <w:r>
        <w:t xml:space="preserve"> o </w:t>
      </w:r>
      <w:r w:rsidR="008A691F">
        <w:t>omezení dopadu vybraných plastových výrobků na životní prostředí</w:t>
      </w:r>
      <w:r>
        <w:t xml:space="preserve"> </w:t>
      </w:r>
      <w:r>
        <w:rPr>
          <w:b/>
        </w:rPr>
        <w:t xml:space="preserve">/ST </w:t>
      </w:r>
      <w:r w:rsidR="008A691F">
        <w:rPr>
          <w:b/>
        </w:rPr>
        <w:t>5</w:t>
      </w:r>
      <w:r w:rsidR="00850043">
        <w:rPr>
          <w:b/>
        </w:rPr>
        <w:t>6</w:t>
      </w:r>
      <w:r>
        <w:rPr>
          <w:b/>
        </w:rPr>
        <w:t>/</w:t>
      </w:r>
    </w:p>
    <w:p w:rsidR="00423236" w:rsidRDefault="00423236" w:rsidP="00423236">
      <w:pPr>
        <w:pStyle w:val="PS-uvodnodstavec"/>
        <w:spacing w:after="0"/>
      </w:pPr>
    </w:p>
    <w:p w:rsidR="00D61C19" w:rsidRDefault="00D61C19" w:rsidP="00D61C19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Po úvodním slově náměstkyně ministryně životního prostředí Mgr. Evy Volfové, zpravodajské zprávě </w:t>
      </w:r>
      <w:proofErr w:type="spellStart"/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posl</w:t>
      </w:r>
      <w:proofErr w:type="spellEnd"/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. Ing. Bereniky Peštové, Ph.D. a po rozpravě</w:t>
      </w:r>
    </w:p>
    <w:p w:rsidR="00D61C19" w:rsidRDefault="00D61C19" w:rsidP="00D61C19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</w:p>
    <w:p w:rsidR="00D61C19" w:rsidRDefault="00D61C19" w:rsidP="00136BF8">
      <w:pPr>
        <w:tabs>
          <w:tab w:val="left" w:pos="-720"/>
        </w:tabs>
        <w:suppressAutoHyphens/>
        <w:spacing w:line="240" w:lineRule="auto"/>
        <w:jc w:val="both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výbor pro životní prostředí Poslanecké sněmovny Parlamentu ČR</w:t>
      </w:r>
    </w:p>
    <w:p w:rsidR="00B477DD" w:rsidRDefault="00423236" w:rsidP="00D61C19">
      <w:pPr>
        <w:pStyle w:val="PS-slovanseznam"/>
        <w:ind w:left="426" w:hanging="426"/>
      </w:pPr>
      <w:r w:rsidRPr="00423236">
        <w:rPr>
          <w:rStyle w:val="proloenChar"/>
          <w:b/>
        </w:rPr>
        <w:t>doporučuje</w:t>
      </w:r>
      <w:r w:rsidR="009F41A7">
        <w:t xml:space="preserve"> </w:t>
      </w:r>
      <w:r>
        <w:t>Poslanecké sněmovně</w:t>
      </w:r>
      <w:r w:rsidR="00B477DD">
        <w:t xml:space="preserve"> hlasovat ve třetím čtení o návrzích podaných k návrhu</w:t>
      </w:r>
      <w:r w:rsidR="00F1019A">
        <w:t xml:space="preserve"> zákona (podle sněmovního </w:t>
      </w:r>
      <w:r w:rsidR="00F1019A" w:rsidRPr="00C853E2">
        <w:t xml:space="preserve">tisku </w:t>
      </w:r>
      <w:r w:rsidR="008A691F" w:rsidRPr="00C853E2">
        <w:t>5</w:t>
      </w:r>
      <w:r w:rsidR="00850043" w:rsidRPr="00C853E2">
        <w:t>6</w:t>
      </w:r>
      <w:r w:rsidR="00F1019A" w:rsidRPr="00C853E2">
        <w:t>/</w:t>
      </w:r>
      <w:r w:rsidR="00C853E2" w:rsidRPr="00C853E2">
        <w:t>3</w:t>
      </w:r>
      <w:r w:rsidR="00B477DD" w:rsidRPr="00C853E2">
        <w:t>) v</w:t>
      </w:r>
      <w:r w:rsidR="00B477DD">
        <w:t> následujícím pořadí:</w:t>
      </w:r>
    </w:p>
    <w:p w:rsidR="006D664C" w:rsidRDefault="006D664C" w:rsidP="006D664C">
      <w:pPr>
        <w:pStyle w:val="PS-slovanseznam"/>
        <w:numPr>
          <w:ilvl w:val="1"/>
          <w:numId w:val="6"/>
        </w:numPr>
        <w:spacing w:after="0"/>
        <w:ind w:left="1080"/>
        <w:rPr>
          <w:szCs w:val="24"/>
        </w:rPr>
      </w:pPr>
      <w:r w:rsidRPr="00F92F8D">
        <w:rPr>
          <w:szCs w:val="24"/>
        </w:rPr>
        <w:t xml:space="preserve">návrh legislativně technických úprav podle § 95 odst. 2 jednacího řádu, budou-li v rozpravě ve </w:t>
      </w:r>
      <w:r>
        <w:rPr>
          <w:szCs w:val="24"/>
        </w:rPr>
        <w:t>třetím čtení předneseny</w:t>
      </w:r>
    </w:p>
    <w:p w:rsidR="006D664C" w:rsidRDefault="006D664C" w:rsidP="006D664C">
      <w:pPr>
        <w:pStyle w:val="PS-slovanseznam"/>
        <w:numPr>
          <w:ilvl w:val="1"/>
          <w:numId w:val="6"/>
        </w:numPr>
        <w:spacing w:after="0"/>
        <w:ind w:left="1080"/>
        <w:rPr>
          <w:szCs w:val="24"/>
        </w:rPr>
      </w:pPr>
      <w:r>
        <w:rPr>
          <w:szCs w:val="24"/>
        </w:rPr>
        <w:t xml:space="preserve">návrhy </w:t>
      </w:r>
      <w:proofErr w:type="gramStart"/>
      <w:r>
        <w:rPr>
          <w:szCs w:val="24"/>
        </w:rPr>
        <w:t>A.1 až</w:t>
      </w:r>
      <w:proofErr w:type="gramEnd"/>
      <w:r>
        <w:rPr>
          <w:szCs w:val="24"/>
        </w:rPr>
        <w:t xml:space="preserve"> A.13</w:t>
      </w:r>
      <w:r w:rsidR="00840934">
        <w:rPr>
          <w:szCs w:val="24"/>
        </w:rPr>
        <w:t xml:space="preserve"> společně jedním hlasováním</w:t>
      </w:r>
    </w:p>
    <w:p w:rsidR="006D664C" w:rsidRDefault="006D664C" w:rsidP="006D664C">
      <w:pPr>
        <w:pStyle w:val="PS-slovanseznam"/>
        <w:numPr>
          <w:ilvl w:val="2"/>
          <w:numId w:val="6"/>
        </w:numPr>
        <w:spacing w:after="0"/>
        <w:rPr>
          <w:rStyle w:val="proloenChar"/>
          <w:spacing w:val="0"/>
        </w:rPr>
      </w:pPr>
      <w:r>
        <w:rPr>
          <w:rStyle w:val="proloenChar"/>
          <w:spacing w:val="0"/>
        </w:rPr>
        <w:t xml:space="preserve">pokud nebude přijat návrh </w:t>
      </w:r>
      <w:proofErr w:type="gramStart"/>
      <w:r>
        <w:rPr>
          <w:rStyle w:val="proloenChar"/>
          <w:spacing w:val="0"/>
        </w:rPr>
        <w:t>A.1, j</w:t>
      </w:r>
      <w:r w:rsidR="00840934">
        <w:rPr>
          <w:rStyle w:val="proloenChar"/>
          <w:spacing w:val="0"/>
        </w:rPr>
        <w:t>sou</w:t>
      </w:r>
      <w:proofErr w:type="gramEnd"/>
      <w:r>
        <w:rPr>
          <w:rStyle w:val="proloenChar"/>
          <w:spacing w:val="0"/>
        </w:rPr>
        <w:t xml:space="preserve"> návrh</w:t>
      </w:r>
      <w:r w:rsidR="00840934">
        <w:rPr>
          <w:rStyle w:val="proloenChar"/>
          <w:spacing w:val="0"/>
        </w:rPr>
        <w:t>y</w:t>
      </w:r>
      <w:r>
        <w:rPr>
          <w:rStyle w:val="proloenChar"/>
          <w:spacing w:val="0"/>
        </w:rPr>
        <w:t xml:space="preserve"> B.2 a B.3 </w:t>
      </w:r>
      <w:proofErr w:type="spellStart"/>
      <w:r>
        <w:rPr>
          <w:rStyle w:val="proloenChar"/>
          <w:spacing w:val="0"/>
        </w:rPr>
        <w:t>nehlasovateln</w:t>
      </w:r>
      <w:r w:rsidR="00840934">
        <w:rPr>
          <w:rStyle w:val="proloenChar"/>
          <w:spacing w:val="0"/>
        </w:rPr>
        <w:t>é</w:t>
      </w:r>
      <w:proofErr w:type="spellEnd"/>
    </w:p>
    <w:p w:rsidR="006D664C" w:rsidRPr="00840934" w:rsidRDefault="006D664C" w:rsidP="006D664C">
      <w:pPr>
        <w:pStyle w:val="PS-slovanseznam"/>
        <w:numPr>
          <w:ilvl w:val="1"/>
          <w:numId w:val="6"/>
        </w:numPr>
        <w:spacing w:after="0"/>
      </w:pPr>
      <w:r>
        <w:rPr>
          <w:szCs w:val="24"/>
        </w:rPr>
        <w:t>návrh</w:t>
      </w:r>
      <w:r w:rsidR="00CD4B9B">
        <w:rPr>
          <w:szCs w:val="24"/>
        </w:rPr>
        <w:t>y</w:t>
      </w:r>
      <w:r>
        <w:rPr>
          <w:szCs w:val="24"/>
        </w:rPr>
        <w:t xml:space="preserve"> B.1</w:t>
      </w:r>
      <w:r w:rsidR="00CD4B9B">
        <w:rPr>
          <w:szCs w:val="24"/>
        </w:rPr>
        <w:t xml:space="preserve"> až B</w:t>
      </w:r>
      <w:r w:rsidR="00840934">
        <w:rPr>
          <w:szCs w:val="24"/>
        </w:rPr>
        <w:t>.</w:t>
      </w:r>
      <w:r w:rsidR="00CD4B9B">
        <w:rPr>
          <w:szCs w:val="24"/>
        </w:rPr>
        <w:t>3</w:t>
      </w:r>
      <w:r w:rsidR="00840934">
        <w:rPr>
          <w:szCs w:val="24"/>
        </w:rPr>
        <w:t xml:space="preserve"> společně jedn</w:t>
      </w:r>
      <w:r w:rsidR="000D5D0B">
        <w:rPr>
          <w:szCs w:val="24"/>
        </w:rPr>
        <w:t>í</w:t>
      </w:r>
      <w:r w:rsidR="00840934">
        <w:rPr>
          <w:szCs w:val="24"/>
        </w:rPr>
        <w:t>m hlasováním</w:t>
      </w:r>
    </w:p>
    <w:p w:rsidR="00840934" w:rsidRPr="006D664C" w:rsidRDefault="00840934" w:rsidP="00840934">
      <w:pPr>
        <w:pStyle w:val="PS-slovanseznam"/>
        <w:numPr>
          <w:ilvl w:val="2"/>
          <w:numId w:val="6"/>
        </w:numPr>
        <w:spacing w:after="0"/>
      </w:pPr>
      <w:proofErr w:type="gramStart"/>
      <w:r>
        <w:rPr>
          <w:szCs w:val="24"/>
        </w:rPr>
        <w:t>návrhy B.2 a B.3 jsou</w:t>
      </w:r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hlasovatelné</w:t>
      </w:r>
      <w:proofErr w:type="spellEnd"/>
      <w:r>
        <w:rPr>
          <w:szCs w:val="24"/>
        </w:rPr>
        <w:t>, pokud byl v hlasování č. 2 přijat návrh A.1</w:t>
      </w:r>
    </w:p>
    <w:p w:rsidR="006D664C" w:rsidRDefault="00CD4B9B" w:rsidP="006D664C">
      <w:pPr>
        <w:pStyle w:val="PS-slovanseznam"/>
        <w:numPr>
          <w:ilvl w:val="1"/>
          <w:numId w:val="6"/>
        </w:numPr>
        <w:spacing w:after="0"/>
        <w:ind w:left="1080"/>
        <w:rPr>
          <w:szCs w:val="24"/>
        </w:rPr>
      </w:pPr>
      <w:r>
        <w:rPr>
          <w:szCs w:val="24"/>
        </w:rPr>
        <w:t>návrh C</w:t>
      </w:r>
    </w:p>
    <w:p w:rsidR="003439A7" w:rsidRDefault="003439A7" w:rsidP="006D664C">
      <w:pPr>
        <w:pStyle w:val="PS-slovanseznam"/>
        <w:numPr>
          <w:ilvl w:val="1"/>
          <w:numId w:val="6"/>
        </w:numPr>
        <w:spacing w:after="0"/>
        <w:ind w:left="1080"/>
        <w:rPr>
          <w:szCs w:val="24"/>
        </w:rPr>
      </w:pPr>
      <w:r>
        <w:rPr>
          <w:szCs w:val="24"/>
        </w:rPr>
        <w:t xml:space="preserve">o návrhu zákona jako </w:t>
      </w:r>
      <w:r w:rsidR="004F0C3A">
        <w:rPr>
          <w:szCs w:val="24"/>
        </w:rPr>
        <w:t xml:space="preserve">o </w:t>
      </w:r>
      <w:r>
        <w:rPr>
          <w:szCs w:val="24"/>
        </w:rPr>
        <w:t>celku;</w:t>
      </w:r>
    </w:p>
    <w:p w:rsidR="006D664C" w:rsidRPr="006D664C" w:rsidRDefault="006D664C" w:rsidP="006D664C">
      <w:pPr>
        <w:pStyle w:val="PS-slovanseznam"/>
        <w:numPr>
          <w:ilvl w:val="0"/>
          <w:numId w:val="0"/>
        </w:numPr>
        <w:spacing w:after="0"/>
        <w:ind w:left="1080"/>
        <w:rPr>
          <w:szCs w:val="24"/>
        </w:rPr>
      </w:pPr>
    </w:p>
    <w:p w:rsidR="006D664C" w:rsidRDefault="00B477DD" w:rsidP="00D61C19">
      <w:pPr>
        <w:pStyle w:val="PS-slovanseznam"/>
        <w:ind w:left="426" w:hanging="426"/>
      </w:pPr>
      <w:r>
        <w:rPr>
          <w:rStyle w:val="proloenChar"/>
          <w:b/>
        </w:rPr>
        <w:t>zaujímá</w:t>
      </w:r>
      <w:r w:rsidR="009F41A7">
        <w:t xml:space="preserve"> </w:t>
      </w:r>
      <w:r>
        <w:t>následující stanoviska k jednotlivým předloženým návrhům:</w:t>
      </w:r>
    </w:p>
    <w:p w:rsidR="006D664C" w:rsidRDefault="00840934" w:rsidP="00840934">
      <w:pPr>
        <w:pStyle w:val="PS-slovanseznam"/>
        <w:numPr>
          <w:ilvl w:val="0"/>
          <w:numId w:val="0"/>
        </w:numPr>
        <w:spacing w:after="0"/>
        <w:ind w:left="357" w:hanging="357"/>
        <w:rPr>
          <w:rStyle w:val="proloenChar"/>
          <w:spacing w:val="0"/>
        </w:rPr>
      </w:pPr>
      <w:r>
        <w:rPr>
          <w:rStyle w:val="proloenChar"/>
          <w:spacing w:val="0"/>
        </w:rPr>
        <w:tab/>
      </w:r>
      <w:r>
        <w:rPr>
          <w:rStyle w:val="proloenChar"/>
          <w:spacing w:val="0"/>
        </w:rPr>
        <w:tab/>
      </w:r>
      <w:proofErr w:type="gramStart"/>
      <w:r w:rsidR="006D664C">
        <w:rPr>
          <w:rStyle w:val="proloenChar"/>
          <w:spacing w:val="0"/>
        </w:rPr>
        <w:t xml:space="preserve">A.1 </w:t>
      </w:r>
      <w:r>
        <w:rPr>
          <w:rStyle w:val="proloenChar"/>
          <w:spacing w:val="0"/>
        </w:rPr>
        <w:t>až</w:t>
      </w:r>
      <w:proofErr w:type="gramEnd"/>
      <w:r w:rsidR="006D664C">
        <w:rPr>
          <w:rStyle w:val="proloenChar"/>
          <w:spacing w:val="0"/>
        </w:rPr>
        <w:t xml:space="preserve"> A.13</w:t>
      </w:r>
      <w:r w:rsidR="006D664C">
        <w:rPr>
          <w:rStyle w:val="proloenChar"/>
          <w:spacing w:val="0"/>
        </w:rPr>
        <w:tab/>
      </w:r>
      <w:r w:rsidR="006D664C">
        <w:rPr>
          <w:rStyle w:val="proloenChar"/>
          <w:spacing w:val="0"/>
        </w:rPr>
        <w:tab/>
      </w:r>
      <w:r w:rsidR="004F0C3A">
        <w:rPr>
          <w:rStyle w:val="proloenChar"/>
          <w:spacing w:val="0"/>
        </w:rPr>
        <w:tab/>
        <w:t>doporučuje</w:t>
      </w:r>
    </w:p>
    <w:p w:rsidR="006D664C" w:rsidRDefault="00840934" w:rsidP="00840934">
      <w:pPr>
        <w:pStyle w:val="PS-slovanseznam"/>
        <w:numPr>
          <w:ilvl w:val="0"/>
          <w:numId w:val="0"/>
        </w:numPr>
        <w:spacing w:after="0"/>
        <w:ind w:left="357" w:hanging="357"/>
        <w:rPr>
          <w:rStyle w:val="proloenChar"/>
          <w:spacing w:val="0"/>
        </w:rPr>
      </w:pPr>
      <w:r>
        <w:rPr>
          <w:rStyle w:val="proloenChar"/>
          <w:spacing w:val="0"/>
        </w:rPr>
        <w:tab/>
      </w:r>
      <w:r>
        <w:rPr>
          <w:rStyle w:val="proloenChar"/>
          <w:spacing w:val="0"/>
        </w:rPr>
        <w:tab/>
      </w:r>
      <w:proofErr w:type="gramStart"/>
      <w:r w:rsidR="006D664C">
        <w:rPr>
          <w:rStyle w:val="proloenChar"/>
          <w:spacing w:val="0"/>
        </w:rPr>
        <w:t>B.1</w:t>
      </w:r>
      <w:r w:rsidR="00CD4B9B">
        <w:rPr>
          <w:rStyle w:val="proloenChar"/>
          <w:spacing w:val="0"/>
        </w:rPr>
        <w:t xml:space="preserve"> </w:t>
      </w:r>
      <w:r>
        <w:rPr>
          <w:rStyle w:val="proloenChar"/>
          <w:spacing w:val="0"/>
        </w:rPr>
        <w:t>až</w:t>
      </w:r>
      <w:proofErr w:type="gramEnd"/>
      <w:r w:rsidR="00CD4B9B">
        <w:rPr>
          <w:rStyle w:val="proloenChar"/>
          <w:spacing w:val="0"/>
        </w:rPr>
        <w:t xml:space="preserve"> B.3</w:t>
      </w:r>
      <w:r w:rsidR="004F0C3A">
        <w:rPr>
          <w:rStyle w:val="proloenChar"/>
          <w:spacing w:val="0"/>
        </w:rPr>
        <w:tab/>
      </w:r>
      <w:r w:rsidR="004F0C3A">
        <w:rPr>
          <w:rStyle w:val="proloenChar"/>
          <w:spacing w:val="0"/>
        </w:rPr>
        <w:tab/>
      </w:r>
      <w:r w:rsidR="004F0C3A">
        <w:rPr>
          <w:rStyle w:val="proloenChar"/>
          <w:spacing w:val="0"/>
        </w:rPr>
        <w:tab/>
        <w:t>doporučuje</w:t>
      </w:r>
    </w:p>
    <w:p w:rsidR="006D664C" w:rsidRDefault="00840934" w:rsidP="00840934">
      <w:pPr>
        <w:pStyle w:val="PS-slovanseznam"/>
        <w:numPr>
          <w:ilvl w:val="0"/>
          <w:numId w:val="0"/>
        </w:numPr>
        <w:spacing w:after="0"/>
        <w:ind w:left="357" w:hanging="357"/>
        <w:rPr>
          <w:rStyle w:val="proloenChar"/>
          <w:spacing w:val="0"/>
        </w:rPr>
      </w:pPr>
      <w:r>
        <w:rPr>
          <w:rStyle w:val="proloenChar"/>
          <w:spacing w:val="0"/>
        </w:rPr>
        <w:tab/>
      </w:r>
      <w:r>
        <w:rPr>
          <w:rStyle w:val="proloenChar"/>
          <w:spacing w:val="0"/>
        </w:rPr>
        <w:tab/>
      </w:r>
      <w:r w:rsidR="00CD4B9B">
        <w:rPr>
          <w:rStyle w:val="proloenChar"/>
          <w:spacing w:val="0"/>
        </w:rPr>
        <w:t>C</w:t>
      </w:r>
      <w:r w:rsidR="00D81481">
        <w:rPr>
          <w:rStyle w:val="proloenChar"/>
          <w:spacing w:val="0"/>
        </w:rPr>
        <w:tab/>
      </w:r>
      <w:r w:rsidR="00D81481">
        <w:rPr>
          <w:rStyle w:val="proloenChar"/>
          <w:spacing w:val="0"/>
        </w:rPr>
        <w:tab/>
      </w:r>
      <w:r w:rsidR="00D81481">
        <w:rPr>
          <w:rStyle w:val="proloenChar"/>
          <w:spacing w:val="0"/>
        </w:rPr>
        <w:tab/>
      </w:r>
      <w:r w:rsidR="00D81481">
        <w:rPr>
          <w:rStyle w:val="proloenChar"/>
          <w:spacing w:val="0"/>
        </w:rPr>
        <w:tab/>
        <w:t>nepřijal stanovisko;</w:t>
      </w:r>
    </w:p>
    <w:p w:rsidR="006D664C" w:rsidRPr="006D664C" w:rsidRDefault="006D664C" w:rsidP="006D664C">
      <w:pPr>
        <w:pStyle w:val="PS-slovanseznam"/>
        <w:numPr>
          <w:ilvl w:val="0"/>
          <w:numId w:val="0"/>
        </w:numPr>
        <w:spacing w:after="0"/>
        <w:ind w:left="1069"/>
        <w:rPr>
          <w:rStyle w:val="proloenChar"/>
          <w:spacing w:val="0"/>
        </w:rPr>
      </w:pPr>
    </w:p>
    <w:p w:rsidR="00423236" w:rsidRDefault="009F41A7" w:rsidP="00D61C19">
      <w:pPr>
        <w:pStyle w:val="PS-slovanseznam"/>
        <w:ind w:left="426" w:hanging="426"/>
      </w:pPr>
      <w:r>
        <w:rPr>
          <w:rStyle w:val="proloenChar"/>
          <w:b/>
        </w:rPr>
        <w:t>pověřuje</w:t>
      </w:r>
      <w:r w:rsidR="00B477DD">
        <w:rPr>
          <w:rStyle w:val="proloenChar"/>
          <w:b/>
        </w:rPr>
        <w:t xml:space="preserve"> </w:t>
      </w:r>
      <w:r w:rsidR="008A691F">
        <w:t>zpravodajku</w:t>
      </w:r>
      <w:r w:rsidR="00423236">
        <w:t xml:space="preserve"> výboru, aby </w:t>
      </w:r>
      <w:r w:rsidR="00B477DD">
        <w:t>ve spolupráci s navrhovatelem a legislativním odborem Kanceláře Poslanecké sněmovny popřípadě navrhl</w:t>
      </w:r>
      <w:r w:rsidR="008A691F">
        <w:t>a</w:t>
      </w:r>
      <w:r w:rsidR="00B477DD">
        <w:t xml:space="preserve"> nezbytné úpravy podle § 95 odst. 2 zákona o je</w:t>
      </w:r>
      <w:r w:rsidR="00AE02D0">
        <w:t>dnacím řádu Poslanecké sněmovny;</w:t>
      </w:r>
    </w:p>
    <w:p w:rsidR="00647C1A" w:rsidRDefault="00B477DD" w:rsidP="00D61C19">
      <w:pPr>
        <w:pStyle w:val="PS-slovanseznam"/>
        <w:ind w:left="426" w:hanging="426"/>
      </w:pPr>
      <w:r>
        <w:rPr>
          <w:rStyle w:val="proloenChar"/>
          <w:b/>
        </w:rPr>
        <w:t>pověřuje</w:t>
      </w:r>
      <w:r w:rsidR="008A691F">
        <w:t xml:space="preserve"> zpravodajku</w:t>
      </w:r>
      <w:r w:rsidR="00423236">
        <w:t xml:space="preserve"> výboru, aby</w:t>
      </w:r>
      <w:r>
        <w:t xml:space="preserve"> na schůzi Poslanecké sněmovny ve třet</w:t>
      </w:r>
      <w:r w:rsidR="003E5666">
        <w:t>ím čtení návrhu zákona přednesl</w:t>
      </w:r>
      <w:r w:rsidR="008A691F">
        <w:t>a</w:t>
      </w:r>
      <w:r w:rsidR="00AE02D0">
        <w:t xml:space="preserve"> stanoviska výboru;</w:t>
      </w:r>
    </w:p>
    <w:p w:rsidR="00B477DD" w:rsidRDefault="00B477DD" w:rsidP="00D61C19">
      <w:pPr>
        <w:pStyle w:val="PS-slovanseznam"/>
        <w:ind w:left="426" w:hanging="426"/>
      </w:pPr>
      <w:r>
        <w:rPr>
          <w:rStyle w:val="proloenChar"/>
          <w:b/>
        </w:rPr>
        <w:lastRenderedPageBreak/>
        <w:t>pověřuje</w:t>
      </w:r>
      <w:r w:rsidR="009F41A7">
        <w:t xml:space="preserve"> </w:t>
      </w:r>
      <w:r w:rsidR="00A12022">
        <w:t>předsedkyni</w:t>
      </w:r>
      <w:r>
        <w:t xml:space="preserve"> výboru, aby předložil</w:t>
      </w:r>
      <w:r w:rsidR="00A12022">
        <w:t>a</w:t>
      </w:r>
      <w:r w:rsidR="008A691F">
        <w:t xml:space="preserve"> toto usnesení předsedkyni</w:t>
      </w:r>
      <w:r>
        <w:t xml:space="preserve"> Poslanecké sněmovny.</w:t>
      </w: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DC79B2" w:rsidRDefault="00DC79B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DC79B2" w:rsidRDefault="00DC79B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3813B9" w:rsidTr="003813B9">
        <w:trPr>
          <w:trHeight w:val="1234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813B9" w:rsidRDefault="003439A7" w:rsidP="003813B9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Klára KOCMANOVÁ</w:t>
            </w:r>
            <w:r w:rsidR="00343D3B">
              <w:t xml:space="preserve"> v. r.</w:t>
            </w:r>
          </w:p>
          <w:p w:rsidR="003813B9" w:rsidRDefault="003813B9" w:rsidP="003813B9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3439A7">
              <w:t>ověřovatel</w:t>
            </w:r>
            <w:r w:rsidR="003439A7" w:rsidRPr="003439A7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:rsidR="003813B9" w:rsidRDefault="003813B9" w:rsidP="003813B9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Berenika PEŠTOVÁ, Ph.D.</w:t>
            </w:r>
            <w:r w:rsidR="00343D3B">
              <w:t xml:space="preserve"> v. r.</w:t>
            </w:r>
          </w:p>
          <w:p w:rsidR="003813B9" w:rsidRDefault="003813B9" w:rsidP="003813B9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zpravodajka</w:t>
            </w:r>
          </w:p>
          <w:p w:rsidR="003813B9" w:rsidRDefault="003813B9" w:rsidP="003813B9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</w:tc>
      </w:tr>
      <w:tr w:rsidR="003813B9" w:rsidTr="003813B9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439A7" w:rsidRDefault="003439A7" w:rsidP="003813B9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:rsidR="003813B9" w:rsidRDefault="003813B9" w:rsidP="003813B9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Jana KRUTÁKOVÁ</w:t>
            </w:r>
            <w:r w:rsidR="00343D3B">
              <w:t xml:space="preserve"> v. r.</w:t>
            </w:r>
            <w:bookmarkStart w:id="0" w:name="_GoBack"/>
            <w:bookmarkEnd w:id="0"/>
          </w:p>
          <w:p w:rsidR="003813B9" w:rsidRDefault="003813B9" w:rsidP="003813B9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</w:tbl>
    <w:p w:rsidR="00DC79B2" w:rsidRDefault="00DC79B2" w:rsidP="003813B9"/>
    <w:sectPr w:rsidR="00DC79B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52918"/>
    <w:multiLevelType w:val="hybridMultilevel"/>
    <w:tmpl w:val="D7568B26"/>
    <w:lvl w:ilvl="0" w:tplc="7B60A4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13226"/>
    <w:multiLevelType w:val="multilevel"/>
    <w:tmpl w:val="225C7750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B4E6877"/>
    <w:multiLevelType w:val="hybridMultilevel"/>
    <w:tmpl w:val="F7FADAB4"/>
    <w:lvl w:ilvl="0" w:tplc="C3B2076A">
      <w:start w:val="1"/>
      <w:numFmt w:val="upperRoman"/>
      <w:pStyle w:val="PS-slovanseznam"/>
      <w:lvlText w:val="%1.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ind w:left="1069" w:hanging="360"/>
      </w:pPr>
    </w:lvl>
    <w:lvl w:ilvl="2" w:tplc="ACF25D02">
      <w:start w:val="1"/>
      <w:numFmt w:val="bullet"/>
      <w:lvlText w:val="-"/>
      <w:lvlJc w:val="left"/>
      <w:pPr>
        <w:ind w:left="2061" w:hanging="360"/>
      </w:pPr>
      <w:rPr>
        <w:rFonts w:ascii="Times New Roman" w:eastAsia="Calibri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5B313660"/>
    <w:multiLevelType w:val="multilevel"/>
    <w:tmpl w:val="6A72365C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7" w15:restartNumberingAfterBreak="0">
    <w:nsid w:val="5ECD27B7"/>
    <w:multiLevelType w:val="hybridMultilevel"/>
    <w:tmpl w:val="E7924DCC"/>
    <w:lvl w:ilvl="0" w:tplc="7B60A452">
      <w:start w:val="1"/>
      <w:numFmt w:val="bullet"/>
      <w:lvlText w:val="-"/>
      <w:lvlJc w:val="left"/>
      <w:pPr>
        <w:ind w:left="1437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8" w15:restartNumberingAfterBreak="0">
    <w:nsid w:val="6E4B0BDD"/>
    <w:multiLevelType w:val="hybridMultilevel"/>
    <w:tmpl w:val="7BFA87CC"/>
    <w:lvl w:ilvl="0" w:tplc="0405000F">
      <w:start w:val="1"/>
      <w:numFmt w:val="decimal"/>
      <w:lvlText w:val="%1."/>
      <w:lvlJc w:val="lef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6E6721A2"/>
    <w:multiLevelType w:val="hybridMultilevel"/>
    <w:tmpl w:val="5F188648"/>
    <w:lvl w:ilvl="0" w:tplc="C4B27C3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1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2"/>
  </w:num>
  <w:num w:numId="16">
    <w:abstractNumId w:val="16"/>
  </w:num>
  <w:num w:numId="17">
    <w:abstractNumId w:val="19"/>
  </w:num>
  <w:num w:numId="18">
    <w:abstractNumId w:val="10"/>
  </w:num>
  <w:num w:numId="19">
    <w:abstractNumId w:val="1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DD"/>
    <w:rsid w:val="000476E4"/>
    <w:rsid w:val="00080B64"/>
    <w:rsid w:val="00081E6D"/>
    <w:rsid w:val="000A4082"/>
    <w:rsid w:val="000C5278"/>
    <w:rsid w:val="000D5D0B"/>
    <w:rsid w:val="000E730C"/>
    <w:rsid w:val="00103C04"/>
    <w:rsid w:val="00106842"/>
    <w:rsid w:val="00136BF8"/>
    <w:rsid w:val="001B45F3"/>
    <w:rsid w:val="00230024"/>
    <w:rsid w:val="00254049"/>
    <w:rsid w:val="00272E1B"/>
    <w:rsid w:val="00297F0E"/>
    <w:rsid w:val="002A2F32"/>
    <w:rsid w:val="002B0FB6"/>
    <w:rsid w:val="002B60B3"/>
    <w:rsid w:val="002C6BED"/>
    <w:rsid w:val="002E3CC2"/>
    <w:rsid w:val="003439A7"/>
    <w:rsid w:val="00343D3B"/>
    <w:rsid w:val="00346A76"/>
    <w:rsid w:val="00356011"/>
    <w:rsid w:val="003623E0"/>
    <w:rsid w:val="00377253"/>
    <w:rsid w:val="003813B9"/>
    <w:rsid w:val="003D2033"/>
    <w:rsid w:val="003E5666"/>
    <w:rsid w:val="00421D62"/>
    <w:rsid w:val="00423236"/>
    <w:rsid w:val="00423326"/>
    <w:rsid w:val="004F0C3A"/>
    <w:rsid w:val="005227BF"/>
    <w:rsid w:val="00566A4C"/>
    <w:rsid w:val="005807F2"/>
    <w:rsid w:val="00585E1B"/>
    <w:rsid w:val="005A4A3C"/>
    <w:rsid w:val="005C30D7"/>
    <w:rsid w:val="005E094C"/>
    <w:rsid w:val="005F2A90"/>
    <w:rsid w:val="005F6CAE"/>
    <w:rsid w:val="00620764"/>
    <w:rsid w:val="0064441B"/>
    <w:rsid w:val="00647C1A"/>
    <w:rsid w:val="006D664C"/>
    <w:rsid w:val="00757ED6"/>
    <w:rsid w:val="007B09D8"/>
    <w:rsid w:val="007C62DA"/>
    <w:rsid w:val="007D5EE1"/>
    <w:rsid w:val="007E1D0B"/>
    <w:rsid w:val="00812496"/>
    <w:rsid w:val="0081483D"/>
    <w:rsid w:val="00830BFE"/>
    <w:rsid w:val="00831DF9"/>
    <w:rsid w:val="00840934"/>
    <w:rsid w:val="00850043"/>
    <w:rsid w:val="00893C29"/>
    <w:rsid w:val="008A691F"/>
    <w:rsid w:val="008F7861"/>
    <w:rsid w:val="00903269"/>
    <w:rsid w:val="00955BDA"/>
    <w:rsid w:val="009978F5"/>
    <w:rsid w:val="009F41A7"/>
    <w:rsid w:val="00A12022"/>
    <w:rsid w:val="00A46CDA"/>
    <w:rsid w:val="00AA0D27"/>
    <w:rsid w:val="00AE02D0"/>
    <w:rsid w:val="00B13892"/>
    <w:rsid w:val="00B477DD"/>
    <w:rsid w:val="00B53E8D"/>
    <w:rsid w:val="00B715B6"/>
    <w:rsid w:val="00BF2D35"/>
    <w:rsid w:val="00C03AFC"/>
    <w:rsid w:val="00C05977"/>
    <w:rsid w:val="00C56014"/>
    <w:rsid w:val="00C853E2"/>
    <w:rsid w:val="00CD4B9B"/>
    <w:rsid w:val="00D61C19"/>
    <w:rsid w:val="00D76FB3"/>
    <w:rsid w:val="00D81481"/>
    <w:rsid w:val="00DC29E4"/>
    <w:rsid w:val="00DC41C6"/>
    <w:rsid w:val="00DC79B2"/>
    <w:rsid w:val="00E21901"/>
    <w:rsid w:val="00ED15A8"/>
    <w:rsid w:val="00ED6BF2"/>
    <w:rsid w:val="00EF3B15"/>
    <w:rsid w:val="00EF679B"/>
    <w:rsid w:val="00F1019A"/>
    <w:rsid w:val="00F10ADF"/>
    <w:rsid w:val="00F8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1B5B4"/>
  <w15:chartTrackingRefBased/>
  <w15:docId w15:val="{1A106A68-09AD-49B1-8AD1-5B7365B26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E21901"/>
    <w:pPr>
      <w:keepNext/>
      <w:numPr>
        <w:numId w:val="15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color w:val="00000A"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B477DD"/>
    <w:pPr>
      <w:ind w:left="708"/>
    </w:pPr>
  </w:style>
  <w:style w:type="character" w:customStyle="1" w:styleId="Nadpis1Char">
    <w:name w:val="Nadpis 1 Char"/>
    <w:basedOn w:val="Standardnpsmoodstavce"/>
    <w:link w:val="Nadpis1"/>
    <w:qFormat/>
    <w:rsid w:val="00E21901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40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082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uiPriority w:val="39"/>
    <w:rsid w:val="003813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2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1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D2838-345C-48FE-B3AE-C03FEF7D3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22</TotalTime>
  <Pages>2</Pages>
  <Words>257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Katerina Novakova</cp:lastModifiedBy>
  <cp:revision>8</cp:revision>
  <cp:lastPrinted>2022-06-07T13:45:00Z</cp:lastPrinted>
  <dcterms:created xsi:type="dcterms:W3CDTF">2022-06-07T16:06:00Z</dcterms:created>
  <dcterms:modified xsi:type="dcterms:W3CDTF">2022-06-08T13:42:00Z</dcterms:modified>
</cp:coreProperties>
</file>