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612" w:rsidRDefault="00BF0612" w:rsidP="00BF0612">
      <w:pPr>
        <w:pStyle w:val="ZKON"/>
        <w:rPr>
          <w:rStyle w:val="normln0"/>
        </w:rPr>
      </w:pPr>
      <w:bookmarkStart w:id="0" w:name="_GoBack"/>
      <w:bookmarkEnd w:id="0"/>
      <w:r>
        <w:rPr>
          <w:rStyle w:val="normln0"/>
        </w:rPr>
        <w:t>ZÁKON</w:t>
      </w:r>
    </w:p>
    <w:p w:rsidR="00D51603" w:rsidRPr="00BF0612" w:rsidRDefault="00BF0612" w:rsidP="00BF0612">
      <w:pPr>
        <w:pStyle w:val="nadpiszkona"/>
        <w:rPr>
          <w:rStyle w:val="normln0"/>
          <w:b w:val="0"/>
        </w:rPr>
      </w:pPr>
      <w:r w:rsidRPr="00BF0612">
        <w:rPr>
          <w:rStyle w:val="normln0"/>
          <w:b w:val="0"/>
        </w:rPr>
        <w:t>ze dne                    2020</w:t>
      </w:r>
    </w:p>
    <w:p w:rsidR="00D51603" w:rsidRPr="007E4202" w:rsidRDefault="00D51603" w:rsidP="00BF0612">
      <w:pPr>
        <w:pStyle w:val="nadpiszkona"/>
        <w:rPr>
          <w:rStyle w:val="normln0"/>
          <w:b w:val="0"/>
        </w:rPr>
      </w:pPr>
      <w:r w:rsidRPr="007E4202">
        <w:rPr>
          <w:rStyle w:val="normln0"/>
        </w:rPr>
        <w:t xml:space="preserve">o kompenzačním bonusu v souvislosti se zákazem nebo omezením podnikatelské činnosti v souvislosti s výskytem </w:t>
      </w:r>
      <w:proofErr w:type="spellStart"/>
      <w:r w:rsidRPr="007E4202">
        <w:rPr>
          <w:rStyle w:val="normln0"/>
        </w:rPr>
        <w:t>koronaviru</w:t>
      </w:r>
      <w:proofErr w:type="spellEnd"/>
      <w:r w:rsidRPr="007E4202">
        <w:rPr>
          <w:rStyle w:val="normln0"/>
        </w:rPr>
        <w:t xml:space="preserve"> SARS CoV-2</w:t>
      </w:r>
    </w:p>
    <w:p w:rsidR="00BF0612" w:rsidRDefault="00BF0612" w:rsidP="00BF0612">
      <w:pPr>
        <w:pStyle w:val="Parlament"/>
      </w:pPr>
      <w:r>
        <w:t>Parlament se usnesl na tomto zákoně České republiky:</w:t>
      </w:r>
    </w:p>
    <w:p w:rsidR="00D51603" w:rsidRPr="007E4202" w:rsidRDefault="00BF0612" w:rsidP="00BF0612">
      <w:pPr>
        <w:pStyle w:val="ST"/>
      </w:pPr>
      <w:r>
        <w:t xml:space="preserve">ČÁST </w:t>
      </w:r>
      <w:r w:rsidR="00D51603" w:rsidRPr="007E4202">
        <w:t>PRVNÍ</w:t>
      </w:r>
    </w:p>
    <w:p w:rsidR="00D51603" w:rsidRPr="007E4202" w:rsidRDefault="00D51603" w:rsidP="00BF0612">
      <w:pPr>
        <w:pStyle w:val="NADPISSTI"/>
      </w:pPr>
      <w:r w:rsidRPr="007E4202">
        <w:t>ÚVODNÍ USTANOVENÍ</w:t>
      </w:r>
    </w:p>
    <w:p w:rsidR="00D51603" w:rsidRPr="007E4202" w:rsidRDefault="00D51603" w:rsidP="00D51603">
      <w:pPr>
        <w:widowControl w:val="0"/>
        <w:spacing w:before="240"/>
        <w:jc w:val="center"/>
        <w:outlineLvl w:val="5"/>
      </w:pPr>
      <w:r w:rsidRPr="007E4202">
        <w:t>§ 1</w:t>
      </w:r>
    </w:p>
    <w:p w:rsidR="00D51603" w:rsidRPr="007E4202" w:rsidRDefault="00D51603" w:rsidP="00BF0612">
      <w:pPr>
        <w:pStyle w:val="Nadpisparagrafu"/>
      </w:pPr>
      <w:r w:rsidRPr="007E4202">
        <w:t>Předmět úpravy</w:t>
      </w:r>
    </w:p>
    <w:p w:rsidR="00D51603" w:rsidRDefault="00D51603" w:rsidP="00BF0612">
      <w:pPr>
        <w:pStyle w:val="Textparagrafu"/>
      </w:pPr>
      <w:r w:rsidRPr="007E4202">
        <w:t xml:space="preserve">Tento zákon upravuje daňový bonus na kompenzaci některých hospodářských následků bezprostředně souvisejících s omezením nebo zákazem podnikatelské činnosti v důsledku opatření přijatých orgány státní správy k ochraně obyvatelstva a prevenci nebezpečí vzniku a rozšíření onemocnění COVID-19 způsobeného </w:t>
      </w:r>
      <w:proofErr w:type="spellStart"/>
      <w:r w:rsidRPr="007E4202">
        <w:t>koronavirem</w:t>
      </w:r>
      <w:proofErr w:type="spellEnd"/>
      <w:r w:rsidRPr="007E4202">
        <w:t xml:space="preserve"> označovaným jako SARS CoV-2 (dále jen „kompenzační bonus“).</w:t>
      </w:r>
    </w:p>
    <w:p w:rsidR="00D51603" w:rsidRPr="007E4202" w:rsidRDefault="00BF0612" w:rsidP="00BF0612">
      <w:pPr>
        <w:pStyle w:val="ST"/>
      </w:pPr>
      <w:r>
        <w:t xml:space="preserve">ČÁST </w:t>
      </w:r>
      <w:r w:rsidR="00D51603" w:rsidRPr="007E4202">
        <w:t>DRUHÁ</w:t>
      </w:r>
    </w:p>
    <w:p w:rsidR="00D51603" w:rsidRPr="007E4202" w:rsidRDefault="00D51603" w:rsidP="00BF0612">
      <w:pPr>
        <w:pStyle w:val="NADPISSTI"/>
      </w:pPr>
      <w:r w:rsidRPr="007E4202">
        <w:t>KOMPENZAČNÍ BONUS</w:t>
      </w:r>
    </w:p>
    <w:p w:rsidR="00D51603" w:rsidRPr="007E4202" w:rsidRDefault="00D51603" w:rsidP="00D51603">
      <w:pPr>
        <w:widowControl w:val="0"/>
        <w:spacing w:before="240"/>
        <w:jc w:val="center"/>
        <w:outlineLvl w:val="5"/>
      </w:pPr>
      <w:r w:rsidRPr="007E4202">
        <w:t>§ 2</w:t>
      </w:r>
    </w:p>
    <w:p w:rsidR="00D51603" w:rsidRPr="007E4202" w:rsidRDefault="00D51603" w:rsidP="00BF0612">
      <w:pPr>
        <w:pStyle w:val="Nadpisparagrafu"/>
      </w:pPr>
      <w:r w:rsidRPr="007E4202">
        <w:t>Subjekt kompenzačního bonusu v případě osoby samostatně výdělečně činné</w:t>
      </w:r>
    </w:p>
    <w:p w:rsidR="00D51603" w:rsidRPr="00BF0612" w:rsidRDefault="00D51603" w:rsidP="00BF0612">
      <w:pPr>
        <w:pStyle w:val="Textodstavce"/>
      </w:pPr>
      <w:r w:rsidRPr="007E4202">
        <w:t>Subjektem kompenzačního bonusu je osoba samostatně výdělečně činná podle zákona upravujícího důchodové pojištění.</w:t>
      </w:r>
    </w:p>
    <w:p w:rsidR="00D51603" w:rsidRPr="007E4202" w:rsidRDefault="00D51603" w:rsidP="00BF0612">
      <w:pPr>
        <w:pStyle w:val="Textodstavce"/>
      </w:pPr>
      <w:r w:rsidRPr="007E4202">
        <w:t>Subjektem kompenzačního bonusu může být pouze ten, kdo ke dni 5. října 2020 byl</w:t>
      </w:r>
    </w:p>
    <w:p w:rsidR="00D51603" w:rsidRPr="00D51603" w:rsidRDefault="00D51603" w:rsidP="00BF0612">
      <w:pPr>
        <w:pStyle w:val="Textpsmene"/>
      </w:pPr>
      <w:r w:rsidRPr="00D51603">
        <w:t xml:space="preserve">osobou podle odstavce 1, nebo </w:t>
      </w:r>
    </w:p>
    <w:p w:rsidR="00D51603" w:rsidRPr="00D51603" w:rsidRDefault="00D51603" w:rsidP="00BF0612">
      <w:pPr>
        <w:pStyle w:val="Textpsmene"/>
      </w:pPr>
      <w:r w:rsidRPr="00D51603">
        <w:t>osobou, jejíž samostatná výdělečná činnost je přerušena ode dne, který nastal po 12. březnu 2020.</w:t>
      </w:r>
    </w:p>
    <w:p w:rsidR="00D51603" w:rsidRPr="007E4202" w:rsidRDefault="00D51603" w:rsidP="00D51603">
      <w:pPr>
        <w:widowControl w:val="0"/>
        <w:spacing w:before="240"/>
        <w:jc w:val="center"/>
        <w:outlineLvl w:val="5"/>
      </w:pPr>
      <w:r w:rsidRPr="007E4202">
        <w:t>§ 3</w:t>
      </w:r>
    </w:p>
    <w:p w:rsidR="00D51603" w:rsidRPr="007E4202" w:rsidRDefault="00D51603" w:rsidP="00BF0612">
      <w:pPr>
        <w:pStyle w:val="Nadpisparagrafu"/>
      </w:pPr>
      <w:r w:rsidRPr="007E4202">
        <w:t>Subjekt kompenzačního bonusu v případě společníka společnosti s ručením omezeným</w:t>
      </w:r>
    </w:p>
    <w:p w:rsidR="00D51603" w:rsidRPr="00D51603" w:rsidRDefault="00D51603" w:rsidP="00BF0612">
      <w:pPr>
        <w:pStyle w:val="Textodstavce"/>
        <w:numPr>
          <w:ilvl w:val="0"/>
          <w:numId w:val="7"/>
        </w:numPr>
      </w:pPr>
      <w:r w:rsidRPr="007E4202">
        <w:t>Subjektem kompenzačního bonusu je také fyzická osoba, která je společníkem společnosti s ručením omezeným založené za účelem dosažení zisku, která má</w:t>
      </w:r>
      <w:r w:rsidRPr="00D51603">
        <w:t xml:space="preserve"> </w:t>
      </w:r>
    </w:p>
    <w:p w:rsidR="00D51603" w:rsidRPr="00D51603" w:rsidRDefault="00D51603" w:rsidP="00BF0612">
      <w:pPr>
        <w:pStyle w:val="Textpsmene"/>
      </w:pPr>
      <w:r w:rsidRPr="00D51603">
        <w:t>nejvýše 2 společníky, kteří jsou fyzickými osobami a jejichž podíl není představován kmenovým listem, nebo</w:t>
      </w:r>
    </w:p>
    <w:p w:rsidR="00D51603" w:rsidRPr="00D51603" w:rsidRDefault="00D51603" w:rsidP="00BF0612">
      <w:pPr>
        <w:pStyle w:val="Textpsmene"/>
      </w:pPr>
      <w:r w:rsidRPr="00D51603">
        <w:t>pouze společníky, kteří jsou členy jedné rodiny, a jejichž podíl není představován kmenovým listem.</w:t>
      </w:r>
    </w:p>
    <w:p w:rsidR="00D51603" w:rsidRPr="00D51603" w:rsidRDefault="00D51603" w:rsidP="00BF0612">
      <w:pPr>
        <w:pStyle w:val="Textodstavce"/>
      </w:pPr>
      <w:r w:rsidRPr="007E4202">
        <w:t>Subjektem kompenzačního bonusu podle odstavce 1 může být pouze ten, kdo</w:t>
      </w:r>
      <w:r w:rsidRPr="00D51603">
        <w:t xml:space="preserve"> </w:t>
      </w:r>
    </w:p>
    <w:p w:rsidR="00D51603" w:rsidRPr="00D51603" w:rsidRDefault="00D51603" w:rsidP="00BF0612">
      <w:pPr>
        <w:pStyle w:val="Textpsmene"/>
      </w:pPr>
      <w:r w:rsidRPr="00D51603">
        <w:t>splňoval podmínky podle odstavce 1 ke dni 5. října 2020,</w:t>
      </w:r>
    </w:p>
    <w:p w:rsidR="00D51603" w:rsidRPr="00D51603" w:rsidRDefault="00D51603" w:rsidP="00BF0612">
      <w:pPr>
        <w:pStyle w:val="Textpsmene"/>
      </w:pPr>
      <w:r w:rsidRPr="00D51603">
        <w:t xml:space="preserve">byl ke dni 5. října 2020 daňovým </w:t>
      </w:r>
    </w:p>
    <w:p w:rsidR="00D51603" w:rsidRPr="007E4202" w:rsidRDefault="00D51603" w:rsidP="00BF0612">
      <w:pPr>
        <w:pStyle w:val="Textbodu"/>
      </w:pPr>
      <w:r w:rsidRPr="007E4202">
        <w:lastRenderedPageBreak/>
        <w:t xml:space="preserve">rezidentem České republiky, nebo </w:t>
      </w:r>
    </w:p>
    <w:p w:rsidR="00D51603" w:rsidRPr="007E4202" w:rsidRDefault="00D51603" w:rsidP="00BF0612">
      <w:pPr>
        <w:pStyle w:val="Textbodu"/>
      </w:pPr>
      <w:r w:rsidRPr="007E4202">
        <w:t>nerezidentem České republiky, který předpokládá, že splní všechny podmínky pro uplatnění snížení daně za zdaňovací období, do něhož spadá příslušné bonusové období, podle § 35ba odst. 2 zákona o daních z příjmů.</w:t>
      </w:r>
    </w:p>
    <w:p w:rsidR="00D51603" w:rsidRPr="007E4202" w:rsidRDefault="00D51603" w:rsidP="00BF0612">
      <w:pPr>
        <w:pStyle w:val="Textodstavce"/>
      </w:pPr>
      <w:proofErr w:type="gramStart"/>
      <w:r w:rsidRPr="007E4202">
        <w:t>Subjektem</w:t>
      </w:r>
      <w:proofErr w:type="gramEnd"/>
      <w:r w:rsidRPr="007E4202">
        <w:t xml:space="preserve"> kompenzačního bonusu podle odstavce 1 nemůže být společník společnosti s ručením omezeným, která v bonusovém </w:t>
      </w:r>
      <w:proofErr w:type="gramStart"/>
      <w:r w:rsidRPr="007E4202">
        <w:t>období</w:t>
      </w:r>
      <w:proofErr w:type="gramEnd"/>
    </w:p>
    <w:p w:rsidR="00D51603" w:rsidRPr="00D51603" w:rsidRDefault="00D51603" w:rsidP="00BF0612">
      <w:pPr>
        <w:pStyle w:val="Textpsmene"/>
      </w:pPr>
      <w:r w:rsidRPr="00D51603">
        <w:t>byla v úpadku nebo v likvidaci nebo</w:t>
      </w:r>
    </w:p>
    <w:p w:rsidR="00D51603" w:rsidRPr="00D51603" w:rsidRDefault="00D51603" w:rsidP="00BF0612">
      <w:pPr>
        <w:pStyle w:val="Textpsmene"/>
      </w:pPr>
      <w:r w:rsidRPr="00D51603">
        <w:t>byla nespolehlivým plátcem nebo nespolehlivou osobou podle zákona upravujícího daň z přidané hodnoty.</w:t>
      </w:r>
    </w:p>
    <w:p w:rsidR="009C0F57" w:rsidRPr="00212BDC" w:rsidRDefault="009C0F57" w:rsidP="009C0F57">
      <w:pPr>
        <w:pStyle w:val="Textodstavce"/>
      </w:pPr>
      <w:r w:rsidRPr="00212BDC">
        <w:t xml:space="preserve">Subjektem kompenzačního bonusu podle odstavce 1 nemůže být společník společnosti s ručením omezeným, </w:t>
      </w:r>
    </w:p>
    <w:p w:rsidR="009C0F57" w:rsidRPr="00212BDC" w:rsidRDefault="009C0F57" w:rsidP="009C0F57">
      <w:pPr>
        <w:pStyle w:val="Textpsmene"/>
      </w:pPr>
      <w:r w:rsidRPr="00212BDC">
        <w:t xml:space="preserve">jejíž obrat podle § 1d odst. 2 zákona o účetnictví za skončené zdaňovací období daně z příjmů právnických osob bezprostředně předcházející bonusovému období nepřekročil částku 180 000 Kč, nebo která předpokládá, že její obrat podle § 1d odst. 2 zákona o účetnictví za první dosud neskončené zdaňovací období daně z příjmů právnických osob, po jehož celou délku tato společnost vykonává činnost, nepřekročí částku 120 000 Kč, </w:t>
      </w:r>
    </w:p>
    <w:p w:rsidR="00D51603" w:rsidRPr="007E4202" w:rsidRDefault="009C0F57" w:rsidP="009C0F57">
      <w:pPr>
        <w:pStyle w:val="Textpsmene"/>
      </w:pPr>
      <w:r w:rsidRPr="00212BDC">
        <w:t>která nebyla ke dni 5. října 2020 daňovým rezidentem České republiky, nebo jiného členského státu Evropské unie nebo Evropského hospodářského prostoru.</w:t>
      </w:r>
    </w:p>
    <w:p w:rsidR="00D51603" w:rsidRPr="007E4202" w:rsidRDefault="00D51603" w:rsidP="00BF0612">
      <w:pPr>
        <w:pStyle w:val="Textodstavce"/>
      </w:pPr>
      <w:r w:rsidRPr="007E4202">
        <w:t xml:space="preserve"> V případě, že je fyzická osoba společníkem více společností s ručením omezeným, posuzuje se splnění podmínek podle odstavců 1 až 4 ve vztahu ke každé společnosti s ručením omezeným samostatně.</w:t>
      </w:r>
    </w:p>
    <w:p w:rsidR="00D51603" w:rsidRPr="007E4202" w:rsidRDefault="00D51603" w:rsidP="00D51603">
      <w:pPr>
        <w:spacing w:before="240"/>
        <w:jc w:val="center"/>
        <w:outlineLvl w:val="5"/>
      </w:pPr>
      <w:r w:rsidRPr="007E4202">
        <w:t>§ 4</w:t>
      </w:r>
    </w:p>
    <w:p w:rsidR="00D51603" w:rsidRPr="007E4202" w:rsidRDefault="00D51603" w:rsidP="00BF0612">
      <w:pPr>
        <w:pStyle w:val="Nadpisparagrafu"/>
      </w:pPr>
      <w:r w:rsidRPr="007E4202">
        <w:t>Subjekt kompenzačního bonusu v případě osoby vykonávající práci na základě dohody o práci konané mimo pracovní poměr</w:t>
      </w:r>
    </w:p>
    <w:p w:rsidR="00D51603" w:rsidRPr="007E4202" w:rsidRDefault="00D51603" w:rsidP="00BF0612">
      <w:pPr>
        <w:pStyle w:val="Textodstavce"/>
        <w:numPr>
          <w:ilvl w:val="0"/>
          <w:numId w:val="8"/>
        </w:numPr>
      </w:pPr>
      <w:r w:rsidRPr="007E4202">
        <w:t>Subjektem kompenzačního bonusu je také osoba, která vykonávala v rozhodném období práci na základě dohody o práci konané mimo pracovní poměr a v důsledku toho byla alespoň 3 kalendářní měsíce účastna nemocenského pojištění jako zaměstnanec a současně nevykonávala jinou činnost, v jejímž důsledku by byla účastna nemocenského pojištění jako zaměstnanec.</w:t>
      </w:r>
    </w:p>
    <w:p w:rsidR="00D51603" w:rsidRPr="007E4202" w:rsidRDefault="00D51603" w:rsidP="00BF0612">
      <w:pPr>
        <w:pStyle w:val="Textodstavce"/>
        <w:numPr>
          <w:ilvl w:val="0"/>
          <w:numId w:val="8"/>
        </w:numPr>
      </w:pPr>
      <w:r w:rsidRPr="007E4202">
        <w:t>Dohodou o práci konané mimo pracovní poměr se pro účely tohoto zákona rozumí dohoda o provedení práce nebo dohoda o pracovní činnosti podle zákoníku práce.</w:t>
      </w:r>
    </w:p>
    <w:p w:rsidR="00D51603" w:rsidRPr="007E4202" w:rsidRDefault="00D51603" w:rsidP="00BF0612">
      <w:pPr>
        <w:pStyle w:val="Textodstavce"/>
        <w:numPr>
          <w:ilvl w:val="0"/>
          <w:numId w:val="8"/>
        </w:numPr>
      </w:pPr>
      <w:r w:rsidRPr="007E4202">
        <w:t>Zaměstnancem se pro účely tohoto zákona rozumí zaměstnanec podle zákona upravujícího nemocenské pojištění.</w:t>
      </w:r>
    </w:p>
    <w:p w:rsidR="00D51603" w:rsidRPr="007E4202" w:rsidRDefault="00D51603" w:rsidP="00D51603">
      <w:pPr>
        <w:widowControl w:val="0"/>
        <w:spacing w:before="240"/>
        <w:jc w:val="center"/>
        <w:outlineLvl w:val="5"/>
      </w:pPr>
      <w:r w:rsidRPr="007E4202">
        <w:t>§ 5</w:t>
      </w:r>
    </w:p>
    <w:p w:rsidR="00D51603" w:rsidRPr="007E4202" w:rsidRDefault="00D51603" w:rsidP="00BF0612">
      <w:pPr>
        <w:pStyle w:val="Nadpisparagrafu"/>
      </w:pPr>
      <w:r w:rsidRPr="007E4202">
        <w:t>Společná ustanovení pro subjekt kompenzačního bonusu</w:t>
      </w:r>
    </w:p>
    <w:p w:rsidR="00D51603" w:rsidRPr="007E4202" w:rsidRDefault="00D51603" w:rsidP="00BF0612">
      <w:pPr>
        <w:pStyle w:val="Textodstavce"/>
        <w:numPr>
          <w:ilvl w:val="0"/>
          <w:numId w:val="9"/>
        </w:numPr>
      </w:pPr>
      <w:r w:rsidRPr="007E4202">
        <w:t>Subjekt kompenzačního bonusu je daňovým subjektem.</w:t>
      </w:r>
    </w:p>
    <w:p w:rsidR="00D51603" w:rsidRPr="00BF0612" w:rsidRDefault="00D51603" w:rsidP="00BF0612">
      <w:pPr>
        <w:pStyle w:val="Textodstavce"/>
        <w:numPr>
          <w:ilvl w:val="0"/>
          <w:numId w:val="9"/>
        </w:numPr>
        <w:rPr>
          <w:bCs/>
        </w:rPr>
      </w:pPr>
      <w:proofErr w:type="gramStart"/>
      <w:r w:rsidRPr="00BF0612">
        <w:rPr>
          <w:bCs/>
        </w:rPr>
        <w:t>Subjektem</w:t>
      </w:r>
      <w:proofErr w:type="gramEnd"/>
      <w:r w:rsidRPr="00BF0612">
        <w:rPr>
          <w:bCs/>
        </w:rPr>
        <w:t xml:space="preserve"> kompenzačního bonusu nemůže být osoba, která v bonusovém </w:t>
      </w:r>
      <w:proofErr w:type="gramStart"/>
      <w:r w:rsidRPr="00BF0612">
        <w:rPr>
          <w:bCs/>
        </w:rPr>
        <w:t>období</w:t>
      </w:r>
      <w:proofErr w:type="gramEnd"/>
    </w:p>
    <w:p w:rsidR="00D51603" w:rsidRPr="00D51603" w:rsidRDefault="00D51603" w:rsidP="00BF0612">
      <w:pPr>
        <w:pStyle w:val="Textpsmene"/>
      </w:pPr>
      <w:r w:rsidRPr="00D51603">
        <w:t>byla v úpadku nebo</w:t>
      </w:r>
    </w:p>
    <w:p w:rsidR="00D51603" w:rsidRPr="00D51603" w:rsidRDefault="00D51603" w:rsidP="00BF0612">
      <w:pPr>
        <w:pStyle w:val="Textpsmene"/>
      </w:pPr>
      <w:r w:rsidRPr="00D51603">
        <w:t>byla nespolehlivým plátcem nebo nespolehlivou osobou podle zákona upravujícího daň z přidané hodnoty.</w:t>
      </w:r>
    </w:p>
    <w:p w:rsidR="00D51603" w:rsidRPr="007E4202" w:rsidRDefault="00D51603" w:rsidP="00BF0612">
      <w:pPr>
        <w:pStyle w:val="Textodstavce"/>
      </w:pPr>
      <w:r w:rsidRPr="007E4202">
        <w:t>Členy jedné rodiny se pro účely tohoto zákona rozumí příbuzný v řadě přímé, sourozenec a manžel nebo partner podle zákona upravujícího registrované partnerství.</w:t>
      </w:r>
    </w:p>
    <w:p w:rsidR="00D51603" w:rsidRPr="007E4202" w:rsidRDefault="00D51603" w:rsidP="00BF0612">
      <w:pPr>
        <w:pStyle w:val="Textodstavce"/>
      </w:pPr>
      <w:r w:rsidRPr="007E4202">
        <w:t>Rozhodným obdobím je období od 1. června 2020 do 30. září 2020.</w:t>
      </w:r>
    </w:p>
    <w:p w:rsidR="00D51603" w:rsidRPr="007E4202" w:rsidRDefault="00D51603" w:rsidP="00D51603">
      <w:pPr>
        <w:widowControl w:val="0"/>
        <w:spacing w:before="240"/>
        <w:jc w:val="center"/>
        <w:outlineLvl w:val="5"/>
      </w:pPr>
      <w:r w:rsidRPr="007E4202">
        <w:t>§ 6</w:t>
      </w:r>
    </w:p>
    <w:p w:rsidR="00D51603" w:rsidRPr="007E4202" w:rsidRDefault="00D51603" w:rsidP="00BF0612">
      <w:pPr>
        <w:pStyle w:val="Nadpisparagrafu"/>
      </w:pPr>
      <w:r w:rsidRPr="007E4202">
        <w:t>Předmět kompenzačního bonusu</w:t>
      </w:r>
    </w:p>
    <w:p w:rsidR="00D51603" w:rsidRPr="007E4202" w:rsidRDefault="00D51603" w:rsidP="00BF0612">
      <w:pPr>
        <w:pStyle w:val="Textodstavce"/>
        <w:numPr>
          <w:ilvl w:val="0"/>
          <w:numId w:val="10"/>
        </w:numPr>
      </w:pPr>
      <w:r w:rsidRPr="007E4202">
        <w:t>Předmětem kompenzačního bonusu je výkon samostatné výdělečné činnosti nebo výkon činnosti společnosti s ručením omezeným, které je subjekt kompenzačního bonusu společníkem, a to v kalendářním dni, ve kterém byla tato činnost bezprostředně zakázána nebo omezena opatřením podle § 1.</w:t>
      </w:r>
    </w:p>
    <w:p w:rsidR="009C0F57" w:rsidRPr="00065BE8" w:rsidRDefault="009C0F57" w:rsidP="009C0F57">
      <w:pPr>
        <w:pStyle w:val="Textodstavce"/>
      </w:pPr>
      <w:r w:rsidRPr="00065BE8">
        <w:t xml:space="preserve">Předmětem kompenzačního bonusu je také výkon samostatné výdělečné činnosti nebo výkon činnosti společnosti s ručením omezeným, které je subjekt kompenzačního bonusu společníkem, a to v kalendářním dni, ve kterém byla tato činnost alespoň z 80 % vyloučena v důsledku bezprostředního zákazu nebo omezení opatřením podle § 1 vztahujícího se </w:t>
      </w:r>
      <w:proofErr w:type="gramStart"/>
      <w:r w:rsidRPr="00065BE8">
        <w:t>na</w:t>
      </w:r>
      <w:proofErr w:type="gramEnd"/>
    </w:p>
    <w:p w:rsidR="009C0F57" w:rsidRDefault="009C0F57" w:rsidP="009C0F57">
      <w:pPr>
        <w:pStyle w:val="Textpsmene"/>
      </w:pPr>
      <w:r>
        <w:t>odběratele zboží, služeb nebo jiných výstupů subjektu kompenzačního bonusu, nejedná-li se o činnost subjektu kompenzačního bonusu, jejíž výstupy lze bez zásadních obtíží poskytovat jinému odběrateli</w:t>
      </w:r>
      <w:r w:rsidRPr="00065BE8">
        <w:t>, nebo</w:t>
      </w:r>
    </w:p>
    <w:p w:rsidR="00D51603" w:rsidRPr="007E4202" w:rsidRDefault="009C0F57" w:rsidP="009C0F57">
      <w:pPr>
        <w:pStyle w:val="Textpsmene"/>
      </w:pPr>
      <w:r w:rsidRPr="00065BE8">
        <w:t>osobu, v jejíchž prostorách je činnost subjektu kompenzačního bonusu vykonávána, nejedná-li se o činnost subjektu kompenzačního bonusu, kterou lze bez zásadních obtíží vykonávat jinde</w:t>
      </w:r>
      <w:r>
        <w:t>.</w:t>
      </w:r>
    </w:p>
    <w:p w:rsidR="00D51603" w:rsidRPr="007E4202" w:rsidRDefault="00D51603" w:rsidP="00BF0612">
      <w:pPr>
        <w:pStyle w:val="Textodstavce"/>
        <w:numPr>
          <w:ilvl w:val="0"/>
          <w:numId w:val="10"/>
        </w:numPr>
      </w:pPr>
      <w:r w:rsidRPr="007E4202">
        <w:t>Předmětem kompenzačního bonusu v případě subjektu kompenzačního bonusu podle § 2 je výkon činnosti podle odstavce 1 nebo 2 pouze, pokud se jedná o subjekt, u něhož převažující část příjmů v rozhodném období bezprostředně pocházela z jedné nebo více těchto činností; přitom se zohlední pouze příjmy podle § 6, 7 a 9 zákona o daních z příjmů.</w:t>
      </w:r>
    </w:p>
    <w:p w:rsidR="00D51603" w:rsidRPr="007E4202" w:rsidRDefault="00D51603" w:rsidP="00BF0612">
      <w:pPr>
        <w:pStyle w:val="Textodstavce"/>
        <w:numPr>
          <w:ilvl w:val="0"/>
          <w:numId w:val="10"/>
        </w:numPr>
      </w:pPr>
      <w:r w:rsidRPr="007E4202">
        <w:t xml:space="preserve">Předmětem kompenzačního bonusu v případě subjektu kompenzačního bonusu podle § 3 je výkon činnosti podle odstavce 1 nebo 2 pouze, pokud se jedná o </w:t>
      </w:r>
    </w:p>
    <w:p w:rsidR="00D51603" w:rsidRPr="00D51603" w:rsidRDefault="00D51603" w:rsidP="00BF0612">
      <w:pPr>
        <w:pStyle w:val="Textpsmene"/>
      </w:pPr>
      <w:r w:rsidRPr="00D51603">
        <w:t xml:space="preserve">společnost s ručením omezeným, u níž převažující část příjmů v </w:t>
      </w:r>
      <w:r w:rsidRPr="007E4202">
        <w:t>rozhodném období</w:t>
      </w:r>
      <w:r w:rsidRPr="00D51603">
        <w:t xml:space="preserve"> bezprostředně pocházela z jedné nebo více těchto činností, </w:t>
      </w:r>
    </w:p>
    <w:p w:rsidR="00D51603" w:rsidRPr="00D51603" w:rsidRDefault="00D51603" w:rsidP="00BF0612">
      <w:pPr>
        <w:pStyle w:val="Textpsmene"/>
      </w:pPr>
      <w:r w:rsidRPr="00D51603">
        <w:t xml:space="preserve">subjekt, u něhož převažující část příjmů v </w:t>
      </w:r>
      <w:r w:rsidRPr="007E4202">
        <w:t xml:space="preserve">rozhodném období </w:t>
      </w:r>
      <w:r w:rsidRPr="00D51603">
        <w:t>bezprostředně pocházela z jedné nebo více těchto činností společnosti podle písmene a); přitom se zohlední pouze příjmy odpovídající podílu společníka v této společnosti a dále příjmy podle § 6, 7 a 9 zákona o daních z příjmů.</w:t>
      </w:r>
    </w:p>
    <w:p w:rsidR="00D51603" w:rsidRPr="007E4202" w:rsidRDefault="00D51603" w:rsidP="00BF0612">
      <w:pPr>
        <w:pStyle w:val="Textodstavce"/>
      </w:pPr>
      <w:r w:rsidRPr="007E4202">
        <w:t>Pro splnění podmínky podle odstavců 3 a 4 lze namísto převažující části příjmů zohlednit převažující část přidané hodnoty pocházející z dané činnosti.</w:t>
      </w:r>
    </w:p>
    <w:p w:rsidR="00D51603" w:rsidRPr="007E4202" w:rsidRDefault="00D51603" w:rsidP="00D51603">
      <w:pPr>
        <w:spacing w:before="240"/>
        <w:jc w:val="center"/>
        <w:outlineLvl w:val="5"/>
      </w:pPr>
      <w:r w:rsidRPr="007E4202">
        <w:t>§ 7</w:t>
      </w:r>
    </w:p>
    <w:p w:rsidR="00D51603" w:rsidRPr="007E4202" w:rsidRDefault="00D51603" w:rsidP="00BF0612">
      <w:pPr>
        <w:pStyle w:val="Nadpisparagrafu"/>
      </w:pPr>
      <w:r w:rsidRPr="007E4202">
        <w:t>Předmět kompenzačního bonusu v případě osoby vykonávající práci na základě dohody o práci konané mimo pracovní poměr</w:t>
      </w:r>
    </w:p>
    <w:p w:rsidR="00D51603" w:rsidRPr="00D51603" w:rsidRDefault="00D51603" w:rsidP="00BF0612">
      <w:pPr>
        <w:pStyle w:val="Textodstavce"/>
        <w:numPr>
          <w:ilvl w:val="0"/>
          <w:numId w:val="11"/>
        </w:numPr>
      </w:pPr>
      <w:r w:rsidRPr="007E4202">
        <w:t>Předmětem kompenzačního bonusu je také výkon práce na základě dohody o práci konané mimo pracovní poměr zakládající účast na nemocenském pojištění v kalendářním měsíci, v němž nastal den, za který se poskytuje kompenzační bonus, pokud tato práce nemohla být vykonávána z důvodů</w:t>
      </w:r>
      <w:r w:rsidRPr="00D51603">
        <w:t xml:space="preserve"> na straně zaměstnavatele, které nastaly v důsledku bezprostředního zákazu nebo omezení jeho činnosti opatřením podle § 1.</w:t>
      </w:r>
    </w:p>
    <w:p w:rsidR="00D51603" w:rsidRPr="007E4202" w:rsidRDefault="00D51603" w:rsidP="00BF0612">
      <w:pPr>
        <w:pStyle w:val="Textodstavce"/>
      </w:pPr>
      <w:r w:rsidRPr="007E4202">
        <w:t>Předmětem kompenzačního bonusu v případě subjektu kompenzačního bonusu podle § 4 je výkon práce podle odstavce 1 pouze, pokud se jedná o subjekt, u něhož převažující část příjmů v rozhodném období plynula od zaměstnavatele podle odstavce 1; přitom se zohlední pouze příjmy podle § 6, 7 a 9 zákona o daních z příjmů.</w:t>
      </w:r>
    </w:p>
    <w:p w:rsidR="00D51603" w:rsidRPr="007E4202" w:rsidRDefault="00D51603" w:rsidP="00BF0612">
      <w:pPr>
        <w:pStyle w:val="Textodstavce"/>
      </w:pPr>
      <w:r w:rsidRPr="007E4202">
        <w:t>Pro splnění podmínky podle odstavce 2 lze namísto převažující části příjmů zohlednit převažující část přidané hodnoty pocházející z dané činnosti.</w:t>
      </w:r>
    </w:p>
    <w:p w:rsidR="00D51603" w:rsidRPr="00D51603" w:rsidRDefault="00D51603" w:rsidP="00BF0612">
      <w:pPr>
        <w:pStyle w:val="Textodstavce"/>
      </w:pPr>
      <w:r w:rsidRPr="00D51603">
        <w:t>Zaměstnavatelem podle odstavce 1 se rozumí zaměstnavatel, se kterým měl subjekt kompenzačního bonusu</w:t>
      </w:r>
    </w:p>
    <w:p w:rsidR="00D51603" w:rsidRPr="00D51603" w:rsidRDefault="00D51603" w:rsidP="00BF0612">
      <w:pPr>
        <w:pStyle w:val="Textpsmene"/>
      </w:pPr>
      <w:r w:rsidRPr="00D51603">
        <w:t>v rozhodném období uzavřenu dohodu o práci konané mimo pracovní poměr a který mu za toto období zúčtoval započitatelný příjem v částce zakládající účast na nemocenském pojištění a</w:t>
      </w:r>
    </w:p>
    <w:p w:rsidR="00D51603" w:rsidRPr="007E4202" w:rsidRDefault="00D51603" w:rsidP="00BF0612">
      <w:pPr>
        <w:pStyle w:val="Textpsmene"/>
        <w:rPr>
          <w:bCs/>
        </w:rPr>
      </w:pPr>
      <w:r w:rsidRPr="00D51603">
        <w:t xml:space="preserve">ke dni 5. října 2020 uzavřenu dohodu o práci konané mimo pracovní poměr. </w:t>
      </w:r>
      <w:r w:rsidRPr="007E4202">
        <w:rPr>
          <w:bCs/>
        </w:rPr>
        <w:t xml:space="preserve">  </w:t>
      </w:r>
    </w:p>
    <w:p w:rsidR="00D51603" w:rsidRPr="007E4202" w:rsidRDefault="00D51603" w:rsidP="00D51603">
      <w:pPr>
        <w:widowControl w:val="0"/>
        <w:spacing w:before="240"/>
        <w:jc w:val="center"/>
        <w:outlineLvl w:val="5"/>
      </w:pPr>
      <w:r w:rsidRPr="007E4202">
        <w:t>§ 8</w:t>
      </w:r>
    </w:p>
    <w:p w:rsidR="00D51603" w:rsidRPr="007E4202" w:rsidRDefault="00D51603" w:rsidP="00BF0612">
      <w:pPr>
        <w:pStyle w:val="Nadpisparagrafu"/>
      </w:pPr>
      <w:r w:rsidRPr="007E4202">
        <w:t>Vyloučení nároku na kompenzační bonus</w:t>
      </w:r>
    </w:p>
    <w:p w:rsidR="00D51603" w:rsidRPr="007E4202" w:rsidRDefault="00D51603" w:rsidP="00BF0612">
      <w:pPr>
        <w:pStyle w:val="Textodstavce"/>
        <w:numPr>
          <w:ilvl w:val="0"/>
          <w:numId w:val="12"/>
        </w:numPr>
      </w:pPr>
      <w:r w:rsidRPr="007E4202">
        <w:t xml:space="preserve">Subjektu kompenzačního bonusu nevzniká nárok </w:t>
      </w:r>
      <w:proofErr w:type="gramStart"/>
      <w:r w:rsidRPr="007E4202">
        <w:t>na</w:t>
      </w:r>
      <w:proofErr w:type="gramEnd"/>
    </w:p>
    <w:p w:rsidR="00D51603" w:rsidRPr="00D51603" w:rsidRDefault="00D51603" w:rsidP="00BF0612">
      <w:pPr>
        <w:pStyle w:val="Textpsmene"/>
      </w:pPr>
      <w:r w:rsidRPr="00D51603">
        <w:t>podporu v nezaměstnanosti podle zákona upravujícího zaměstnanost za kalendářní den, za který obdržel kompenzační bonus,</w:t>
      </w:r>
    </w:p>
    <w:p w:rsidR="00D51603" w:rsidRPr="00D51603" w:rsidRDefault="00D51603" w:rsidP="00BF0612">
      <w:pPr>
        <w:pStyle w:val="Textpsmene"/>
      </w:pPr>
      <w:r w:rsidRPr="00D51603">
        <w:t>kompenzační bonus za kalendářní den, za který obdržel podporu v nezaměstnanosti podle zákona upravujícího zaměstnanost,</w:t>
      </w:r>
    </w:p>
    <w:p w:rsidR="00D51603" w:rsidRPr="00D51603" w:rsidRDefault="00D51603" w:rsidP="00BF0612">
      <w:pPr>
        <w:pStyle w:val="Textpsmene"/>
      </w:pPr>
      <w:r w:rsidRPr="00D51603">
        <w:t xml:space="preserve">kompenzační bonus za kalendářní den, za který </w:t>
      </w:r>
      <w:r w:rsidRPr="007E4202">
        <w:t xml:space="preserve">obdržel v České republice nebo v některém z členských států Evropské unie nebo Evropského hospodářského prostoru podporu související se zmírňováním následků výskytu </w:t>
      </w:r>
      <w:proofErr w:type="spellStart"/>
      <w:r w:rsidRPr="007E4202">
        <w:t>koronaviru</w:t>
      </w:r>
      <w:proofErr w:type="spellEnd"/>
      <w:r w:rsidRPr="007E4202">
        <w:t xml:space="preserve"> označovaného jako SARS CoV</w:t>
      </w:r>
      <w:r w:rsidRPr="007E4202">
        <w:noBreakHyphen/>
        <w:t>2.</w:t>
      </w:r>
    </w:p>
    <w:p w:rsidR="00D51603" w:rsidRPr="00D51603" w:rsidRDefault="00D51603" w:rsidP="00BF0612">
      <w:pPr>
        <w:pStyle w:val="Textpsmene"/>
      </w:pPr>
      <w:r w:rsidRPr="00D51603">
        <w:t xml:space="preserve">kompenzační bonus podle § 3 za kalendářní den, za který společnost s ručením omezeným, které je společníkem, obdržela </w:t>
      </w:r>
    </w:p>
    <w:p w:rsidR="00D51603" w:rsidRPr="007E4202" w:rsidRDefault="00D51603" w:rsidP="00BF0612">
      <w:pPr>
        <w:pStyle w:val="Textbodu"/>
      </w:pPr>
      <w:r w:rsidRPr="007E4202">
        <w:t>v České republice nebo v některém z členských států Evropské unie nebo Evropského hospodářského prostoru podporu obdobnou kompenzačnímu bonusu,</w:t>
      </w:r>
    </w:p>
    <w:p w:rsidR="00D51603" w:rsidRPr="007E4202" w:rsidRDefault="00D51603" w:rsidP="00BF0612">
      <w:pPr>
        <w:pStyle w:val="Textbodu"/>
      </w:pPr>
      <w:r w:rsidRPr="007E4202">
        <w:t xml:space="preserve">z důvodu zaměstnání tohoto společníka podporu poskytovanou zaměstnavatelům v souvislosti se zmírněním některých hospodářských následků vzniku a rozšíření onemocnění COVID-19 způsobeného </w:t>
      </w:r>
      <w:proofErr w:type="spellStart"/>
      <w:r w:rsidRPr="007E4202">
        <w:t>koronavirem</w:t>
      </w:r>
      <w:proofErr w:type="spellEnd"/>
      <w:r w:rsidRPr="007E4202">
        <w:t xml:space="preserve"> označovaným jako SARS CoV-2.</w:t>
      </w:r>
    </w:p>
    <w:p w:rsidR="00D51603" w:rsidRPr="007E4202" w:rsidRDefault="00D51603" w:rsidP="00BF0612">
      <w:pPr>
        <w:pStyle w:val="Textodstavce"/>
      </w:pPr>
      <w:r w:rsidRPr="007E4202">
        <w:t xml:space="preserve">Subjektu kompenzačního bonusu může nárok na kompenzační bonus vzniknout za kalendářní den pouze </w:t>
      </w:r>
    </w:p>
    <w:p w:rsidR="00D51603" w:rsidRPr="00D51603" w:rsidRDefault="00D51603" w:rsidP="00BF0612">
      <w:pPr>
        <w:pStyle w:val="Textpsmene"/>
      </w:pPr>
      <w:r w:rsidRPr="00D51603">
        <w:t xml:space="preserve">podle § 2, § 3, nebo § 4, </w:t>
      </w:r>
    </w:p>
    <w:p w:rsidR="00D51603" w:rsidRPr="00D51603" w:rsidRDefault="00D51603" w:rsidP="00BF0612">
      <w:pPr>
        <w:pStyle w:val="Textpsmene"/>
      </w:pPr>
      <w:r w:rsidRPr="00D51603">
        <w:t>jednou v případě, že je společníkem více společností s ručením omezeným,</w:t>
      </w:r>
    </w:p>
    <w:p w:rsidR="00D51603" w:rsidRPr="00D51603" w:rsidRDefault="00D51603" w:rsidP="00BF0612">
      <w:pPr>
        <w:pStyle w:val="Textpsmene"/>
      </w:pPr>
      <w:r w:rsidRPr="00D51603">
        <w:t>jednou bez ohledu na počet činností podle § 6 odst. 1 nebo 2,</w:t>
      </w:r>
    </w:p>
    <w:p w:rsidR="00D51603" w:rsidRPr="00D51603" w:rsidRDefault="00D51603" w:rsidP="00BF0612">
      <w:pPr>
        <w:pStyle w:val="Textpsmene"/>
      </w:pPr>
      <w:r w:rsidRPr="00D51603">
        <w:t>jednou v případě, že vykonává činnost na základě více než jedné dohody o práci konané mimo pracovní poměr.</w:t>
      </w:r>
    </w:p>
    <w:p w:rsidR="00D51603" w:rsidRPr="007E4202" w:rsidRDefault="00D51603" w:rsidP="00BF0612">
      <w:pPr>
        <w:pStyle w:val="Textodstavce"/>
      </w:pPr>
      <w:r w:rsidRPr="007E4202">
        <w:t xml:space="preserve"> Kompenzační bonus je započitatelným příjmem pro stanovení nároku na dávky vyplácené podle zákona upravujícího pomoc v hmotné nouzi a zákona upravujícího státní sociální podporu.</w:t>
      </w:r>
    </w:p>
    <w:p w:rsidR="00BF0612" w:rsidRDefault="00BF0612">
      <w:pPr>
        <w:jc w:val="left"/>
      </w:pPr>
      <w:r>
        <w:br w:type="page"/>
      </w:r>
    </w:p>
    <w:p w:rsidR="00D51603" w:rsidRPr="007E4202" w:rsidRDefault="00D51603" w:rsidP="00D51603">
      <w:pPr>
        <w:widowControl w:val="0"/>
        <w:spacing w:before="240"/>
        <w:jc w:val="center"/>
        <w:outlineLvl w:val="5"/>
      </w:pPr>
      <w:r w:rsidRPr="007E4202">
        <w:t>§ 9</w:t>
      </w:r>
    </w:p>
    <w:p w:rsidR="00D51603" w:rsidRPr="007E4202" w:rsidRDefault="00D51603" w:rsidP="00BF0612">
      <w:pPr>
        <w:pStyle w:val="Nadpisparagrafu"/>
      </w:pPr>
      <w:r w:rsidRPr="007E4202">
        <w:t>Výše kompenzačního bonusu</w:t>
      </w:r>
    </w:p>
    <w:p w:rsidR="00D51603" w:rsidRPr="00D51603" w:rsidRDefault="00D51603" w:rsidP="00BF0612">
      <w:pPr>
        <w:pStyle w:val="Textparagrafu"/>
      </w:pPr>
      <w:r w:rsidRPr="007E4202">
        <w:t xml:space="preserve">Výše kompenzačního bonusu činí </w:t>
      </w:r>
      <w:r w:rsidRPr="00D51603">
        <w:t>500 Kč za každý kalendářní den bonusového období.</w:t>
      </w:r>
    </w:p>
    <w:p w:rsidR="00D51603" w:rsidRPr="007E4202" w:rsidRDefault="00D51603" w:rsidP="00D51603">
      <w:pPr>
        <w:widowControl w:val="0"/>
        <w:spacing w:before="240"/>
        <w:jc w:val="center"/>
        <w:outlineLvl w:val="5"/>
      </w:pPr>
      <w:r w:rsidRPr="007E4202">
        <w:t>§ 10</w:t>
      </w:r>
    </w:p>
    <w:p w:rsidR="00D51603" w:rsidRPr="007E4202" w:rsidRDefault="00D51603" w:rsidP="00BF0612">
      <w:pPr>
        <w:pStyle w:val="Nadpisparagrafu"/>
      </w:pPr>
      <w:r w:rsidRPr="007E4202">
        <w:t>Bonusové období</w:t>
      </w:r>
    </w:p>
    <w:p w:rsidR="00D51603" w:rsidRPr="007E4202" w:rsidRDefault="00D51603" w:rsidP="00BF0612">
      <w:pPr>
        <w:pStyle w:val="Textodstavce"/>
        <w:numPr>
          <w:ilvl w:val="0"/>
          <w:numId w:val="13"/>
        </w:numPr>
      </w:pPr>
      <w:r w:rsidRPr="007E4202">
        <w:t>Prvním bonusovým obdobím je období od 5. října do 4. listopadu 2020.</w:t>
      </w:r>
    </w:p>
    <w:p w:rsidR="00D51603" w:rsidRDefault="00D51603" w:rsidP="00BF0612">
      <w:pPr>
        <w:pStyle w:val="Textodstavce"/>
        <w:numPr>
          <w:ilvl w:val="0"/>
          <w:numId w:val="13"/>
        </w:numPr>
      </w:pPr>
      <w:r w:rsidRPr="007E4202">
        <w:t>Dojde-li k prodloužení doby trvání nouzového stavu trvajícího v rámci dosavadního bonusového období, je dalším bonusovým obdobím období odpovídající době prodloužení nouzového stavu.</w:t>
      </w:r>
    </w:p>
    <w:p w:rsidR="00D51603" w:rsidRPr="007E4202" w:rsidRDefault="00BF0612" w:rsidP="00BF0612">
      <w:pPr>
        <w:pStyle w:val="ST"/>
      </w:pPr>
      <w:r>
        <w:t xml:space="preserve">ČÁST </w:t>
      </w:r>
      <w:r w:rsidR="00D51603" w:rsidRPr="007E4202">
        <w:t>TŘETÍ</w:t>
      </w:r>
    </w:p>
    <w:p w:rsidR="00D51603" w:rsidRPr="007E4202" w:rsidRDefault="00D51603" w:rsidP="00BF0612">
      <w:pPr>
        <w:pStyle w:val="NADPISSTI"/>
      </w:pPr>
      <w:r w:rsidRPr="007E4202">
        <w:t>SPRÁVA KOMPENZAČNÍHO BONUSU</w:t>
      </w:r>
    </w:p>
    <w:p w:rsidR="00D51603" w:rsidRPr="007E4202" w:rsidRDefault="00D51603" w:rsidP="00D51603">
      <w:pPr>
        <w:widowControl w:val="0"/>
        <w:spacing w:before="240"/>
        <w:jc w:val="center"/>
        <w:outlineLvl w:val="5"/>
      </w:pPr>
      <w:r w:rsidRPr="007E4202">
        <w:t>§ 11</w:t>
      </w:r>
    </w:p>
    <w:p w:rsidR="00D51603" w:rsidRPr="007E4202" w:rsidRDefault="00D51603" w:rsidP="00BF0612">
      <w:pPr>
        <w:pStyle w:val="Nadpisparagrafu"/>
      </w:pPr>
      <w:r w:rsidRPr="007E4202">
        <w:t>Správa a správce kompenzačního bonusu</w:t>
      </w:r>
    </w:p>
    <w:p w:rsidR="00D51603" w:rsidRPr="007E4202" w:rsidRDefault="00D51603" w:rsidP="00BF0612">
      <w:pPr>
        <w:pStyle w:val="Textodstavce"/>
        <w:numPr>
          <w:ilvl w:val="0"/>
          <w:numId w:val="14"/>
        </w:numPr>
      </w:pPr>
      <w:r w:rsidRPr="007E4202">
        <w:t xml:space="preserve">Kompenzační bonus se spravuje jako daň podle daňového řádu. </w:t>
      </w:r>
    </w:p>
    <w:p w:rsidR="00D51603" w:rsidRPr="007E4202" w:rsidRDefault="00D51603" w:rsidP="00BF0612">
      <w:pPr>
        <w:pStyle w:val="Textodstavce"/>
        <w:numPr>
          <w:ilvl w:val="0"/>
          <w:numId w:val="14"/>
        </w:numPr>
      </w:pPr>
      <w:r w:rsidRPr="007E4202">
        <w:t>Kompenzační bonus je vratkou daně z příjmů fyzických osob ze závislé činnosti.</w:t>
      </w:r>
    </w:p>
    <w:p w:rsidR="00D51603" w:rsidRPr="007E4202" w:rsidRDefault="00D51603" w:rsidP="00BF0612">
      <w:pPr>
        <w:pStyle w:val="Textodstavce"/>
        <w:numPr>
          <w:ilvl w:val="0"/>
          <w:numId w:val="14"/>
        </w:numPr>
      </w:pPr>
      <w:r w:rsidRPr="007E4202">
        <w:t>Správcem kompenzačního bonusu je finanční úřad místně příslušný ke správě daně z příjmů daňového subjektu, který podal žádost o kompenzační bonus (dále jen „správce bonusu“).</w:t>
      </w:r>
    </w:p>
    <w:p w:rsidR="00D51603" w:rsidRPr="007E4202" w:rsidRDefault="00D51603" w:rsidP="00D51603">
      <w:pPr>
        <w:widowControl w:val="0"/>
        <w:spacing w:before="240"/>
        <w:jc w:val="center"/>
        <w:outlineLvl w:val="5"/>
      </w:pPr>
      <w:r w:rsidRPr="007E4202">
        <w:t>§ 12</w:t>
      </w:r>
    </w:p>
    <w:p w:rsidR="00D51603" w:rsidRPr="007E4202" w:rsidRDefault="00D51603" w:rsidP="00BF0612">
      <w:pPr>
        <w:pStyle w:val="Nadpisparagrafu"/>
      </w:pPr>
      <w:r w:rsidRPr="007E4202">
        <w:t>Žádost o kompenzační bonus</w:t>
      </w:r>
    </w:p>
    <w:p w:rsidR="00D51603" w:rsidRPr="00BF0612" w:rsidRDefault="00D51603" w:rsidP="00BF0612">
      <w:pPr>
        <w:pStyle w:val="Textodstavce"/>
        <w:numPr>
          <w:ilvl w:val="0"/>
          <w:numId w:val="15"/>
        </w:numPr>
        <w:rPr>
          <w:rFonts w:eastAsia="Calibri"/>
          <w:lang w:eastAsia="en-US"/>
        </w:rPr>
      </w:pPr>
      <w:r w:rsidRPr="00BF0612">
        <w:rPr>
          <w:rFonts w:eastAsia="Calibri"/>
          <w:lang w:eastAsia="en-US"/>
        </w:rPr>
        <w:t xml:space="preserve">Kompenzační bonus se vyměřuje na základě žádosti o kompenzační bonus, která kromě obecných náležitostí podání obsahuje také </w:t>
      </w:r>
    </w:p>
    <w:p w:rsidR="00D51603" w:rsidRPr="00D51603" w:rsidRDefault="00D51603" w:rsidP="00BF0612">
      <w:pPr>
        <w:pStyle w:val="Textpsmene"/>
      </w:pPr>
      <w:r w:rsidRPr="00D51603">
        <w:t>čestné prohlášení osvědčující splnění podmínek pro vznik nároku na kompenzační bonus,</w:t>
      </w:r>
    </w:p>
    <w:p w:rsidR="00D51603" w:rsidRPr="00D51603" w:rsidRDefault="00D51603" w:rsidP="00BF0612">
      <w:pPr>
        <w:pStyle w:val="Textpsmene"/>
      </w:pPr>
      <w:r w:rsidRPr="00D51603">
        <w:t>účet u poskytovatele platebních služeb v české měně, na který má být kompenzační bonus vyplacen,</w:t>
      </w:r>
    </w:p>
    <w:p w:rsidR="00D51603" w:rsidRPr="00D51603" w:rsidRDefault="00D51603" w:rsidP="00BF0612">
      <w:pPr>
        <w:pStyle w:val="Textpsmene"/>
      </w:pPr>
      <w:r w:rsidRPr="00D51603">
        <w:t>identifikaci společnosti s ručením omezeným, jejíž výkon činnosti je předmětem kompenzačního bonusu,</w:t>
      </w:r>
    </w:p>
    <w:p w:rsidR="00D51603" w:rsidRPr="00D51603" w:rsidRDefault="00D51603" w:rsidP="00BF0612">
      <w:pPr>
        <w:pStyle w:val="Textpsmene"/>
      </w:pPr>
      <w:r w:rsidRPr="00D51603">
        <w:t>určení činnosti podle § 6 odst. 1 nebo 2 nebo § 7 odst. 1 a kalendářních dní bonusového období, v nichž byla tato činnost bezprostředně zakázána nebo omezena opatřením podle § 1.</w:t>
      </w:r>
    </w:p>
    <w:p w:rsidR="00D51603" w:rsidRPr="007E4202" w:rsidRDefault="00D51603" w:rsidP="00BF0612">
      <w:pPr>
        <w:pStyle w:val="Textodstavce"/>
      </w:pPr>
      <w:r w:rsidRPr="007E4202">
        <w:t xml:space="preserve">Žádost o kompenzační bonus se podává za bonusové období. </w:t>
      </w:r>
    </w:p>
    <w:p w:rsidR="00D51603" w:rsidRPr="007E4202" w:rsidRDefault="00D51603" w:rsidP="00BF0612">
      <w:pPr>
        <w:pStyle w:val="Textodstavce"/>
      </w:pPr>
      <w:r w:rsidRPr="007E4202">
        <w:t xml:space="preserve">Žádost o kompenzační bonus lze podat nejpozději do 2 měsíců po skončení bonusového období. Není-li tato žádost v této lhůtě podána, nárok na kompenzační bonus zaniká. </w:t>
      </w:r>
    </w:p>
    <w:p w:rsidR="00D51603" w:rsidRPr="007E4202" w:rsidRDefault="00D51603" w:rsidP="00BF0612">
      <w:pPr>
        <w:pStyle w:val="Textodstavce"/>
      </w:pPr>
      <w:r w:rsidRPr="007E4202">
        <w:t>Potvrzení podání podle § 71 odst. 3 daňového řádu lze v případě žádosti o kompenzační bonus učinit také pomocí elektronické kopie dokumentu opatřeného vlastnoručním podpisem, zaslané na elektronickou adresu zveřejněnou správcem bonusu.</w:t>
      </w:r>
    </w:p>
    <w:p w:rsidR="00D51603" w:rsidRPr="007E4202" w:rsidRDefault="00D51603" w:rsidP="00BF0612">
      <w:pPr>
        <w:pStyle w:val="Textodstavce"/>
      </w:pPr>
      <w:r w:rsidRPr="007E4202">
        <w:t>Pokud je žádost o kompenzační bonus podána ve formě elektronické kopie dokumentu opatřeného vlastnoručním podpisem, považuje se za potvrzenou podle § 71 odst. 3 daňového řádu.</w:t>
      </w:r>
    </w:p>
    <w:p w:rsidR="00D51603" w:rsidRPr="007E4202" w:rsidRDefault="00D51603" w:rsidP="00D51603">
      <w:pPr>
        <w:spacing w:before="240"/>
        <w:jc w:val="center"/>
        <w:outlineLvl w:val="5"/>
      </w:pPr>
      <w:r w:rsidRPr="007E4202">
        <w:t>§ 13</w:t>
      </w:r>
    </w:p>
    <w:p w:rsidR="00D51603" w:rsidRPr="007E4202" w:rsidRDefault="00D51603" w:rsidP="00BF0612">
      <w:pPr>
        <w:pStyle w:val="Nadpisparagrafu"/>
      </w:pPr>
      <w:r w:rsidRPr="007E4202">
        <w:t>Žádost o kompenzační bonus v případě osoby činné na základě dohody o práci konané mimo pracovní poměr</w:t>
      </w:r>
    </w:p>
    <w:p w:rsidR="00D51603" w:rsidRPr="00BF0612" w:rsidRDefault="00D51603" w:rsidP="00BF0612">
      <w:pPr>
        <w:pStyle w:val="Textodstavce"/>
        <w:numPr>
          <w:ilvl w:val="0"/>
          <w:numId w:val="16"/>
        </w:numPr>
        <w:rPr>
          <w:rFonts w:eastAsia="Calibri"/>
          <w:lang w:eastAsia="en-US"/>
        </w:rPr>
      </w:pPr>
      <w:r w:rsidRPr="00BF0612">
        <w:rPr>
          <w:rFonts w:eastAsia="Calibri"/>
          <w:lang w:eastAsia="en-US"/>
        </w:rPr>
        <w:t xml:space="preserve">Žádost o kompenzační bonus podle § 4 obsahuje kromě náležitostí podle § 12 také </w:t>
      </w:r>
    </w:p>
    <w:p w:rsidR="00D51603" w:rsidRPr="00D51603" w:rsidRDefault="00D51603" w:rsidP="00BF0612">
      <w:pPr>
        <w:pStyle w:val="Textpsmene"/>
      </w:pPr>
      <w:r w:rsidRPr="00D51603">
        <w:t>identifikaci zaměstnavatele, pokud na jeho straně nastaly důvody podle § 7 odst. 1,</w:t>
      </w:r>
    </w:p>
    <w:p w:rsidR="00D51603" w:rsidRPr="00D51603" w:rsidRDefault="00D51603" w:rsidP="00BF0612">
      <w:pPr>
        <w:pStyle w:val="Textpsmene"/>
      </w:pPr>
      <w:r w:rsidRPr="00D51603">
        <w:t>kopii dohody o práci konané mimo pracovní poměr podle § 4 odst. 1,</w:t>
      </w:r>
    </w:p>
    <w:p w:rsidR="00D51603" w:rsidRPr="00D51603" w:rsidRDefault="00D51603" w:rsidP="00BF0612">
      <w:pPr>
        <w:pStyle w:val="Textpsmene"/>
      </w:pPr>
      <w:r w:rsidRPr="00D51603">
        <w:t xml:space="preserve">kopii mzdového listu zahrnujícího kalendářní měsíce, kdy byl subjekt kompenzačního bonusu účasten nemocenského pojištění na základě dohody o práci konané mimo pracovní poměr podle písmene b) v rozhodném období. </w:t>
      </w:r>
    </w:p>
    <w:p w:rsidR="00D51603" w:rsidRPr="007E4202" w:rsidRDefault="00D51603" w:rsidP="00BF0612">
      <w:pPr>
        <w:pStyle w:val="Textodstavce"/>
      </w:pPr>
      <w:r w:rsidRPr="007E4202">
        <w:t xml:space="preserve">Kopii mzdového listu podle odstavce 1 písm. c) lze nahradit potvrzením od zaměstnavatele prokazujícím splnění podmínek podle § 4 odst. 1. </w:t>
      </w:r>
    </w:p>
    <w:p w:rsidR="00D51603" w:rsidRPr="007E4202" w:rsidRDefault="00D51603" w:rsidP="00D51603">
      <w:pPr>
        <w:keepNext/>
        <w:keepLines/>
        <w:spacing w:before="240"/>
        <w:jc w:val="center"/>
        <w:outlineLvl w:val="5"/>
      </w:pPr>
      <w:r w:rsidRPr="007E4202">
        <w:t>§ 14</w:t>
      </w:r>
    </w:p>
    <w:p w:rsidR="00D51603" w:rsidRPr="007E4202" w:rsidRDefault="00D51603" w:rsidP="00BF0612">
      <w:pPr>
        <w:pStyle w:val="Nadpisparagrafu"/>
      </w:pPr>
      <w:r w:rsidRPr="007E4202">
        <w:t>Stanovení kompenzačního bonusu</w:t>
      </w:r>
    </w:p>
    <w:p w:rsidR="00D51603" w:rsidRPr="007E4202" w:rsidRDefault="00D51603" w:rsidP="00BF0612">
      <w:pPr>
        <w:pStyle w:val="Textodstavce"/>
        <w:numPr>
          <w:ilvl w:val="0"/>
          <w:numId w:val="17"/>
        </w:numPr>
      </w:pPr>
      <w:r w:rsidRPr="007E4202">
        <w:t>Kompenzační bonus se stanoví za bonusové období.</w:t>
      </w:r>
    </w:p>
    <w:p w:rsidR="00D51603" w:rsidRPr="007E4202" w:rsidRDefault="00D51603" w:rsidP="00BF0612">
      <w:pPr>
        <w:pStyle w:val="Textodstavce"/>
        <w:numPr>
          <w:ilvl w:val="0"/>
          <w:numId w:val="17"/>
        </w:numPr>
      </w:pPr>
      <w:r w:rsidRPr="007E4202">
        <w:t>Kompenzační bonus se považuje za vyměřený dnem podání žádosti o kompenzační bonus, a to ve výši odpovídající součinu výše kompenzačního bonusu a počtu dní bonusového období.</w:t>
      </w:r>
    </w:p>
    <w:p w:rsidR="00D51603" w:rsidRPr="007E4202" w:rsidRDefault="00D51603" w:rsidP="00BF0612">
      <w:pPr>
        <w:pStyle w:val="Textodstavce"/>
        <w:numPr>
          <w:ilvl w:val="0"/>
          <w:numId w:val="17"/>
        </w:numPr>
      </w:pPr>
      <w:r w:rsidRPr="007E4202">
        <w:t>Zjistí-li správce bonusu na základě postupu k odstranění pochybností nebo na základě daňové kontroly, že nebyly splněny podmínky pro vznik nároku na kompenzační bonus a kompenzační bonus nebyl vyměřen ve správné výši, doměří daň ve výši rozdílu vyměřeného kompenzačního bonusu a částky nově zjištěné.</w:t>
      </w:r>
    </w:p>
    <w:p w:rsidR="00D51603" w:rsidRPr="007E4202" w:rsidRDefault="00D51603" w:rsidP="00BF0612">
      <w:pPr>
        <w:pStyle w:val="Textodstavce"/>
        <w:numPr>
          <w:ilvl w:val="0"/>
          <w:numId w:val="17"/>
        </w:numPr>
      </w:pPr>
      <w:r w:rsidRPr="007E4202">
        <w:t xml:space="preserve">Ve lhůtě podle § 12 odst. 3 lze žádost o kompenzační bonus změnit. Dojde-li ke změně žádosti ještě před předepsáním vyměřeného kompenzačního bonusu do evidence daní, správce bonusu změnu zohlední v rámci tohoto předepsání. Dojde-li k pozdější změně žádosti, správce bonusu může na jejím základě doměřit daň nebo kompenzační bonus.  </w:t>
      </w:r>
    </w:p>
    <w:p w:rsidR="00D51603" w:rsidRPr="007E4202" w:rsidRDefault="00D51603" w:rsidP="00BF0612">
      <w:pPr>
        <w:pStyle w:val="Textodstavce"/>
        <w:numPr>
          <w:ilvl w:val="0"/>
          <w:numId w:val="17"/>
        </w:numPr>
      </w:pPr>
      <w:r w:rsidRPr="007E4202">
        <w:t>Povinnost uhradit penále z částky doměřené daně nevzniká.</w:t>
      </w:r>
    </w:p>
    <w:p w:rsidR="00D51603" w:rsidRPr="007E4202" w:rsidRDefault="00D51603" w:rsidP="00BF0612">
      <w:pPr>
        <w:pStyle w:val="Textodstavce"/>
        <w:numPr>
          <w:ilvl w:val="0"/>
          <w:numId w:val="17"/>
        </w:numPr>
      </w:pPr>
      <w:r w:rsidRPr="007E4202">
        <w:t xml:space="preserve">Ke zkrácení doby trvání zákazů a omezení v rámci opatření podle § 1 stanovených na dobu určitou, ke kterému došlo po dni podání žádosti o kompenzační bonus, která se k těmto zákazům a omezením vztahuje, se při posouzení </w:t>
      </w:r>
      <w:r w:rsidRPr="00D51603">
        <w:t>splnění podmínek pro vznik nároku na kompenzační bonus</w:t>
      </w:r>
      <w:r w:rsidRPr="007E4202">
        <w:t xml:space="preserve"> nepřihlíží.</w:t>
      </w:r>
    </w:p>
    <w:p w:rsidR="00BF0612" w:rsidRDefault="00BF0612">
      <w:pPr>
        <w:jc w:val="left"/>
      </w:pPr>
      <w:r>
        <w:br w:type="page"/>
      </w:r>
    </w:p>
    <w:p w:rsidR="00D51603" w:rsidRPr="007E4202" w:rsidRDefault="00D51603" w:rsidP="00D51603">
      <w:pPr>
        <w:widowControl w:val="0"/>
        <w:spacing w:before="240"/>
        <w:jc w:val="center"/>
        <w:outlineLvl w:val="5"/>
      </w:pPr>
      <w:r w:rsidRPr="007E4202">
        <w:t>§ 15</w:t>
      </w:r>
    </w:p>
    <w:p w:rsidR="00D51603" w:rsidRPr="007E4202" w:rsidRDefault="00D51603" w:rsidP="00BF0612">
      <w:pPr>
        <w:pStyle w:val="Nadpisparagrafu"/>
      </w:pPr>
      <w:r w:rsidRPr="007E4202">
        <w:t>Placení kompenzačního bonusu</w:t>
      </w:r>
    </w:p>
    <w:p w:rsidR="00D51603" w:rsidRPr="007E4202" w:rsidRDefault="00D51603" w:rsidP="00BF0612">
      <w:pPr>
        <w:pStyle w:val="Textodstavce"/>
        <w:numPr>
          <w:ilvl w:val="0"/>
          <w:numId w:val="18"/>
        </w:numPr>
      </w:pPr>
      <w:r w:rsidRPr="007E4202">
        <w:t>Vyměřený kompenzační bonus správce bonusu předepíše do evidence daní. Kompenzační bonus se eviduje na samostatném osobním daňovém účtu daňového subjektu.</w:t>
      </w:r>
    </w:p>
    <w:p w:rsidR="00D51603" w:rsidRPr="007E4202" w:rsidRDefault="00D51603" w:rsidP="00BF0612">
      <w:pPr>
        <w:pStyle w:val="Textodstavce"/>
        <w:numPr>
          <w:ilvl w:val="0"/>
          <w:numId w:val="18"/>
        </w:numPr>
      </w:pPr>
      <w:r w:rsidRPr="007E4202">
        <w:t>Přeplatek vzniklý předepsáním vyměřeného kompenzačního bonusu je vratitelným přeplatkem a správce bonusu jej vrátí daňovému subjektu bez zbytečného odkladu ode dne vyměření kompenzačního bonusu; úrok z vratitelného přeplatku v případě kompenzačního bonusu nevzniká.</w:t>
      </w:r>
    </w:p>
    <w:p w:rsidR="00D51603" w:rsidRPr="007E4202" w:rsidRDefault="00D51603" w:rsidP="00BF0612">
      <w:pPr>
        <w:pStyle w:val="Textodstavce"/>
        <w:numPr>
          <w:ilvl w:val="0"/>
          <w:numId w:val="18"/>
        </w:numPr>
      </w:pPr>
      <w:r w:rsidRPr="007E4202">
        <w:t>Vrácení přeplatku podle odstavce 2 se provede bezhotovostně na účet u poskytovatele platebních služeb vedený v české měně uvedený v žádosti o kompenzační bonus.</w:t>
      </w:r>
    </w:p>
    <w:p w:rsidR="00D51603" w:rsidRPr="007E4202" w:rsidRDefault="00D51603" w:rsidP="00BF0612">
      <w:pPr>
        <w:pStyle w:val="Textodstavce"/>
        <w:numPr>
          <w:ilvl w:val="0"/>
          <w:numId w:val="18"/>
        </w:numPr>
      </w:pPr>
      <w:r w:rsidRPr="007E4202">
        <w:t>Kompenzační bonus nepodléhá výkonu rozhodnutí ani exekuci.</w:t>
      </w:r>
    </w:p>
    <w:p w:rsidR="00D51603" w:rsidRDefault="00D51603" w:rsidP="00BF0612">
      <w:pPr>
        <w:pStyle w:val="Textodstavce"/>
        <w:numPr>
          <w:ilvl w:val="0"/>
          <w:numId w:val="18"/>
        </w:numPr>
      </w:pPr>
      <w:r w:rsidRPr="007E4202">
        <w:t>Poskytovatel platebních služeb může finanční prostředky odpovídající vyplacenému kompenzačnímu bonusu vyplatit povinnému bez ohledu na to, že je veden výkon rozhodnutí nebo exekuce přikázáním pohledávky z účtu u poskytovatele platebních služeb. Tuto výplatu oznámí příslušnému orgánu provádějícímu výkon rozhodnutí nebo exekuci.</w:t>
      </w:r>
    </w:p>
    <w:p w:rsidR="00D51603" w:rsidRPr="00B56F40" w:rsidRDefault="00BF0612" w:rsidP="00BF0612">
      <w:pPr>
        <w:pStyle w:val="ST"/>
      </w:pPr>
      <w:r>
        <w:t xml:space="preserve">ČÁST </w:t>
      </w:r>
      <w:r w:rsidR="00D51603">
        <w:t>ČTVRTÁ</w:t>
      </w:r>
    </w:p>
    <w:p w:rsidR="00D51603" w:rsidRPr="00B56F40" w:rsidRDefault="00D51603" w:rsidP="00BF0612">
      <w:pPr>
        <w:pStyle w:val="NADPISSTI"/>
      </w:pPr>
      <w:r w:rsidRPr="00B56F40">
        <w:t>ZÁVĚREČNÉ USTANOVENÍ</w:t>
      </w:r>
    </w:p>
    <w:p w:rsidR="00D51603" w:rsidRPr="00B56F40" w:rsidRDefault="00D51603" w:rsidP="00D51603">
      <w:pPr>
        <w:pStyle w:val="Paragraf"/>
        <w:keepNext w:val="0"/>
        <w:keepLines w:val="0"/>
        <w:numPr>
          <w:ilvl w:val="0"/>
          <w:numId w:val="6"/>
        </w:numPr>
      </w:pPr>
      <w:r w:rsidRPr="00B56F40">
        <w:t>§ 1</w:t>
      </w:r>
      <w:r>
        <w:t>6</w:t>
      </w:r>
    </w:p>
    <w:p w:rsidR="00D51603" w:rsidRPr="00B56F40" w:rsidRDefault="00D51603" w:rsidP="00BF0612">
      <w:pPr>
        <w:pStyle w:val="Nadpisparagrafu"/>
      </w:pPr>
      <w:r w:rsidRPr="00B56F40">
        <w:t>Zvláštní ustanovení o osvobození od daně z příjmů</w:t>
      </w:r>
    </w:p>
    <w:p w:rsidR="00D51603" w:rsidRDefault="00D51603" w:rsidP="00BF0612">
      <w:pPr>
        <w:pStyle w:val="Textparagrafu"/>
      </w:pPr>
      <w:r w:rsidRPr="00B56F40">
        <w:t>Od daně z příjmů fyzických osob je v roce 202</w:t>
      </w:r>
      <w:r>
        <w:t>1</w:t>
      </w:r>
      <w:r w:rsidRPr="00B56F40">
        <w:t xml:space="preserve"> osvobozen příjem z dotace v rámci dotačního programu Ministerstva průmyslu a obchodu „OŠETŘOVNÉ“ PRO OSVČ.</w:t>
      </w:r>
    </w:p>
    <w:p w:rsidR="00D51603" w:rsidRPr="007E4202" w:rsidRDefault="00BF0612" w:rsidP="00BF0612">
      <w:pPr>
        <w:pStyle w:val="ST"/>
      </w:pPr>
      <w:r>
        <w:t xml:space="preserve">ČÁST </w:t>
      </w:r>
      <w:r w:rsidR="00D51603" w:rsidRPr="00B56F40">
        <w:t>PÁTÁ</w:t>
      </w:r>
    </w:p>
    <w:p w:rsidR="00D51603" w:rsidRPr="007E4202" w:rsidRDefault="00D51603" w:rsidP="00BF0612">
      <w:pPr>
        <w:pStyle w:val="NADPISSTI"/>
      </w:pPr>
      <w:r w:rsidRPr="007E4202">
        <w:t>ÚČINNOST</w:t>
      </w:r>
    </w:p>
    <w:p w:rsidR="00D51603" w:rsidRPr="007E4202" w:rsidRDefault="00D51603" w:rsidP="00D51603">
      <w:pPr>
        <w:widowControl w:val="0"/>
        <w:spacing w:before="240"/>
        <w:jc w:val="center"/>
        <w:outlineLvl w:val="5"/>
      </w:pPr>
      <w:r w:rsidRPr="007E4202">
        <w:t>§ 1</w:t>
      </w:r>
      <w:r>
        <w:t>7</w:t>
      </w:r>
    </w:p>
    <w:p w:rsidR="00D51603" w:rsidRDefault="00D51603" w:rsidP="00BF0612">
      <w:pPr>
        <w:pStyle w:val="Textparagrafu"/>
      </w:pPr>
      <w:r w:rsidRPr="007E4202">
        <w:t>Tento zákon nabývá účinnosti dnem následujícím po dni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603" w:rsidRDefault="00D51603">
      <w:r>
        <w:separator/>
      </w:r>
    </w:p>
  </w:endnote>
  <w:endnote w:type="continuationSeparator" w:id="0">
    <w:p w:rsidR="00D51603" w:rsidRDefault="00D51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603" w:rsidRDefault="00D51603">
      <w:r>
        <w:separator/>
      </w:r>
    </w:p>
  </w:footnote>
  <w:footnote w:type="continuationSeparator" w:id="0">
    <w:p w:rsidR="00D51603" w:rsidRDefault="00D51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D6FB5">
      <w:rPr>
        <w:rStyle w:val="slostrnky"/>
        <w:noProof/>
      </w:rPr>
      <w:t>7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3C717B7E"/>
    <w:multiLevelType w:val="hybridMultilevel"/>
    <w:tmpl w:val="AE80E1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A753D"/>
    <w:multiLevelType w:val="multilevel"/>
    <w:tmpl w:val="D9809F9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7AB1BDC"/>
    <w:multiLevelType w:val="hybridMultilevel"/>
    <w:tmpl w:val="449C7DEC"/>
    <w:lvl w:ilvl="0" w:tplc="478891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5"/>
  </w:num>
  <w:num w:numId="21">
    <w:abstractNumId w:val="6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D51603"/>
    <w:rsid w:val="00266D0A"/>
    <w:rsid w:val="005D6FB5"/>
    <w:rsid w:val="009C0F57"/>
    <w:rsid w:val="00A73D85"/>
    <w:rsid w:val="00B16C4B"/>
    <w:rsid w:val="00BF0612"/>
    <w:rsid w:val="00D3190E"/>
    <w:rsid w:val="00D51603"/>
    <w:rsid w:val="00DC0FB3"/>
    <w:rsid w:val="00FD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050522-F3CF-4590-A965-2CD67DEDB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D6FB5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5D6FB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F0612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F0612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F0612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F0612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F0612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F0612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5D6FB5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5D6FB5"/>
  </w:style>
  <w:style w:type="paragraph" w:styleId="Zhlav">
    <w:name w:val="header"/>
    <w:basedOn w:val="Normln"/>
    <w:semiHidden/>
    <w:rsid w:val="005D6FB5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5D6FB5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link w:val="ParagrafChar"/>
    <w:rsid w:val="005D6FB5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5D6FB5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5D6FB5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5D6FB5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5D6FB5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5D6FB5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5D6FB5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5D6FB5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5D6FB5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5D6FB5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5D6FB5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5D6FB5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5D6FB5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5D6FB5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5D6FB5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5D6FB5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5D6FB5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5D6FB5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5D6FB5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5D6FB5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5D6FB5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5D6FB5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5D6FB5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5D6FB5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5D6FB5"/>
    <w:rPr>
      <w:vertAlign w:val="superscript"/>
    </w:rPr>
  </w:style>
  <w:style w:type="character" w:customStyle="1" w:styleId="ParagrafChar">
    <w:name w:val="Paragraf Char"/>
    <w:link w:val="Paragraf"/>
    <w:rsid w:val="00D51603"/>
    <w:rPr>
      <w:sz w:val="24"/>
      <w:szCs w:val="24"/>
    </w:rPr>
  </w:style>
  <w:style w:type="paragraph" w:customStyle="1" w:styleId="Textodstavce">
    <w:name w:val="Text odstavce"/>
    <w:basedOn w:val="Normln"/>
    <w:rsid w:val="005D6FB5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5D6FB5"/>
    <w:pPr>
      <w:ind w:left="567" w:hanging="567"/>
    </w:pPr>
  </w:style>
  <w:style w:type="character" w:styleId="slostrnky">
    <w:name w:val="page number"/>
    <w:basedOn w:val="Standardnpsmoodstavce"/>
    <w:semiHidden/>
    <w:rsid w:val="005D6FB5"/>
  </w:style>
  <w:style w:type="paragraph" w:styleId="Zpat">
    <w:name w:val="footer"/>
    <w:basedOn w:val="Normln"/>
    <w:semiHidden/>
    <w:rsid w:val="005D6FB5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5D6FB5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5D6FB5"/>
    <w:rPr>
      <w:vertAlign w:val="superscript"/>
    </w:rPr>
  </w:style>
  <w:style w:type="paragraph" w:styleId="Titulek">
    <w:name w:val="caption"/>
    <w:basedOn w:val="Normln"/>
    <w:next w:val="Normln"/>
    <w:qFormat/>
    <w:rsid w:val="005D6FB5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5D6FB5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5D6FB5"/>
    <w:pPr>
      <w:keepNext/>
      <w:keepLines/>
      <w:spacing w:before="720"/>
      <w:jc w:val="center"/>
    </w:pPr>
  </w:style>
  <w:style w:type="character" w:customStyle="1" w:styleId="normln0">
    <w:name w:val="normln"/>
    <w:rsid w:val="00D51603"/>
    <w:rPr>
      <w:sz w:val="24"/>
      <w:szCs w:val="24"/>
    </w:rPr>
  </w:style>
  <w:style w:type="paragraph" w:customStyle="1" w:styleId="VARIANTA">
    <w:name w:val="VARIANTA"/>
    <w:basedOn w:val="Normln"/>
    <w:next w:val="Normln"/>
    <w:rsid w:val="005D6FB5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5D6FB5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5D6FB5"/>
    <w:rPr>
      <w:b/>
    </w:rPr>
  </w:style>
  <w:style w:type="paragraph" w:customStyle="1" w:styleId="Nadpislnku">
    <w:name w:val="Nadpis článku"/>
    <w:basedOn w:val="lnek"/>
    <w:next w:val="Textodstavce"/>
    <w:rsid w:val="005D6FB5"/>
    <w:rPr>
      <w:b/>
    </w:rPr>
  </w:style>
  <w:style w:type="paragraph" w:customStyle="1" w:styleId="normln1">
    <w:name w:val="normln1"/>
    <w:basedOn w:val="Normln"/>
    <w:rsid w:val="00D51603"/>
    <w:pPr>
      <w:spacing w:after="20"/>
      <w:jc w:val="left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BF061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F061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F061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F061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F061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F06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qFormat/>
    <w:rsid w:val="009C0F57"/>
    <w:pPr>
      <w:jc w:val="both"/>
    </w:pPr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0F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0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3</TotalTime>
  <Pages>7</Pages>
  <Words>2233</Words>
  <Characters>12477</Characters>
  <Application>Microsoft Office Word</Application>
  <DocSecurity>0</DocSecurity>
  <Lines>103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4</cp:revision>
  <cp:lastPrinted>2020-10-22T06:58:00Z</cp:lastPrinted>
  <dcterms:created xsi:type="dcterms:W3CDTF">2020-10-21T16:20:00Z</dcterms:created>
  <dcterms:modified xsi:type="dcterms:W3CDTF">2020-10-22T06:58:00Z</dcterms:modified>
  <cp:category/>
</cp:coreProperties>
</file>