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8DB" w:rsidRPr="008848DB" w:rsidRDefault="008848DB" w:rsidP="008848DB">
      <w:pPr>
        <w:pStyle w:val="PS-hlavika1"/>
        <w:jc w:val="right"/>
      </w:pPr>
      <w:r>
        <w:t>PS200294992</w:t>
      </w:r>
      <w:bookmarkStart w:id="0" w:name="_GoBack"/>
      <w:bookmarkEnd w:id="0"/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EE16F5" w:rsidP="000E730C">
      <w:pPr>
        <w:pStyle w:val="PS-hlavika2"/>
      </w:pPr>
      <w:r>
        <w:t>202</w:t>
      </w:r>
      <w:r w:rsidR="00FA0D66">
        <w:t>2</w:t>
      </w:r>
    </w:p>
    <w:p w:rsidR="00DC29E4" w:rsidRDefault="00FA0D66" w:rsidP="00377253">
      <w:pPr>
        <w:pStyle w:val="PS-hlavika1"/>
      </w:pPr>
      <w:r>
        <w:t>9</w:t>
      </w:r>
      <w:r w:rsidR="00DC29E4">
        <w:t>. volební období</w:t>
      </w:r>
    </w:p>
    <w:p w:rsidR="00DC29E4" w:rsidRDefault="00AB588C" w:rsidP="000E730C">
      <w:pPr>
        <w:pStyle w:val="PS-slousnesen"/>
      </w:pPr>
      <w:r>
        <w:t>30</w:t>
      </w:r>
      <w:r w:rsidR="007370E2" w:rsidRPr="007370E2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807F2" w:rsidP="00377253">
      <w:pPr>
        <w:pStyle w:val="PS-hlavika1"/>
      </w:pPr>
      <w:r>
        <w:t>výboru pro životní prostředí</w:t>
      </w:r>
    </w:p>
    <w:p w:rsidR="00DC29E4" w:rsidRPr="009823D2" w:rsidRDefault="00DC29E4" w:rsidP="00377253">
      <w:pPr>
        <w:pStyle w:val="PS-hlavika1"/>
      </w:pPr>
      <w:r w:rsidRPr="009823D2">
        <w:t>z</w:t>
      </w:r>
      <w:r w:rsidR="00445950" w:rsidRPr="009823D2">
        <w:t> </w:t>
      </w:r>
      <w:r w:rsidR="00FA0D66">
        <w:t>6</w:t>
      </w:r>
      <w:r w:rsidRPr="009823D2">
        <w:t xml:space="preserve"> schůze</w:t>
      </w:r>
    </w:p>
    <w:p w:rsidR="00DC29E4" w:rsidRDefault="00DC29E4" w:rsidP="00377253">
      <w:pPr>
        <w:pStyle w:val="PS-hlavika1"/>
      </w:pPr>
      <w:r w:rsidRPr="009823D2">
        <w:t xml:space="preserve">ze dne </w:t>
      </w:r>
      <w:r w:rsidR="00FA0D66">
        <w:t>30. března 2022</w:t>
      </w:r>
    </w:p>
    <w:p w:rsidR="00DC29E4" w:rsidRPr="00533C5A" w:rsidRDefault="00E43AC4" w:rsidP="00D76FB3">
      <w:pPr>
        <w:pStyle w:val="PS-pedmtusnesen"/>
      </w:pPr>
      <w:r>
        <w:t>ke Zprávě</w:t>
      </w:r>
      <w:r w:rsidR="00EE16F5">
        <w:t xml:space="preserve"> o životním prostředí</w:t>
      </w:r>
      <w:r w:rsidR="00EE16F5" w:rsidRPr="00EE16F5">
        <w:t xml:space="preserve"> České republiky</w:t>
      </w:r>
      <w:r w:rsidR="0047790B">
        <w:t xml:space="preserve"> </w:t>
      </w:r>
      <w:r w:rsidR="00EE16F5">
        <w:t>20</w:t>
      </w:r>
      <w:r w:rsidR="00FA0D66">
        <w:t>20</w:t>
      </w:r>
      <w:r w:rsidR="0056403A">
        <w:t xml:space="preserve"> </w:t>
      </w:r>
      <w:r w:rsidR="00136642" w:rsidRPr="00136642">
        <w:rPr>
          <w:b/>
        </w:rPr>
        <w:t>/</w:t>
      </w:r>
      <w:r w:rsidR="00136642" w:rsidRPr="00FA0D66">
        <w:t xml:space="preserve">ST </w:t>
      </w:r>
      <w:r w:rsidR="00FA0D66" w:rsidRPr="00FA0D66">
        <w:t>60</w:t>
      </w:r>
      <w:r w:rsidR="00136642" w:rsidRPr="00FA0D66">
        <w:t>/</w:t>
      </w:r>
    </w:p>
    <w:p w:rsidR="00E43AC4" w:rsidRDefault="00E43AC4" w:rsidP="00E43AC4">
      <w:pPr>
        <w:pStyle w:val="Zkladntext"/>
      </w:pPr>
      <w:r>
        <w:t>Po úvodním slově</w:t>
      </w:r>
      <w:r w:rsidR="00AB588C">
        <w:t xml:space="preserve"> vedoucího oddělení politiky a strategií životního prostředí </w:t>
      </w:r>
      <w:r w:rsidR="00857303">
        <w:t xml:space="preserve">MŽP </w:t>
      </w:r>
      <w:r w:rsidR="00AB588C">
        <w:t>Mgr. Jaroslava Kepky,</w:t>
      </w:r>
      <w:r w:rsidR="00FA0D66">
        <w:t xml:space="preserve"> </w:t>
      </w:r>
      <w:r w:rsidR="005449B2">
        <w:t>ředitele organizace CENIA Mgr. Miroslava Havránka</w:t>
      </w:r>
      <w:r>
        <w:t xml:space="preserve">, </w:t>
      </w:r>
      <w:r w:rsidR="0023148E">
        <w:t xml:space="preserve">zpravodajské zprávě </w:t>
      </w:r>
      <w:proofErr w:type="spellStart"/>
      <w:r w:rsidR="0023148E">
        <w:t>posl</w:t>
      </w:r>
      <w:proofErr w:type="spellEnd"/>
      <w:r w:rsidR="0023148E">
        <w:t xml:space="preserve">. </w:t>
      </w:r>
      <w:r w:rsidR="00FA0D66">
        <w:t>Ing. Lukáše Vlčka</w:t>
      </w:r>
      <w:r>
        <w:t xml:space="preserve"> a po rozpravě</w:t>
      </w:r>
    </w:p>
    <w:p w:rsidR="00E43AC4" w:rsidRDefault="00E43AC4" w:rsidP="00E43AC4">
      <w:pPr>
        <w:pStyle w:val="Zkladntext"/>
      </w:pPr>
    </w:p>
    <w:p w:rsidR="00E43AC4" w:rsidRDefault="00E43AC4" w:rsidP="00E43AC4">
      <w:pPr>
        <w:pStyle w:val="Zkladntext"/>
      </w:pPr>
      <w:r>
        <w:t>výbor pro životní prostředí Poslanecké sněmovny Parlamentu ČR</w:t>
      </w:r>
    </w:p>
    <w:p w:rsidR="00E43AC4" w:rsidRDefault="00E43AC4" w:rsidP="00E43AC4">
      <w:pPr>
        <w:pStyle w:val="Zkladntext"/>
      </w:pPr>
    </w:p>
    <w:p w:rsidR="00E43AC4" w:rsidRDefault="00E43AC4" w:rsidP="00E43AC4">
      <w:pPr>
        <w:pStyle w:val="Zkladntext"/>
      </w:pPr>
    </w:p>
    <w:p w:rsidR="00C543CC" w:rsidRPr="005D6FFF" w:rsidRDefault="005D6FFF" w:rsidP="00CA6F26">
      <w:pPr>
        <w:pStyle w:val="Zkladntext"/>
        <w:numPr>
          <w:ilvl w:val="0"/>
          <w:numId w:val="16"/>
        </w:numPr>
        <w:spacing w:after="240"/>
        <w:ind w:left="708"/>
        <w:rPr>
          <w:i/>
        </w:rPr>
      </w:pPr>
      <w:r w:rsidRPr="005D6FFF">
        <w:rPr>
          <w:b/>
          <w:spacing w:val="40"/>
        </w:rPr>
        <w:t>bere na vědomí</w:t>
      </w:r>
      <w:r w:rsidR="00E43AC4" w:rsidRPr="005D6FFF">
        <w:rPr>
          <w:spacing w:val="40"/>
        </w:rPr>
        <w:t xml:space="preserve"> </w:t>
      </w:r>
      <w:r w:rsidR="00C543CC" w:rsidRPr="005D6FFF">
        <w:t>Zprávu o životním prostředí České republiky 2020;</w:t>
      </w:r>
    </w:p>
    <w:p w:rsidR="00E43AC4" w:rsidRDefault="00E43AC4" w:rsidP="005D6FFF">
      <w:pPr>
        <w:pStyle w:val="Zkladntext"/>
        <w:numPr>
          <w:ilvl w:val="0"/>
          <w:numId w:val="16"/>
        </w:numPr>
        <w:spacing w:after="240"/>
      </w:pPr>
      <w:r w:rsidRPr="005D6FFF">
        <w:rPr>
          <w:b/>
          <w:spacing w:val="40"/>
        </w:rPr>
        <w:t>pověřuje</w:t>
      </w:r>
      <w:r w:rsidRPr="005D6FFF">
        <w:rPr>
          <w:spacing w:val="40"/>
        </w:rPr>
        <w:t xml:space="preserve"> </w:t>
      </w:r>
      <w:r w:rsidRPr="00C543CC">
        <w:t xml:space="preserve">předsedkyni výboru, aby toto usnesení </w:t>
      </w:r>
      <w:r w:rsidR="00FA0D66" w:rsidRPr="00C543CC">
        <w:t>předložila předsedkyni</w:t>
      </w:r>
      <w:r w:rsidRPr="00C543CC">
        <w:t xml:space="preserve"> P</w:t>
      </w:r>
      <w:r w:rsidR="00FE182D" w:rsidRPr="00C543CC">
        <w:t>oslanecké sněmovny</w:t>
      </w:r>
      <w:r w:rsidR="005D6FFF">
        <w:t>;</w:t>
      </w:r>
    </w:p>
    <w:p w:rsidR="005D6FFF" w:rsidRPr="00C543CC" w:rsidRDefault="005D6FFF" w:rsidP="0076645C">
      <w:pPr>
        <w:pStyle w:val="Zkladntext"/>
        <w:numPr>
          <w:ilvl w:val="0"/>
          <w:numId w:val="16"/>
        </w:numPr>
      </w:pPr>
      <w:r>
        <w:rPr>
          <w:b/>
          <w:spacing w:val="40"/>
        </w:rPr>
        <w:t>konstatuje</w:t>
      </w:r>
      <w:r w:rsidRPr="005D6FFF">
        <w:t>, že nebude žádat organizační výbor o zařazení sněmovního tisku 60 na jednání Poslanecké sněmovny Parlamentu ČR.</w:t>
      </w:r>
      <w:r>
        <w:rPr>
          <w:b/>
          <w:spacing w:val="40"/>
        </w:rPr>
        <w:t xml:space="preserve"> </w:t>
      </w:r>
    </w:p>
    <w:p w:rsidR="00423236" w:rsidRDefault="00423236" w:rsidP="00C534F5">
      <w:pPr>
        <w:pStyle w:val="PS-slovanseznam"/>
        <w:numPr>
          <w:ilvl w:val="0"/>
          <w:numId w:val="0"/>
        </w:numPr>
        <w:spacing w:after="0"/>
        <w:ind w:left="357"/>
        <w:jc w:val="left"/>
      </w:pPr>
    </w:p>
    <w:p w:rsidR="00E43AC4" w:rsidRDefault="00E43AC4" w:rsidP="00C534F5">
      <w:pPr>
        <w:pStyle w:val="PS-slovanseznam"/>
        <w:numPr>
          <w:ilvl w:val="0"/>
          <w:numId w:val="0"/>
        </w:numPr>
        <w:spacing w:after="0"/>
        <w:ind w:left="357"/>
        <w:jc w:val="left"/>
      </w:pPr>
    </w:p>
    <w:p w:rsidR="00E43AC4" w:rsidRDefault="00E43AC4" w:rsidP="00C534F5">
      <w:pPr>
        <w:pStyle w:val="PS-slovanseznam"/>
        <w:numPr>
          <w:ilvl w:val="0"/>
          <w:numId w:val="0"/>
        </w:numPr>
        <w:spacing w:after="0"/>
        <w:ind w:left="357"/>
        <w:jc w:val="left"/>
      </w:pPr>
    </w:p>
    <w:p w:rsidR="00857303" w:rsidRDefault="00857303" w:rsidP="00C534F5">
      <w:pPr>
        <w:pStyle w:val="PS-slovanseznam"/>
        <w:numPr>
          <w:ilvl w:val="0"/>
          <w:numId w:val="0"/>
        </w:numPr>
        <w:spacing w:after="0"/>
        <w:ind w:left="357"/>
        <w:jc w:val="left"/>
      </w:pPr>
    </w:p>
    <w:p w:rsidR="00857303" w:rsidRDefault="00857303" w:rsidP="00C534F5">
      <w:pPr>
        <w:pStyle w:val="PS-slovanseznam"/>
        <w:numPr>
          <w:ilvl w:val="0"/>
          <w:numId w:val="0"/>
        </w:numPr>
        <w:spacing w:after="0"/>
        <w:ind w:left="357"/>
        <w:jc w:val="left"/>
      </w:pPr>
    </w:p>
    <w:p w:rsidR="00E43AC4" w:rsidRDefault="00E43AC4" w:rsidP="00C534F5">
      <w:pPr>
        <w:pStyle w:val="PS-slovanseznam"/>
        <w:numPr>
          <w:ilvl w:val="0"/>
          <w:numId w:val="0"/>
        </w:numPr>
        <w:spacing w:after="0"/>
        <w:ind w:left="357"/>
        <w:jc w:val="left"/>
      </w:pPr>
    </w:p>
    <w:p w:rsidR="00E43AC4" w:rsidRDefault="00E43AC4" w:rsidP="00C534F5">
      <w:pPr>
        <w:pStyle w:val="PS-slovanseznam"/>
        <w:numPr>
          <w:ilvl w:val="0"/>
          <w:numId w:val="0"/>
        </w:numPr>
        <w:spacing w:after="0"/>
        <w:ind w:left="357"/>
        <w:jc w:val="left"/>
      </w:pPr>
    </w:p>
    <w:p w:rsidR="00106842" w:rsidRPr="00106842" w:rsidRDefault="00106842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AB588C">
        <w:rPr>
          <w:rFonts w:ascii="Times New Roman" w:hAnsi="Times New Roman"/>
          <w:sz w:val="24"/>
        </w:rPr>
        <w:t>Ing. Josef BERNARD</w:t>
      </w:r>
      <w:r w:rsidR="00A45293">
        <w:rPr>
          <w:rFonts w:ascii="Times New Roman" w:hAnsi="Times New Roman"/>
          <w:sz w:val="24"/>
        </w:rPr>
        <w:t xml:space="preserve"> v. r.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3954E2">
        <w:rPr>
          <w:rFonts w:ascii="Times New Roman" w:hAnsi="Times New Roman"/>
          <w:sz w:val="24"/>
        </w:rPr>
        <w:t xml:space="preserve">   </w:t>
      </w:r>
      <w:r w:rsidR="00FA0D66">
        <w:rPr>
          <w:rFonts w:ascii="Times New Roman" w:hAnsi="Times New Roman"/>
          <w:sz w:val="24"/>
        </w:rPr>
        <w:t>Ing. Lukáš VLČEK</w:t>
      </w:r>
      <w:r w:rsidR="00A45293">
        <w:rPr>
          <w:rFonts w:ascii="Times New Roman" w:hAnsi="Times New Roman"/>
          <w:sz w:val="24"/>
        </w:rPr>
        <w:t xml:space="preserve"> v. r.</w:t>
      </w:r>
    </w:p>
    <w:p w:rsidR="00106842" w:rsidRDefault="00106842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254049" w:rsidRPr="00AB588C">
        <w:rPr>
          <w:rFonts w:ascii="Times New Roman" w:hAnsi="Times New Roman"/>
          <w:sz w:val="24"/>
        </w:rPr>
        <w:t>o</w:t>
      </w:r>
      <w:r w:rsidRPr="00AB588C">
        <w:rPr>
          <w:rFonts w:ascii="Times New Roman" w:hAnsi="Times New Roman"/>
          <w:sz w:val="24"/>
        </w:rPr>
        <w:t>věřovatel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F26F7D">
        <w:rPr>
          <w:rFonts w:ascii="Times New Roman" w:hAnsi="Times New Roman"/>
          <w:sz w:val="24"/>
        </w:rPr>
        <w:t xml:space="preserve">  </w:t>
      </w:r>
      <w:r w:rsidRPr="00106842">
        <w:rPr>
          <w:rFonts w:ascii="Times New Roman" w:hAnsi="Times New Roman"/>
          <w:sz w:val="24"/>
        </w:rPr>
        <w:t>zpravodaj</w:t>
      </w:r>
    </w:p>
    <w:p w:rsidR="00FE1ADB" w:rsidRDefault="00FE1ADB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FE1ADB" w:rsidRDefault="00FE1ADB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FE1ADB" w:rsidRDefault="00FE1ADB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FE1ADB" w:rsidRPr="00106842" w:rsidRDefault="00FE1ADB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106842" w:rsidRPr="00254049" w:rsidRDefault="0010684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caps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3954E2">
        <w:rPr>
          <w:rFonts w:ascii="Times New Roman" w:hAnsi="Times New Roman"/>
          <w:sz w:val="24"/>
        </w:rPr>
        <w:t xml:space="preserve">  </w:t>
      </w:r>
      <w:r w:rsidR="008B114A">
        <w:rPr>
          <w:rFonts w:ascii="Times New Roman" w:hAnsi="Times New Roman"/>
          <w:sz w:val="24"/>
        </w:rPr>
        <w:t xml:space="preserve">Ing. </w:t>
      </w:r>
      <w:r w:rsidR="00FA0D66">
        <w:rPr>
          <w:rFonts w:ascii="Times New Roman" w:hAnsi="Times New Roman"/>
          <w:sz w:val="24"/>
        </w:rPr>
        <w:t>Jana KRUTÁKOVÁ</w:t>
      </w:r>
      <w:r w:rsidR="00A45293">
        <w:rPr>
          <w:rFonts w:ascii="Times New Roman" w:hAnsi="Times New Roman"/>
          <w:sz w:val="24"/>
        </w:rPr>
        <w:t xml:space="preserve"> v. r.</w:t>
      </w:r>
    </w:p>
    <w:p w:rsidR="00B715B6" w:rsidRDefault="0010684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B715B6">
        <w:rPr>
          <w:rFonts w:ascii="Times New Roman" w:hAnsi="Times New Roman"/>
          <w:sz w:val="24"/>
        </w:rPr>
        <w:t>p</w:t>
      </w:r>
      <w:r w:rsidR="0056403A">
        <w:rPr>
          <w:rFonts w:ascii="Times New Roman" w:hAnsi="Times New Roman"/>
          <w:sz w:val="24"/>
        </w:rPr>
        <w:t>ředsedkyně</w:t>
      </w: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C760982"/>
    <w:multiLevelType w:val="multilevel"/>
    <w:tmpl w:val="4740D2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i w:val="0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1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787"/>
    <w:rsid w:val="00024085"/>
    <w:rsid w:val="000476E4"/>
    <w:rsid w:val="00063908"/>
    <w:rsid w:val="0007482C"/>
    <w:rsid w:val="000C5278"/>
    <w:rsid w:val="000D279B"/>
    <w:rsid w:val="000E730C"/>
    <w:rsid w:val="000F34B6"/>
    <w:rsid w:val="00103C04"/>
    <w:rsid w:val="00106842"/>
    <w:rsid w:val="00132D76"/>
    <w:rsid w:val="00136642"/>
    <w:rsid w:val="001A57AB"/>
    <w:rsid w:val="001B45F3"/>
    <w:rsid w:val="00230024"/>
    <w:rsid w:val="0023148E"/>
    <w:rsid w:val="00254049"/>
    <w:rsid w:val="00272E1B"/>
    <w:rsid w:val="002A20D8"/>
    <w:rsid w:val="002A2F32"/>
    <w:rsid w:val="002B0FB6"/>
    <w:rsid w:val="002B50B4"/>
    <w:rsid w:val="002B60B3"/>
    <w:rsid w:val="002B6787"/>
    <w:rsid w:val="002B6B98"/>
    <w:rsid w:val="002C1448"/>
    <w:rsid w:val="002C6BED"/>
    <w:rsid w:val="00300D98"/>
    <w:rsid w:val="003430B9"/>
    <w:rsid w:val="00356011"/>
    <w:rsid w:val="00377253"/>
    <w:rsid w:val="003954E2"/>
    <w:rsid w:val="003D2033"/>
    <w:rsid w:val="003F67AD"/>
    <w:rsid w:val="00423236"/>
    <w:rsid w:val="00445950"/>
    <w:rsid w:val="0047790B"/>
    <w:rsid w:val="005227BF"/>
    <w:rsid w:val="0052569B"/>
    <w:rsid w:val="00533B98"/>
    <w:rsid w:val="00533C5A"/>
    <w:rsid w:val="005449B2"/>
    <w:rsid w:val="0056403A"/>
    <w:rsid w:val="00566A4C"/>
    <w:rsid w:val="005807F2"/>
    <w:rsid w:val="005B1D00"/>
    <w:rsid w:val="005C30D7"/>
    <w:rsid w:val="005D6FFF"/>
    <w:rsid w:val="005E094C"/>
    <w:rsid w:val="005F6CAE"/>
    <w:rsid w:val="00620764"/>
    <w:rsid w:val="00671C4B"/>
    <w:rsid w:val="00681D1A"/>
    <w:rsid w:val="007147B9"/>
    <w:rsid w:val="00722455"/>
    <w:rsid w:val="007321A6"/>
    <w:rsid w:val="007370E2"/>
    <w:rsid w:val="0074295A"/>
    <w:rsid w:val="007B7E08"/>
    <w:rsid w:val="007C62DA"/>
    <w:rsid w:val="007D5EE1"/>
    <w:rsid w:val="007E1D0B"/>
    <w:rsid w:val="00812496"/>
    <w:rsid w:val="00825ADD"/>
    <w:rsid w:val="00830BFE"/>
    <w:rsid w:val="00857303"/>
    <w:rsid w:val="008848DB"/>
    <w:rsid w:val="00893C29"/>
    <w:rsid w:val="008A6B2C"/>
    <w:rsid w:val="008B114A"/>
    <w:rsid w:val="00903269"/>
    <w:rsid w:val="00972999"/>
    <w:rsid w:val="009823D2"/>
    <w:rsid w:val="009C760E"/>
    <w:rsid w:val="00A40895"/>
    <w:rsid w:val="00A45293"/>
    <w:rsid w:val="00A46CDA"/>
    <w:rsid w:val="00A642FA"/>
    <w:rsid w:val="00AA0D27"/>
    <w:rsid w:val="00AA14F9"/>
    <w:rsid w:val="00AB588C"/>
    <w:rsid w:val="00AF2EBB"/>
    <w:rsid w:val="00B1251D"/>
    <w:rsid w:val="00B13892"/>
    <w:rsid w:val="00B53E8D"/>
    <w:rsid w:val="00B715B6"/>
    <w:rsid w:val="00C100C3"/>
    <w:rsid w:val="00C51431"/>
    <w:rsid w:val="00C534F5"/>
    <w:rsid w:val="00C543CC"/>
    <w:rsid w:val="00C56014"/>
    <w:rsid w:val="00D179C6"/>
    <w:rsid w:val="00D76FB3"/>
    <w:rsid w:val="00DC29E4"/>
    <w:rsid w:val="00E43AC4"/>
    <w:rsid w:val="00E75AEB"/>
    <w:rsid w:val="00E81E2B"/>
    <w:rsid w:val="00ED08B8"/>
    <w:rsid w:val="00ED15A8"/>
    <w:rsid w:val="00EE16F5"/>
    <w:rsid w:val="00EF3B15"/>
    <w:rsid w:val="00EF679B"/>
    <w:rsid w:val="00F26F7D"/>
    <w:rsid w:val="00F85FB8"/>
    <w:rsid w:val="00FA0D66"/>
    <w:rsid w:val="00FC6A38"/>
    <w:rsid w:val="00FE182D"/>
    <w:rsid w:val="00FE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7DD98"/>
  <w15:chartTrackingRefBased/>
  <w15:docId w15:val="{5D261429-2829-4EE5-9E98-64403B2A7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3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30B9"/>
    <w:rPr>
      <w:rFonts w:ascii="Segoe UI" w:hAnsi="Segoe UI" w:cs="Segoe UI"/>
      <w:sz w:val="18"/>
      <w:szCs w:val="18"/>
      <w:lang w:eastAsia="en-US"/>
    </w:rPr>
  </w:style>
  <w:style w:type="paragraph" w:customStyle="1" w:styleId="western">
    <w:name w:val="western"/>
    <w:basedOn w:val="Normln"/>
    <w:rsid w:val="008A6B2C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E43AC4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/>
      <w:spacing w:val="-3"/>
      <w:sz w:val="24"/>
      <w:szCs w:val="20"/>
      <w:lang w:eastAsia="cs-CZ" w:bidi="hi-IN"/>
    </w:rPr>
  </w:style>
  <w:style w:type="character" w:customStyle="1" w:styleId="ZkladntextChar">
    <w:name w:val="Základní text Char"/>
    <w:basedOn w:val="Standardnpsmoodstavce"/>
    <w:link w:val="Zkladntext"/>
    <w:rsid w:val="00E43AC4"/>
    <w:rPr>
      <w:rFonts w:ascii="Times New Roman" w:eastAsia="Times New Roman" w:hAnsi="Times New Roman"/>
      <w:spacing w:val="-3"/>
      <w:sz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9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D93C4-DFA8-44DB-A499-5F94A0DAF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4</TotalTime>
  <Pages>1</Pages>
  <Words>131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Katerina Novakova</cp:lastModifiedBy>
  <cp:revision>6</cp:revision>
  <cp:lastPrinted>2020-02-19T15:45:00Z</cp:lastPrinted>
  <dcterms:created xsi:type="dcterms:W3CDTF">2022-03-28T12:20:00Z</dcterms:created>
  <dcterms:modified xsi:type="dcterms:W3CDTF">2022-03-30T16:00:00Z</dcterms:modified>
</cp:coreProperties>
</file>