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58CCCE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</w:t>
      </w:r>
      <w:bookmarkStart w:id="0" w:name="_GoBack"/>
      <w:bookmarkEnd w:id="0"/>
      <w:r w:rsidRPr="003E1216">
        <w:t>ké republiky</w:t>
      </w:r>
    </w:p>
    <w:p w14:paraId="2BB5C58A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77681CA4" w14:textId="2BAD0FB2" w:rsidR="003E1216" w:rsidRPr="003E1216" w:rsidRDefault="00AF47CD" w:rsidP="00684000">
      <w:pPr>
        <w:pStyle w:val="PShlavika2"/>
        <w:spacing w:line="240" w:lineRule="auto"/>
      </w:pPr>
      <w:r>
        <w:t>20</w:t>
      </w:r>
      <w:r w:rsidR="00C60482">
        <w:t>22</w:t>
      </w:r>
    </w:p>
    <w:p w14:paraId="701FB3CA" w14:textId="13A77A51" w:rsidR="003E1216" w:rsidRDefault="00C60482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B414219" w14:textId="3C96FE60" w:rsidR="003E1216" w:rsidRPr="00C907C5" w:rsidRDefault="0053052E" w:rsidP="00AF47C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27</w:t>
      </w:r>
    </w:p>
    <w:p w14:paraId="61917A58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50F63D4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5A757808" w14:textId="1B1BB04B" w:rsidR="00C907C5" w:rsidRDefault="0095618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20BFB">
        <w:t>e</w:t>
      </w:r>
      <w:r>
        <w:t xml:space="preserve"> </w:t>
      </w:r>
      <w:r w:rsidR="002571A7">
        <w:t>4</w:t>
      </w:r>
      <w:r w:rsidR="00C907C5">
        <w:t>. schůze</w:t>
      </w:r>
    </w:p>
    <w:p w14:paraId="678AB7B3" w14:textId="6B2517F9" w:rsidR="00C907C5" w:rsidRPr="00684000" w:rsidRDefault="00956181" w:rsidP="00684000">
      <w:pPr>
        <w:pStyle w:val="PShlavika1"/>
        <w:spacing w:after="8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60482">
        <w:rPr>
          <w:bCs/>
          <w:iCs/>
        </w:rPr>
        <w:t>2</w:t>
      </w:r>
      <w:r w:rsidR="00C20BFB">
        <w:rPr>
          <w:bCs/>
          <w:iCs/>
        </w:rPr>
        <w:t>4</w:t>
      </w:r>
      <w:r w:rsidR="00887494">
        <w:rPr>
          <w:bCs/>
          <w:iCs/>
        </w:rPr>
        <w:t>.</w:t>
      </w:r>
      <w:r w:rsidR="00905E5A">
        <w:rPr>
          <w:bCs/>
          <w:iCs/>
        </w:rPr>
        <w:t xml:space="preserve"> </w:t>
      </w:r>
      <w:r w:rsidR="00C60482">
        <w:rPr>
          <w:bCs/>
          <w:iCs/>
        </w:rPr>
        <w:t>února</w:t>
      </w:r>
      <w:r w:rsidR="002571A7">
        <w:rPr>
          <w:bCs/>
          <w:iCs/>
        </w:rPr>
        <w:t xml:space="preserve"> 20</w:t>
      </w:r>
      <w:r w:rsidR="00C60482">
        <w:rPr>
          <w:bCs/>
          <w:iCs/>
        </w:rPr>
        <w:t>22</w:t>
      </w:r>
    </w:p>
    <w:p w14:paraId="4FB64457" w14:textId="10E99DFB" w:rsidR="008E042A" w:rsidRDefault="00BF65D9" w:rsidP="008E042A">
      <w:pPr>
        <w:pStyle w:val="western"/>
        <w:spacing w:before="0" w:beforeAutospacing="0"/>
        <w:jc w:val="center"/>
      </w:pPr>
      <w:r w:rsidRPr="00BF65D9">
        <w:t xml:space="preserve">k </w:t>
      </w:r>
      <w:r w:rsidR="008E042A">
        <w:t>vládnímu náv</w:t>
      </w:r>
      <w:r w:rsidR="002571A7">
        <w:t>rhu Státního rozpočtu na rok 202</w:t>
      </w:r>
      <w:r w:rsidR="00C60482">
        <w:t>2</w:t>
      </w:r>
    </w:p>
    <w:p w14:paraId="1E68902E" w14:textId="77777777" w:rsidR="00BF65D9" w:rsidRPr="008E042A" w:rsidRDefault="008E042A" w:rsidP="008E042A">
      <w:pPr>
        <w:pStyle w:val="PSnzevzkona"/>
        <w:spacing w:before="0"/>
        <w:rPr>
          <w:b/>
          <w:i/>
        </w:rPr>
      </w:pPr>
      <w:r w:rsidRPr="008E042A">
        <w:rPr>
          <w:b/>
          <w:i/>
        </w:rPr>
        <w:t>kapitola 344 – Úřad průmyslového vlastnictví</w:t>
      </w:r>
    </w:p>
    <w:p w14:paraId="2C6FEEA2" w14:textId="647D3814" w:rsidR="008E042A" w:rsidRPr="008E042A" w:rsidRDefault="008E042A" w:rsidP="00FD2013">
      <w:pPr>
        <w:spacing w:before="720" w:after="480" w:line="312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ab/>
      </w:r>
      <w:r w:rsidRPr="008E04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Hospodářský výbor Poslanecké sněmovny Parlamentu ČR po vyslechnutí úvodního slova předsedy Úřadu průmyslovéh</w:t>
      </w:r>
      <w:r w:rsidR="0070639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o vlastnictví Josefa Kratochvíla</w:t>
      </w:r>
      <w:r w:rsidRPr="008E04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, přednesené zpravodajské zp</w:t>
      </w:r>
      <w:r w:rsidR="00FF29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rávy poslan</w:t>
      </w:r>
      <w:r w:rsidR="00C604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ce</w:t>
      </w:r>
      <w:r w:rsidR="00FF293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C60482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Michaela Rataje a</w:t>
      </w:r>
      <w:r w:rsidRPr="008E042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po rozpravě</w:t>
      </w:r>
    </w:p>
    <w:p w14:paraId="5D227FFC" w14:textId="5DF33F0D" w:rsidR="008E042A" w:rsidRPr="00454F78" w:rsidRDefault="008E042A" w:rsidP="009A5F08">
      <w:pPr>
        <w:pStyle w:val="PSbodusnesen"/>
        <w:spacing w:line="312" w:lineRule="auto"/>
        <w:rPr>
          <w:b w:val="0"/>
          <w:spacing w:val="0"/>
        </w:rPr>
      </w:pPr>
      <w:r w:rsidRPr="00454F78">
        <w:t xml:space="preserve">doporučuje </w:t>
      </w:r>
      <w:r w:rsidRPr="00454F78">
        <w:rPr>
          <w:b w:val="0"/>
          <w:spacing w:val="0"/>
        </w:rPr>
        <w:t>Poslanecké sněmovně Parlamentu ČR, aby předložený náv</w:t>
      </w:r>
      <w:r w:rsidR="00843DE2" w:rsidRPr="00454F78">
        <w:rPr>
          <w:b w:val="0"/>
          <w:spacing w:val="0"/>
        </w:rPr>
        <w:t>rh Státního rozpočtu na rok 20</w:t>
      </w:r>
      <w:r w:rsidR="002571A7" w:rsidRPr="00454F78">
        <w:rPr>
          <w:b w:val="0"/>
          <w:spacing w:val="0"/>
        </w:rPr>
        <w:t>2</w:t>
      </w:r>
      <w:r w:rsidR="00C60482">
        <w:rPr>
          <w:b w:val="0"/>
          <w:spacing w:val="0"/>
        </w:rPr>
        <w:t>2</w:t>
      </w:r>
      <w:r w:rsidRPr="00454F78">
        <w:rPr>
          <w:b w:val="0"/>
          <w:spacing w:val="0"/>
        </w:rPr>
        <w:t xml:space="preserve"> – </w:t>
      </w:r>
      <w:r w:rsidRPr="00454F78">
        <w:rPr>
          <w:i/>
          <w:spacing w:val="0"/>
        </w:rPr>
        <w:t>kapitola 344</w:t>
      </w:r>
      <w:r w:rsidRPr="00454F78">
        <w:rPr>
          <w:spacing w:val="0"/>
        </w:rPr>
        <w:t xml:space="preserve"> –</w:t>
      </w:r>
      <w:r w:rsidRPr="00454F78">
        <w:rPr>
          <w:b w:val="0"/>
          <w:spacing w:val="0"/>
        </w:rPr>
        <w:t xml:space="preserve"> </w:t>
      </w:r>
      <w:r w:rsidRPr="00454F78">
        <w:rPr>
          <w:i/>
          <w:spacing w:val="0"/>
        </w:rPr>
        <w:t>Úřad průmyslového vlastnictví</w:t>
      </w:r>
      <w:r w:rsidR="00AF47CD" w:rsidRPr="00454F78">
        <w:rPr>
          <w:i/>
          <w:spacing w:val="40"/>
        </w:rPr>
        <w:t xml:space="preserve"> </w:t>
      </w:r>
      <w:r w:rsidRPr="00454F78">
        <w:rPr>
          <w:b w:val="0"/>
        </w:rPr>
        <w:t>schválila</w:t>
      </w:r>
      <w:r w:rsidR="00843DE2" w:rsidRPr="00454F78">
        <w:rPr>
          <w:b w:val="0"/>
          <w:spacing w:val="0"/>
        </w:rPr>
        <w:t xml:space="preserve"> ve výši příjmů </w:t>
      </w:r>
      <w:r w:rsidR="002B23B4">
        <w:rPr>
          <w:b w:val="0"/>
          <w:spacing w:val="0"/>
        </w:rPr>
        <w:t>241 670 000</w:t>
      </w:r>
      <w:r w:rsidR="00843DE2" w:rsidRPr="00454F78">
        <w:rPr>
          <w:b w:val="0"/>
          <w:spacing w:val="0"/>
        </w:rPr>
        <w:t xml:space="preserve"> Kč, ve výši výdajů </w:t>
      </w:r>
      <w:r w:rsidR="002B23B4">
        <w:rPr>
          <w:b w:val="0"/>
          <w:spacing w:val="0"/>
        </w:rPr>
        <w:t>203 310 666</w:t>
      </w:r>
      <w:r w:rsidRPr="00454F78">
        <w:rPr>
          <w:b w:val="0"/>
          <w:spacing w:val="0"/>
        </w:rPr>
        <w:t xml:space="preserve"> Kč,</w:t>
      </w:r>
      <w:r w:rsidR="00843DE2" w:rsidRPr="00454F78">
        <w:rPr>
          <w:b w:val="0"/>
          <w:spacing w:val="0"/>
        </w:rPr>
        <w:t xml:space="preserve"> z toho kapitálové výdaje </w:t>
      </w:r>
      <w:r w:rsidR="002B23B4">
        <w:rPr>
          <w:b w:val="0"/>
          <w:spacing w:val="0"/>
        </w:rPr>
        <w:t>9 400 000</w:t>
      </w:r>
      <w:r w:rsidRPr="00454F78">
        <w:rPr>
          <w:b w:val="0"/>
          <w:spacing w:val="0"/>
        </w:rPr>
        <w:t xml:space="preserve"> Kč.</w:t>
      </w:r>
    </w:p>
    <w:p w14:paraId="2B2AC557" w14:textId="1608A983" w:rsidR="00C60482" w:rsidRPr="00C60482" w:rsidRDefault="008E042A" w:rsidP="00C60482">
      <w:pPr>
        <w:pStyle w:val="PSbodusnesen"/>
        <w:spacing w:after="0" w:line="312" w:lineRule="auto"/>
        <w:rPr>
          <w:b w:val="0"/>
          <w:spacing w:val="0"/>
        </w:rPr>
      </w:pPr>
      <w:r w:rsidRPr="00843DE2">
        <w:t>Zmocňuje</w:t>
      </w:r>
      <w:r w:rsidR="00F94CC3">
        <w:rPr>
          <w:b w:val="0"/>
          <w:spacing w:val="0"/>
        </w:rPr>
        <w:t xml:space="preserve"> zpravodaj</w:t>
      </w:r>
      <w:r w:rsidR="00C60482">
        <w:rPr>
          <w:b w:val="0"/>
          <w:spacing w:val="0"/>
        </w:rPr>
        <w:t>e</w:t>
      </w:r>
      <w:r w:rsidRPr="00843DE2">
        <w:rPr>
          <w:b w:val="0"/>
          <w:spacing w:val="0"/>
        </w:rPr>
        <w:t xml:space="preserve"> výboru, aby s tímto usnesením</w:t>
      </w:r>
      <w:r w:rsidR="00F94CC3">
        <w:rPr>
          <w:b w:val="0"/>
          <w:spacing w:val="0"/>
        </w:rPr>
        <w:t xml:space="preserve"> vystoupil</w:t>
      </w:r>
      <w:r w:rsidRPr="00843DE2">
        <w:rPr>
          <w:b w:val="0"/>
          <w:spacing w:val="0"/>
        </w:rPr>
        <w:t xml:space="preserve"> na schůzi rozpočtového výboru a zpravodajů výborů Po</w:t>
      </w:r>
      <w:r w:rsidR="00843DE2" w:rsidRPr="00843DE2">
        <w:rPr>
          <w:b w:val="0"/>
          <w:spacing w:val="0"/>
        </w:rPr>
        <w:t xml:space="preserve">slanecké sněmovny Parlamentu ČR </w:t>
      </w:r>
      <w:r w:rsidR="00AF47CD">
        <w:rPr>
          <w:b w:val="0"/>
          <w:spacing w:val="0"/>
        </w:rPr>
        <w:br/>
      </w:r>
      <w:r w:rsidR="00F94CC3">
        <w:rPr>
          <w:b w:val="0"/>
          <w:spacing w:val="0"/>
        </w:rPr>
        <w:t>a přednesl</w:t>
      </w:r>
      <w:r w:rsidRPr="00843DE2">
        <w:rPr>
          <w:b w:val="0"/>
          <w:spacing w:val="0"/>
        </w:rPr>
        <w:t xml:space="preserve"> zprávu o výsledcích projednávání této kapitoly vládního návrhu zákona</w:t>
      </w:r>
      <w:r w:rsidR="00843DE2" w:rsidRPr="00843DE2">
        <w:rPr>
          <w:b w:val="0"/>
          <w:spacing w:val="0"/>
        </w:rPr>
        <w:t xml:space="preserve"> </w:t>
      </w:r>
      <w:r w:rsidR="00AF47CD">
        <w:rPr>
          <w:b w:val="0"/>
          <w:spacing w:val="0"/>
        </w:rPr>
        <w:br/>
      </w:r>
      <w:r w:rsidRPr="00843DE2">
        <w:rPr>
          <w:b w:val="0"/>
          <w:spacing w:val="0"/>
        </w:rPr>
        <w:t>o státním rozpočtu v hospodářském výboru.</w:t>
      </w:r>
    </w:p>
    <w:p w14:paraId="014EC13D" w14:textId="1CC9F88A" w:rsidR="00C60482" w:rsidRDefault="00C60482" w:rsidP="00C60482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 xml:space="preserve">      </w:t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53052E">
        <w:rPr>
          <w:rFonts w:ascii="Times New Roman" w:hAnsi="Times New Roman"/>
          <w:sz w:val="24"/>
          <w:szCs w:val="24"/>
          <w:lang w:eastAsia="cs-CZ"/>
        </w:rPr>
        <w:t>Vojtěch MUNZAR</w:t>
      </w:r>
      <w:r>
        <w:rPr>
          <w:rFonts w:ascii="Times New Roman" w:hAnsi="Times New Roman"/>
          <w:sz w:val="24"/>
          <w:szCs w:val="24"/>
          <w:lang w:eastAsia="cs-CZ"/>
        </w:rPr>
        <w:t xml:space="preserve"> v. r.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Michael RATAJ v. r.</w:t>
      </w:r>
    </w:p>
    <w:p w14:paraId="45580400" w14:textId="77777777" w:rsidR="00C60482" w:rsidRDefault="00C60482" w:rsidP="00C60482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5C9E3F5F" w14:textId="77777777" w:rsidR="00C60482" w:rsidRDefault="00C60482" w:rsidP="00C6048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29504238" w14:textId="4204E116" w:rsidR="00A47BEA" w:rsidRPr="006D02C4" w:rsidRDefault="00C60482" w:rsidP="00C60482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7065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E1442C" w14:textId="77777777" w:rsidR="00657061" w:rsidRDefault="00657061" w:rsidP="002672BB">
      <w:pPr>
        <w:spacing w:after="0" w:line="240" w:lineRule="auto"/>
      </w:pPr>
      <w:r>
        <w:separator/>
      </w:r>
    </w:p>
  </w:endnote>
  <w:endnote w:type="continuationSeparator" w:id="0">
    <w:p w14:paraId="15C0D730" w14:textId="77777777" w:rsidR="00657061" w:rsidRDefault="00657061" w:rsidP="002672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07475" w14:textId="77777777" w:rsidR="002672BB" w:rsidRDefault="002672B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B6374A" w14:textId="77777777" w:rsidR="002672BB" w:rsidRDefault="002672B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42A4F" w14:textId="77777777" w:rsidR="002672BB" w:rsidRDefault="002672B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1F190" w14:textId="77777777" w:rsidR="00657061" w:rsidRDefault="00657061" w:rsidP="002672BB">
      <w:pPr>
        <w:spacing w:after="0" w:line="240" w:lineRule="auto"/>
      </w:pPr>
      <w:r>
        <w:separator/>
      </w:r>
    </w:p>
  </w:footnote>
  <w:footnote w:type="continuationSeparator" w:id="0">
    <w:p w14:paraId="11250B8B" w14:textId="77777777" w:rsidR="00657061" w:rsidRDefault="00657061" w:rsidP="002672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2AA8" w14:textId="40C154B7" w:rsidR="002672BB" w:rsidRDefault="002672B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65625" w14:textId="53DBC7B2" w:rsidR="002672BB" w:rsidRDefault="002672B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470AFD" w14:textId="2CCC9D75" w:rsidR="002672BB" w:rsidRDefault="002672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A64CA2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05E267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372E29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2CC71A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7AC3F9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ABEF3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1244A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21AE6E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AFE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7CA76A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7919FB"/>
    <w:multiLevelType w:val="hybridMultilevel"/>
    <w:tmpl w:val="A2D8B666"/>
    <w:lvl w:ilvl="0" w:tplc="F1BEA838">
      <w:start w:val="1"/>
      <w:numFmt w:val="upperRoman"/>
      <w:pStyle w:val="PSbodusnesen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4"/>
  </w:num>
  <w:num w:numId="17">
    <w:abstractNumId w:val="12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42A"/>
    <w:rsid w:val="000A752C"/>
    <w:rsid w:val="00137DCB"/>
    <w:rsid w:val="001810D0"/>
    <w:rsid w:val="001E297C"/>
    <w:rsid w:val="002460D3"/>
    <w:rsid w:val="002571A7"/>
    <w:rsid w:val="002672BB"/>
    <w:rsid w:val="0027232D"/>
    <w:rsid w:val="00295F69"/>
    <w:rsid w:val="002B23B4"/>
    <w:rsid w:val="003537FD"/>
    <w:rsid w:val="003A3B2B"/>
    <w:rsid w:val="003A764A"/>
    <w:rsid w:val="003E0A61"/>
    <w:rsid w:val="003E1216"/>
    <w:rsid w:val="003F7969"/>
    <w:rsid w:val="00400EC7"/>
    <w:rsid w:val="00415E07"/>
    <w:rsid w:val="00433B08"/>
    <w:rsid w:val="00454F78"/>
    <w:rsid w:val="00476CEF"/>
    <w:rsid w:val="004F072B"/>
    <w:rsid w:val="004F0F9F"/>
    <w:rsid w:val="0053052E"/>
    <w:rsid w:val="005F1EBE"/>
    <w:rsid w:val="00657061"/>
    <w:rsid w:val="00681EC1"/>
    <w:rsid w:val="00684000"/>
    <w:rsid w:val="006D02C4"/>
    <w:rsid w:val="00706398"/>
    <w:rsid w:val="0070650D"/>
    <w:rsid w:val="007155AB"/>
    <w:rsid w:val="0075531B"/>
    <w:rsid w:val="00843DE2"/>
    <w:rsid w:val="00887494"/>
    <w:rsid w:val="008E042A"/>
    <w:rsid w:val="00905E5A"/>
    <w:rsid w:val="009139F5"/>
    <w:rsid w:val="00956181"/>
    <w:rsid w:val="009A56EF"/>
    <w:rsid w:val="009A5F08"/>
    <w:rsid w:val="009F24D0"/>
    <w:rsid w:val="00A47BEA"/>
    <w:rsid w:val="00AF47CD"/>
    <w:rsid w:val="00B700C3"/>
    <w:rsid w:val="00B96A50"/>
    <w:rsid w:val="00BF65D9"/>
    <w:rsid w:val="00C20BFB"/>
    <w:rsid w:val="00C3035B"/>
    <w:rsid w:val="00C60482"/>
    <w:rsid w:val="00C907C5"/>
    <w:rsid w:val="00DA3AD2"/>
    <w:rsid w:val="00DA725B"/>
    <w:rsid w:val="00E643C4"/>
    <w:rsid w:val="00EA0554"/>
    <w:rsid w:val="00EA3DF1"/>
    <w:rsid w:val="00F203AD"/>
    <w:rsid w:val="00F55AFD"/>
    <w:rsid w:val="00F84301"/>
    <w:rsid w:val="00F94CC3"/>
    <w:rsid w:val="00FC5F04"/>
    <w:rsid w:val="00FD2013"/>
    <w:rsid w:val="00FE2D91"/>
    <w:rsid w:val="00FF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C6E934B"/>
  <w15:chartTrackingRefBased/>
  <w15:docId w15:val="{94166AE1-21BA-4968-9949-3FC2AC73E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bodusnesen">
    <w:name w:val="PS bod usnesení"/>
    <w:basedOn w:val="Normln"/>
    <w:qFormat/>
    <w:rsid w:val="00843DE2"/>
    <w:pPr>
      <w:numPr>
        <w:numId w:val="18"/>
      </w:numPr>
      <w:spacing w:after="360" w:line="360" w:lineRule="auto"/>
      <w:ind w:left="709" w:hanging="709"/>
      <w:jc w:val="both"/>
    </w:pPr>
    <w:rPr>
      <w:rFonts w:ascii="Times New Roman" w:eastAsia="Times New Roman" w:hAnsi="Times New Roman"/>
      <w:b/>
      <w:color w:val="000000"/>
      <w:spacing w:val="3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F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5F0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67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2BB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672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72B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32C98-C0E5-41E0-9517-C6364914F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158</Words>
  <Characters>933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2020-11-04T09:12:00Z</cp:lastPrinted>
  <dcterms:created xsi:type="dcterms:W3CDTF">2022-02-24T12:35:00Z</dcterms:created>
  <dcterms:modified xsi:type="dcterms:W3CDTF">2022-02-24T12:35:00Z</dcterms:modified>
</cp:coreProperties>
</file>