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5B3439" w:rsidP="00684000">
      <w:pPr>
        <w:pStyle w:val="PShlavika2"/>
        <w:spacing w:line="240" w:lineRule="auto"/>
      </w:pPr>
      <w:r>
        <w:t>2022</w:t>
      </w:r>
    </w:p>
    <w:p w:rsidR="003E1216" w:rsidRDefault="005B3439" w:rsidP="00684000">
      <w:pPr>
        <w:pStyle w:val="PShlavika1"/>
        <w:spacing w:line="240" w:lineRule="auto"/>
      </w:pPr>
      <w:r>
        <w:t>9</w:t>
      </w:r>
      <w:r w:rsidR="003E1216">
        <w:t>. volební období</w:t>
      </w:r>
    </w:p>
    <w:p w:rsidR="003E1216" w:rsidRPr="00C907C5" w:rsidRDefault="0006112C" w:rsidP="008A4B9D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25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C23CD8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8C007B">
        <w:t>e</w:t>
      </w:r>
      <w:r w:rsidR="008A4B9D">
        <w:t xml:space="preserve"> </w:t>
      </w:r>
      <w:r w:rsidR="008C007B">
        <w:t>4</w:t>
      </w:r>
      <w:r w:rsidR="005B3439">
        <w:t>.</w:t>
      </w:r>
      <w:r w:rsidR="00C907C5">
        <w:t xml:space="preserve"> schůze</w:t>
      </w:r>
    </w:p>
    <w:p w:rsidR="00C907C5" w:rsidRPr="00684000" w:rsidRDefault="008A4B9D" w:rsidP="00574C0F">
      <w:pPr>
        <w:pStyle w:val="PShlavika1"/>
        <w:spacing w:after="96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5B3439">
        <w:rPr>
          <w:bCs/>
          <w:iCs/>
        </w:rPr>
        <w:t>24. února 2022</w:t>
      </w:r>
    </w:p>
    <w:p w:rsidR="00E608E0" w:rsidRDefault="00E608E0" w:rsidP="00574C0F">
      <w:pPr>
        <w:pStyle w:val="Zkladntext3"/>
        <w:jc w:val="center"/>
        <w:rPr>
          <w:b/>
        </w:rPr>
      </w:pPr>
      <w:r>
        <w:rPr>
          <w:sz w:val="24"/>
        </w:rPr>
        <w:t>k </w:t>
      </w:r>
      <w:r w:rsidR="00680710">
        <w:rPr>
          <w:sz w:val="24"/>
        </w:rPr>
        <w:t>R</w:t>
      </w:r>
      <w:r>
        <w:rPr>
          <w:sz w:val="24"/>
        </w:rPr>
        <w:t>ozpočtu Státního fondu dop</w:t>
      </w:r>
      <w:r w:rsidR="008A4B9D">
        <w:rPr>
          <w:sz w:val="24"/>
        </w:rPr>
        <w:t>ravní infrastruktury na rok 20</w:t>
      </w:r>
      <w:r w:rsidR="00DB55FC">
        <w:rPr>
          <w:sz w:val="24"/>
        </w:rPr>
        <w:t>2</w:t>
      </w:r>
      <w:r w:rsidR="005B3439">
        <w:rPr>
          <w:sz w:val="24"/>
        </w:rPr>
        <w:t>2</w:t>
      </w:r>
      <w:r>
        <w:rPr>
          <w:sz w:val="24"/>
        </w:rPr>
        <w:t xml:space="preserve"> a st</w:t>
      </w:r>
      <w:r w:rsidR="008A4B9D">
        <w:rPr>
          <w:sz w:val="24"/>
        </w:rPr>
        <w:t>řednědobé</w:t>
      </w:r>
      <w:r w:rsidR="00680710">
        <w:rPr>
          <w:sz w:val="24"/>
        </w:rPr>
        <w:t>mu</w:t>
      </w:r>
      <w:r w:rsidR="008A4B9D">
        <w:rPr>
          <w:sz w:val="24"/>
        </w:rPr>
        <w:t xml:space="preserve"> výhledu </w:t>
      </w:r>
      <w:r w:rsidR="00680710">
        <w:rPr>
          <w:sz w:val="24"/>
        </w:rPr>
        <w:br/>
      </w:r>
      <w:r w:rsidR="008A4B9D">
        <w:rPr>
          <w:sz w:val="24"/>
        </w:rPr>
        <w:t>na roky 20</w:t>
      </w:r>
      <w:r w:rsidR="00D318BE">
        <w:rPr>
          <w:sz w:val="24"/>
        </w:rPr>
        <w:t>2</w:t>
      </w:r>
      <w:r w:rsidR="005B3439">
        <w:rPr>
          <w:sz w:val="24"/>
        </w:rPr>
        <w:t>3</w:t>
      </w:r>
      <w:r w:rsidR="008A4B9D">
        <w:rPr>
          <w:sz w:val="24"/>
        </w:rPr>
        <w:t xml:space="preserve"> a 20</w:t>
      </w:r>
      <w:r w:rsidR="00574C0F">
        <w:rPr>
          <w:sz w:val="24"/>
        </w:rPr>
        <w:t>2</w:t>
      </w:r>
      <w:r w:rsidR="005B3439">
        <w:rPr>
          <w:sz w:val="24"/>
        </w:rPr>
        <w:t>4</w:t>
      </w:r>
      <w:r w:rsidR="00574C0F">
        <w:rPr>
          <w:sz w:val="24"/>
        </w:rPr>
        <w:t xml:space="preserve"> – </w:t>
      </w:r>
      <w:r w:rsidR="00574C0F" w:rsidRPr="00574C0F">
        <w:rPr>
          <w:b/>
          <w:sz w:val="24"/>
          <w:szCs w:val="24"/>
        </w:rPr>
        <w:t xml:space="preserve">sněmovní tisk </w:t>
      </w:r>
      <w:r w:rsidR="003B56EE">
        <w:rPr>
          <w:b/>
          <w:sz w:val="24"/>
          <w:szCs w:val="24"/>
        </w:rPr>
        <w:t>152</w:t>
      </w:r>
    </w:p>
    <w:p w:rsidR="00574C0F" w:rsidRPr="00574C0F" w:rsidRDefault="00574C0F" w:rsidP="00574C0F">
      <w:pPr>
        <w:pStyle w:val="Zkladntext3"/>
        <w:jc w:val="center"/>
        <w:rPr>
          <w:sz w:val="24"/>
        </w:rPr>
      </w:pPr>
      <w:r>
        <w:rPr>
          <w:b/>
        </w:rPr>
        <w:t>__________________________________________________________________________________________</w:t>
      </w:r>
    </w:p>
    <w:p w:rsidR="00E608E0" w:rsidRPr="0050745C" w:rsidRDefault="00E608E0" w:rsidP="00433F03">
      <w:pPr>
        <w:pStyle w:val="Zkladntext21"/>
        <w:spacing w:before="720" w:after="480"/>
        <w:ind w:firstLine="709"/>
      </w:pPr>
      <w:r>
        <w:t>Hospodářský výbor Poslanecké sněmovny Parlamentu ČR</w:t>
      </w:r>
      <w:r>
        <w:rPr>
          <w:b/>
        </w:rPr>
        <w:t xml:space="preserve"> </w:t>
      </w:r>
      <w:r>
        <w:t xml:space="preserve">po vyslechnutí </w:t>
      </w:r>
      <w:r w:rsidRPr="00D26E80">
        <w:t>výk</w:t>
      </w:r>
      <w:r w:rsidR="008C249D" w:rsidRPr="00D26E80">
        <w:t>ladu</w:t>
      </w:r>
      <w:r w:rsidR="0050745C" w:rsidRPr="0050745C">
        <w:t xml:space="preserve"> ředitele Státního fondu dopravní infrastruktury Zbyňka </w:t>
      </w:r>
      <w:proofErr w:type="spellStart"/>
      <w:r w:rsidR="0050745C" w:rsidRPr="0050745C">
        <w:t>Hořelici</w:t>
      </w:r>
      <w:proofErr w:type="spellEnd"/>
      <w:r w:rsidR="00A90E5B" w:rsidRPr="0050745C">
        <w:t>,</w:t>
      </w:r>
      <w:r w:rsidR="00E90894" w:rsidRPr="0050745C">
        <w:t xml:space="preserve"> </w:t>
      </w:r>
      <w:r w:rsidRPr="0050745C">
        <w:t xml:space="preserve">zpravodajské zprávy poslance </w:t>
      </w:r>
      <w:r w:rsidR="005B3439" w:rsidRPr="0050745C">
        <w:t>Ondřeje Lochmana</w:t>
      </w:r>
      <w:r w:rsidRPr="0050745C">
        <w:t xml:space="preserve"> </w:t>
      </w:r>
      <w:r w:rsidR="00E90894" w:rsidRPr="0050745C">
        <w:t xml:space="preserve">a </w:t>
      </w:r>
      <w:r w:rsidRPr="0050745C">
        <w:t>po rozpravě</w:t>
      </w:r>
    </w:p>
    <w:p w:rsidR="00E608E0" w:rsidRDefault="00E608E0" w:rsidP="00433F03">
      <w:pPr>
        <w:pStyle w:val="Zkladntext21"/>
        <w:numPr>
          <w:ilvl w:val="0"/>
          <w:numId w:val="18"/>
        </w:numPr>
        <w:tabs>
          <w:tab w:val="left" w:pos="720"/>
          <w:tab w:val="left" w:pos="900"/>
          <w:tab w:val="left" w:pos="1440"/>
          <w:tab w:val="left" w:pos="2268"/>
          <w:tab w:val="left" w:pos="3402"/>
          <w:tab w:val="decimal" w:pos="4536"/>
        </w:tabs>
        <w:spacing w:before="360" w:after="360"/>
        <w:ind w:left="709" w:hanging="709"/>
      </w:pPr>
      <w:r>
        <w:rPr>
          <w:b/>
          <w:spacing w:val="40"/>
        </w:rPr>
        <w:t xml:space="preserve">doporučuje </w:t>
      </w:r>
      <w:r>
        <w:t>Poslanecké sněmovně Parlamentu ČR</w:t>
      </w:r>
      <w:r>
        <w:rPr>
          <w:sz w:val="32"/>
        </w:rPr>
        <w:t xml:space="preserve"> </w:t>
      </w:r>
      <w:r>
        <w:rPr>
          <w:spacing w:val="40"/>
        </w:rPr>
        <w:t>projednat a schválit</w:t>
      </w:r>
      <w:r>
        <w:t xml:space="preserve"> </w:t>
      </w:r>
      <w:r w:rsidR="008A4B9D">
        <w:rPr>
          <w:b/>
          <w:i/>
        </w:rPr>
        <w:t>sněmovní tisk</w:t>
      </w:r>
      <w:r w:rsidR="003B56EE">
        <w:rPr>
          <w:b/>
          <w:i/>
        </w:rPr>
        <w:t xml:space="preserve"> 152 </w:t>
      </w:r>
      <w:r w:rsidR="00BF0E5D">
        <w:t xml:space="preserve">– </w:t>
      </w:r>
      <w:r>
        <w:t>Rozpočet Státního fondu dop</w:t>
      </w:r>
      <w:r w:rsidR="008A4B9D">
        <w:t>ravní infrastruktury na rok 20</w:t>
      </w:r>
      <w:r w:rsidR="00DB55FC">
        <w:t>2</w:t>
      </w:r>
      <w:r w:rsidR="005B3439">
        <w:t>2</w:t>
      </w:r>
      <w:r>
        <w:t xml:space="preserve"> </w:t>
      </w:r>
      <w:r>
        <w:br/>
        <w:t>a střednědobý výhled na roky 20</w:t>
      </w:r>
      <w:r w:rsidR="00AE43B8">
        <w:t>2</w:t>
      </w:r>
      <w:r w:rsidR="005B3439">
        <w:t>3</w:t>
      </w:r>
      <w:r w:rsidR="008C007B">
        <w:t xml:space="preserve"> a 202</w:t>
      </w:r>
      <w:r w:rsidR="005B3439">
        <w:t>4</w:t>
      </w:r>
      <w:r w:rsidR="003D7156">
        <w:t xml:space="preserve"> v předloženém znění.</w:t>
      </w:r>
    </w:p>
    <w:p w:rsidR="00E608E0" w:rsidRDefault="00E608E0" w:rsidP="00433F03">
      <w:pPr>
        <w:pStyle w:val="Zkladntext21"/>
        <w:numPr>
          <w:ilvl w:val="0"/>
          <w:numId w:val="18"/>
        </w:numPr>
        <w:spacing w:before="360" w:after="360"/>
        <w:ind w:left="709" w:hanging="709"/>
      </w:pPr>
      <w:r>
        <w:rPr>
          <w:b/>
          <w:spacing w:val="40"/>
        </w:rPr>
        <w:t>Pověřuje</w:t>
      </w:r>
      <w:r>
        <w:t xml:space="preserve"> předsedu výboru, aby předložil toto usnesení předsed</w:t>
      </w:r>
      <w:r w:rsidR="005B3439">
        <w:t>kyni</w:t>
      </w:r>
      <w:r>
        <w:t xml:space="preserve"> Poslanecké sněmovny Parlamentu České republiky.</w:t>
      </w:r>
    </w:p>
    <w:p w:rsidR="00E608E0" w:rsidRDefault="00E608E0" w:rsidP="00433F03">
      <w:pPr>
        <w:pStyle w:val="Zkladntext21"/>
        <w:numPr>
          <w:ilvl w:val="0"/>
          <w:numId w:val="18"/>
        </w:numPr>
        <w:spacing w:before="360" w:after="840"/>
        <w:ind w:left="709" w:hanging="709"/>
      </w:pPr>
      <w:r>
        <w:rPr>
          <w:b/>
          <w:spacing w:val="40"/>
        </w:rPr>
        <w:t xml:space="preserve">Zmocňuje </w:t>
      </w:r>
      <w:r>
        <w:t xml:space="preserve">zpravodaje výboru, aby na schůzi Poslanecké sněmovny Parlamentu ČR přednesl zprávu o výsledcích projednávání </w:t>
      </w:r>
      <w:r w:rsidR="00680710">
        <w:t>R</w:t>
      </w:r>
      <w:r>
        <w:t>ozpočtu Státního fondu dopravní infrastruktury na rok 20</w:t>
      </w:r>
      <w:r w:rsidR="00DB55FC">
        <w:t>2</w:t>
      </w:r>
      <w:r w:rsidR="005B3439">
        <w:t>2</w:t>
      </w:r>
      <w:r>
        <w:t xml:space="preserve"> a střednědobého výhledu na roky 20</w:t>
      </w:r>
      <w:r w:rsidR="00DB55FC">
        <w:t>2</w:t>
      </w:r>
      <w:r w:rsidR="005B3439">
        <w:t>3</w:t>
      </w:r>
      <w:r>
        <w:t xml:space="preserve"> a 20</w:t>
      </w:r>
      <w:r w:rsidR="00680710">
        <w:t>2</w:t>
      </w:r>
      <w:r w:rsidR="005B3439">
        <w:t>4</w:t>
      </w:r>
      <w:r>
        <w:t xml:space="preserve"> </w:t>
      </w:r>
      <w:r>
        <w:br/>
        <w:t>v hospodářském výboru.</w:t>
      </w:r>
    </w:p>
    <w:p w:rsidR="00C3035B" w:rsidRPr="00AE43B8" w:rsidRDefault="006D02C4" w:rsidP="00433F03">
      <w:pPr>
        <w:tabs>
          <w:tab w:val="center" w:pos="1418"/>
          <w:tab w:val="center" w:pos="4536"/>
          <w:tab w:val="center" w:pos="7655"/>
        </w:tabs>
        <w:spacing w:before="1200" w:after="0"/>
        <w:rPr>
          <w:rFonts w:ascii="Times New Roman" w:hAnsi="Times New Roman"/>
          <w:sz w:val="24"/>
          <w:szCs w:val="24"/>
          <w:lang w:eastAsia="cs-CZ"/>
        </w:rPr>
      </w:pPr>
      <w:r>
        <w:rPr>
          <w:lang w:eastAsia="cs-CZ"/>
        </w:rPr>
        <w:tab/>
      </w:r>
      <w:r w:rsidR="005B3439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54584E">
        <w:rPr>
          <w:rFonts w:ascii="Times New Roman" w:hAnsi="Times New Roman"/>
          <w:sz w:val="24"/>
          <w:szCs w:val="24"/>
          <w:lang w:eastAsia="cs-CZ"/>
        </w:rPr>
        <w:t xml:space="preserve">Vojtěch MUNZAR </w:t>
      </w:r>
      <w:r w:rsidR="00AE43B8" w:rsidRPr="00134B07">
        <w:rPr>
          <w:rFonts w:ascii="Times New Roman" w:hAnsi="Times New Roman"/>
          <w:sz w:val="24"/>
          <w:szCs w:val="24"/>
          <w:lang w:eastAsia="cs-CZ"/>
        </w:rPr>
        <w:t>v.</w:t>
      </w:r>
      <w:r w:rsidR="00940105" w:rsidRPr="00134B07">
        <w:rPr>
          <w:rFonts w:ascii="Times New Roman" w:hAnsi="Times New Roman"/>
          <w:sz w:val="24"/>
          <w:szCs w:val="24"/>
          <w:lang w:eastAsia="cs-CZ"/>
        </w:rPr>
        <w:t xml:space="preserve"> r</w:t>
      </w:r>
      <w:r w:rsidR="008C007B">
        <w:rPr>
          <w:rFonts w:ascii="Times New Roman" w:hAnsi="Times New Roman"/>
          <w:sz w:val="24"/>
          <w:szCs w:val="24"/>
          <w:lang w:eastAsia="cs-CZ"/>
        </w:rPr>
        <w:t>.</w:t>
      </w:r>
      <w:r w:rsidR="00E608E0" w:rsidRPr="00AE43B8">
        <w:rPr>
          <w:rFonts w:ascii="Times New Roman" w:hAnsi="Times New Roman"/>
          <w:sz w:val="24"/>
          <w:szCs w:val="24"/>
          <w:lang w:eastAsia="cs-CZ"/>
        </w:rPr>
        <w:tab/>
      </w:r>
      <w:bookmarkStart w:id="0" w:name="_GoBack"/>
      <w:bookmarkEnd w:id="0"/>
      <w:r w:rsidR="00E608E0" w:rsidRPr="00AE43B8">
        <w:rPr>
          <w:rFonts w:ascii="Times New Roman" w:hAnsi="Times New Roman"/>
          <w:sz w:val="24"/>
          <w:szCs w:val="24"/>
          <w:lang w:eastAsia="cs-CZ"/>
        </w:rPr>
        <w:tab/>
      </w:r>
      <w:r w:rsidR="005B3439">
        <w:rPr>
          <w:rFonts w:ascii="Times New Roman" w:hAnsi="Times New Roman"/>
          <w:sz w:val="24"/>
          <w:szCs w:val="24"/>
          <w:lang w:eastAsia="cs-CZ"/>
        </w:rPr>
        <w:t>Ondřej</w:t>
      </w:r>
      <w:r w:rsidR="00895E47" w:rsidRPr="00AE43B8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5B3439">
        <w:rPr>
          <w:rFonts w:ascii="Times New Roman" w:hAnsi="Times New Roman"/>
          <w:sz w:val="24"/>
          <w:szCs w:val="24"/>
          <w:lang w:eastAsia="cs-CZ"/>
        </w:rPr>
        <w:t>L</w:t>
      </w:r>
      <w:r w:rsidR="00895E47" w:rsidRPr="00AE43B8">
        <w:rPr>
          <w:rFonts w:ascii="Times New Roman" w:hAnsi="Times New Roman"/>
          <w:sz w:val="24"/>
          <w:szCs w:val="24"/>
          <w:lang w:eastAsia="cs-CZ"/>
        </w:rPr>
        <w:t>O</w:t>
      </w:r>
      <w:r w:rsidR="005B3439">
        <w:rPr>
          <w:rFonts w:ascii="Times New Roman" w:hAnsi="Times New Roman"/>
          <w:sz w:val="24"/>
          <w:szCs w:val="24"/>
          <w:lang w:eastAsia="cs-CZ"/>
        </w:rPr>
        <w:t>CHMAN</w:t>
      </w:r>
      <w:r w:rsidR="00895E47" w:rsidRPr="00AE43B8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AE43B8">
        <w:rPr>
          <w:rFonts w:ascii="Times New Roman" w:hAnsi="Times New Roman"/>
          <w:sz w:val="24"/>
          <w:szCs w:val="24"/>
          <w:lang w:eastAsia="cs-CZ"/>
        </w:rPr>
        <w:t>v. r.</w:t>
      </w:r>
    </w:p>
    <w:p w:rsidR="00A47BEA" w:rsidRDefault="00A47BEA" w:rsidP="0088540B">
      <w:pPr>
        <w:tabs>
          <w:tab w:val="center" w:pos="1418"/>
          <w:tab w:val="center" w:pos="4536"/>
          <w:tab w:val="center" w:pos="7655"/>
        </w:tabs>
        <w:spacing w:after="480"/>
        <w:rPr>
          <w:rFonts w:ascii="Times New Roman" w:hAnsi="Times New Roman"/>
          <w:sz w:val="24"/>
          <w:szCs w:val="24"/>
          <w:lang w:eastAsia="cs-CZ"/>
        </w:rPr>
      </w:pPr>
      <w:r w:rsidRPr="00AE43B8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680710" w:rsidRDefault="00A47BEA" w:rsidP="00433F03">
      <w:pPr>
        <w:tabs>
          <w:tab w:val="center" w:pos="1418"/>
          <w:tab w:val="center" w:pos="4536"/>
          <w:tab w:val="center" w:pos="7655"/>
        </w:tabs>
        <w:spacing w:before="840" w:after="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</w:r>
      <w:r w:rsidR="005B3439">
        <w:rPr>
          <w:rFonts w:ascii="Times New Roman" w:hAnsi="Times New Roman"/>
          <w:sz w:val="24"/>
          <w:szCs w:val="24"/>
          <w:lang w:eastAsia="cs-CZ"/>
        </w:rPr>
        <w:t>Ivan ADAMEC</w:t>
      </w:r>
      <w:r w:rsidR="00895E47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AE43B8">
        <w:rPr>
          <w:rFonts w:ascii="Times New Roman" w:hAnsi="Times New Roman"/>
          <w:sz w:val="24"/>
          <w:szCs w:val="24"/>
          <w:lang w:eastAsia="cs-CZ"/>
        </w:rPr>
        <w:t>v. r.</w:t>
      </w:r>
    </w:p>
    <w:p w:rsidR="00A47BEA" w:rsidRPr="006D02C4" w:rsidRDefault="00A47BEA" w:rsidP="00A47BEA">
      <w:pPr>
        <w:tabs>
          <w:tab w:val="center" w:pos="1418"/>
          <w:tab w:val="center" w:pos="4536"/>
          <w:tab w:val="center" w:pos="7655"/>
        </w:tabs>
        <w:spacing w:after="0"/>
        <w:rPr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A47BEA" w:rsidRPr="006D02C4" w:rsidSect="00C303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15AC5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BD015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90C1E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D1E51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2362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C153E3"/>
    <w:multiLevelType w:val="hybridMultilevel"/>
    <w:tmpl w:val="54B05136"/>
    <w:lvl w:ilvl="0" w:tplc="04050013">
      <w:start w:val="1"/>
      <w:numFmt w:val="upperRoman"/>
      <w:lvlText w:val="%1."/>
      <w:lvlJc w:val="right"/>
      <w:pPr>
        <w:ind w:left="1429" w:hanging="360"/>
      </w:pPr>
      <w:rPr>
        <w:rFonts w:hint="default"/>
        <w:b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E242AA"/>
    <w:multiLevelType w:val="hybridMultilevel"/>
    <w:tmpl w:val="EF40054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2"/>
  </w:num>
  <w:num w:numId="13">
    <w:abstractNumId w:val="16"/>
  </w:num>
  <w:num w:numId="14">
    <w:abstractNumId w:val="17"/>
  </w:num>
  <w:num w:numId="15">
    <w:abstractNumId w:val="10"/>
  </w:num>
  <w:num w:numId="16">
    <w:abstractNumId w:val="15"/>
  </w:num>
  <w:num w:numId="17">
    <w:abstractNumId w:val="13"/>
  </w:num>
  <w:num w:numId="18">
    <w:abstractNumId w:val="18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8E0"/>
    <w:rsid w:val="00024250"/>
    <w:rsid w:val="0006112C"/>
    <w:rsid w:val="0010382A"/>
    <w:rsid w:val="0012275D"/>
    <w:rsid w:val="00134B07"/>
    <w:rsid w:val="0014146B"/>
    <w:rsid w:val="001A68C3"/>
    <w:rsid w:val="001D36F4"/>
    <w:rsid w:val="001D50DF"/>
    <w:rsid w:val="00264629"/>
    <w:rsid w:val="003056AE"/>
    <w:rsid w:val="00341CBF"/>
    <w:rsid w:val="003A60CD"/>
    <w:rsid w:val="003B56EE"/>
    <w:rsid w:val="003D7156"/>
    <w:rsid w:val="003E0A61"/>
    <w:rsid w:val="003E1216"/>
    <w:rsid w:val="003F7969"/>
    <w:rsid w:val="004330E7"/>
    <w:rsid w:val="00433B08"/>
    <w:rsid w:val="00433F03"/>
    <w:rsid w:val="00474E4A"/>
    <w:rsid w:val="004F072B"/>
    <w:rsid w:val="004F0F9F"/>
    <w:rsid w:val="0050745C"/>
    <w:rsid w:val="0054584E"/>
    <w:rsid w:val="00574C0F"/>
    <w:rsid w:val="005B3439"/>
    <w:rsid w:val="006318CE"/>
    <w:rsid w:val="00637079"/>
    <w:rsid w:val="006766A7"/>
    <w:rsid w:val="00680710"/>
    <w:rsid w:val="00681EC1"/>
    <w:rsid w:val="00684000"/>
    <w:rsid w:val="006B2C00"/>
    <w:rsid w:val="006D02C4"/>
    <w:rsid w:val="006D70EB"/>
    <w:rsid w:val="006F32A2"/>
    <w:rsid w:val="00746895"/>
    <w:rsid w:val="007878EC"/>
    <w:rsid w:val="00857A49"/>
    <w:rsid w:val="0088540B"/>
    <w:rsid w:val="00895E47"/>
    <w:rsid w:val="008A4B9D"/>
    <w:rsid w:val="008C007B"/>
    <w:rsid w:val="008C249D"/>
    <w:rsid w:val="00913459"/>
    <w:rsid w:val="00940105"/>
    <w:rsid w:val="00980AF2"/>
    <w:rsid w:val="00A32BFA"/>
    <w:rsid w:val="00A47BEA"/>
    <w:rsid w:val="00A6161B"/>
    <w:rsid w:val="00A76253"/>
    <w:rsid w:val="00A90E5B"/>
    <w:rsid w:val="00AE43B8"/>
    <w:rsid w:val="00B44538"/>
    <w:rsid w:val="00BF0E5D"/>
    <w:rsid w:val="00BF65D9"/>
    <w:rsid w:val="00C23CD8"/>
    <w:rsid w:val="00C3035B"/>
    <w:rsid w:val="00C3707F"/>
    <w:rsid w:val="00C4762A"/>
    <w:rsid w:val="00C907C5"/>
    <w:rsid w:val="00D02E9D"/>
    <w:rsid w:val="00D12C35"/>
    <w:rsid w:val="00D264EE"/>
    <w:rsid w:val="00D26E80"/>
    <w:rsid w:val="00D318BE"/>
    <w:rsid w:val="00D4199B"/>
    <w:rsid w:val="00D45898"/>
    <w:rsid w:val="00DB55FC"/>
    <w:rsid w:val="00DD63FC"/>
    <w:rsid w:val="00E00644"/>
    <w:rsid w:val="00E608E0"/>
    <w:rsid w:val="00E90894"/>
    <w:rsid w:val="00EA0554"/>
    <w:rsid w:val="00EE590D"/>
    <w:rsid w:val="00F22893"/>
    <w:rsid w:val="00F55AFD"/>
    <w:rsid w:val="00F60B04"/>
    <w:rsid w:val="00F701F9"/>
    <w:rsid w:val="00FF1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9676D5-F01A-4CC5-8F43-580A43E32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semiHidden/>
    <w:rsid w:val="00E608E0"/>
    <w:pPr>
      <w:spacing w:after="0" w:line="240" w:lineRule="atLeast"/>
      <w:jc w:val="both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3Char">
    <w:name w:val="Základní text 3 Char"/>
    <w:link w:val="Zkladntext3"/>
    <w:semiHidden/>
    <w:rsid w:val="00E608E0"/>
    <w:rPr>
      <w:rFonts w:ascii="Times New Roman" w:eastAsia="Times New Roman" w:hAnsi="Times New Roman"/>
    </w:rPr>
  </w:style>
  <w:style w:type="paragraph" w:customStyle="1" w:styleId="Zkladntext21">
    <w:name w:val="Základní text 21"/>
    <w:basedOn w:val="Normln"/>
    <w:rsid w:val="00E608E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78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78E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F52AAD-90F8-472B-8256-2F2EB794B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5</TotalTime>
  <Pages>1</Pages>
  <Words>180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4</cp:revision>
  <cp:lastPrinted>2022-02-24T12:59:00Z</cp:lastPrinted>
  <dcterms:created xsi:type="dcterms:W3CDTF">2022-02-24T12:15:00Z</dcterms:created>
  <dcterms:modified xsi:type="dcterms:W3CDTF">2022-02-24T13:02:00Z</dcterms:modified>
</cp:coreProperties>
</file>