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AF8" w:rsidRDefault="00ED2AF8" w:rsidP="00ED2AF8">
      <w:pPr>
        <w:pStyle w:val="ZKON"/>
      </w:pPr>
      <w:r>
        <w:t>ZÁKON</w:t>
      </w:r>
    </w:p>
    <w:p w:rsidR="004E1F59" w:rsidRPr="00ED2AF8" w:rsidRDefault="00ED2AF8" w:rsidP="00ED2AF8">
      <w:pPr>
        <w:pStyle w:val="nadpiszkona"/>
        <w:rPr>
          <w:b w:val="0"/>
        </w:rPr>
      </w:pPr>
      <w:r w:rsidRPr="00ED2AF8">
        <w:rPr>
          <w:b w:val="0"/>
        </w:rPr>
        <w:t xml:space="preserve">ze </w:t>
      </w:r>
      <w:proofErr w:type="gramStart"/>
      <w:r w:rsidRPr="00ED2AF8">
        <w:rPr>
          <w:b w:val="0"/>
        </w:rPr>
        <w:t>dne                  2021</w:t>
      </w:r>
      <w:proofErr w:type="gramEnd"/>
      <w:r w:rsidRPr="00ED2AF8">
        <w:rPr>
          <w:b w:val="0"/>
        </w:rPr>
        <w:t>,</w:t>
      </w:r>
    </w:p>
    <w:p w:rsidR="004E1F59" w:rsidRPr="001E3415" w:rsidRDefault="004E1F59" w:rsidP="00ED2AF8">
      <w:pPr>
        <w:pStyle w:val="nadpiszkona"/>
      </w:pPr>
      <w:r w:rsidRPr="001E3415">
        <w:t>kterým</w:t>
      </w:r>
      <w:r w:rsidR="003C71C0">
        <w:t xml:space="preserve"> se</w:t>
      </w:r>
      <w:r w:rsidR="003C71C0" w:rsidRPr="003C2271">
        <w:t xml:space="preserve"> mění zákon č. 273/2008 Sb., o Policii České republiky, ve znění pozdějších předpisů, zákon č. 17/2012 Sb., o Celní správě České republiky, ve znění p</w:t>
      </w:r>
      <w:r w:rsidR="00410F83">
        <w:t>ozdějších předpisů, zákon č. 553</w:t>
      </w:r>
      <w:r w:rsidR="003C71C0" w:rsidRPr="003C2271">
        <w:t>/1991 Sb., o obecní policii, ve znění pozdějších předpisů, a další související zákony</w:t>
      </w:r>
    </w:p>
    <w:p w:rsidR="00ED2AF8" w:rsidRDefault="00ED2AF8" w:rsidP="00ED2AF8">
      <w:pPr>
        <w:pStyle w:val="Parlament"/>
      </w:pPr>
      <w:r>
        <w:t>Parlament se usnesl na tomto zákoně</w:t>
      </w:r>
      <w:bookmarkStart w:id="0" w:name="_GoBack"/>
      <w:bookmarkEnd w:id="0"/>
      <w:r>
        <w:t xml:space="preserve"> České republiky:</w:t>
      </w:r>
    </w:p>
    <w:p w:rsidR="004E1F59" w:rsidRPr="001E3415" w:rsidRDefault="00ED2AF8" w:rsidP="00ED2AF8">
      <w:pPr>
        <w:pStyle w:val="ST"/>
      </w:pPr>
      <w:r>
        <w:t xml:space="preserve">ČÁST </w:t>
      </w:r>
      <w:r w:rsidR="004E1F59" w:rsidRPr="001E3415">
        <w:t>PRVNÍ</w:t>
      </w:r>
    </w:p>
    <w:p w:rsidR="004E1F59" w:rsidRPr="001E3415" w:rsidRDefault="004E1F59" w:rsidP="00ED2AF8">
      <w:pPr>
        <w:pStyle w:val="NADPISSTI"/>
      </w:pPr>
      <w:r w:rsidRPr="001E3415">
        <w:t>Změna zákona o Policii České republiky</w:t>
      </w:r>
    </w:p>
    <w:p w:rsidR="004E1F59" w:rsidRPr="001E3415" w:rsidRDefault="00ED2AF8" w:rsidP="00ED2AF8">
      <w:pPr>
        <w:pStyle w:val="lnek"/>
      </w:pPr>
      <w:r>
        <w:t xml:space="preserve">Čl. </w:t>
      </w:r>
      <w:r w:rsidR="004E1F59" w:rsidRPr="001E3415">
        <w:t>I</w:t>
      </w:r>
    </w:p>
    <w:p w:rsidR="003C71C0" w:rsidRDefault="003C71C0" w:rsidP="00ED2AF8">
      <w:pPr>
        <w:pStyle w:val="Textlnku"/>
      </w:pPr>
      <w:r>
        <w:t>Z</w:t>
      </w:r>
      <w:r w:rsidR="004E1F59" w:rsidRPr="00B034D0">
        <w:t>ákon č. 273/2008 Sb., o Policii České republiky</w:t>
      </w:r>
      <w:r w:rsidR="004E1F59">
        <w:t>,</w:t>
      </w:r>
      <w:r w:rsidR="004E1F59" w:rsidRPr="00B034D0">
        <w:t xml:space="preserve"> </w:t>
      </w:r>
      <w:bookmarkStart w:id="1" w:name="_Hlk43019027"/>
      <w:r w:rsidR="004E1F59">
        <w:t>ve znění zákona č. 41/2009 Sb., zákona č. 153/2010 Sb., zákona č. 150/2011 Sb., zákona č. 341/2011 Sb., zákona č. 375/2011 Sb., zákona č. 459/2011 Sb., zákona č. 105/2013 Sb., zákona č. 273/2013 Sb., zákona č. 303/2013 Sb., zákona č. 64/2014 Sb., zákona č. 318/2015 Sb., zákona č. 51/2016 Sb., zákona č. 188/2016 Sb., zákona č. 65/2017 Sb., zákona č. 183/2017 Sb., zákona č. 205/2017 Sb., zákona č. 222/2</w:t>
      </w:r>
      <w:r w:rsidR="001133AB">
        <w:t>017 Sb., zákona č. 304/2017 Sb. a</w:t>
      </w:r>
      <w:r w:rsidR="004E1F59">
        <w:t xml:space="preserve"> zákona č. 111/2019 Sb.</w:t>
      </w:r>
      <w:bookmarkEnd w:id="1"/>
      <w:r w:rsidR="001133AB">
        <w:t>,</w:t>
      </w:r>
      <w:r w:rsidR="004E1F59">
        <w:t xml:space="preserve"> </w:t>
      </w:r>
      <w:r>
        <w:t>se mění takto:</w:t>
      </w:r>
    </w:p>
    <w:p w:rsidR="003C71C0" w:rsidRPr="003C2271" w:rsidRDefault="003C71C0" w:rsidP="003C71C0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Za § 23 se vkládá nový § 23a, který včetně nadpisu zní:</w:t>
      </w:r>
    </w:p>
    <w:p w:rsidR="003C71C0" w:rsidRPr="003C2271" w:rsidRDefault="00B2780D" w:rsidP="003C71C0">
      <w:pPr>
        <w:pStyle w:val="Paragraf"/>
        <w:rPr>
          <w:rFonts w:eastAsia="Calibri"/>
          <w:bCs/>
          <w:lang w:eastAsia="ar-SA"/>
        </w:rPr>
      </w:pPr>
      <w:r>
        <w:rPr>
          <w:rFonts w:eastAsia="Calibri"/>
          <w:lang w:eastAsia="ar-SA"/>
        </w:rPr>
        <w:t>„</w:t>
      </w:r>
      <w:r w:rsidR="003C71C0" w:rsidRPr="003C2271">
        <w:rPr>
          <w:rFonts w:eastAsia="Calibri"/>
          <w:lang w:eastAsia="ar-SA"/>
        </w:rPr>
        <w:t>§ 23a</w:t>
      </w:r>
    </w:p>
    <w:p w:rsidR="003C71C0" w:rsidRPr="003C2271" w:rsidRDefault="003C71C0" w:rsidP="003C71C0">
      <w:pPr>
        <w:pStyle w:val="Nadpisparagrafu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Tísňová komunikace</w:t>
      </w:r>
    </w:p>
    <w:p w:rsidR="003C71C0" w:rsidRPr="003C2271" w:rsidRDefault="003C71C0" w:rsidP="00B2780D">
      <w:pPr>
        <w:pStyle w:val="Textparagrafu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(1) Policie zajišťuje nepřetržitý a bezodkladný příjem volání na národní číslo tísňového volání 158, výzev předaných operačními středisky základních složek integrovaného záchranného systému a výzev oznámených prostřednictvím dalších služeb určených k tísňové komunikaci (dále jen „tísňová komun</w:t>
      </w:r>
      <w:r w:rsidR="00F033E4">
        <w:rPr>
          <w:rFonts w:eastAsia="Calibri"/>
          <w:lang w:eastAsia="ar-SA"/>
        </w:rPr>
        <w:t>ikace“)</w:t>
      </w:r>
      <w:r w:rsidRPr="003C2271">
        <w:rPr>
          <w:rFonts w:eastAsia="Calibri"/>
          <w:lang w:eastAsia="ar-SA"/>
        </w:rPr>
        <w:t xml:space="preserve"> a reakci na tísňovou komunikaci prostřednictvím operačního řízení.</w:t>
      </w:r>
    </w:p>
    <w:p w:rsidR="003C71C0" w:rsidRPr="003C2271" w:rsidRDefault="003C71C0" w:rsidP="00B2780D">
      <w:pPr>
        <w:pStyle w:val="Textparagrafu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(2) Operačním řízením se pro účely tohoto zákona rozumí činnost operačních středisek zřízených u útvarů policie, zejména příjem a vyhodnocení tísňové komunikace a navazující výkon řídících, organizačních a dalších činností za účelem plnění úkolů uvedených v § 2.</w:t>
      </w:r>
    </w:p>
    <w:p w:rsidR="003C71C0" w:rsidRPr="003C2271" w:rsidRDefault="003C71C0" w:rsidP="00B2780D">
      <w:pPr>
        <w:pStyle w:val="Textparagrafu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(3) Policie při příjmu tísňové komunikace využívá informace o místě, kde se komunikující nachází, získané z komunikační sítě nebo telekomunikačního koncového zařízení.</w:t>
      </w:r>
    </w:p>
    <w:p w:rsidR="003C71C0" w:rsidRPr="003C2271" w:rsidRDefault="003C71C0" w:rsidP="00B2780D">
      <w:pPr>
        <w:pStyle w:val="Textparagrafu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(4) Policie je pro potřeby operačního řízení oprávněna požadovat od základních složek integrovaného záchranného systému záznam tísňové komunikace uskutečněný na jednotné evropské číslo tísňového volání nebo na národní číslo tísňového volání.</w:t>
      </w:r>
    </w:p>
    <w:p w:rsidR="003C71C0" w:rsidRPr="003C2271" w:rsidRDefault="003C71C0" w:rsidP="00B2780D">
      <w:pPr>
        <w:pStyle w:val="Textparagrafu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(5) Záznam tísňové komunikace může policie předat složce integrovaného záchranného systému, je-li potřebný k plnění jejího konkrétního úkolu. Záznam lze předat i orgánu veřejné moci na jeho písemnou žádost v rozsahu nezbytném pro výkon působnosti tohoto orgánu.“.</w:t>
      </w:r>
    </w:p>
    <w:p w:rsidR="003C71C0" w:rsidRDefault="003C71C0" w:rsidP="00ED2AF8">
      <w:pPr>
        <w:pStyle w:val="Textlnku"/>
      </w:pPr>
    </w:p>
    <w:p w:rsidR="003C71C0" w:rsidRPr="003C2271" w:rsidRDefault="003C71C0" w:rsidP="00B2780D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lastRenderedPageBreak/>
        <w:t>V § 24 odst. 4 větě první se slova „na vlastní náklady“ zrušují a slovo „pomoc“ se nahrazuje slovem „pomoc</w:t>
      </w:r>
      <w:r w:rsidRPr="003C2271">
        <w:rPr>
          <w:rFonts w:eastAsia="Calibri"/>
          <w:vertAlign w:val="superscript"/>
          <w:lang w:eastAsia="ar-SA"/>
        </w:rPr>
        <w:t>46)</w:t>
      </w:r>
      <w:r w:rsidRPr="003C2271">
        <w:rPr>
          <w:rFonts w:eastAsia="Calibri"/>
          <w:lang w:eastAsia="ar-SA"/>
        </w:rPr>
        <w:t xml:space="preserve">“. </w:t>
      </w:r>
    </w:p>
    <w:p w:rsidR="003C71C0" w:rsidRPr="003C2271" w:rsidRDefault="003C71C0" w:rsidP="003C71C0">
      <w:pPr>
        <w:suppressAutoHyphens/>
        <w:spacing w:after="120" w:line="276" w:lineRule="auto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Poznámka pod čarou č. 46 zní:</w:t>
      </w:r>
    </w:p>
    <w:p w:rsidR="003C71C0" w:rsidRPr="003C2271" w:rsidRDefault="00B2780D" w:rsidP="003C71C0">
      <w:pPr>
        <w:suppressAutoHyphens/>
        <w:spacing w:after="120"/>
        <w:rPr>
          <w:rFonts w:eastAsia="Calibri"/>
          <w:lang w:eastAsia="ar-SA"/>
        </w:rPr>
      </w:pPr>
      <w:r>
        <w:rPr>
          <w:rFonts w:eastAsia="Calibri"/>
          <w:lang w:eastAsia="ar-SA"/>
        </w:rPr>
        <w:t>__________________</w:t>
      </w:r>
    </w:p>
    <w:p w:rsidR="003C71C0" w:rsidRPr="003C2271" w:rsidRDefault="003C71C0" w:rsidP="00B2780D">
      <w:pPr>
        <w:rPr>
          <w:lang w:eastAsia="ar-SA"/>
        </w:rPr>
      </w:pPr>
      <w:r w:rsidRPr="003C2271">
        <w:rPr>
          <w:rFonts w:eastAsia="Calibri"/>
          <w:sz w:val="22"/>
          <w:lang w:eastAsia="ar-SA"/>
        </w:rPr>
        <w:t>„</w:t>
      </w:r>
      <w:r w:rsidR="00B2780D">
        <w:rPr>
          <w:vertAlign w:val="superscript"/>
          <w:lang w:eastAsia="ar-SA"/>
        </w:rPr>
        <w:t>46)</w:t>
      </w:r>
      <w:r w:rsidR="00B2780D">
        <w:rPr>
          <w:vertAlign w:val="superscript"/>
          <w:lang w:eastAsia="ar-SA"/>
        </w:rPr>
        <w:tab/>
      </w:r>
      <w:r w:rsidRPr="003C2271">
        <w:rPr>
          <w:lang w:eastAsia="ar-SA"/>
        </w:rPr>
        <w:t>Zákon č. 85/1996 Sb., o advokacii, ve znění pozdějších předpisů.</w:t>
      </w:r>
    </w:p>
    <w:p w:rsidR="003C71C0" w:rsidRPr="003C2271" w:rsidRDefault="003C71C0" w:rsidP="00B2780D">
      <w:pPr>
        <w:ind w:firstLine="708"/>
        <w:rPr>
          <w:lang w:eastAsia="ar-SA"/>
        </w:rPr>
      </w:pPr>
      <w:r w:rsidRPr="003C2271">
        <w:rPr>
          <w:lang w:eastAsia="ar-SA"/>
        </w:rPr>
        <w:t>§ 33 zákona č. 500/2004 Sb.</w:t>
      </w:r>
    </w:p>
    <w:p w:rsidR="003C71C0" w:rsidRPr="003C2271" w:rsidRDefault="003C71C0" w:rsidP="00B2780D">
      <w:pPr>
        <w:ind w:firstLine="708"/>
        <w:rPr>
          <w:rFonts w:eastAsia="Calibri"/>
          <w:lang w:eastAsia="ar-SA"/>
        </w:rPr>
      </w:pPr>
      <w:r w:rsidRPr="003C2271">
        <w:rPr>
          <w:lang w:eastAsia="ar-SA"/>
        </w:rPr>
        <w:t>§ 76b zákona č. 141/1961 Sb., ve znění pozdějších předpisů.“.</w:t>
      </w:r>
    </w:p>
    <w:p w:rsidR="003C71C0" w:rsidRPr="003C2271" w:rsidRDefault="003C71C0" w:rsidP="00B2780D">
      <w:pPr>
        <w:pStyle w:val="Novelizanbod"/>
      </w:pPr>
      <w:r w:rsidRPr="003C2271">
        <w:t xml:space="preserve">§ 34 včetně nadpisu zní: </w:t>
      </w:r>
    </w:p>
    <w:p w:rsidR="003C71C0" w:rsidRPr="003C2271" w:rsidRDefault="003C71C0" w:rsidP="00B2780D">
      <w:pPr>
        <w:pStyle w:val="Paragraf"/>
      </w:pPr>
      <w:r w:rsidRPr="003C2271">
        <w:t>„§ 34</w:t>
      </w:r>
    </w:p>
    <w:p w:rsidR="003C71C0" w:rsidRPr="003C2271" w:rsidRDefault="003C71C0" w:rsidP="00B2780D">
      <w:pPr>
        <w:pStyle w:val="Nadpisparagrafu"/>
      </w:pPr>
      <w:r w:rsidRPr="003C2271">
        <w:t>Odnětí věci</w:t>
      </w:r>
    </w:p>
    <w:p w:rsidR="003C71C0" w:rsidRPr="003C2271" w:rsidRDefault="003C71C0" w:rsidP="00B2780D">
      <w:pPr>
        <w:pStyle w:val="Textparagrafu"/>
      </w:pPr>
      <w:r w:rsidRPr="003C2271">
        <w:tab/>
        <w:t xml:space="preserve">(1) Policista je oprávněn vyzvat osobu k vydání věci, jestliže </w:t>
      </w:r>
    </w:p>
    <w:p w:rsidR="003C71C0" w:rsidRPr="003C2271" w:rsidRDefault="00B2780D" w:rsidP="00B2780D">
      <w:pPr>
        <w:pStyle w:val="Psmeno"/>
      </w:pPr>
      <w:r>
        <w:t>a)</w:t>
      </w:r>
      <w:r>
        <w:tab/>
      </w:r>
      <w:r w:rsidR="003C71C0" w:rsidRPr="003C2271">
        <w:t xml:space="preserve">lze mít za to, že v řízení o přestupku může být uloženo její propadnutí nebo může být zabrána, nebo </w:t>
      </w:r>
    </w:p>
    <w:p w:rsidR="003C71C0" w:rsidRPr="003C2271" w:rsidRDefault="00B2780D" w:rsidP="00B2780D">
      <w:pPr>
        <w:pStyle w:val="Psmeno"/>
      </w:pPr>
      <w:r>
        <w:t>b)</w:t>
      </w:r>
      <w:r>
        <w:tab/>
      </w:r>
      <w:r w:rsidR="003C71C0" w:rsidRPr="003C2271">
        <w:t xml:space="preserve">jde o věc důležitou pro řízení o přestupku. </w:t>
      </w:r>
    </w:p>
    <w:p w:rsidR="003C71C0" w:rsidRPr="003C2271" w:rsidRDefault="003C71C0" w:rsidP="00B2780D">
      <w:pPr>
        <w:pStyle w:val="Textparagrafu"/>
      </w:pPr>
      <w:r w:rsidRPr="003C2271">
        <w:tab/>
        <w:t>(2) Po předchozí marné výzvě k vydání věci podle odstavce 1 je policista oprávněn tuto věc odejmout. Nelze odejmout věc, jejíž hodnota je v nápadném nepoměru k povaze přestupku. Vyžaduje-li to bezpečnost osob nebo majetku nebo jiný obdobný obecný zájem, věta druhá se nepoužije.</w:t>
      </w:r>
    </w:p>
    <w:p w:rsidR="003C71C0" w:rsidRPr="003C2271" w:rsidRDefault="003C71C0" w:rsidP="00B2780D">
      <w:pPr>
        <w:pStyle w:val="Textparagrafu"/>
      </w:pPr>
      <w:r w:rsidRPr="003C2271">
        <w:tab/>
        <w:t>(3) O vydání věci nebo jejím odnětí sepíše policista úřední záznam a osobě vystaví potvrzení. Vydanou nebo odňatou věc, je-li jí třeba k dalšímu řízení, policista předá orgánu, který je příslušný rozhodnout o přestupku; jinak ji vydá osobě, o jejímž právu na věc není pochyb, popřípadě se vrátí osobě, která ji vydala nebo které byla odňata.</w:t>
      </w:r>
    </w:p>
    <w:p w:rsidR="003C71C0" w:rsidRPr="003C2271" w:rsidRDefault="003C71C0" w:rsidP="00B2780D">
      <w:pPr>
        <w:pStyle w:val="Textparagrafu"/>
        <w:ind w:firstLine="708"/>
      </w:pPr>
      <w:r w:rsidRPr="003C2271">
        <w:t>(4) Je-li věcí podle odstavce 1 nebo 2 omamná nebo psychotropní látka nebo prekursor drog nebo jiná chemická látka nebo jiný předmět určený k výrobě omamných nebo psychotropních látek, policie takovou látku po skončení řízení zničí nebo zaeviduje k účelům uvedeným v § 38, pokud nebylo rozhodnuto o propadnutí nebo zabrání věci. Obdobným způsobem policie postupuje u věci uvedené ve větě první získané v souvislosti s činností uvedenou v § 69 nebo 70.“.</w:t>
      </w:r>
    </w:p>
    <w:p w:rsidR="003C71C0" w:rsidRPr="003C2271" w:rsidRDefault="003C71C0" w:rsidP="00B2780D">
      <w:pPr>
        <w:pStyle w:val="Novelizanbod"/>
      </w:pPr>
      <w:r w:rsidRPr="003C2271">
        <w:t>Za § 36 se vkládá nový § 36a, který včetně nadpisu zní:</w:t>
      </w:r>
    </w:p>
    <w:p w:rsidR="003C71C0" w:rsidRPr="003C2271" w:rsidRDefault="003C71C0" w:rsidP="00B2780D">
      <w:pPr>
        <w:pStyle w:val="Paragraf"/>
      </w:pPr>
      <w:r w:rsidRPr="003C2271">
        <w:t>„§ 36a</w:t>
      </w:r>
    </w:p>
    <w:p w:rsidR="003C71C0" w:rsidRPr="003C2271" w:rsidRDefault="003C71C0" w:rsidP="00B2780D">
      <w:pPr>
        <w:pStyle w:val="Nadpisparagrafu"/>
      </w:pPr>
      <w:r w:rsidRPr="003C2271">
        <w:t>Zamezení provozu bezpilotního systému</w:t>
      </w:r>
    </w:p>
    <w:p w:rsidR="003C71C0" w:rsidRPr="003C2271" w:rsidRDefault="003C71C0" w:rsidP="00B2780D">
      <w:pPr>
        <w:pStyle w:val="Textparagrafu"/>
      </w:pPr>
      <w:r w:rsidRPr="003C2271">
        <w:t>(1) Policista je oprávněn zamezit provozu bezpilotního systému technickými nebo jinými prostředky, popřípadě jeho poškozením nebo zničením, jestliže bezprostředně ohrožuje život, zdraví, majetek značné hodnoty nebo veřejný pořádek.</w:t>
      </w:r>
    </w:p>
    <w:p w:rsidR="003C71C0" w:rsidRPr="003C2271" w:rsidRDefault="003C71C0" w:rsidP="00B2780D">
      <w:pPr>
        <w:pStyle w:val="Textparagrafu"/>
      </w:pPr>
      <w:r w:rsidRPr="003C2271">
        <w:t>(2) Oprávnění podle odstavce 1 lze použít pouze v nezbytné míře a po nezbytnou dobu.“.</w:t>
      </w:r>
    </w:p>
    <w:p w:rsidR="003C71C0" w:rsidRPr="003C2271" w:rsidRDefault="003C71C0" w:rsidP="003C71C0">
      <w:pPr>
        <w:spacing w:line="276" w:lineRule="auto"/>
        <w:ind w:firstLine="708"/>
      </w:pPr>
    </w:p>
    <w:p w:rsidR="003C71C0" w:rsidRPr="003C2271" w:rsidRDefault="003C71C0" w:rsidP="00B2780D">
      <w:pPr>
        <w:pStyle w:val="Novelizanbod"/>
        <w:rPr>
          <w:lang w:eastAsia="ar-SA"/>
        </w:rPr>
      </w:pPr>
      <w:r w:rsidRPr="003C2271">
        <w:rPr>
          <w:lang w:eastAsia="ar-SA"/>
        </w:rPr>
        <w:lastRenderedPageBreak/>
        <w:t>V § 37 odst. 2 se za slovo „zničit,“ vkládají slova „popřípadě dočasně uložit do doby zničení,“.</w:t>
      </w:r>
    </w:p>
    <w:p w:rsidR="003C71C0" w:rsidRPr="003C2271" w:rsidRDefault="003C71C0" w:rsidP="00B2780D">
      <w:pPr>
        <w:pStyle w:val="Novelizanbod"/>
        <w:rPr>
          <w:lang w:eastAsia="ar-SA"/>
        </w:rPr>
      </w:pPr>
      <w:r w:rsidRPr="003C2271">
        <w:rPr>
          <w:lang w:eastAsia="ar-SA"/>
        </w:rPr>
        <w:t>V § 38 odstavec 2 zní:</w:t>
      </w:r>
    </w:p>
    <w:p w:rsidR="003C71C0" w:rsidRPr="003C2271" w:rsidRDefault="003C71C0" w:rsidP="003C71C0">
      <w:pPr>
        <w:widowControl w:val="0"/>
        <w:suppressAutoHyphens/>
        <w:spacing w:after="120" w:line="276" w:lineRule="auto"/>
        <w:rPr>
          <w:lang w:eastAsia="ar-SA"/>
        </w:rPr>
      </w:pPr>
      <w:r w:rsidRPr="003C2271">
        <w:rPr>
          <w:lang w:eastAsia="ar-SA"/>
        </w:rPr>
        <w:tab/>
        <w:t>„(2) Nebezpečnými látkami a věcmi se pro účely tohoto zákona rozumějí zejména výbušniny, výbušné předměty, jedy, padělky platebních prostředků, známek a cenných papírů nebo jiných listin, omamné a psychotropní látky, prekursory drog nebo jiné chemické látky nebo jiné předměty určené k výrobě omamných a psychotropních látek.“.</w:t>
      </w:r>
    </w:p>
    <w:p w:rsidR="003C71C0" w:rsidRPr="003C2271" w:rsidRDefault="003C71C0" w:rsidP="00B2780D">
      <w:pPr>
        <w:pStyle w:val="Novelizanbod"/>
        <w:rPr>
          <w:rFonts w:eastAsia="MS Mincho"/>
          <w:lang w:eastAsia="ar-SA"/>
        </w:rPr>
      </w:pPr>
      <w:r w:rsidRPr="003C2271">
        <w:rPr>
          <w:rFonts w:eastAsia="Calibri"/>
          <w:lang w:eastAsia="ar-SA"/>
        </w:rPr>
        <w:t>§ 39 včetně nadpisu a poznámek pod čarou č. 47 až 49 zní:</w:t>
      </w:r>
    </w:p>
    <w:p w:rsidR="003C71C0" w:rsidRPr="003C2271" w:rsidRDefault="003C71C0" w:rsidP="003C71C0">
      <w:pPr>
        <w:suppressAutoHyphens/>
        <w:spacing w:after="120" w:line="276" w:lineRule="auto"/>
        <w:jc w:val="center"/>
        <w:rPr>
          <w:rFonts w:eastAsia="MS Mincho"/>
          <w:lang w:eastAsia="ar-SA"/>
        </w:rPr>
      </w:pPr>
      <w:r w:rsidRPr="003C2271">
        <w:rPr>
          <w:rFonts w:eastAsia="MS Mincho"/>
          <w:lang w:eastAsia="ar-SA"/>
        </w:rPr>
        <w:t>„§ 39</w:t>
      </w:r>
    </w:p>
    <w:p w:rsidR="003C71C0" w:rsidRPr="003C2271" w:rsidRDefault="003C71C0" w:rsidP="003C71C0">
      <w:pPr>
        <w:suppressAutoHyphens/>
        <w:spacing w:after="120" w:line="276" w:lineRule="auto"/>
        <w:jc w:val="center"/>
        <w:rPr>
          <w:rFonts w:eastAsia="MS Mincho"/>
          <w:b/>
          <w:lang w:eastAsia="ar-SA"/>
        </w:rPr>
      </w:pPr>
      <w:r w:rsidRPr="003C2271">
        <w:rPr>
          <w:rFonts w:eastAsia="MS Mincho"/>
          <w:b/>
          <w:lang w:eastAsia="ar-SA"/>
        </w:rPr>
        <w:t>Rušení provozu elektronických komunikací</w:t>
      </w:r>
    </w:p>
    <w:p w:rsidR="003C71C0" w:rsidRPr="003C2271" w:rsidRDefault="003C71C0" w:rsidP="00B2780D">
      <w:pPr>
        <w:pStyle w:val="Textparagrafu"/>
        <w:rPr>
          <w:rFonts w:eastAsia="MS Mincho"/>
          <w:lang w:eastAsia="ar-SA"/>
        </w:rPr>
      </w:pPr>
      <w:r w:rsidRPr="003C2271">
        <w:rPr>
          <w:rFonts w:eastAsia="MS Mincho"/>
          <w:lang w:eastAsia="ar-SA"/>
        </w:rPr>
        <w:t>(1) Policie může za účelem odstranění bezprostředního ohrožení života nebo zdraví osob nebo za účelem odstranění bezprostředně hrozící škody velkého rozsahu</w:t>
      </w:r>
      <w:r w:rsidRPr="003C2271">
        <w:rPr>
          <w:rFonts w:eastAsia="MS Mincho"/>
          <w:vertAlign w:val="superscript"/>
          <w:lang w:eastAsia="ar-SA"/>
        </w:rPr>
        <w:t>47)</w:t>
      </w:r>
      <w:r w:rsidRPr="003C2271">
        <w:rPr>
          <w:rFonts w:eastAsia="MS Mincho"/>
          <w:lang w:eastAsia="ar-SA"/>
        </w:rPr>
        <w:t xml:space="preserve"> na majetku,</w:t>
      </w:r>
      <w:r w:rsidRPr="003C2271">
        <w:rPr>
          <w:rFonts w:ascii="Calibri" w:hAnsi="Calibri"/>
          <w:sz w:val="22"/>
          <w:szCs w:val="22"/>
          <w:lang w:eastAsia="ar-SA"/>
        </w:rPr>
        <w:t xml:space="preserve"> </w:t>
      </w:r>
      <w:r w:rsidRPr="003C2271">
        <w:rPr>
          <w:rFonts w:eastAsia="MS Mincho"/>
          <w:lang w:eastAsia="ar-SA"/>
        </w:rPr>
        <w:t xml:space="preserve">případně při zajišťování bezpečnosti chráněných objektů, prostorů a osob, rušit v nezbytné míře a po nezbytnou dobu </w:t>
      </w:r>
    </w:p>
    <w:p w:rsidR="003C71C0" w:rsidRPr="003C2271" w:rsidRDefault="00B2780D" w:rsidP="00B2780D">
      <w:pPr>
        <w:pStyle w:val="Psmeno"/>
        <w:rPr>
          <w:rFonts w:eastAsia="MS Mincho"/>
          <w:lang w:eastAsia="ar-SA"/>
        </w:rPr>
      </w:pPr>
      <w:r>
        <w:rPr>
          <w:rFonts w:eastAsia="MS Mincho"/>
          <w:lang w:eastAsia="ar-SA"/>
        </w:rPr>
        <w:t>a)</w:t>
      </w:r>
      <w:r>
        <w:rPr>
          <w:rFonts w:eastAsia="MS Mincho"/>
          <w:lang w:eastAsia="ar-SA"/>
        </w:rPr>
        <w:tab/>
      </w:r>
      <w:r w:rsidR="003C71C0" w:rsidRPr="003C2271">
        <w:rPr>
          <w:rFonts w:eastAsia="MS Mincho"/>
          <w:lang w:eastAsia="ar-SA"/>
        </w:rPr>
        <w:t xml:space="preserve">provoz elektronických komunikačních zařízení a sítí, </w:t>
      </w:r>
    </w:p>
    <w:p w:rsidR="003C71C0" w:rsidRPr="003C2271" w:rsidRDefault="00B2780D" w:rsidP="00B2780D">
      <w:pPr>
        <w:pStyle w:val="Psmeno"/>
        <w:rPr>
          <w:rFonts w:eastAsia="MS Mincho"/>
          <w:lang w:eastAsia="ar-SA"/>
        </w:rPr>
      </w:pPr>
      <w:r>
        <w:rPr>
          <w:rFonts w:eastAsia="MS Mincho"/>
          <w:lang w:eastAsia="ar-SA"/>
        </w:rPr>
        <w:t>b)</w:t>
      </w:r>
      <w:r>
        <w:rPr>
          <w:rFonts w:eastAsia="MS Mincho"/>
          <w:lang w:eastAsia="ar-SA"/>
        </w:rPr>
        <w:tab/>
      </w:r>
      <w:r w:rsidR="003C71C0" w:rsidRPr="003C2271">
        <w:rPr>
          <w:rFonts w:eastAsia="MS Mincho"/>
          <w:lang w:eastAsia="ar-SA"/>
        </w:rPr>
        <w:t xml:space="preserve">poskytování služeb elektronických komunikací, nebo </w:t>
      </w:r>
    </w:p>
    <w:p w:rsidR="003C71C0" w:rsidRPr="003C2271" w:rsidRDefault="00B2780D" w:rsidP="00B2780D">
      <w:pPr>
        <w:pStyle w:val="Psmeno"/>
        <w:rPr>
          <w:rFonts w:eastAsia="MS Mincho"/>
          <w:lang w:eastAsia="ar-SA"/>
        </w:rPr>
      </w:pPr>
      <w:r>
        <w:rPr>
          <w:rFonts w:eastAsia="MS Mincho"/>
          <w:lang w:eastAsia="ar-SA"/>
        </w:rPr>
        <w:t>c)</w:t>
      </w:r>
      <w:r>
        <w:rPr>
          <w:rFonts w:eastAsia="MS Mincho"/>
          <w:lang w:eastAsia="ar-SA"/>
        </w:rPr>
        <w:tab/>
      </w:r>
      <w:r w:rsidR="003C71C0" w:rsidRPr="003C2271">
        <w:rPr>
          <w:rFonts w:eastAsia="MS Mincho"/>
          <w:lang w:eastAsia="ar-SA"/>
        </w:rPr>
        <w:t xml:space="preserve">provozování radiokomunikačních služeb. </w:t>
      </w:r>
    </w:p>
    <w:p w:rsidR="003C71C0" w:rsidRPr="00B2780D" w:rsidRDefault="003C71C0" w:rsidP="00B2780D">
      <w:pPr>
        <w:pStyle w:val="Textparagrafu"/>
        <w:rPr>
          <w:rFonts w:eastAsia="MS Mincho"/>
        </w:rPr>
      </w:pPr>
      <w:r w:rsidRPr="003C2271">
        <w:rPr>
          <w:rFonts w:eastAsia="MS Mincho"/>
          <w:lang w:eastAsia="ar-SA"/>
        </w:rPr>
        <w:t xml:space="preserve"> (2) Policie může provádět rušení podle odstavce 1 rovněž při výcviku, přičemž ohlásí Českému telekomunikačnímu úřadu (dále jen „úřad“), územně příslušnému operačnímu a informačnímu středisku integrovaného záchranného systému a Národnímu úřadu pro kybernetickou a informačn</w:t>
      </w:r>
      <w:r w:rsidRPr="00B2780D">
        <w:rPr>
          <w:rFonts w:eastAsia="MS Mincho"/>
        </w:rPr>
        <w:t>í bezpečnost zavedení rušení v přiměřené lhůtě předem. Za účelem odstranění nebo zmírnění dopadů ohlášeného rušení může úřad stanovit podmínky tohoto rušení včetně povinnosti informovat v nezbytné míře o rušení dotčené provozovatele sítí elektronických komunikací a poskytovatele služeb elektronických komunikací; to neplatí, pokud by poskytnutí informace mohlo ohrozit plnění úkolů policie.</w:t>
      </w:r>
      <w:r w:rsidRPr="00B2780D">
        <w:t xml:space="preserve"> </w:t>
      </w:r>
      <w:r w:rsidRPr="00B2780D">
        <w:rPr>
          <w:rFonts w:eastAsia="MS Mincho"/>
        </w:rPr>
        <w:t>V takovém případě může úřad uložit povinnost informovat dotčené provozovatele sítí elektronických komunikací a poskytovatele služeb elektronických komunikací bez zbytečného odkladu poté, co tyto důvody pominou.</w:t>
      </w:r>
    </w:p>
    <w:p w:rsidR="003C71C0" w:rsidRPr="003C2271" w:rsidRDefault="003C71C0" w:rsidP="00B2780D">
      <w:pPr>
        <w:pStyle w:val="Textparagrafu"/>
        <w:rPr>
          <w:rFonts w:eastAsia="MS Mincho"/>
          <w:lang w:eastAsia="ar-SA"/>
        </w:rPr>
      </w:pPr>
      <w:r w:rsidRPr="00B2780D">
        <w:rPr>
          <w:rFonts w:eastAsia="MS Mincho"/>
        </w:rPr>
        <w:t>(3) Policie může provádět</w:t>
      </w:r>
      <w:r w:rsidRPr="003C2271">
        <w:rPr>
          <w:rFonts w:eastAsia="MS Mincho"/>
          <w:lang w:eastAsia="ar-SA"/>
        </w:rPr>
        <w:t xml:space="preserve"> rušení poskytování služeb elektronických komunikací rovněž za účelem odstranění bezprostředně hrozící škody způsobené</w:t>
      </w:r>
    </w:p>
    <w:p w:rsidR="003C71C0" w:rsidRPr="003C2271" w:rsidRDefault="00B2780D" w:rsidP="00B2780D">
      <w:pPr>
        <w:pStyle w:val="Psmeno"/>
        <w:rPr>
          <w:rFonts w:eastAsia="MS Mincho"/>
          <w:lang w:eastAsia="ar-SA"/>
        </w:rPr>
      </w:pPr>
      <w:r>
        <w:rPr>
          <w:rFonts w:eastAsia="MS Mincho"/>
          <w:lang w:eastAsia="ar-SA"/>
        </w:rPr>
        <w:t>a)</w:t>
      </w:r>
      <w:r>
        <w:rPr>
          <w:rFonts w:eastAsia="MS Mincho"/>
          <w:lang w:eastAsia="ar-SA"/>
        </w:rPr>
        <w:tab/>
      </w:r>
      <w:r w:rsidR="003C71C0" w:rsidRPr="003C2271">
        <w:rPr>
          <w:rFonts w:eastAsia="MS Mincho"/>
          <w:lang w:eastAsia="ar-SA"/>
        </w:rPr>
        <w:t>protiprávním zásahem do počítačové sítě vedeným proti informačnímu systému kritické informační infrastruktury</w:t>
      </w:r>
      <w:r w:rsidR="003C71C0" w:rsidRPr="003C2271">
        <w:rPr>
          <w:rFonts w:eastAsia="MS Mincho"/>
          <w:vertAlign w:val="superscript"/>
          <w:lang w:eastAsia="ar-SA"/>
        </w:rPr>
        <w:t>48)</w:t>
      </w:r>
      <w:r w:rsidR="003C71C0" w:rsidRPr="003C2271">
        <w:rPr>
          <w:rFonts w:eastAsia="MS Mincho"/>
          <w:lang w:eastAsia="ar-SA"/>
        </w:rPr>
        <w:t xml:space="preserve"> nebo významnému informačnímu systému</w:t>
      </w:r>
      <w:r w:rsidR="003C71C0" w:rsidRPr="003C2271">
        <w:rPr>
          <w:rFonts w:eastAsia="MS Mincho"/>
          <w:vertAlign w:val="superscript"/>
          <w:lang w:eastAsia="ar-SA"/>
        </w:rPr>
        <w:t>49)</w:t>
      </w:r>
      <w:r w:rsidR="003C71C0" w:rsidRPr="003C2271">
        <w:rPr>
          <w:rFonts w:eastAsia="MS Mincho"/>
          <w:lang w:eastAsia="ar-SA"/>
        </w:rPr>
        <w:t>, nebo</w:t>
      </w:r>
    </w:p>
    <w:p w:rsidR="003C71C0" w:rsidRPr="003C2271" w:rsidRDefault="00B2780D" w:rsidP="00B2780D">
      <w:pPr>
        <w:pStyle w:val="Psmeno"/>
        <w:rPr>
          <w:rFonts w:eastAsia="MS Mincho"/>
          <w:lang w:eastAsia="ar-SA"/>
        </w:rPr>
      </w:pPr>
      <w:r>
        <w:rPr>
          <w:rFonts w:eastAsia="MS Mincho"/>
          <w:lang w:eastAsia="ar-SA"/>
        </w:rPr>
        <w:t>b)</w:t>
      </w:r>
      <w:r>
        <w:rPr>
          <w:rFonts w:eastAsia="MS Mincho"/>
          <w:lang w:eastAsia="ar-SA"/>
        </w:rPr>
        <w:tab/>
      </w:r>
      <w:r w:rsidR="003C71C0" w:rsidRPr="003C2271">
        <w:rPr>
          <w:rFonts w:eastAsia="MS Mincho"/>
          <w:lang w:eastAsia="ar-SA"/>
        </w:rPr>
        <w:t xml:space="preserve">kybernetickým útokem s dopadem na větší počet počítačových systémů orgánů veřejné moci, který způsobuje nefunkčnost těchto systémů. </w:t>
      </w:r>
    </w:p>
    <w:p w:rsidR="003C71C0" w:rsidRPr="003C2271" w:rsidRDefault="003C71C0" w:rsidP="00B2780D">
      <w:pPr>
        <w:pStyle w:val="Textparagrafu"/>
        <w:rPr>
          <w:rFonts w:eastAsia="MS Mincho"/>
          <w:lang w:eastAsia="ar-SA"/>
        </w:rPr>
      </w:pPr>
      <w:r w:rsidRPr="003C2271">
        <w:rPr>
          <w:rFonts w:eastAsia="MS Mincho"/>
          <w:lang w:eastAsia="ar-SA"/>
        </w:rPr>
        <w:t xml:space="preserve"> (4) Zavedení rušení podle odstavců 1 a 3 policie bez zbytečného odkladu ohlásí úřadu, územně příslušnému operačnímu a informačnímu středisku integrovaného záchranného systému a Národnímu úřadu pro kybernetickou a informační bezpečnost. </w:t>
      </w:r>
      <w:r w:rsidRPr="003C2271">
        <w:rPr>
          <w:rFonts w:eastAsia="MS Mincho"/>
          <w:iCs/>
          <w:lang w:eastAsia="ar-SA"/>
        </w:rPr>
        <w:t>Pokud by ohlášení mohlo ohrozit plnění úkolů policie, ohlásí policie zavedení rušení bez zbytečného odkladu poté, co tyto důvody ohrožení pominou.</w:t>
      </w:r>
    </w:p>
    <w:p w:rsidR="003C71C0" w:rsidRPr="003C2271" w:rsidRDefault="004651C8" w:rsidP="004651C8">
      <w:pPr>
        <w:keepNext/>
        <w:suppressAutoHyphens/>
        <w:spacing w:after="120" w:line="276" w:lineRule="auto"/>
        <w:rPr>
          <w:rFonts w:eastAsia="Calibri"/>
          <w:vertAlign w:val="superscript"/>
          <w:lang w:eastAsia="ar-SA"/>
        </w:rPr>
      </w:pPr>
      <w:r>
        <w:rPr>
          <w:rFonts w:eastAsia="MS Mincho"/>
          <w:lang w:eastAsia="ar-SA"/>
        </w:rPr>
        <w:lastRenderedPageBreak/>
        <w:t>_______________________</w:t>
      </w:r>
    </w:p>
    <w:p w:rsidR="003C71C0" w:rsidRPr="003C2271" w:rsidRDefault="003C71C0" w:rsidP="004651C8">
      <w:pPr>
        <w:rPr>
          <w:rFonts w:eastAsia="Calibri"/>
          <w:vertAlign w:val="superscript"/>
          <w:lang w:eastAsia="ar-SA"/>
        </w:rPr>
      </w:pPr>
      <w:r w:rsidRPr="003C2271">
        <w:rPr>
          <w:rFonts w:eastAsia="Calibri"/>
          <w:vertAlign w:val="superscript"/>
          <w:lang w:eastAsia="ar-SA"/>
        </w:rPr>
        <w:t>47)</w:t>
      </w:r>
      <w:r w:rsidR="004651C8">
        <w:rPr>
          <w:rFonts w:eastAsia="Calibri"/>
          <w:lang w:eastAsia="ar-SA"/>
        </w:rPr>
        <w:tab/>
      </w:r>
      <w:r w:rsidRPr="003C2271">
        <w:rPr>
          <w:rFonts w:eastAsia="Calibri"/>
          <w:lang w:eastAsia="ar-SA"/>
        </w:rPr>
        <w:t xml:space="preserve">Zákon č. 40/2009 Sb., trestní zákoník, ve znění pozdějších předpisů. </w:t>
      </w:r>
    </w:p>
    <w:p w:rsidR="003C71C0" w:rsidRPr="003C2271" w:rsidRDefault="003C71C0" w:rsidP="004651C8">
      <w:pPr>
        <w:ind w:left="708" w:hanging="708"/>
        <w:rPr>
          <w:rFonts w:eastAsia="Calibri"/>
          <w:lang w:eastAsia="ar-SA"/>
        </w:rPr>
      </w:pPr>
      <w:r w:rsidRPr="003C2271">
        <w:rPr>
          <w:rFonts w:eastAsia="Calibri"/>
          <w:vertAlign w:val="superscript"/>
          <w:lang w:eastAsia="ar-SA"/>
        </w:rPr>
        <w:t>48)</w:t>
      </w:r>
      <w:r w:rsidR="004651C8">
        <w:rPr>
          <w:rFonts w:eastAsia="Calibri"/>
          <w:lang w:eastAsia="ar-SA"/>
        </w:rPr>
        <w:tab/>
      </w:r>
      <w:r w:rsidRPr="003C2271">
        <w:rPr>
          <w:rFonts w:eastAsia="Calibri"/>
          <w:lang w:eastAsia="ar-SA"/>
        </w:rPr>
        <w:t>§ 2 písm. b) zákona č. 181/2014 Sb., o kybernetické bezpečnosti a o změně souvisejících zákonů (zákon o kybernetické bezpečnosti), ve znění pozdějších předpisů.</w:t>
      </w:r>
    </w:p>
    <w:p w:rsidR="003C71C0" w:rsidRPr="003C2271" w:rsidRDefault="003C71C0" w:rsidP="004651C8">
      <w:pPr>
        <w:ind w:left="708"/>
        <w:rPr>
          <w:rFonts w:eastAsia="Calibri"/>
          <w:vertAlign w:val="superscript"/>
          <w:lang w:eastAsia="ar-SA"/>
        </w:rPr>
      </w:pPr>
      <w:r w:rsidRPr="003C2271">
        <w:rPr>
          <w:rFonts w:eastAsia="Calibri"/>
          <w:lang w:eastAsia="ar-SA"/>
        </w:rPr>
        <w:t>Nařízení vlády č. 432/2010 Sb., o kritériích pro určení prvku kritické infrastruktury, ve znění pozdějších předpisů.</w:t>
      </w:r>
    </w:p>
    <w:p w:rsidR="003C71C0" w:rsidRPr="003C2271" w:rsidRDefault="003C71C0" w:rsidP="004651C8">
      <w:pPr>
        <w:rPr>
          <w:rFonts w:eastAsia="Calibri"/>
          <w:lang w:eastAsia="ar-SA"/>
        </w:rPr>
      </w:pPr>
      <w:r w:rsidRPr="003C2271">
        <w:rPr>
          <w:rFonts w:eastAsia="Calibri"/>
          <w:vertAlign w:val="superscript"/>
          <w:lang w:eastAsia="ar-SA"/>
        </w:rPr>
        <w:t>49)</w:t>
      </w:r>
      <w:r w:rsidR="004651C8">
        <w:rPr>
          <w:rFonts w:eastAsia="Calibri"/>
          <w:vertAlign w:val="superscript"/>
          <w:lang w:eastAsia="ar-SA"/>
        </w:rPr>
        <w:tab/>
      </w:r>
      <w:r w:rsidRPr="003C2271">
        <w:rPr>
          <w:rFonts w:eastAsia="Calibri"/>
          <w:lang w:eastAsia="ar-SA"/>
        </w:rPr>
        <w:t>§ 2 písm. d) zákona č. 181/2014 Sb., ve znění pozdějších předpisů.</w:t>
      </w:r>
    </w:p>
    <w:p w:rsidR="003C71C0" w:rsidRPr="003C2271" w:rsidRDefault="003C71C0" w:rsidP="004651C8">
      <w:pPr>
        <w:ind w:left="708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Vyhláška č. 317/2014 Sb., o významných informačních systémech a jejich určujících kritériích, ve znění pozdějších předpisů.“.</w:t>
      </w:r>
    </w:p>
    <w:p w:rsidR="003C71C0" w:rsidRPr="003C2271" w:rsidRDefault="003C71C0" w:rsidP="004651C8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V § 42 odst. 3 písmeno b) zní:</w:t>
      </w:r>
    </w:p>
    <w:p w:rsidR="003C71C0" w:rsidRPr="003C2271" w:rsidRDefault="003C71C0" w:rsidP="004651C8">
      <w:pPr>
        <w:pStyle w:val="Psmeno"/>
        <w:rPr>
          <w:lang w:eastAsia="ar-SA"/>
        </w:rPr>
      </w:pPr>
      <w:r w:rsidRPr="003C2271">
        <w:rPr>
          <w:rFonts w:eastAsia="Calibri"/>
          <w:lang w:eastAsia="ar-SA"/>
        </w:rPr>
        <w:t>„b) zbraních, střelivu, munici, vý</w:t>
      </w:r>
      <w:r w:rsidR="00F033E4">
        <w:rPr>
          <w:rFonts w:eastAsia="Calibri"/>
          <w:lang w:eastAsia="ar-SA"/>
        </w:rPr>
        <w:t>bušninách, výbušných předmětech</w:t>
      </w:r>
      <w:r w:rsidRPr="003C2271">
        <w:rPr>
          <w:rFonts w:eastAsia="Calibri"/>
          <w:lang w:eastAsia="ar-SA"/>
        </w:rPr>
        <w:t>, jedech, omamných a</w:t>
      </w:r>
      <w:r w:rsidR="001C7F59">
        <w:rPr>
          <w:rFonts w:eastAsia="Calibri"/>
          <w:lang w:eastAsia="ar-SA"/>
        </w:rPr>
        <w:t> psychotropních látkách, prekurs</w:t>
      </w:r>
      <w:r w:rsidRPr="003C2271">
        <w:rPr>
          <w:rFonts w:eastAsia="Calibri"/>
          <w:lang w:eastAsia="ar-SA"/>
        </w:rPr>
        <w:t>orech drog nebo jiných chemických látkách nebo jiných předmětech určených k výrobě omamných a psychotropních látek, nebo“.</w:t>
      </w:r>
    </w:p>
    <w:p w:rsidR="003C71C0" w:rsidRPr="003C2271" w:rsidRDefault="003C71C0" w:rsidP="004651C8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V § 42 se za odstavec 3 vkládá nový odstavec 4, který zní:</w:t>
      </w:r>
    </w:p>
    <w:p w:rsidR="003C71C0" w:rsidRPr="003C2271" w:rsidRDefault="003C71C0" w:rsidP="004651C8">
      <w:pPr>
        <w:pStyle w:val="Textparagrafu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ab/>
        <w:t>„(4) Pokud řidič na výzvu policisty nebo znamení dané podle jiného právního předpisu</w:t>
      </w:r>
      <w:r w:rsidRPr="003C2271">
        <w:rPr>
          <w:rFonts w:eastAsia="Calibri"/>
          <w:vertAlign w:val="superscript"/>
          <w:lang w:eastAsia="ar-SA"/>
        </w:rPr>
        <w:t xml:space="preserve">10) </w:t>
      </w:r>
      <w:r w:rsidRPr="003C2271">
        <w:rPr>
          <w:rFonts w:eastAsia="Calibri"/>
          <w:lang w:eastAsia="ar-SA"/>
        </w:rPr>
        <w:t>nezastavil, je policista oprávněn po jeho zastavení provést prohlídku dopravního prostředku také za účelem zjištění, zda se v něm nenachází</w:t>
      </w:r>
    </w:p>
    <w:p w:rsidR="003C71C0" w:rsidRPr="003C2271" w:rsidRDefault="004651C8" w:rsidP="004651C8">
      <w:pPr>
        <w:pStyle w:val="Psmeno"/>
        <w:rPr>
          <w:rFonts w:eastAsia="Calibri"/>
          <w:lang w:eastAsia="ar-SA"/>
        </w:rPr>
      </w:pPr>
      <w:r>
        <w:rPr>
          <w:rFonts w:eastAsia="Calibri"/>
          <w:lang w:eastAsia="ar-SA"/>
        </w:rPr>
        <w:t>a)</w:t>
      </w:r>
      <w:r>
        <w:rPr>
          <w:rFonts w:eastAsia="Calibri"/>
          <w:lang w:eastAsia="ar-SA"/>
        </w:rPr>
        <w:tab/>
      </w:r>
      <w:r w:rsidR="003C71C0" w:rsidRPr="003C2271">
        <w:rPr>
          <w:rFonts w:eastAsia="Calibri"/>
          <w:lang w:eastAsia="ar-SA"/>
        </w:rPr>
        <w:t>osoby hledané, pohřešované nebo protiprávně se zdržující na území České republiky,</w:t>
      </w:r>
    </w:p>
    <w:p w:rsidR="003C71C0" w:rsidRPr="003C2271" w:rsidRDefault="004651C8" w:rsidP="004651C8">
      <w:pPr>
        <w:pStyle w:val="Psmeno"/>
        <w:rPr>
          <w:rFonts w:eastAsia="Calibri"/>
          <w:lang w:eastAsia="ar-SA"/>
        </w:rPr>
      </w:pPr>
      <w:r>
        <w:rPr>
          <w:rFonts w:eastAsia="Calibri"/>
          <w:lang w:eastAsia="ar-SA"/>
        </w:rPr>
        <w:t>b)</w:t>
      </w:r>
      <w:r>
        <w:rPr>
          <w:rFonts w:eastAsia="Calibri"/>
          <w:lang w:eastAsia="ar-SA"/>
        </w:rPr>
        <w:tab/>
      </w:r>
      <w:r w:rsidR="003C71C0" w:rsidRPr="003C2271">
        <w:rPr>
          <w:rFonts w:eastAsia="Calibri"/>
          <w:lang w:eastAsia="ar-SA"/>
        </w:rPr>
        <w:t>zbraně, střelivo, munice, výbušniny, výbušné předměty, jedy, omam</w:t>
      </w:r>
      <w:r w:rsidR="001C7F59">
        <w:rPr>
          <w:rFonts w:eastAsia="Calibri"/>
          <w:lang w:eastAsia="ar-SA"/>
        </w:rPr>
        <w:t>né a psychotropní látky, prekurs</w:t>
      </w:r>
      <w:r w:rsidR="003C71C0" w:rsidRPr="003C2271">
        <w:rPr>
          <w:rFonts w:eastAsia="Calibri"/>
          <w:lang w:eastAsia="ar-SA"/>
        </w:rPr>
        <w:t>ory drog nebo jiné chemické látky nebo jiné předměty určené k výrobě omamných a psychotropních látek, nebo</w:t>
      </w:r>
    </w:p>
    <w:p w:rsidR="003C71C0" w:rsidRDefault="004651C8" w:rsidP="004651C8">
      <w:pPr>
        <w:pStyle w:val="Psmeno"/>
        <w:rPr>
          <w:rFonts w:eastAsia="Calibri"/>
          <w:lang w:eastAsia="ar-SA"/>
        </w:rPr>
      </w:pPr>
      <w:r>
        <w:rPr>
          <w:rFonts w:eastAsia="Calibri"/>
          <w:lang w:eastAsia="ar-SA"/>
        </w:rPr>
        <w:t>c)</w:t>
      </w:r>
      <w:r>
        <w:rPr>
          <w:rFonts w:eastAsia="Calibri"/>
          <w:lang w:eastAsia="ar-SA"/>
        </w:rPr>
        <w:tab/>
      </w:r>
      <w:r w:rsidR="003C71C0" w:rsidRPr="003C2271">
        <w:rPr>
          <w:rFonts w:eastAsia="Calibri"/>
          <w:lang w:eastAsia="ar-SA"/>
        </w:rPr>
        <w:t>věci pocházející z trestné činnosti nebo související s trestnou činností.“</w:t>
      </w:r>
      <w:r>
        <w:rPr>
          <w:rFonts w:eastAsia="Calibri"/>
          <w:lang w:eastAsia="ar-SA"/>
        </w:rPr>
        <w:t>.</w:t>
      </w:r>
    </w:p>
    <w:p w:rsidR="004651C8" w:rsidRPr="004651C8" w:rsidRDefault="004651C8" w:rsidP="004651C8">
      <w:pPr>
        <w:rPr>
          <w:rFonts w:eastAsia="Calibri"/>
          <w:lang w:eastAsia="ar-SA"/>
        </w:rPr>
      </w:pPr>
    </w:p>
    <w:p w:rsidR="003C71C0" w:rsidRPr="003C2271" w:rsidRDefault="003C71C0" w:rsidP="003C71C0">
      <w:pPr>
        <w:suppressAutoHyphens/>
        <w:spacing w:after="120" w:line="276" w:lineRule="auto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 xml:space="preserve">Dosavadní odstavce 4 až 6 se označují jako odstavce 5 až 7. </w:t>
      </w:r>
    </w:p>
    <w:p w:rsidR="004E1F59" w:rsidRPr="00163CDF" w:rsidRDefault="003C71C0" w:rsidP="003C71C0">
      <w:pPr>
        <w:pStyle w:val="Novelizanbod"/>
      </w:pPr>
      <w:r>
        <w:t>Z</w:t>
      </w:r>
      <w:r w:rsidR="004E1F59">
        <w:t>a § 42</w:t>
      </w:r>
      <w:r w:rsidR="00346CB8">
        <w:t xml:space="preserve"> se</w:t>
      </w:r>
      <w:r w:rsidR="004E1F59" w:rsidRPr="00B034D0">
        <w:t xml:space="preserve"> vkládají nové § 42</w:t>
      </w:r>
      <w:r w:rsidR="004E1F59" w:rsidRPr="00163CDF">
        <w:t>a až 42d, které včetně nadpisů znějí:</w:t>
      </w:r>
    </w:p>
    <w:p w:rsidR="004E1F59" w:rsidRPr="00163CDF" w:rsidRDefault="004E1F59" w:rsidP="00ED2AF8">
      <w:pPr>
        <w:pStyle w:val="Paragraf"/>
        <w:keepLines w:val="0"/>
        <w:widowControl w:val="0"/>
        <w:spacing w:before="120"/>
      </w:pPr>
      <w:r w:rsidRPr="00163CDF">
        <w:t>„</w:t>
      </w:r>
      <w:bookmarkStart w:id="2" w:name="_Hlk43019233"/>
      <w:r w:rsidRPr="00163CDF">
        <w:t>§ 42a</w:t>
      </w:r>
    </w:p>
    <w:p w:rsidR="004E1F59" w:rsidRPr="00163CDF" w:rsidRDefault="004E1F59" w:rsidP="00ED2AF8">
      <w:pPr>
        <w:pStyle w:val="Nadpisparagrafu"/>
      </w:pPr>
      <w:r w:rsidRPr="00163CDF">
        <w:t>Oprávnění policisty při kontrole motorového vozidla požadovat uhrazení nedoplatku</w:t>
      </w:r>
    </w:p>
    <w:p w:rsidR="004E1F59" w:rsidRPr="00163CDF" w:rsidRDefault="004E1F59" w:rsidP="00ED2AF8">
      <w:pPr>
        <w:pStyle w:val="Textodstavce"/>
      </w:pPr>
      <w:r w:rsidRPr="00163CDF">
        <w:t>Policista je oprávněn při kontrole motorového vozidla požadovat po řidiči tohoto vozidla uhrazení jeho nedoplatku nebo nedoplatku provozovatele tohoto vozidla na pokutě za přestupek podle zákona o silničním provozu, zákona o pozemních komunikacích nebo zákona o silniční dopravě, umožní-li mu uhrazení nedoplatku na místě kontroly motorového vozidla v hotovosti a bezhotovostním převodem, k němuž je dán platební příkaz prostřednictvím platební karty, a to pouze v případě, pokud</w:t>
      </w:r>
    </w:p>
    <w:p w:rsidR="004E1F59" w:rsidRPr="00163CDF" w:rsidRDefault="004E1F59" w:rsidP="00ED2AF8">
      <w:pPr>
        <w:pStyle w:val="Textpsmene"/>
      </w:pPr>
      <w:r w:rsidRPr="00163CDF">
        <w:t>byla pokuta, jejímž neuhrazením vznikl nedoplatek,</w:t>
      </w:r>
      <w:r w:rsidRPr="00163CDF" w:rsidDel="00275194">
        <w:t xml:space="preserve"> </w:t>
      </w:r>
      <w:r w:rsidRPr="00163CDF">
        <w:t>uložena celním úřadem, nebo</w:t>
      </w:r>
    </w:p>
    <w:p w:rsidR="004E1F59" w:rsidRPr="00163CDF" w:rsidRDefault="004E1F59" w:rsidP="00ED2AF8">
      <w:pPr>
        <w:pStyle w:val="Textpsmene"/>
      </w:pPr>
      <w:r w:rsidRPr="00163CDF">
        <w:t>byl nedoplatek na této pokutě předán k vymáhání obecnému správci daně.</w:t>
      </w:r>
    </w:p>
    <w:p w:rsidR="004E1F59" w:rsidRPr="00163CDF" w:rsidRDefault="004E1F59" w:rsidP="00ED2AF8">
      <w:pPr>
        <w:pStyle w:val="Textodstavce"/>
      </w:pPr>
      <w:bookmarkStart w:id="3" w:name="_Hlk46948387"/>
      <w:r w:rsidRPr="00163CDF">
        <w:t>Nedoplatkem se pro účely tohoto zákona rozumí nedoplatek, u kterého není povoleno posečkání jeho úhrady nebo rozložení jeho úhrady na splátky.</w:t>
      </w:r>
      <w:bookmarkEnd w:id="3"/>
    </w:p>
    <w:p w:rsidR="004E1F59" w:rsidRPr="00163CDF" w:rsidRDefault="004E1F59" w:rsidP="00ED2AF8">
      <w:pPr>
        <w:pStyle w:val="Textodstavce"/>
      </w:pPr>
      <w:r w:rsidRPr="00163CDF">
        <w:t>Poskytnutí informace o nedoplatku podle odstavce 1 provozovatele motorového vozidla řidiči tohoto vozidla není porušením mlčenlivosti podle daňového řádu.</w:t>
      </w:r>
    </w:p>
    <w:p w:rsidR="004E1F59" w:rsidRPr="00163CDF" w:rsidRDefault="004E1F59" w:rsidP="00ED2AF8">
      <w:pPr>
        <w:pStyle w:val="Textodstavce"/>
      </w:pPr>
      <w:r w:rsidRPr="00163CDF">
        <w:t>Je-li nedoplatek podle odstavce 1 uhrazen na místě kontroly motorového vozidla, policista vystaví řidiči tohoto vozidla potvrzení o jeho uhrazení. Je-li nedoplatek podle odstavce 1 uhrazen v hotovosti, předá policie peněžní prostředky nejpozději následující pracovní den obecnému správci daně příslušnému podle místa jeho uhrazení.</w:t>
      </w:r>
    </w:p>
    <w:p w:rsidR="004E1F59" w:rsidRPr="00A63997" w:rsidRDefault="004E1F59" w:rsidP="00ED2AF8">
      <w:pPr>
        <w:pStyle w:val="Textodstavce"/>
      </w:pPr>
      <w:r w:rsidRPr="00A63997">
        <w:t xml:space="preserve">Generální ředitelství cel poskytne policii způsobem umožňujícím dálkový a nepřetržitý přístup informace nezbytné pro účely zjištění výše nedoplatku </w:t>
      </w:r>
      <w:r w:rsidRPr="00AF4EC5">
        <w:t xml:space="preserve">podle odstavce </w:t>
      </w:r>
      <w:r w:rsidRPr="00A63997">
        <w:t xml:space="preserve">1. </w:t>
      </w:r>
    </w:p>
    <w:p w:rsidR="004E1F59" w:rsidRPr="001E3415" w:rsidRDefault="004E1F59" w:rsidP="004E1F59">
      <w:pPr>
        <w:widowControl w:val="0"/>
        <w:tabs>
          <w:tab w:val="left" w:pos="0"/>
        </w:tabs>
        <w:ind w:firstLine="284"/>
        <w:jc w:val="center"/>
        <w:outlineLvl w:val="2"/>
      </w:pPr>
    </w:p>
    <w:p w:rsidR="00ED2AF8" w:rsidRDefault="00ED2AF8">
      <w:pPr>
        <w:jc w:val="left"/>
      </w:pPr>
    </w:p>
    <w:p w:rsidR="004E1F59" w:rsidRDefault="004E1F59" w:rsidP="00ED2AF8">
      <w:pPr>
        <w:widowControl w:val="0"/>
        <w:jc w:val="center"/>
        <w:outlineLvl w:val="2"/>
      </w:pPr>
      <w:r w:rsidRPr="002D1117">
        <w:t>§ 42b</w:t>
      </w:r>
    </w:p>
    <w:p w:rsidR="004E1F59" w:rsidRPr="000B422C" w:rsidRDefault="004E1F59" w:rsidP="00ED2AF8">
      <w:pPr>
        <w:pStyle w:val="Nadpisparagrafu"/>
      </w:pPr>
      <w:bookmarkStart w:id="4" w:name="_Hlk46950250"/>
      <w:r w:rsidRPr="000B422C">
        <w:t>Zadržení tabulek státní poznávací značky a zabránění v jízdě motorového vozidla</w:t>
      </w:r>
    </w:p>
    <w:bookmarkEnd w:id="4"/>
    <w:p w:rsidR="004E1F59" w:rsidRPr="000B422C" w:rsidRDefault="004E1F59" w:rsidP="00ED2AF8">
      <w:pPr>
        <w:pStyle w:val="Textodstavce"/>
        <w:numPr>
          <w:ilvl w:val="0"/>
          <w:numId w:val="11"/>
        </w:numPr>
      </w:pPr>
      <w:r w:rsidRPr="000B422C">
        <w:t xml:space="preserve">Není-li nedoplatek podle § 42a odst. 1 uhrazen na místě kontroly motorového vozidla, přikáže policista řidiči jízdu na nejbližší vhodné místo z hlediska bezpečnosti a plynulosti provozu na pozemních komunikacích a </w:t>
      </w:r>
    </w:p>
    <w:p w:rsidR="004E1F59" w:rsidRPr="000B422C" w:rsidRDefault="004E1F59" w:rsidP="00ED2AF8">
      <w:pPr>
        <w:pStyle w:val="Textpsmene"/>
      </w:pPr>
      <w:r w:rsidRPr="000B422C">
        <w:t xml:space="preserve">zadrží tabulky státní poznávací značky (dále jen „registrační značka“) motorového vozidla; pokud je řidič motorového vozidla odmítne na výzvu policisty vydat, tabulky registrační značky odejme, nebo </w:t>
      </w:r>
    </w:p>
    <w:p w:rsidR="004E1F59" w:rsidRPr="000B422C" w:rsidRDefault="004E1F59" w:rsidP="00ED2AF8">
      <w:pPr>
        <w:pStyle w:val="Textpsmene"/>
      </w:pPr>
      <w:r w:rsidRPr="000B422C">
        <w:t xml:space="preserve">zabrání motorovému vozidlu v jízdě použitím technického prostředku k zabránění odjezdu vozidla. </w:t>
      </w:r>
    </w:p>
    <w:p w:rsidR="004E1F59" w:rsidRPr="000B422C" w:rsidRDefault="004E1F59" w:rsidP="00ED2AF8">
      <w:pPr>
        <w:pStyle w:val="Textodstavce"/>
      </w:pPr>
      <w:r w:rsidRPr="000B422C">
        <w:t xml:space="preserve">Policista o zadržení tabulek registrační značky nebo použití technického prostředku k zabránění odjezdu vozidla sepíše úřední </w:t>
      </w:r>
      <w:bookmarkStart w:id="5" w:name="_Hlk46948902"/>
      <w:r w:rsidRPr="000B422C">
        <w:t xml:space="preserve">záznam, který </w:t>
      </w:r>
      <w:bookmarkEnd w:id="5"/>
      <w:r w:rsidRPr="000B422C">
        <w:t xml:space="preserve">obsahuje </w:t>
      </w:r>
    </w:p>
    <w:p w:rsidR="004E1F59" w:rsidRPr="000B422C" w:rsidRDefault="004E1F59" w:rsidP="00ED2AF8">
      <w:pPr>
        <w:pStyle w:val="Textpsmene"/>
      </w:pPr>
      <w:r w:rsidRPr="000B422C">
        <w:t xml:space="preserve">údaje o kontrolovaném motorovém vozidle, </w:t>
      </w:r>
    </w:p>
    <w:p w:rsidR="004E1F59" w:rsidRPr="000B422C" w:rsidRDefault="004E1F59" w:rsidP="00ED2AF8">
      <w:pPr>
        <w:pStyle w:val="Textpsmene"/>
      </w:pPr>
      <w:r w:rsidRPr="000B422C">
        <w:t>údaje o osobě, která byla řidičem kontrolovaného motorového vozidla v době zadržení tabulek registrační značky nebo použití technického prostředku k zabránění odjezdu vozidla,</w:t>
      </w:r>
    </w:p>
    <w:p w:rsidR="004E1F59" w:rsidRPr="008E405A" w:rsidRDefault="004E1F59" w:rsidP="00ED2AF8">
      <w:pPr>
        <w:pStyle w:val="Textpsmene"/>
      </w:pPr>
      <w:r w:rsidRPr="008E405A">
        <w:t xml:space="preserve">identifikační údaje osoby, která má nedoplatek </w:t>
      </w:r>
      <w:r w:rsidRPr="00AF4EC5">
        <w:t xml:space="preserve">podle </w:t>
      </w:r>
      <w:r w:rsidRPr="008E405A">
        <w:t>§ 42a odst. 1,</w:t>
      </w:r>
    </w:p>
    <w:p w:rsidR="004E1F59" w:rsidRPr="008E405A" w:rsidRDefault="004E1F59" w:rsidP="00ED2AF8">
      <w:pPr>
        <w:pStyle w:val="Textpsmene"/>
      </w:pPr>
      <w:r w:rsidRPr="008E405A">
        <w:t xml:space="preserve">výši nedoplatku </w:t>
      </w:r>
      <w:r w:rsidRPr="00AF4EC5">
        <w:t xml:space="preserve">podle </w:t>
      </w:r>
      <w:r w:rsidRPr="008E405A">
        <w:t>§ 42a odst. 1,</w:t>
      </w:r>
    </w:p>
    <w:p w:rsidR="004E1F59" w:rsidRPr="008E405A" w:rsidRDefault="004E1F59" w:rsidP="00ED2AF8">
      <w:pPr>
        <w:pStyle w:val="Textpsmene"/>
      </w:pPr>
      <w:r w:rsidRPr="008E405A">
        <w:t>údaje o útvaru policie, kd</w:t>
      </w:r>
      <w:r>
        <w:t>e</w:t>
      </w:r>
      <w:r w:rsidRPr="008E405A">
        <w:t xml:space="preserve"> je možné nedoplatek </w:t>
      </w:r>
      <w:r w:rsidRPr="000B422C">
        <w:t xml:space="preserve">podle § 42a odst. 1 </w:t>
      </w:r>
      <w:r w:rsidRPr="008E405A">
        <w:t xml:space="preserve">uhradit nebo prokázat jeho uhrazení, vyzvednout zadržené tabulky registrační značky nebo se domáhat odstranění technického prostředku k zabránění odjezdu vozidla, </w:t>
      </w:r>
      <w:r>
        <w:t>a času, kdy je tak možné učinit,</w:t>
      </w:r>
    </w:p>
    <w:p w:rsidR="004E1F59" w:rsidRPr="008E405A" w:rsidRDefault="004E1F59" w:rsidP="00ED2AF8">
      <w:pPr>
        <w:pStyle w:val="Textpsmene"/>
      </w:pPr>
      <w:r w:rsidRPr="008E405A">
        <w:t>poučení o důsledku zadržení tabulek registrační značky nebo použití technického prostředku k zabránění odjezdu vozidla a</w:t>
      </w:r>
    </w:p>
    <w:p w:rsidR="004E1F59" w:rsidRPr="000B422C" w:rsidRDefault="004E1F59" w:rsidP="00ED2AF8">
      <w:pPr>
        <w:pStyle w:val="Textpsmene"/>
      </w:pPr>
      <w:r w:rsidRPr="000B422C">
        <w:t>poučení o možnosti podat stížnost podle § 42d.</w:t>
      </w:r>
    </w:p>
    <w:p w:rsidR="004E1F59" w:rsidRPr="000B422C" w:rsidRDefault="004E1F59" w:rsidP="00ED2AF8">
      <w:pPr>
        <w:pStyle w:val="Textodstavce"/>
      </w:pPr>
      <w:r w:rsidRPr="000B422C">
        <w:t xml:space="preserve">Policista předá stejnopis úředního záznamu podle odstavce 2 řidiči kontrolovaného motorového vozidla. </w:t>
      </w:r>
    </w:p>
    <w:p w:rsidR="004E1F59" w:rsidRPr="000B422C" w:rsidRDefault="004E1F59" w:rsidP="00ED2AF8">
      <w:pPr>
        <w:pStyle w:val="Textodstavce"/>
      </w:pPr>
      <w:r w:rsidRPr="000B422C">
        <w:t>Není-li řidič kontrolovaného motorového vozidla současně jeho provozovatelem, vyrozumí policie o zadržení tabulek registrační značky nebo použití technického prostředku k zabránění odjezdu vozidla provozovatele tohoto vozidla, je-li to bez zbytečných obtíží možné. Ve vyrozumění provozovatele motorového vozidla, je-li osobou, která má nedoplatek podle §</w:t>
      </w:r>
      <w:r>
        <w:t> </w:t>
      </w:r>
      <w:r w:rsidRPr="000B422C">
        <w:t>42a odst. 1, uvede policie údaje podle odstavce 2, s výjimkou údaje o výši nedoplatku řidiče kontrolovaného motorového vozidla. Ve vyrozumění provozovatele motorového vozidla, který není osobou, která má nedoplatek podle § 42a odst. 1, uvede policie údaje podle odstavce 2 písm. a), b) a e) až g).</w:t>
      </w:r>
    </w:p>
    <w:p w:rsidR="004E1F59" w:rsidRPr="000B422C" w:rsidRDefault="004E1F59" w:rsidP="00ED2AF8">
      <w:pPr>
        <w:pStyle w:val="Textodstavce"/>
      </w:pPr>
      <w:r w:rsidRPr="000B422C">
        <w:t>Škody způsobené v souvislosti se zadržením tabulek registrační značky nebo s použitím technického prostředku k zabránění odjezdu vozidla, zejména škody způsobené omezením užívání motorového vozidla, náklady spojené s jízdou motorového vozidla do místa odstavení a s odstavením tohoto vozidla jdou k tíži osoby, která má nedoplatek podle § 42a odst. 1. Odpovědnost řidiče nebo provozovatele motorového vozidla za vozidlo, náklad a přepravované osoby není zadržením tabulek registrační značky nebo použitím technického prostředku k zabránění odjezdu vozidla dotčena.</w:t>
      </w:r>
    </w:p>
    <w:p w:rsidR="004E1F59" w:rsidRPr="000B422C" w:rsidRDefault="004E1F59" w:rsidP="00ED2AF8">
      <w:pPr>
        <w:pStyle w:val="Textodstavce"/>
      </w:pPr>
      <w:r w:rsidRPr="000B422C">
        <w:t>Policista není oprávněn zadržet tabulky registrační značky motorového vozidla a</w:t>
      </w:r>
      <w:r>
        <w:t> </w:t>
      </w:r>
      <w:r w:rsidRPr="000B422C">
        <w:t xml:space="preserve">zabránit motorovému vozidlu v jízdě, jedná-li se o vozidlo základních složek integrovaného </w:t>
      </w:r>
      <w:r w:rsidRPr="00264A38">
        <w:t xml:space="preserve">záchranného systému, </w:t>
      </w:r>
      <w:bookmarkStart w:id="6" w:name="_Hlk46949659"/>
      <w:r w:rsidRPr="00264A38">
        <w:t xml:space="preserve">ozbrojených sil, bezpečnostních sborů, jednotek požární ochrany, zpravodajských služeb, Horské služby, </w:t>
      </w:r>
      <w:bookmarkEnd w:id="6"/>
      <w:r w:rsidRPr="00264A38">
        <w:t>obecní policie nebo vozidlo osoby požívající výsad a</w:t>
      </w:r>
      <w:r>
        <w:t> </w:t>
      </w:r>
      <w:r w:rsidRPr="00264A38">
        <w:t xml:space="preserve">imunit </w:t>
      </w:r>
      <w:r w:rsidRPr="000B422C">
        <w:t xml:space="preserve">podle zákona nebo mezinárodní smlouvy. </w:t>
      </w:r>
    </w:p>
    <w:p w:rsidR="004E1F59" w:rsidRPr="000B422C" w:rsidRDefault="004E1F59" w:rsidP="00ED2AF8">
      <w:pPr>
        <w:pStyle w:val="Textodstavce"/>
      </w:pPr>
      <w:r w:rsidRPr="000B422C">
        <w:t xml:space="preserve">Policista nemusí v případech hodných zvláštního zřetele zadržet tabulky registrační značky motorového vozidla nebo zabránit motorovému vozidlu v jízdě. O tomto postupu sepíše úřední záznam, který obsahuje </w:t>
      </w:r>
    </w:p>
    <w:p w:rsidR="004E1F59" w:rsidRPr="000B422C" w:rsidRDefault="004E1F59" w:rsidP="00ED2AF8">
      <w:pPr>
        <w:pStyle w:val="Textpsmene"/>
      </w:pPr>
      <w:r w:rsidRPr="000B422C">
        <w:t xml:space="preserve">údaje o kontrolovaném motorovém vozidle, </w:t>
      </w:r>
    </w:p>
    <w:p w:rsidR="004E1F59" w:rsidRPr="000B422C" w:rsidRDefault="004E1F59" w:rsidP="00ED2AF8">
      <w:pPr>
        <w:pStyle w:val="Textpsmene"/>
      </w:pPr>
      <w:r w:rsidRPr="000B422C">
        <w:t xml:space="preserve">údaje o osobě, která byla řidičem </w:t>
      </w:r>
      <w:bookmarkStart w:id="7" w:name="_Hlk46949799"/>
      <w:r w:rsidRPr="000B422C">
        <w:t>kontrolovaného</w:t>
      </w:r>
      <w:bookmarkEnd w:id="7"/>
      <w:r w:rsidRPr="000B422C">
        <w:t xml:space="preserve"> motorového vozidla,</w:t>
      </w:r>
    </w:p>
    <w:p w:rsidR="004E1F59" w:rsidRPr="00AF4EC5" w:rsidRDefault="004E1F59" w:rsidP="00ED2AF8">
      <w:pPr>
        <w:pStyle w:val="Textpsmene"/>
      </w:pPr>
      <w:r w:rsidRPr="008E405A">
        <w:t xml:space="preserve">identifikační údaje osoby, která má nedoplatek </w:t>
      </w:r>
      <w:r w:rsidRPr="00AF4EC5">
        <w:t>podle § 42a odst. 1,</w:t>
      </w:r>
    </w:p>
    <w:p w:rsidR="004E1F59" w:rsidRPr="000B422C" w:rsidRDefault="004E1F59" w:rsidP="00ED2AF8">
      <w:pPr>
        <w:pStyle w:val="Textpsmene"/>
      </w:pPr>
      <w:r w:rsidRPr="00AF4EC5">
        <w:t xml:space="preserve">výši </w:t>
      </w:r>
      <w:r w:rsidR="00F033E4">
        <w:t>nedoplatku podle § 42a odst. 1</w:t>
      </w:r>
      <w:r w:rsidRPr="000B422C">
        <w:t xml:space="preserve"> a</w:t>
      </w:r>
    </w:p>
    <w:p w:rsidR="004E1F59" w:rsidRPr="000B422C" w:rsidRDefault="004E1F59" w:rsidP="00ED2AF8">
      <w:pPr>
        <w:pStyle w:val="Textpsmene"/>
      </w:pPr>
      <w:r w:rsidRPr="000B422C">
        <w:t>důvod</w:t>
      </w:r>
      <w:bookmarkStart w:id="8" w:name="_Hlk46949885"/>
      <w:r w:rsidRPr="000B422C">
        <w:t>, pro který policista nepostupoval</w:t>
      </w:r>
      <w:bookmarkEnd w:id="8"/>
      <w:r w:rsidRPr="000B422C">
        <w:t xml:space="preserve"> podle odstavce 1. </w:t>
      </w:r>
    </w:p>
    <w:p w:rsidR="004E1F59" w:rsidRPr="000B422C" w:rsidRDefault="004E1F59" w:rsidP="00ED2AF8">
      <w:pPr>
        <w:pStyle w:val="Textodstavce"/>
      </w:pPr>
      <w:r w:rsidRPr="000B422C">
        <w:t>O zadržení tabulek registrační značky motorového vozidla registrovaného v  České republice informuje policie Ministerstvo dopravy způsobem umožňujícím dálkový a nepřetržitý přístup.</w:t>
      </w:r>
    </w:p>
    <w:p w:rsidR="004E1F59" w:rsidRPr="002D1117" w:rsidRDefault="004E1F59" w:rsidP="00ED2AF8">
      <w:pPr>
        <w:pStyle w:val="Paragraf"/>
        <w:keepNext w:val="0"/>
        <w:keepLines w:val="0"/>
        <w:widowControl w:val="0"/>
        <w:spacing w:before="0"/>
      </w:pPr>
      <w:r w:rsidRPr="002D1117">
        <w:t>§ 42c</w:t>
      </w:r>
    </w:p>
    <w:p w:rsidR="004E1F59" w:rsidRPr="008F743F" w:rsidRDefault="004E1F59" w:rsidP="00ED2AF8">
      <w:pPr>
        <w:pStyle w:val="Nadpisparagrafu"/>
      </w:pPr>
      <w:r w:rsidRPr="008F743F">
        <w:t>Vrácení tabulek registrační značky a odstranění technického prostředku k zabránění odjezdu vozidla</w:t>
      </w:r>
    </w:p>
    <w:p w:rsidR="004E1F59" w:rsidRPr="002D1117" w:rsidRDefault="004E1F59" w:rsidP="00ED2AF8">
      <w:pPr>
        <w:pStyle w:val="Textodstavce"/>
        <w:numPr>
          <w:ilvl w:val="0"/>
          <w:numId w:val="12"/>
        </w:numPr>
      </w:pPr>
      <w:r w:rsidRPr="002D1117">
        <w:t xml:space="preserve">Pokud řidič motorového vozidla, který není jeho provozovatelem, a provozovatel tohoto vozidla nemají nedoplatek </w:t>
      </w:r>
      <w:r w:rsidRPr="00AF4EC5">
        <w:t xml:space="preserve">podle </w:t>
      </w:r>
      <w:r w:rsidRPr="002D1117">
        <w:t xml:space="preserve">§ 42a odst. 1, je řidič motorového vozidla, který není jeho provozovatelem, oprávněn </w:t>
      </w:r>
    </w:p>
    <w:p w:rsidR="004E1F59" w:rsidRPr="002D1117" w:rsidRDefault="004E1F59" w:rsidP="00ED2AF8">
      <w:pPr>
        <w:pStyle w:val="Textpsmene"/>
      </w:pPr>
      <w:r w:rsidRPr="002D1117">
        <w:t>vyzvednout si zadržené tabulky registrační značky, nebo</w:t>
      </w:r>
    </w:p>
    <w:p w:rsidR="004E1F59" w:rsidRPr="002D1117" w:rsidRDefault="004E1F59" w:rsidP="00ED2AF8">
      <w:pPr>
        <w:pStyle w:val="Textpsmene"/>
      </w:pPr>
      <w:r w:rsidRPr="002D1117">
        <w:t xml:space="preserve">domáhat se odstranění technického prostředku k zabránění odjezdu vozidla. </w:t>
      </w:r>
    </w:p>
    <w:p w:rsidR="004E1F59" w:rsidRPr="002D1117" w:rsidRDefault="004E1F59" w:rsidP="00ED2AF8">
      <w:pPr>
        <w:pStyle w:val="Textodstavce"/>
      </w:pPr>
      <w:r w:rsidRPr="002D1117">
        <w:t xml:space="preserve">Provozovatel motorového vozidla, který nemá nedoplatek </w:t>
      </w:r>
      <w:r w:rsidRPr="00AF4EC5">
        <w:t xml:space="preserve">podle </w:t>
      </w:r>
      <w:r w:rsidRPr="002D1117">
        <w:t>§ 42a odst. 1, je oprávněn</w:t>
      </w:r>
    </w:p>
    <w:p w:rsidR="004E1F59" w:rsidRPr="002D1117" w:rsidRDefault="004E1F59" w:rsidP="00ED2AF8">
      <w:pPr>
        <w:pStyle w:val="Textpsmene"/>
      </w:pPr>
      <w:r w:rsidRPr="002D1117">
        <w:t>vyzvednout si zadržené tabulky registrační značky, nebo</w:t>
      </w:r>
    </w:p>
    <w:p w:rsidR="004E1F59" w:rsidRPr="002D1117" w:rsidRDefault="004E1F59" w:rsidP="00ED2AF8">
      <w:pPr>
        <w:pStyle w:val="Textpsmene"/>
      </w:pPr>
      <w:r w:rsidRPr="002D1117">
        <w:t>domáhat se odstranění technického prostředku k zabránění odjezdu vozidla.</w:t>
      </w:r>
    </w:p>
    <w:p w:rsidR="004E1F59" w:rsidRPr="002D1117" w:rsidRDefault="004E1F59" w:rsidP="00ED2AF8">
      <w:pPr>
        <w:pStyle w:val="Textodstavce"/>
      </w:pPr>
      <w:r w:rsidRPr="002D1117">
        <w:t xml:space="preserve">Pokud tabulky registrační značky nebyly vyzvednuty do 1 roku od </w:t>
      </w:r>
      <w:r>
        <w:t xml:space="preserve">jejich </w:t>
      </w:r>
      <w:r w:rsidRPr="002D1117">
        <w:t>zadržení, předá je policie příslušnému obecnímu úřadu obce s rozšířenou působností, jde-li o tabulky registrační značky motorového vozidla</w:t>
      </w:r>
      <w:r>
        <w:t xml:space="preserve"> </w:t>
      </w:r>
      <w:r w:rsidRPr="002D1117">
        <w:t>registrovaného v </w:t>
      </w:r>
      <w:r w:rsidRPr="00955A19">
        <w:t>České republice</w:t>
      </w:r>
      <w:r>
        <w:t>,</w:t>
      </w:r>
      <w:r w:rsidRPr="002D1117">
        <w:t xml:space="preserve"> v ostatních případech prostřednictvím zastupitelského úřadu státu poslední registrace motorového vozidla.</w:t>
      </w:r>
    </w:p>
    <w:p w:rsidR="004E1F59" w:rsidRPr="000B422C" w:rsidRDefault="004E1F59" w:rsidP="00ED2AF8">
      <w:pPr>
        <w:pStyle w:val="Textodstavce"/>
      </w:pPr>
      <w:r w:rsidRPr="002D1117">
        <w:t xml:space="preserve">O vyzvednutí tabulek registrační značky </w:t>
      </w:r>
      <w:r w:rsidRPr="000B422C">
        <w:t>motorového vozidla registrovaného v České republice podle odstavců 1 a 2 a o jejich předání příslušnému úřadu obce s rozšířenou působností podle odstavce 3 informuje policie Ministerstvo dopravy způsobem umožňujícím dálkový a nepřetržitý přístup.</w:t>
      </w:r>
    </w:p>
    <w:p w:rsidR="004E1F59" w:rsidRPr="000B422C" w:rsidRDefault="004E1F59" w:rsidP="004651C8">
      <w:pPr>
        <w:pStyle w:val="Paragraf"/>
      </w:pPr>
      <w:r w:rsidRPr="000B422C">
        <w:t>§ 42d</w:t>
      </w:r>
    </w:p>
    <w:p w:rsidR="004E1F59" w:rsidRPr="000B422C" w:rsidRDefault="004E1F59" w:rsidP="00ED2AF8">
      <w:pPr>
        <w:pStyle w:val="Nadpisparagrafu"/>
      </w:pPr>
      <w:r w:rsidRPr="000B422C">
        <w:t>Stížnost</w:t>
      </w:r>
    </w:p>
    <w:p w:rsidR="004E1F59" w:rsidRDefault="004E1F59" w:rsidP="00ED2AF8">
      <w:pPr>
        <w:pStyle w:val="Textparagrafu"/>
      </w:pPr>
      <w:r w:rsidRPr="000B422C">
        <w:t>Proti postupu policisty nebo policie podle § 42a až 42c lze podat stížnost.“.</w:t>
      </w:r>
    </w:p>
    <w:p w:rsidR="00B2780D" w:rsidRPr="003C2271" w:rsidRDefault="00B2780D" w:rsidP="004651C8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V § 44 se na konci odstavce 1 doplňuje věta „Pokud společné obydlí obývá nezletilé dítě, považuje se za ohroženou osobu podle této hlavy.“.</w:t>
      </w:r>
    </w:p>
    <w:p w:rsidR="00B2780D" w:rsidRPr="003C2271" w:rsidRDefault="00B2780D" w:rsidP="004651C8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V § 45 odst. 3 větě první se za slovo „informace“ vkládají slova „o pomoci osobám s násilným chováním a“.</w:t>
      </w:r>
    </w:p>
    <w:p w:rsidR="00B2780D" w:rsidRPr="003C2271" w:rsidRDefault="00B2780D" w:rsidP="004651C8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V § 47 odst. 3 větě první se slova „vstupu policisty do společného obydlí“ nahrazují slovy „provedení vykázání“.</w:t>
      </w:r>
    </w:p>
    <w:p w:rsidR="00B2780D" w:rsidRPr="003C2271" w:rsidRDefault="00B2780D" w:rsidP="004651C8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V § 49 se za odstavec 1 vkládá nový odstavec 2, který zní:</w:t>
      </w:r>
    </w:p>
    <w:p w:rsidR="004651C8" w:rsidRPr="003C2271" w:rsidRDefault="00B2780D" w:rsidP="004651C8">
      <w:pPr>
        <w:pStyle w:val="Textparagrafu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ab/>
        <w:t>„(2) Policie může dále zajišťovat v rámci plnění svých úkolů bezpečnost dalších osob určených ministrem. Rozsah a způsob takového zajištění bezpečnosti stanoví na návrh policejního prezidenta ministr.“.</w:t>
      </w:r>
    </w:p>
    <w:p w:rsidR="004651C8" w:rsidRDefault="004651C8" w:rsidP="004651C8">
      <w:pPr>
        <w:pStyle w:val="Bezmezer"/>
      </w:pPr>
    </w:p>
    <w:p w:rsidR="00B2780D" w:rsidRPr="003C2271" w:rsidRDefault="004651C8" w:rsidP="00B2780D">
      <w:pPr>
        <w:suppressAutoHyphens/>
        <w:spacing w:after="120" w:line="276" w:lineRule="auto"/>
        <w:rPr>
          <w:rFonts w:eastAsia="Calibri"/>
          <w:lang w:eastAsia="ar-SA"/>
        </w:rPr>
      </w:pPr>
      <w:r>
        <w:rPr>
          <w:rFonts w:eastAsia="Calibri"/>
          <w:lang w:eastAsia="ar-SA"/>
        </w:rPr>
        <w:t>D</w:t>
      </w:r>
      <w:r w:rsidR="00B2780D" w:rsidRPr="003C2271">
        <w:rPr>
          <w:rFonts w:eastAsia="Calibri"/>
          <w:lang w:eastAsia="ar-SA"/>
        </w:rPr>
        <w:t>osavadní odstavce 2 až 5 se označují jako odstavce 3 až 6.</w:t>
      </w:r>
    </w:p>
    <w:p w:rsidR="00B2780D" w:rsidRPr="003C2271" w:rsidRDefault="00B2780D" w:rsidP="004651C8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V § 49 odst. 3 úvodní části ustanovení se za slova „odstavce 1“ vkládají slova „nebo 2“.</w:t>
      </w:r>
    </w:p>
    <w:p w:rsidR="00B2780D" w:rsidRPr="003C2271" w:rsidRDefault="00B2780D" w:rsidP="004651C8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V § 49 odst. 4 se číslo „2“ nahrazuje číslem „3“.</w:t>
      </w:r>
    </w:p>
    <w:p w:rsidR="00B2780D" w:rsidRPr="003C2271" w:rsidRDefault="00B2780D" w:rsidP="004651C8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V § 50 odst. 2 větě první se za text „odst. 1“ vkládá text „nebo 2“.</w:t>
      </w:r>
    </w:p>
    <w:p w:rsidR="00B2780D" w:rsidRPr="003C2271" w:rsidRDefault="00B2780D" w:rsidP="004651C8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V § 54 se na konci písmene d) slovo „nebo“ zrušuje.</w:t>
      </w:r>
    </w:p>
    <w:p w:rsidR="00B2780D" w:rsidRPr="003C2271" w:rsidRDefault="00B2780D" w:rsidP="004651C8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V § 54 se na konci písmene e) doplňuje slovo „nebo“ a za písmeno e) se vkládá písmeno f), které zní:</w:t>
      </w:r>
    </w:p>
    <w:p w:rsidR="00B2780D" w:rsidRPr="003C2271" w:rsidRDefault="00B2780D" w:rsidP="004651C8">
      <w:pPr>
        <w:pStyle w:val="Psmeno"/>
        <w:keepNext w:val="0"/>
        <w:keepLines w:val="0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„f)</w:t>
      </w:r>
      <w:r w:rsidR="004651C8">
        <w:rPr>
          <w:rFonts w:eastAsia="Calibri"/>
          <w:lang w:eastAsia="ar-SA"/>
        </w:rPr>
        <w:tab/>
      </w:r>
      <w:r w:rsidRPr="003C2271">
        <w:rPr>
          <w:rFonts w:eastAsia="Calibri"/>
          <w:lang w:eastAsia="ar-SA"/>
        </w:rPr>
        <w:t>převzaté policistou od zdravotnického zařízení, které vůči této osobě provádí výkon ochranného léčení formou ochranného ústavního léčení podle jiného právního předpisu</w:t>
      </w:r>
      <w:r w:rsidRPr="003C2271">
        <w:rPr>
          <w:rFonts w:eastAsia="Calibri"/>
          <w:vertAlign w:val="superscript"/>
          <w:lang w:eastAsia="ar-SA"/>
        </w:rPr>
        <w:t>47)</w:t>
      </w:r>
      <w:r w:rsidRPr="003C2271">
        <w:rPr>
          <w:rFonts w:eastAsia="Calibri"/>
          <w:lang w:eastAsia="ar-SA"/>
        </w:rPr>
        <w:t>,“.</w:t>
      </w:r>
    </w:p>
    <w:p w:rsidR="00B2780D" w:rsidRPr="003C2271" w:rsidRDefault="00B2780D" w:rsidP="004651C8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V § 66 odst. 2 se slova „agend orgánů veřejné moci“ nahrazují slovy „agend, orgánů veřejné moci, soukromoprávních uživatelů údajů“ a za slova „centrálního registru řidičů</w:t>
      </w:r>
      <w:r w:rsidRPr="003C2271">
        <w:rPr>
          <w:rFonts w:eastAsia="Calibri"/>
          <w:vertAlign w:val="superscript"/>
          <w:lang w:eastAsia="ar-SA"/>
        </w:rPr>
        <w:t>10)</w:t>
      </w:r>
      <w:r w:rsidRPr="003C2271">
        <w:rPr>
          <w:rFonts w:eastAsia="Calibri"/>
          <w:lang w:eastAsia="ar-SA"/>
        </w:rPr>
        <w:t xml:space="preserve">“ se vkládají </w:t>
      </w:r>
      <w:proofErr w:type="gramStart"/>
      <w:r w:rsidRPr="003C2271">
        <w:rPr>
          <w:rFonts w:eastAsia="Calibri"/>
          <w:lang w:eastAsia="ar-SA"/>
        </w:rPr>
        <w:t>slova „</w:t>
      </w:r>
      <w:r w:rsidR="00F033E4">
        <w:rPr>
          <w:rFonts w:eastAsia="Calibri"/>
          <w:lang w:eastAsia="ar-SA"/>
        </w:rPr>
        <w:t> </w:t>
      </w:r>
      <w:r w:rsidRPr="003C2271">
        <w:rPr>
          <w:rFonts w:eastAsia="Calibri"/>
          <w:lang w:eastAsia="ar-SA"/>
        </w:rPr>
        <w:t>, rejstříků</w:t>
      </w:r>
      <w:proofErr w:type="gramEnd"/>
      <w:r w:rsidRPr="003C2271">
        <w:rPr>
          <w:rFonts w:eastAsia="Calibri"/>
          <w:lang w:eastAsia="ar-SA"/>
        </w:rPr>
        <w:t xml:space="preserve"> a evidencí vedených Úřadem pro civilní letectví a databází vedených Řízením letového provozu České republiky</w:t>
      </w:r>
      <w:r w:rsidRPr="003C2271">
        <w:rPr>
          <w:rFonts w:eastAsia="Calibri"/>
          <w:vertAlign w:val="superscript"/>
          <w:lang w:eastAsia="ar-SA"/>
        </w:rPr>
        <w:t>40)</w:t>
      </w:r>
      <w:r w:rsidRPr="003C2271">
        <w:rPr>
          <w:rFonts w:eastAsia="Calibri"/>
          <w:lang w:eastAsia="ar-SA"/>
        </w:rPr>
        <w:t>, evidencí vydaných povolení k zaměstnání a informací týkajících se cizinců vedených krajskými pobočkami Úřadu práce České republiky</w:t>
      </w:r>
      <w:r w:rsidRPr="003C2271">
        <w:rPr>
          <w:rFonts w:eastAsia="Calibri"/>
          <w:vertAlign w:val="superscript"/>
          <w:lang w:eastAsia="ar-SA"/>
        </w:rPr>
        <w:t>50)</w:t>
      </w:r>
      <w:r w:rsidRPr="003C2271">
        <w:rPr>
          <w:rFonts w:eastAsia="Calibri"/>
          <w:lang w:eastAsia="ar-SA"/>
        </w:rPr>
        <w:t>“.</w:t>
      </w:r>
    </w:p>
    <w:p w:rsidR="00B2780D" w:rsidRPr="003C2271" w:rsidRDefault="00B2780D" w:rsidP="00B2780D">
      <w:pPr>
        <w:suppressAutoHyphens/>
        <w:spacing w:after="120" w:line="276" w:lineRule="auto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Poznámka pod čarou č. 50 zní:</w:t>
      </w:r>
    </w:p>
    <w:p w:rsidR="00B2780D" w:rsidRPr="003C2271" w:rsidRDefault="004651C8" w:rsidP="00B2780D">
      <w:pPr>
        <w:suppressAutoHyphens/>
        <w:spacing w:after="120" w:line="276" w:lineRule="auto"/>
        <w:rPr>
          <w:rFonts w:eastAsia="Calibri"/>
          <w:lang w:eastAsia="ar-SA"/>
        </w:rPr>
      </w:pPr>
      <w:r>
        <w:rPr>
          <w:rFonts w:eastAsia="Calibri"/>
          <w:lang w:eastAsia="ar-SA"/>
        </w:rPr>
        <w:t>_______________</w:t>
      </w:r>
    </w:p>
    <w:p w:rsidR="00B2780D" w:rsidRPr="003C2271" w:rsidRDefault="00B2780D" w:rsidP="004651C8">
      <w:pPr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„</w:t>
      </w:r>
      <w:r w:rsidRPr="003C2271">
        <w:rPr>
          <w:rFonts w:eastAsia="Calibri"/>
          <w:vertAlign w:val="superscript"/>
          <w:lang w:eastAsia="ar-SA"/>
        </w:rPr>
        <w:t>50)</w:t>
      </w:r>
      <w:r w:rsidR="004651C8">
        <w:rPr>
          <w:rFonts w:eastAsia="Calibri"/>
          <w:vertAlign w:val="superscript"/>
          <w:lang w:eastAsia="ar-SA"/>
        </w:rPr>
        <w:tab/>
      </w:r>
      <w:r w:rsidRPr="003C2271">
        <w:rPr>
          <w:rFonts w:eastAsia="Calibri"/>
          <w:lang w:eastAsia="ar-SA"/>
        </w:rPr>
        <w:t>§ 102 zákona č. 435/2004 Sb., o zaměstnanosti, ve znění pozdějších předpisů.“.</w:t>
      </w:r>
    </w:p>
    <w:p w:rsidR="00B2780D" w:rsidRPr="003C2271" w:rsidRDefault="00B2780D" w:rsidP="004651C8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V § 67 odst. 1 se za písmeno a) vkládá nové písmeno b), které zní:</w:t>
      </w:r>
    </w:p>
    <w:p w:rsidR="00B2780D" w:rsidRPr="003C2271" w:rsidRDefault="00590A44" w:rsidP="00590A44">
      <w:pPr>
        <w:pStyle w:val="Psmeno"/>
        <w:rPr>
          <w:rFonts w:eastAsia="Calibri"/>
          <w:lang w:eastAsia="ar-SA"/>
        </w:rPr>
      </w:pPr>
      <w:r>
        <w:rPr>
          <w:rFonts w:eastAsia="Calibri"/>
          <w:lang w:eastAsia="ar-SA"/>
        </w:rPr>
        <w:t>„b)</w:t>
      </w:r>
      <w:r>
        <w:rPr>
          <w:rFonts w:eastAsia="Calibri"/>
          <w:lang w:eastAsia="ar-SA"/>
        </w:rPr>
        <w:tab/>
      </w:r>
      <w:r w:rsidR="00B2780D" w:rsidRPr="003C2271">
        <w:rPr>
          <w:rFonts w:eastAsia="Calibri"/>
          <w:lang w:eastAsia="ar-SA"/>
        </w:rPr>
        <w:t>opis z evidence přestupků vedené Rejstříkem trestů,“.</w:t>
      </w:r>
    </w:p>
    <w:p w:rsidR="00590A44" w:rsidRPr="00590A44" w:rsidRDefault="00590A44" w:rsidP="00590A44">
      <w:pPr>
        <w:pStyle w:val="Bezmezer"/>
      </w:pPr>
    </w:p>
    <w:p w:rsidR="00B2780D" w:rsidRPr="003C2271" w:rsidRDefault="00B2780D" w:rsidP="00B2780D">
      <w:pPr>
        <w:suppressAutoHyphens/>
        <w:spacing w:after="120" w:line="276" w:lineRule="auto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Dosavadní písmena b) až d) se označují jako písmena c) až e).</w:t>
      </w:r>
    </w:p>
    <w:p w:rsidR="00B2780D" w:rsidRPr="003C2271" w:rsidRDefault="00B2780D" w:rsidP="00590A44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V § 67 odst. 3 se slova „b) nebo c)“ nahrazují slovy „c) nebo d)“.</w:t>
      </w:r>
    </w:p>
    <w:p w:rsidR="00B2780D" w:rsidRPr="003C2271" w:rsidRDefault="00B2780D" w:rsidP="00590A44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V § 68 odst. 3 písm. b) se za slovo „zdravotních“ vkládají slova „nebo sociálních“.</w:t>
      </w:r>
    </w:p>
    <w:p w:rsidR="00B2780D" w:rsidRPr="003C2271" w:rsidRDefault="00B2780D" w:rsidP="00590A44">
      <w:pPr>
        <w:pStyle w:val="Novelizanbod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V § 70 odst. 2 větě první se slova „se zastíráním skutečného účelu své činnosti“ zrušují a ve větě druhé se za slova „policista oprávněn“ vkládají slova „zastírat svoji příslušnost k policii a skutečný účel své činnosti a“.</w:t>
      </w:r>
    </w:p>
    <w:p w:rsidR="00B2780D" w:rsidRPr="003C2271" w:rsidRDefault="00B2780D" w:rsidP="00590A44">
      <w:pPr>
        <w:pStyle w:val="Novelizanbod"/>
        <w:rPr>
          <w:lang w:eastAsia="ar-SA"/>
        </w:rPr>
      </w:pPr>
      <w:r w:rsidRPr="003C2271">
        <w:rPr>
          <w:lang w:eastAsia="ar-SA"/>
        </w:rPr>
        <w:t xml:space="preserve">V § 79 se na konci textu odstavce 3 doplňují </w:t>
      </w:r>
      <w:proofErr w:type="gramStart"/>
      <w:r w:rsidRPr="003C2271">
        <w:rPr>
          <w:lang w:eastAsia="ar-SA"/>
        </w:rPr>
        <w:t>slova „</w:t>
      </w:r>
      <w:r w:rsidR="00F033E4">
        <w:rPr>
          <w:lang w:eastAsia="ar-SA"/>
        </w:rPr>
        <w:t xml:space="preserve"> </w:t>
      </w:r>
      <w:r w:rsidRPr="003C2271">
        <w:rPr>
          <w:lang w:eastAsia="ar-SA"/>
        </w:rPr>
        <w:t>, nebo</w:t>
      </w:r>
      <w:proofErr w:type="gramEnd"/>
      <w:r w:rsidRPr="003C2271">
        <w:rPr>
          <w:lang w:eastAsia="ar-SA"/>
        </w:rPr>
        <w:t xml:space="preserve"> při poskytování ochrany osob</w:t>
      </w:r>
      <w:r w:rsidRPr="003C2271">
        <w:rPr>
          <w:vertAlign w:val="superscript"/>
          <w:lang w:eastAsia="ar-SA"/>
        </w:rPr>
        <w:t>17)</w:t>
      </w:r>
      <w:r w:rsidRPr="003C2271">
        <w:rPr>
          <w:lang w:eastAsia="ar-SA"/>
        </w:rPr>
        <w:t>“.</w:t>
      </w:r>
    </w:p>
    <w:p w:rsidR="00B2780D" w:rsidRPr="003C2271" w:rsidRDefault="00B2780D" w:rsidP="00590A44">
      <w:pPr>
        <w:pStyle w:val="Novelizanbod"/>
        <w:rPr>
          <w:lang w:eastAsia="ar-SA"/>
        </w:rPr>
      </w:pPr>
      <w:r w:rsidRPr="003C2271">
        <w:rPr>
          <w:lang w:eastAsia="ar-SA"/>
        </w:rPr>
        <w:t>V § 84b odst. 6 větě druhé se za slovo „cestujícího,“ vkládají slova „a automatizovaně pořízené záznamy o zpracování těchto údajů“.</w:t>
      </w:r>
    </w:p>
    <w:p w:rsidR="00B2780D" w:rsidRPr="003C2271" w:rsidRDefault="00B2780D" w:rsidP="00590A44">
      <w:pPr>
        <w:pStyle w:val="Novelizanbod"/>
        <w:rPr>
          <w:lang w:eastAsia="ar-SA"/>
        </w:rPr>
      </w:pPr>
      <w:r w:rsidRPr="003C2271">
        <w:rPr>
          <w:lang w:eastAsia="ar-SA"/>
        </w:rPr>
        <w:t>V § 87 se dosavadní text označuje jako odstavec 1 a doplňuje se odstavec 2, který zní:</w:t>
      </w:r>
    </w:p>
    <w:p w:rsidR="00B2780D" w:rsidRPr="003C2271" w:rsidRDefault="00B2780D" w:rsidP="00590A44">
      <w:pPr>
        <w:pStyle w:val="Textparagrafu"/>
        <w:rPr>
          <w:lang w:eastAsia="ar-SA"/>
        </w:rPr>
      </w:pPr>
      <w:r w:rsidRPr="003C2271">
        <w:rPr>
          <w:lang w:eastAsia="ar-SA"/>
        </w:rPr>
        <w:tab/>
        <w:t>„(2) Automatizovaně pořizované záznamy o zpracování osobních údajů a záznamy uvedené v § 80b odst. 6 policie uchovává po dobu 3 let od jejich pořízení, nevyplyne</w:t>
      </w:r>
      <w:r w:rsidR="00EB4609">
        <w:rPr>
          <w:lang w:eastAsia="ar-SA"/>
        </w:rPr>
        <w:t>-li z postupu podle § 80a nebo</w:t>
      </w:r>
      <w:r w:rsidRPr="003C2271">
        <w:rPr>
          <w:lang w:eastAsia="ar-SA"/>
        </w:rPr>
        <w:t xml:space="preserve"> 88a jinak.“.</w:t>
      </w:r>
    </w:p>
    <w:p w:rsidR="00B2780D" w:rsidRPr="003C2271" w:rsidRDefault="00B2780D" w:rsidP="00590A44">
      <w:pPr>
        <w:pStyle w:val="Novelizanbod"/>
        <w:rPr>
          <w:lang w:eastAsia="ar-SA"/>
        </w:rPr>
      </w:pPr>
      <w:r w:rsidRPr="003C2271">
        <w:rPr>
          <w:lang w:eastAsia="ar-SA"/>
        </w:rPr>
        <w:t>V § 97 se doplňuje odstavec 3, který zní:</w:t>
      </w:r>
    </w:p>
    <w:p w:rsidR="00B2780D" w:rsidRPr="003C2271" w:rsidRDefault="00B2780D" w:rsidP="00590A44">
      <w:pPr>
        <w:pStyle w:val="Textparagrafu"/>
        <w:rPr>
          <w:lang w:eastAsia="ar-SA"/>
        </w:rPr>
      </w:pPr>
      <w:r w:rsidRPr="003C2271">
        <w:rPr>
          <w:lang w:eastAsia="ar-SA"/>
        </w:rPr>
        <w:tab/>
        <w:t>„(3) Má-li osoba dotčená činností policisty nebo zaměstnance policie za to, že její upozornění nebylo řádně vyřízeno, může požádat nadřízeného policistu nebo zaměstnance policie, aby přezkoumal způsob vyřízení upozornění.“.</w:t>
      </w:r>
    </w:p>
    <w:p w:rsidR="00B2780D" w:rsidRPr="003C2271" w:rsidRDefault="00B2780D" w:rsidP="00590A44">
      <w:pPr>
        <w:pStyle w:val="Novelizanbod"/>
        <w:rPr>
          <w:lang w:eastAsia="ar-SA"/>
        </w:rPr>
      </w:pPr>
      <w:r w:rsidRPr="003C2271">
        <w:rPr>
          <w:lang w:eastAsia="ar-SA"/>
        </w:rPr>
        <w:t>V § 111 se za písmeno a) vkládá nové písmeno b), které zní:</w:t>
      </w:r>
    </w:p>
    <w:p w:rsidR="00B2780D" w:rsidRPr="003C2271" w:rsidRDefault="00590A44" w:rsidP="00590A44">
      <w:pPr>
        <w:pStyle w:val="Psmeno"/>
        <w:rPr>
          <w:lang w:eastAsia="ar-SA"/>
        </w:rPr>
      </w:pPr>
      <w:r>
        <w:rPr>
          <w:lang w:eastAsia="ar-SA"/>
        </w:rPr>
        <w:t>„b)</w:t>
      </w:r>
      <w:r>
        <w:rPr>
          <w:lang w:eastAsia="ar-SA"/>
        </w:rPr>
        <w:tab/>
      </w:r>
      <w:r w:rsidR="00B2780D" w:rsidRPr="003C2271">
        <w:rPr>
          <w:lang w:eastAsia="ar-SA"/>
        </w:rPr>
        <w:t>přestupcích, rozumí se tím i jednání, které má znaky přestupku,“.</w:t>
      </w:r>
    </w:p>
    <w:p w:rsidR="00590A44" w:rsidRDefault="00590A44" w:rsidP="00590A44">
      <w:pPr>
        <w:pStyle w:val="Bezmezer"/>
      </w:pPr>
    </w:p>
    <w:p w:rsidR="00B2780D" w:rsidRPr="003C2271" w:rsidRDefault="00B2780D" w:rsidP="00B2780D">
      <w:pPr>
        <w:widowControl w:val="0"/>
        <w:tabs>
          <w:tab w:val="left" w:pos="851"/>
        </w:tabs>
        <w:suppressAutoHyphens/>
        <w:spacing w:after="120" w:line="276" w:lineRule="auto"/>
        <w:rPr>
          <w:lang w:eastAsia="ar-SA"/>
        </w:rPr>
      </w:pPr>
      <w:r w:rsidRPr="003C2271">
        <w:rPr>
          <w:lang w:eastAsia="ar-SA"/>
        </w:rPr>
        <w:t>Dosavadní písmena b) až e) se označují jako</w:t>
      </w:r>
      <w:r w:rsidR="00EB4609">
        <w:rPr>
          <w:lang w:eastAsia="ar-SA"/>
        </w:rPr>
        <w:t xml:space="preserve"> písmena</w:t>
      </w:r>
      <w:r w:rsidRPr="003C2271">
        <w:rPr>
          <w:lang w:eastAsia="ar-SA"/>
        </w:rPr>
        <w:t xml:space="preserve"> c) až f).</w:t>
      </w:r>
      <w:r w:rsidRPr="003C2271">
        <w:rPr>
          <w:lang w:eastAsia="ar-SA"/>
        </w:rPr>
        <w:tab/>
      </w:r>
    </w:p>
    <w:p w:rsidR="00B2780D" w:rsidRPr="003C2271" w:rsidRDefault="00B2780D" w:rsidP="00590A44">
      <w:pPr>
        <w:pStyle w:val="Novelizanbod"/>
        <w:rPr>
          <w:lang w:eastAsia="ar-SA"/>
        </w:rPr>
      </w:pPr>
      <w:r w:rsidRPr="003C2271">
        <w:rPr>
          <w:lang w:eastAsia="ar-SA"/>
        </w:rPr>
        <w:t>V § 111 písmeno c) zní:</w:t>
      </w:r>
    </w:p>
    <w:p w:rsidR="00B2780D" w:rsidRPr="003C2271" w:rsidRDefault="00590A44" w:rsidP="00590A44">
      <w:pPr>
        <w:pStyle w:val="Psmeno"/>
        <w:rPr>
          <w:lang w:eastAsia="ar-SA"/>
        </w:rPr>
      </w:pPr>
      <w:r>
        <w:rPr>
          <w:lang w:eastAsia="ar-SA"/>
        </w:rPr>
        <w:t>„c)</w:t>
      </w:r>
      <w:r>
        <w:rPr>
          <w:lang w:eastAsia="ar-SA"/>
        </w:rPr>
        <w:tab/>
      </w:r>
      <w:r w:rsidR="00B2780D" w:rsidRPr="003C2271">
        <w:rPr>
          <w:lang w:eastAsia="ar-SA"/>
        </w:rPr>
        <w:t>prohlídce osoby, rozumí se tím prohlídka fyzické osoby prováděná osobou stejného pohlaví, a to včetně prohlídky oděvních svršků osoby a věcí, které má tato osoba u sebe v době prohlídky,</w:t>
      </w:r>
    </w:p>
    <w:p w:rsidR="00B2780D" w:rsidRPr="003C2271" w:rsidRDefault="00B2780D" w:rsidP="00590A44">
      <w:pPr>
        <w:pStyle w:val="Textbodu"/>
        <w:rPr>
          <w:lang w:eastAsia="ar-SA"/>
        </w:rPr>
      </w:pPr>
      <w:r w:rsidRPr="003C2271">
        <w:rPr>
          <w:lang w:eastAsia="ar-SA"/>
        </w:rPr>
        <w:t xml:space="preserve">s využitím přímých fyzických kontaktů, nebo </w:t>
      </w:r>
    </w:p>
    <w:p w:rsidR="00B2780D" w:rsidRPr="003C2271" w:rsidRDefault="00B2780D" w:rsidP="00590A44">
      <w:pPr>
        <w:pStyle w:val="Textbodu"/>
        <w:rPr>
          <w:lang w:eastAsia="ar-SA"/>
        </w:rPr>
      </w:pPr>
      <w:r w:rsidRPr="003C2271">
        <w:rPr>
          <w:lang w:eastAsia="ar-SA"/>
        </w:rPr>
        <w:t>je-li to nezbytné, přímým pozorováním odhaleného těla této osoby, při kterém je policista oprávněn vyzvat osobu k provedení pohybu sloužícího k odhalení zbraně nebo jiné věci způsobilé ohrozit život nebo zdraví,“.</w:t>
      </w:r>
    </w:p>
    <w:p w:rsidR="00B2780D" w:rsidRPr="003C2271" w:rsidRDefault="00B2780D" w:rsidP="00590A44">
      <w:pPr>
        <w:pStyle w:val="Novelizanbod"/>
        <w:rPr>
          <w:lang w:eastAsia="ar-SA"/>
        </w:rPr>
      </w:pPr>
      <w:r w:rsidRPr="003C2271">
        <w:rPr>
          <w:lang w:eastAsia="ar-SA"/>
        </w:rPr>
        <w:t>V § 111 se na konci písmene f) tečka nahrazuje čárkou a doplňuje se písmeno g), které zní:</w:t>
      </w:r>
    </w:p>
    <w:p w:rsidR="00B2780D" w:rsidRPr="003C2271" w:rsidRDefault="00590A44" w:rsidP="00590A44">
      <w:pPr>
        <w:pStyle w:val="Psmeno"/>
        <w:rPr>
          <w:lang w:eastAsia="ar-SA"/>
        </w:rPr>
      </w:pPr>
      <w:r>
        <w:rPr>
          <w:lang w:eastAsia="ar-SA"/>
        </w:rPr>
        <w:t>„g)</w:t>
      </w:r>
      <w:r>
        <w:rPr>
          <w:lang w:eastAsia="ar-SA"/>
        </w:rPr>
        <w:tab/>
      </w:r>
      <w:r w:rsidR="00B2780D" w:rsidRPr="003C2271">
        <w:rPr>
          <w:lang w:eastAsia="ar-SA"/>
        </w:rPr>
        <w:t>sepsání úředního záznamu, rozumí se tím též jeho pořízení za použití audiozáznamu nebo videozáznamu, je-li to s ohledem na povahu úkonu vhodné a účelné.“.</w:t>
      </w:r>
    </w:p>
    <w:p w:rsidR="00B2780D" w:rsidRPr="003C2271" w:rsidRDefault="00B2780D" w:rsidP="00590A44">
      <w:pPr>
        <w:pStyle w:val="Novelizanbod"/>
        <w:rPr>
          <w:lang w:eastAsia="ar-SA"/>
        </w:rPr>
      </w:pPr>
      <w:r w:rsidRPr="003C2271">
        <w:rPr>
          <w:lang w:eastAsia="ar-SA"/>
        </w:rPr>
        <w:t>V § 116 se doplňuje odstavec 6, který zní:</w:t>
      </w:r>
    </w:p>
    <w:p w:rsidR="00B2780D" w:rsidRPr="003C2271" w:rsidRDefault="00B2780D" w:rsidP="00590A44">
      <w:pPr>
        <w:pStyle w:val="Textparagrafu"/>
        <w:rPr>
          <w:lang w:eastAsia="ar-SA"/>
        </w:rPr>
      </w:pPr>
      <w:r w:rsidRPr="003C2271">
        <w:rPr>
          <w:lang w:eastAsia="ar-SA"/>
        </w:rPr>
        <w:tab/>
        <w:t>„(6) Evidenci bezpilotních policejních systémů vede Úřad pro civilní letectví</w:t>
      </w:r>
      <w:r w:rsidRPr="003C2271">
        <w:rPr>
          <w:vertAlign w:val="superscript"/>
          <w:lang w:eastAsia="ar-SA"/>
        </w:rPr>
        <w:t>40)</w:t>
      </w:r>
      <w:r w:rsidRPr="003C2271">
        <w:rPr>
          <w:lang w:eastAsia="ar-SA"/>
        </w:rPr>
        <w:t>.“.</w:t>
      </w:r>
    </w:p>
    <w:p w:rsidR="00B2780D" w:rsidRPr="003C2271" w:rsidRDefault="00B2780D" w:rsidP="00590A44">
      <w:pPr>
        <w:pStyle w:val="Novelizanbod"/>
        <w:rPr>
          <w:lang w:eastAsia="ar-SA"/>
        </w:rPr>
      </w:pPr>
      <w:r w:rsidRPr="003C2271">
        <w:rPr>
          <w:lang w:eastAsia="ar-SA"/>
        </w:rPr>
        <w:t>Za § 117a se vkládá nový § 117b, který zní:</w:t>
      </w:r>
    </w:p>
    <w:p w:rsidR="00B2780D" w:rsidRPr="003C2271" w:rsidRDefault="00B2780D" w:rsidP="00590A44">
      <w:pPr>
        <w:pStyle w:val="Paragraf"/>
        <w:rPr>
          <w:lang w:eastAsia="ar-SA"/>
        </w:rPr>
      </w:pPr>
      <w:r w:rsidRPr="003C2271">
        <w:rPr>
          <w:lang w:eastAsia="ar-SA"/>
        </w:rPr>
        <w:t>„§ 117b</w:t>
      </w:r>
    </w:p>
    <w:p w:rsidR="00B2780D" w:rsidRPr="003C2271" w:rsidRDefault="00B2780D" w:rsidP="00590A44">
      <w:pPr>
        <w:pStyle w:val="Textparagrafu"/>
        <w:rPr>
          <w:lang w:eastAsia="ar-SA"/>
        </w:rPr>
      </w:pPr>
      <w:r w:rsidRPr="003C2271">
        <w:rPr>
          <w:lang w:eastAsia="ar-SA"/>
        </w:rPr>
        <w:tab/>
        <w:t>Ministerstvo stanoví vyhláškou věcné vymezení, rozsah a dobu obměny nezbytného vybavení pro výkon služby policistů a organizačních článků policie.“.</w:t>
      </w:r>
    </w:p>
    <w:p w:rsidR="00B2780D" w:rsidRPr="000B422C" w:rsidRDefault="00B2780D" w:rsidP="00ED2AF8">
      <w:pPr>
        <w:pStyle w:val="Textparagrafu"/>
      </w:pPr>
    </w:p>
    <w:bookmarkEnd w:id="2"/>
    <w:p w:rsidR="004E1F59" w:rsidRPr="001E3415" w:rsidRDefault="00ED2AF8" w:rsidP="00ED2AF8">
      <w:pPr>
        <w:pStyle w:val="ST"/>
      </w:pPr>
      <w:r>
        <w:t xml:space="preserve">ČÁST </w:t>
      </w:r>
      <w:r w:rsidR="004E1F59" w:rsidRPr="001E3415">
        <w:t>DRUHÁ</w:t>
      </w:r>
    </w:p>
    <w:p w:rsidR="004E1F59" w:rsidRPr="001E3415" w:rsidRDefault="004E1F59" w:rsidP="00ED2AF8">
      <w:pPr>
        <w:pStyle w:val="NADPISSTI"/>
      </w:pPr>
      <w:r w:rsidRPr="001E3415">
        <w:t>Změna zákona o Celní správě České republiky</w:t>
      </w:r>
    </w:p>
    <w:p w:rsidR="004E1F59" w:rsidRPr="001E3415" w:rsidRDefault="00ED2AF8" w:rsidP="00ED2AF8">
      <w:pPr>
        <w:pStyle w:val="lnek"/>
      </w:pPr>
      <w:r>
        <w:t xml:space="preserve">Čl. </w:t>
      </w:r>
      <w:r w:rsidR="004E1F59" w:rsidRPr="001E3415">
        <w:t>II</w:t>
      </w:r>
    </w:p>
    <w:p w:rsidR="004E1F59" w:rsidRPr="00490178" w:rsidRDefault="004E1F59" w:rsidP="00ED2AF8">
      <w:pPr>
        <w:pStyle w:val="Textlnku"/>
      </w:pPr>
      <w:r>
        <w:t>V</w:t>
      </w:r>
      <w:r w:rsidRPr="00490178">
        <w:t xml:space="preserve"> zákon</w:t>
      </w:r>
      <w:r>
        <w:t>ě</w:t>
      </w:r>
      <w:r w:rsidRPr="00490178">
        <w:t xml:space="preserve"> č. 17/2012 Sb., o Celní správě České republiky, </w:t>
      </w:r>
      <w:bookmarkStart w:id="9" w:name="_Hlk43020351"/>
      <w:r w:rsidRPr="00490178">
        <w:t>ve znění</w:t>
      </w:r>
      <w:r>
        <w:t xml:space="preserve"> </w:t>
      </w:r>
      <w:r w:rsidRPr="008E405A">
        <w:t>zákona č.</w:t>
      </w:r>
      <w:r>
        <w:t> </w:t>
      </w:r>
      <w:r w:rsidRPr="008E405A">
        <w:t>407/2012 Sb., zákona č. 164/2013 Sb., zákona č. 308/2013 Sb., zákonného opatření Senátu č. 344/2013 Sb., zákona č. 243/2016 Sb., zákona č. 183/2017 Sb., zákona č. 225/2017 Sb.</w:t>
      </w:r>
      <w:r>
        <w:t>,</w:t>
      </w:r>
      <w:r w:rsidRPr="008E405A">
        <w:t xml:space="preserve"> zákona č.</w:t>
      </w:r>
      <w:r>
        <w:t> </w:t>
      </w:r>
      <w:r w:rsidRPr="008E405A">
        <w:t>80/2019</w:t>
      </w:r>
      <w:r>
        <w:t> </w:t>
      </w:r>
      <w:r w:rsidRPr="008E405A">
        <w:t>Sb.</w:t>
      </w:r>
      <w:r w:rsidRPr="00490178">
        <w:t>,</w:t>
      </w:r>
      <w:r>
        <w:t xml:space="preserve"> zákona č. 111/2019 Sb</w:t>
      </w:r>
      <w:r w:rsidRPr="000B422C">
        <w:t>., z</w:t>
      </w:r>
      <w:r>
        <w:t>ákona č. 206/2019 Sb</w:t>
      </w:r>
      <w:r w:rsidRPr="000B422C">
        <w:t>.</w:t>
      </w:r>
      <w:bookmarkEnd w:id="9"/>
      <w:r w:rsidRPr="000B422C">
        <w:t>, záko</w:t>
      </w:r>
      <w:r w:rsidR="00F033E4">
        <w:t>na č. 283/2020 Sb.,</w:t>
      </w:r>
      <w:r w:rsidR="001133AB">
        <w:t> zákona č. 609</w:t>
      </w:r>
      <w:r w:rsidRPr="000B422C">
        <w:t>/2020 Sb.</w:t>
      </w:r>
      <w:r w:rsidR="00F033E4">
        <w:t xml:space="preserve"> a zákona č. 284/2021 Sb.</w:t>
      </w:r>
      <w:r w:rsidRPr="000B422C">
        <w:t xml:space="preserve">, se za § 35a vkládají nové § 35b až 35e, které </w:t>
      </w:r>
      <w:r w:rsidRPr="00490178">
        <w:t>včetně nadpisů znějí:</w:t>
      </w:r>
    </w:p>
    <w:p w:rsidR="004E1F59" w:rsidRPr="000B422C" w:rsidRDefault="004E1F59" w:rsidP="00590A44">
      <w:pPr>
        <w:pStyle w:val="Paragraf"/>
      </w:pPr>
      <w:r w:rsidRPr="000B422C">
        <w:t>„</w:t>
      </w:r>
      <w:bookmarkStart w:id="10" w:name="_Hlk43020163"/>
      <w:r w:rsidRPr="000B422C">
        <w:t xml:space="preserve">§ </w:t>
      </w:r>
      <w:r w:rsidRPr="00590A44">
        <w:t>35b</w:t>
      </w:r>
    </w:p>
    <w:p w:rsidR="004E1F59" w:rsidRPr="000B422C" w:rsidRDefault="004E1F59" w:rsidP="00ED2AF8">
      <w:pPr>
        <w:pStyle w:val="Nadpisparagrafu"/>
      </w:pPr>
      <w:r w:rsidRPr="000B422C">
        <w:t>Oprávnění při kontrole dopravních prostředků a jejich nákladů požadovat uhrazení nedoplatku</w:t>
      </w:r>
    </w:p>
    <w:p w:rsidR="004E1F59" w:rsidRPr="000B422C" w:rsidRDefault="004E1F59" w:rsidP="00ED2AF8">
      <w:pPr>
        <w:pStyle w:val="Textodstavce"/>
        <w:numPr>
          <w:ilvl w:val="0"/>
          <w:numId w:val="13"/>
        </w:numPr>
      </w:pPr>
      <w:r w:rsidRPr="000B422C">
        <w:t xml:space="preserve">Celník je oprávněn při kontrole dopravních prostředků a jejich nákladů požadovat po řidiči motorového vozidla uhrazení jeho nedoplatku nebo nedoplatku provozovatele tohoto vozidla na pokutě za přestupek podle zákona o silničním provozu, zákona o pozemních komunikacích nebo zákona o silniční dopravě, umožní-li mu uhrazení tohoto nedoplatku na místě kontroly motorového vozidla v hotovosti a bezhotovostním převodem, k němuž je dán platební příkaz prostřednictvím platební karty, a to pouze v případě, pokud </w:t>
      </w:r>
    </w:p>
    <w:p w:rsidR="004E1F59" w:rsidRPr="000B422C" w:rsidRDefault="004E1F59" w:rsidP="00ED2AF8">
      <w:pPr>
        <w:pStyle w:val="Textpsmene"/>
      </w:pPr>
      <w:r w:rsidRPr="000B422C">
        <w:t>byla pokuta, jejímž neuhrazením vznikl nedoplatek,</w:t>
      </w:r>
      <w:r w:rsidRPr="000B422C" w:rsidDel="00275194">
        <w:t xml:space="preserve"> </w:t>
      </w:r>
      <w:r w:rsidRPr="000B422C">
        <w:t>uložena celním úřadem, nebo</w:t>
      </w:r>
    </w:p>
    <w:p w:rsidR="004E1F59" w:rsidRPr="000B422C" w:rsidRDefault="004E1F59" w:rsidP="00ED2AF8">
      <w:pPr>
        <w:pStyle w:val="Textpsmene"/>
      </w:pPr>
      <w:r w:rsidRPr="000B422C">
        <w:t>byl nedoplatek na této pokutě předán k vymáhání obecnému správci daně.</w:t>
      </w:r>
    </w:p>
    <w:p w:rsidR="004E1F59" w:rsidRPr="000B422C" w:rsidRDefault="004E1F59" w:rsidP="00ED2AF8">
      <w:pPr>
        <w:pStyle w:val="Textodstavce"/>
      </w:pPr>
      <w:r w:rsidRPr="000B422C">
        <w:t>Nedoplatkem se pro účely tohoto zákona rozumí nedoplatek, u kterého není povoleno posečkání jeho úhrady nebo rozložení jeho úhrady na splátky.</w:t>
      </w:r>
    </w:p>
    <w:p w:rsidR="004E1F59" w:rsidRPr="000B422C" w:rsidRDefault="004E1F59" w:rsidP="00ED2AF8">
      <w:pPr>
        <w:pStyle w:val="Textodstavce"/>
      </w:pPr>
      <w:r w:rsidRPr="000B422C">
        <w:t>Poskytnutí informace o nedoplatku podle odstavce 1 provozovatele motorového vozidla řidiči tohoto vozidla není porušením mlčenlivosti podle daňového řádu.</w:t>
      </w:r>
    </w:p>
    <w:p w:rsidR="004E1F59" w:rsidRPr="000B422C" w:rsidRDefault="004E1F59" w:rsidP="00ED2AF8">
      <w:pPr>
        <w:pStyle w:val="Textodstavce"/>
      </w:pPr>
      <w:r w:rsidRPr="000B422C">
        <w:t>Je-li nedoplatek podle odstavce 1 uhrazen na místě kontroly motorového vozidla, celník vystaví řidiči tohoto vozidla potvrzení o jeho uhrazení.</w:t>
      </w:r>
    </w:p>
    <w:p w:rsidR="004E1F59" w:rsidRDefault="004E1F59" w:rsidP="00ED2AF8">
      <w:pPr>
        <w:widowControl w:val="0"/>
        <w:tabs>
          <w:tab w:val="left" w:pos="0"/>
        </w:tabs>
        <w:jc w:val="center"/>
        <w:outlineLvl w:val="2"/>
      </w:pPr>
      <w:r>
        <w:t xml:space="preserve">§ </w:t>
      </w:r>
      <w:r w:rsidRPr="002D1117">
        <w:t>35c</w:t>
      </w:r>
    </w:p>
    <w:p w:rsidR="004E1F59" w:rsidRPr="000B422C" w:rsidRDefault="004E1F59" w:rsidP="00ED2AF8">
      <w:pPr>
        <w:pStyle w:val="Nadpisparagrafu"/>
      </w:pPr>
      <w:r w:rsidRPr="000B422C">
        <w:t>Zadržení tabulek státní poznávací značky a zabránění v jízdě motorového vozidla</w:t>
      </w:r>
    </w:p>
    <w:p w:rsidR="004E1F59" w:rsidRPr="000B422C" w:rsidRDefault="004E1F59" w:rsidP="00ED2AF8">
      <w:pPr>
        <w:pStyle w:val="Textodstavce"/>
        <w:numPr>
          <w:ilvl w:val="0"/>
          <w:numId w:val="14"/>
        </w:numPr>
      </w:pPr>
      <w:r w:rsidRPr="000B422C">
        <w:t xml:space="preserve">Není-li nedoplatek podle § 35b odst. 1 uhrazen na místě kontroly motorového vozidla, přikáže celník řidiči jízdu na nejbližší vhodné místo z hlediska bezpečnosti a plynulosti provozu na pozemních komunikacích a </w:t>
      </w:r>
    </w:p>
    <w:p w:rsidR="004E1F59" w:rsidRPr="000B422C" w:rsidRDefault="004E1F59" w:rsidP="00ED2AF8">
      <w:pPr>
        <w:pStyle w:val="Textpsmene"/>
      </w:pPr>
      <w:r w:rsidRPr="000B422C">
        <w:t xml:space="preserve">zadrží tabulky státní poznávací značky (dále jen „registrační značka“) motorového vozidla; pokud je řidič motorového vozidla odmítne na výzvu celníka vydat, tabulky registrační značky odejme, nebo </w:t>
      </w:r>
    </w:p>
    <w:p w:rsidR="004E1F59" w:rsidRPr="000B422C" w:rsidRDefault="004E1F59" w:rsidP="00ED2AF8">
      <w:pPr>
        <w:pStyle w:val="Textpsmene"/>
      </w:pPr>
      <w:r w:rsidRPr="000B422C">
        <w:t>zabrání motorovému vozidlu v jízdě použitím technického prostředku k zabránění odjezdu vozidla.</w:t>
      </w:r>
    </w:p>
    <w:p w:rsidR="004E1F59" w:rsidRPr="000B422C" w:rsidRDefault="004E1F59" w:rsidP="00ED2AF8">
      <w:pPr>
        <w:pStyle w:val="Textodstavce"/>
      </w:pPr>
      <w:r w:rsidRPr="000B422C">
        <w:t xml:space="preserve">Celník o zadržení tabulek registrační značky nebo použití technického prostředku k zabránění odjezdu vozidla sepíše úřední záznam, který obsahuje </w:t>
      </w:r>
    </w:p>
    <w:p w:rsidR="004E1F59" w:rsidRPr="000B422C" w:rsidRDefault="004E1F59" w:rsidP="00ED2AF8">
      <w:pPr>
        <w:pStyle w:val="Textpsmene"/>
      </w:pPr>
      <w:r w:rsidRPr="000B422C">
        <w:t xml:space="preserve">údaje o kontrolovaném motorovém vozidle, </w:t>
      </w:r>
    </w:p>
    <w:p w:rsidR="004E1F59" w:rsidRPr="000B422C" w:rsidRDefault="004E1F59" w:rsidP="00ED2AF8">
      <w:pPr>
        <w:pStyle w:val="Textpsmene"/>
      </w:pPr>
      <w:r w:rsidRPr="000B422C">
        <w:t>údaje o osobě, která byla řidičem kontrolovaného motorového vozidla,</w:t>
      </w:r>
    </w:p>
    <w:p w:rsidR="004E1F59" w:rsidRPr="00843908" w:rsidRDefault="004E1F59" w:rsidP="00ED2AF8">
      <w:pPr>
        <w:pStyle w:val="Textpsmene"/>
      </w:pPr>
      <w:r w:rsidRPr="008E405A">
        <w:t xml:space="preserve">identifikační údaje osoby, která má nedoplatek </w:t>
      </w:r>
      <w:r w:rsidRPr="00843908">
        <w:t>podle § 35b odst. 1,</w:t>
      </w:r>
    </w:p>
    <w:p w:rsidR="004E1F59" w:rsidRPr="008E405A" w:rsidRDefault="004E1F59" w:rsidP="00ED2AF8">
      <w:pPr>
        <w:pStyle w:val="Textpsmene"/>
      </w:pPr>
      <w:r w:rsidRPr="00843908">
        <w:t xml:space="preserve">výši nedoplatku podle </w:t>
      </w:r>
      <w:r w:rsidRPr="008E405A">
        <w:t>§ 35b odst. 1,</w:t>
      </w:r>
    </w:p>
    <w:p w:rsidR="004E1F59" w:rsidRPr="000B422C" w:rsidRDefault="004E1F59" w:rsidP="00ED2AF8">
      <w:pPr>
        <w:pStyle w:val="Textpsmene"/>
      </w:pPr>
      <w:r w:rsidRPr="008E405A">
        <w:t>údaje o celním úřadu, kd</w:t>
      </w:r>
      <w:r>
        <w:t>e</w:t>
      </w:r>
      <w:r w:rsidRPr="008E405A">
        <w:t xml:space="preserve"> je možné </w:t>
      </w:r>
      <w:r w:rsidRPr="000B422C">
        <w:t>nedoplatek podle § 35b odst. 1 uhradit nebo prokázat jeho uhrazení, vyzvednout zadržené tabulky registrační značky nebo se domáhat odstranění technického prostředku k zabránění odjezdu vozidla, a času, kdy je tak možné učinit,</w:t>
      </w:r>
    </w:p>
    <w:p w:rsidR="004E1F59" w:rsidRPr="000B422C" w:rsidRDefault="004E1F59" w:rsidP="00ED2AF8">
      <w:pPr>
        <w:pStyle w:val="Textpsmene"/>
      </w:pPr>
      <w:r w:rsidRPr="000B422C">
        <w:t>poučení o důsledku zadržení tabulek registrační značky nebo použití technického prostředku k zabránění odjezdu vozidla a</w:t>
      </w:r>
    </w:p>
    <w:p w:rsidR="004E1F59" w:rsidRPr="000B422C" w:rsidRDefault="004E1F59" w:rsidP="00ED2AF8">
      <w:pPr>
        <w:pStyle w:val="Textpsmene"/>
      </w:pPr>
      <w:r w:rsidRPr="000B422C">
        <w:t>poučení o možnosti podat stížnost podle § 35e.</w:t>
      </w:r>
    </w:p>
    <w:p w:rsidR="004E1F59" w:rsidRPr="000B422C" w:rsidRDefault="004E1F59" w:rsidP="00A633BE">
      <w:pPr>
        <w:pStyle w:val="Textodstavce"/>
      </w:pPr>
      <w:r w:rsidRPr="000B422C">
        <w:t xml:space="preserve">Celník předá stejnopis úředního záznamu podle odstavce 2 řidiči kontrolovaného motorového vozidla. </w:t>
      </w:r>
    </w:p>
    <w:p w:rsidR="004E1F59" w:rsidRPr="005E229E" w:rsidRDefault="004E1F59" w:rsidP="00A633BE">
      <w:pPr>
        <w:pStyle w:val="Textodstavce"/>
      </w:pPr>
      <w:r w:rsidRPr="000B422C">
        <w:t>Není-li řidič kontrolovaného motorového vozidla současně jeho provozovatelem, vyrozumí celní úřad o zadržení tabulek registrační značky nebo použití technického prostředku k zabránění odjezdu vozidla provozovatele tohoto vozidla, je-li to bez zbytečných obtíží možné. Ve vyrozumění provozovatele motorového vozidla, je-li osobou, která má nedoplatek podle §</w:t>
      </w:r>
      <w:r>
        <w:t> </w:t>
      </w:r>
      <w:r w:rsidRPr="000B422C">
        <w:t xml:space="preserve">35b odst. 1, uvede celní úřad údaje podle odstavce 2, s výjimkou údaje o výši nedoplatku řidiče kontrolovaného vozidla. Ve vyrozumění provozovatele motorového vozidla, který není osobou, která má </w:t>
      </w:r>
      <w:r w:rsidRPr="005E229E">
        <w:t>nedoplatek podle § 35b odst. 1, uvede celní úřad údaje podle odstavce 2 písm.</w:t>
      </w:r>
      <w:r>
        <w:t> </w:t>
      </w:r>
      <w:r w:rsidRPr="005E229E">
        <w:t>a), b) a e) až g).</w:t>
      </w:r>
    </w:p>
    <w:p w:rsidR="004E1F59" w:rsidRPr="005E229E" w:rsidRDefault="004E1F59" w:rsidP="00A633BE">
      <w:pPr>
        <w:pStyle w:val="Textodstavce"/>
      </w:pPr>
      <w:r w:rsidRPr="005E229E">
        <w:t>Škody způsobené v souvislosti se zadržením tabulek registrační značky nebo s použitím technického prostředku k zabránění odjezdu vozidla, zejména škody způsobené omezením užívání motorového vozidla, náklady spojené s jízdou motorového vozidla do místa odstavení a s odstavením tohoto vozidla jdou k tíži osoby, která má nedoplatek podle § 35b odst. 1. Odpovědnost řidiče nebo provozovatele motorového vozidla za vozidlo, náklad a přepravované osoby není zadržením tabulek registrační značky nebo použitím technického prostředku k zabránění odjezdu vozidla dotčena.</w:t>
      </w:r>
    </w:p>
    <w:p w:rsidR="004E1F59" w:rsidRPr="005E229E" w:rsidRDefault="004E1F59" w:rsidP="00A633BE">
      <w:pPr>
        <w:pStyle w:val="Textodstavce"/>
      </w:pPr>
      <w:r w:rsidRPr="005E229E">
        <w:t>Celník není oprávněn zadržet tabulky registrační značky motorového vozidla a</w:t>
      </w:r>
      <w:r>
        <w:t> </w:t>
      </w:r>
      <w:r w:rsidRPr="005E229E">
        <w:t>zabránit motorovému vozidlu v jízdě, jedná-li se o vozidlo základních složek integrovaného záchranného systému, ozbrojených sil, bezpečnostních sborů, jednotek požární ochrany, zpravodajských služeb, Horské služby, obecní policie nebo vozidlo osoby požívající výsad a</w:t>
      </w:r>
      <w:r>
        <w:t> </w:t>
      </w:r>
      <w:r w:rsidRPr="005E229E">
        <w:t xml:space="preserve">imunit podle jiného právního předpisu nebo mezinárodní smlouvy. </w:t>
      </w:r>
    </w:p>
    <w:p w:rsidR="004E1F59" w:rsidRPr="005E229E" w:rsidRDefault="004E1F59" w:rsidP="00A633BE">
      <w:pPr>
        <w:pStyle w:val="Textodstavce"/>
      </w:pPr>
      <w:r w:rsidRPr="005E229E">
        <w:t xml:space="preserve">Celník nemusí v případech hodných zvláštního zřetele zadržet tabulky registrační značky motorového vozidla nebo zabránit motorovému vozidlu v jízdě. O tomto postupu sepíše úřední záznam, který obsahuje </w:t>
      </w:r>
    </w:p>
    <w:p w:rsidR="004E1F59" w:rsidRPr="005E229E" w:rsidRDefault="004E1F59" w:rsidP="00A633BE">
      <w:pPr>
        <w:pStyle w:val="Textpsmene"/>
      </w:pPr>
      <w:r w:rsidRPr="005E229E">
        <w:t xml:space="preserve">údaje o kontrolovaném motorovém vozidle, </w:t>
      </w:r>
    </w:p>
    <w:p w:rsidR="004E1F59" w:rsidRPr="005E229E" w:rsidRDefault="004E1F59" w:rsidP="00A633BE">
      <w:pPr>
        <w:pStyle w:val="Textpsmene"/>
      </w:pPr>
      <w:r w:rsidRPr="005E229E">
        <w:t>údaje o osobě, která byla řidičem kontrolovaného motorového vozidla,</w:t>
      </w:r>
    </w:p>
    <w:p w:rsidR="004E1F59" w:rsidRPr="005E229E" w:rsidRDefault="004E1F59" w:rsidP="00A633BE">
      <w:pPr>
        <w:pStyle w:val="Textpsmene"/>
      </w:pPr>
      <w:r w:rsidRPr="005E229E">
        <w:t>identifikační údaje osoby, která má nedoplatek podle § 35b odst. 1,</w:t>
      </w:r>
    </w:p>
    <w:p w:rsidR="004E1F59" w:rsidRPr="005E229E" w:rsidRDefault="004E1F59" w:rsidP="00A633BE">
      <w:pPr>
        <w:pStyle w:val="Textpsmene"/>
      </w:pPr>
      <w:r w:rsidRPr="005E229E">
        <w:t>výši nedoplatku podle § 35b odst. 1, a</w:t>
      </w:r>
    </w:p>
    <w:p w:rsidR="004E1F59" w:rsidRPr="005E229E" w:rsidRDefault="004E1F59" w:rsidP="00A633BE">
      <w:pPr>
        <w:pStyle w:val="Textpsmene"/>
      </w:pPr>
      <w:r w:rsidRPr="005E229E">
        <w:t>důvod, pro který celník nepostupoval podle odstavce 1.</w:t>
      </w:r>
    </w:p>
    <w:p w:rsidR="004E1F59" w:rsidRPr="005E229E" w:rsidRDefault="004E1F59" w:rsidP="00A633BE">
      <w:pPr>
        <w:pStyle w:val="Textodstavce"/>
      </w:pPr>
      <w:r w:rsidRPr="005E229E">
        <w:t>O zadržení tabulek registrační značky motorového vozidla registrovaného v  České republice informuje celní úřad Ministerstvo dopravy způsobem umožňujícím dálkový a</w:t>
      </w:r>
      <w:r>
        <w:t> </w:t>
      </w:r>
      <w:r w:rsidRPr="005E229E">
        <w:t>nepřetržitý přístup.</w:t>
      </w:r>
    </w:p>
    <w:p w:rsidR="004E1F59" w:rsidRPr="00843908" w:rsidRDefault="004E1F59" w:rsidP="00A633BE">
      <w:pPr>
        <w:keepNext/>
        <w:tabs>
          <w:tab w:val="left" w:pos="0"/>
        </w:tabs>
        <w:jc w:val="center"/>
        <w:outlineLvl w:val="2"/>
      </w:pPr>
      <w:r w:rsidRPr="00843908">
        <w:t>§ 35d</w:t>
      </w:r>
    </w:p>
    <w:p w:rsidR="004E1F59" w:rsidRPr="00843908" w:rsidRDefault="004E1F59" w:rsidP="00A633BE">
      <w:pPr>
        <w:pStyle w:val="Nadpisparagrafu"/>
      </w:pPr>
      <w:r w:rsidRPr="00843908">
        <w:t>Vrácení tabulek registrační značky a odstranění technického prostředku k zabránění odjezdu vozidla</w:t>
      </w:r>
    </w:p>
    <w:p w:rsidR="004E1F59" w:rsidRPr="001E3415" w:rsidRDefault="004E1F59" w:rsidP="00A633BE">
      <w:pPr>
        <w:pStyle w:val="Textodstavce"/>
        <w:numPr>
          <w:ilvl w:val="0"/>
          <w:numId w:val="15"/>
        </w:numPr>
      </w:pPr>
      <w:r w:rsidRPr="00843908">
        <w:t>Pokud řidič motorového vozidla, který není jeho provozovatelem, a provozovatel tohoto vozidla nemají nedoplatek podle § 35b od</w:t>
      </w:r>
      <w:r w:rsidRPr="001E3415">
        <w:t xml:space="preserve">st. 1, je řidič motorového vozidla, který není jeho provozovatelem, oprávněn </w:t>
      </w:r>
    </w:p>
    <w:p w:rsidR="004E1F59" w:rsidRPr="001E3415" w:rsidRDefault="004E1F59" w:rsidP="00A633BE">
      <w:pPr>
        <w:pStyle w:val="Textpsmene"/>
      </w:pPr>
      <w:r w:rsidRPr="001E3415">
        <w:t>vyzvednout si zadržené tabulky registrační značky, nebo</w:t>
      </w:r>
    </w:p>
    <w:p w:rsidR="004E1F59" w:rsidRDefault="004E1F59" w:rsidP="00A633BE">
      <w:pPr>
        <w:pStyle w:val="Textpsmene"/>
      </w:pPr>
      <w:r w:rsidRPr="001E3415">
        <w:t xml:space="preserve">domáhat se odstranění technického prostředku k zabránění odjezdu vozidla. </w:t>
      </w:r>
    </w:p>
    <w:p w:rsidR="004E1F59" w:rsidRPr="001E3415" w:rsidRDefault="004E1F59" w:rsidP="00A633BE">
      <w:pPr>
        <w:pStyle w:val="Textodstavce"/>
      </w:pPr>
      <w:r w:rsidRPr="001E3415">
        <w:t xml:space="preserve">Provozovatel motorového vozidla, který nemá nedoplatek </w:t>
      </w:r>
      <w:r w:rsidRPr="00843908">
        <w:t xml:space="preserve">podle </w:t>
      </w:r>
      <w:r w:rsidRPr="001E3415">
        <w:t>§ 35b odst. 1, je oprávněn</w:t>
      </w:r>
    </w:p>
    <w:p w:rsidR="004E1F59" w:rsidRPr="001E3415" w:rsidRDefault="004E1F59" w:rsidP="00A633BE">
      <w:pPr>
        <w:pStyle w:val="Textpsmene"/>
      </w:pPr>
      <w:r w:rsidRPr="001E3415">
        <w:t>vyzvednout si zadržené tabulky registrační značky, nebo</w:t>
      </w:r>
    </w:p>
    <w:p w:rsidR="004E1F59" w:rsidRPr="001E3415" w:rsidRDefault="004E1F59" w:rsidP="00A633BE">
      <w:pPr>
        <w:pStyle w:val="Textpsmene"/>
      </w:pPr>
      <w:r w:rsidRPr="001E3415">
        <w:t>domáhat se odstranění technického prostředku k zabránění odjezdu vozidla.</w:t>
      </w:r>
    </w:p>
    <w:p w:rsidR="004E1F59" w:rsidRPr="005E229E" w:rsidRDefault="004E1F59" w:rsidP="00A633BE">
      <w:pPr>
        <w:pStyle w:val="Textodstavce"/>
      </w:pPr>
      <w:r w:rsidRPr="001E3415">
        <w:t xml:space="preserve">Pokud tabulky registrační značky nebyly vyzvednuty do 1 roku od </w:t>
      </w:r>
      <w:r>
        <w:t xml:space="preserve">jejich </w:t>
      </w:r>
      <w:r w:rsidRPr="001E3415">
        <w:t>zadržení, předá je celní úřad příslušnému obecnímu úřadu obce s rozšířenou působností, jde-li o tabulky registrační značky motorového vozidla registrovaného v </w:t>
      </w:r>
      <w:r w:rsidRPr="00955A19">
        <w:t>České republice</w:t>
      </w:r>
      <w:r w:rsidRPr="001E3415">
        <w:t xml:space="preserve">, v ostatních případech prostřednictvím zastupitelského úřadu státu poslední </w:t>
      </w:r>
      <w:r w:rsidRPr="005E229E">
        <w:t>registrace motorového vozidla.</w:t>
      </w:r>
    </w:p>
    <w:p w:rsidR="004E1F59" w:rsidRPr="001E3415" w:rsidRDefault="004E1F59" w:rsidP="00A633BE">
      <w:pPr>
        <w:pStyle w:val="Textodstavce"/>
      </w:pPr>
      <w:r w:rsidRPr="005E229E">
        <w:t xml:space="preserve">O vyzvednutí tabulek registrační značky motorového vozidla registrovaného v České republice podle odstavců 1 a 2 a o jejich předání příslušnému úřadu obce s rozšířenou </w:t>
      </w:r>
      <w:r w:rsidRPr="001E3415">
        <w:t>působností podle odstavce 3 informuje celní úřad Ministerstvo dopravy způsobem umožňujícím dálkový a nepřetržitý přístup.</w:t>
      </w:r>
    </w:p>
    <w:bookmarkEnd w:id="10"/>
    <w:p w:rsidR="004E1F59" w:rsidRPr="005E229E" w:rsidRDefault="004E1F59" w:rsidP="00A633BE">
      <w:pPr>
        <w:widowControl w:val="0"/>
        <w:spacing w:before="120"/>
        <w:jc w:val="center"/>
        <w:outlineLvl w:val="2"/>
      </w:pPr>
      <w:r w:rsidRPr="005E229E">
        <w:t>§ 35e</w:t>
      </w:r>
    </w:p>
    <w:p w:rsidR="004E1F59" w:rsidRPr="005E229E" w:rsidRDefault="004E1F59" w:rsidP="00A633BE">
      <w:pPr>
        <w:pStyle w:val="Nadpisparagrafu"/>
      </w:pPr>
      <w:r w:rsidRPr="005E229E">
        <w:t>Stížnost</w:t>
      </w:r>
    </w:p>
    <w:p w:rsidR="004E1F59" w:rsidRDefault="004E1F59" w:rsidP="00A633BE">
      <w:pPr>
        <w:pStyle w:val="Textparagrafu"/>
      </w:pPr>
      <w:r w:rsidRPr="005E229E">
        <w:t>Proti postupu celníka nebo celního úřadu podle § 35b až 35d lze podat stížnost.“.</w:t>
      </w:r>
    </w:p>
    <w:p w:rsidR="00A633BE" w:rsidRDefault="00A633BE" w:rsidP="00A633BE">
      <w:pPr>
        <w:pStyle w:val="Textparagrafu"/>
      </w:pPr>
    </w:p>
    <w:p w:rsidR="00B859DB" w:rsidRPr="00584922" w:rsidRDefault="00B859DB" w:rsidP="00B859DB">
      <w:pPr>
        <w:pStyle w:val="ST"/>
      </w:pPr>
      <w:r>
        <w:t>ČÁST třetí</w:t>
      </w:r>
    </w:p>
    <w:p w:rsidR="00B859DB" w:rsidRPr="00584922" w:rsidRDefault="00B859DB" w:rsidP="00B859DB">
      <w:pPr>
        <w:pStyle w:val="NADPISSTI"/>
      </w:pPr>
      <w:r w:rsidRPr="00584922">
        <w:rPr>
          <w:lang w:val="x-none"/>
        </w:rPr>
        <w:t xml:space="preserve">Změna </w:t>
      </w:r>
      <w:r w:rsidRPr="00584922">
        <w:t xml:space="preserve">trestního řádu  </w:t>
      </w:r>
    </w:p>
    <w:p w:rsidR="00B859DB" w:rsidRPr="00584922" w:rsidRDefault="00B859DB" w:rsidP="00B859DB">
      <w:pPr>
        <w:pStyle w:val="lnek"/>
      </w:pPr>
      <w:r w:rsidRPr="00584922">
        <w:t>Čl. II</w:t>
      </w:r>
      <w:r>
        <w:t>I</w:t>
      </w:r>
    </w:p>
    <w:p w:rsidR="00B859DB" w:rsidRPr="00584922" w:rsidRDefault="00B859DB" w:rsidP="00B859DB">
      <w:pPr>
        <w:pStyle w:val="Textlnku"/>
      </w:pPr>
      <w:r w:rsidRPr="00584922">
        <w:t>Zákon č. 141/1961 Sb., o trestním řízení soudním (trestní řád), ve znění zákona č. 57/1965 Sb., zákona č. 58/1969 Sb., zákona č. 149/1969 Sb., zákona č. 48/1973 Sb., zákona č. 29/1978 Sb., zákona č. 43/1980 Sb., zákona č. 159/1989 Sb., zákona č. 178/1990 Sb., zákona č. 303/1990 Sb., zákona č. 558/1991 Sb., zákona č. 25/1993 Sb., zákona č. 115/1993 Sb., zákona č. 292/1993 Sb., zákona č. 154/1994 Sb., nálezu Ústavního soudu vyhlášeného pod č. 214/1994 Sb., nálezu Ústavního soudu vyhlášeného pod č. 8/1995 Sb., zákona č. 152/1995 Sb., zákona č. 150/1997 Sb., zákona č. 209/1997 Sb., zákona č. 148/1998 Sb., zákona č. 166/1998 Sb., zákona č. 191/1999 Sb., zákona č. 29/2000 Sb., zákona č. 30/2000 Sb., zákona č. 227/2000 Sb., nálezu Ústavního soudu vyhlášeného pod č. 77/2001 Sb., zákona č. 144/2001 Sb., zákona č. 265/2001 Sb., nálezu Ústavního soudu vyhlášeného pod č. 424/2001 Sb., zákona č. 200/2002 Sb., zákona č. 226/2002 Sb., zákona č. 320/2002 Sb., zákona č. 218/2003 Sb., zákona č. 279/2003 Sb., zákona č. 237/2004 Sb., zákona č. 257/2004 Sb., zákona č. 283/2004 Sb., zákona č. 539/2004 Sb., zákona č. 587/2004 Sb., nálezu Ústavního soudu vyhlášeného pod č. 45/2005 Sb., nálezu Ústavního soudu vyhlášeného pod č. 239/2005 Sb., zákona č. 394/2005 Sb., zákona č. 413/2005 Sb., zákona č. 79/2006 Sb., zákona č. 112/2006 Sb., zákona č. 113/2006 Sb., zákona č. 115/2006 Sb., zákona č. 165/2006 Sb., zákona č. 253/2006 Sb., zákona č. 321/2006 Sb., zákona č. 170/2007 Sb., zákona č. 179/2007 Sb., zákona č. 345/2007 Sb., nálezu Ústavního soudu vyhlášeného pod č. 90/2008 Sb., zákona č. 121/2008 Sb., zákona č. 129/2008 Sb., zákona č. 135/2008 Sb., zákona č. 177/2008 Sb., zákona č. 274/2008 Sb., zákona č. 301/2008 Sb., zákona č. 384/2008 Sb., zákona č. 457/2008 Sb., zákona č. 480/2008 Sb., zákona č. 7/2009 Sb., zákona č. 41/2009 Sb., zákona č. 52/2009 Sb., zákona č. 218/2009 Sb., zákona č. 272/2009 Sb., zákona č. 306/2009 Sb., nálezu Ústavního soudu vyhlášeného pod č. 163/2010 Sb., zákona č. 197/2010 Sb., nálezu Ústavního soudu vyhlášeného pod č. 219/2010 Sb., zákona č. 150/2011 Sb., zákona č. 181/2011 Sb., zákona č. 207/2011 Sb., zákona č. 330/2011 Sb., zákona č. 341/2011 Sb., zákona č. 348/2011 Sb., zákona č. 357/2011 Sb., zákona č. 459/2011 Sb., nálezu Ústavního soudu vyhlášeného pod č. 43/2012 Sb., zákona č. 193/2012 Sb., zákona č. 273/2012 Sb., zákona č. 390/2012 Sb., zákona č. 45/2013 Sb., zákona č. 105/2013 Sb., zákona č. 141/2014 Sb., zákona č. 77/2015 Sb., zákona č. 86/2015 Sb., zákona č. 150/2016 Sb., zákona č. 163/2016 Sb., zákona č. 243/2016 Sb., zákona č. 264/2016 Sb., zákona č. 298/2016 Sb., zákona č. 301/2016 Sb., zákona č. 455/2016 Sb., zákona č. 55/2017 Sb., zákona č. 56/2017 Sb., zákona č. 57/2017 Sb., zákona č. 58/2017 Sb., zákona č. 59/2017 Sb., zákona č. 183/2017 Sb., zákona č. 204/2017 Sb., zákona č. 178/2018 Sb., zákona č. 287/2018 Sb., zákona č. 111/2019 Sb., zákona č. 203/2019 Sb., zákona č. 255/2019 Sb., zákona č. 315/2019 Sb., zákona č. 114/202</w:t>
      </w:r>
      <w:r>
        <w:t xml:space="preserve">0 Sb., zákona č. 165/2020 Sb., zákona č. 333/2020 Sb. a zákona č. 220/2021 Sb., </w:t>
      </w:r>
      <w:r w:rsidRPr="00584922">
        <w:t>se mění takto:</w:t>
      </w:r>
    </w:p>
    <w:p w:rsidR="00B859DB" w:rsidRPr="00584922" w:rsidRDefault="00B859DB" w:rsidP="00B859DB">
      <w:pPr>
        <w:pStyle w:val="Novelizanbod"/>
        <w:numPr>
          <w:ilvl w:val="0"/>
          <w:numId w:val="23"/>
        </w:numPr>
      </w:pPr>
      <w:r w:rsidRPr="00584922">
        <w:t>V § 265r odstavce 8 a 9 znějí:</w:t>
      </w:r>
    </w:p>
    <w:p w:rsidR="00B859DB" w:rsidRPr="00584922" w:rsidRDefault="00B859DB" w:rsidP="00B859DB">
      <w:pPr>
        <w:pStyle w:val="Textparagrafu"/>
      </w:pPr>
      <w:r w:rsidRPr="00584922">
        <w:rPr>
          <w:color w:val="000000"/>
        </w:rPr>
        <w:t xml:space="preserve">„(8) </w:t>
      </w:r>
      <w:r w:rsidRPr="00584922">
        <w:t xml:space="preserve">Rozsudek Nejvyššího soudu se ve veřejném zasedání ústně vyhlásí. </w:t>
      </w:r>
    </w:p>
    <w:p w:rsidR="00B859DB" w:rsidRPr="00584922" w:rsidRDefault="00B859DB" w:rsidP="00B859DB">
      <w:pPr>
        <w:pStyle w:val="Textparagrafu"/>
      </w:pPr>
      <w:r w:rsidRPr="00584922">
        <w:t>(9) V neveřejném zasedání se rozsudek Nejvyššího soudu vyhlásí vyvěšením jeho písemného vyhotovení na úřední desce v budově Nejvyššího soudu a na jeho elektronické úřední desce (dále jen „úřední deska Nejvyššího soudu“) po dobu 15 dnů, a to jeho zjednodušeného vyhotovení</w:t>
      </w:r>
      <w:r w:rsidR="00EB4609">
        <w:t>,</w:t>
      </w:r>
      <w:r w:rsidRPr="00584922">
        <w:t xml:space="preserve"> obsahujícího plné znění výroku a nosné důvody rozsudku, nebo jeho plného písemného vyhotovení.“.</w:t>
      </w:r>
    </w:p>
    <w:p w:rsidR="00B859DB" w:rsidRPr="00584922" w:rsidRDefault="00B859DB" w:rsidP="00B859DB">
      <w:pPr>
        <w:pStyle w:val="Novelizanbod"/>
      </w:pPr>
      <w:r w:rsidRPr="00584922">
        <w:t>V § 265r se doplňuje odstavec 10, který zní:</w:t>
      </w:r>
    </w:p>
    <w:p w:rsidR="00B859DB" w:rsidRPr="00584922" w:rsidRDefault="00B859DB" w:rsidP="00B859DB">
      <w:pPr>
        <w:shd w:val="clear" w:color="auto" w:fill="FFFFFF"/>
        <w:ind w:firstLine="426"/>
        <w:textAlignment w:val="baseline"/>
      </w:pPr>
      <w:r w:rsidRPr="00584922">
        <w:rPr>
          <w:color w:val="000000"/>
        </w:rPr>
        <w:t>„</w:t>
      </w:r>
      <w:r w:rsidRPr="00584922">
        <w:t xml:space="preserve">(10) Předseda senátu může rozhodnout též o zveřejnění usnesení Nejvyššího soudu </w:t>
      </w:r>
      <w:r w:rsidRPr="00584922">
        <w:br/>
        <w:t>na úřední desce Nejvyššího soudu; odstavec 9 se použije obdobně.“.</w:t>
      </w:r>
    </w:p>
    <w:p w:rsidR="00B859DB" w:rsidRPr="00584922" w:rsidRDefault="00B859DB" w:rsidP="00B859DB">
      <w:pPr>
        <w:pStyle w:val="Novelizanbod"/>
      </w:pPr>
      <w:r w:rsidRPr="00584922">
        <w:t>V § 268 se odstavce 3 a 4 zrušují.</w:t>
      </w:r>
    </w:p>
    <w:p w:rsidR="00B859DB" w:rsidRPr="00584922" w:rsidRDefault="00B859DB" w:rsidP="00B859DB">
      <w:pPr>
        <w:pStyle w:val="Novelizanbod"/>
      </w:pPr>
      <w:r w:rsidRPr="00584922">
        <w:t>§ 274 zní:</w:t>
      </w:r>
    </w:p>
    <w:p w:rsidR="00B859DB" w:rsidRPr="00584922" w:rsidRDefault="00B859DB" w:rsidP="00B859DB">
      <w:pPr>
        <w:pStyle w:val="Paragraf"/>
      </w:pPr>
      <w:r w:rsidRPr="00584922">
        <w:t>„§ 274</w:t>
      </w:r>
    </w:p>
    <w:p w:rsidR="00B859DB" w:rsidRPr="00584922" w:rsidRDefault="00B859DB" w:rsidP="00B859DB">
      <w:pPr>
        <w:pStyle w:val="Textparagrafu"/>
        <w:rPr>
          <w:strike/>
        </w:rPr>
      </w:pPr>
      <w:r w:rsidRPr="00584922">
        <w:t>(1) O stížnosti pro porušení zákona rozhoduje Nejvyšší soud ve veřejném zasedání za účasti státního zástupce činného u Nejvyššího státního zastupitelství nebo v případě, kdy byl ve věci činný v posledním stupni evropský pověřený žalobce nebo evropský žalobce, za účasti evropského pověřeného žalobce, evropského žalobce nebo evropského nejvyššího žalobce. Považuje-li to ministr spravedlnosti nebo předseda senátu za potřebné, účastní se veřejného zasedání též pověřený zástupce ministra spravedlnosti.</w:t>
      </w:r>
    </w:p>
    <w:p w:rsidR="00B859DB" w:rsidRPr="00584922" w:rsidRDefault="00B859DB" w:rsidP="00B859DB">
      <w:pPr>
        <w:pStyle w:val="Textparagrafu"/>
      </w:pPr>
      <w:r w:rsidRPr="00584922">
        <w:t>(2) V neveřejném zasedání může Nejvyšší soud učinit rozhodnutí podle § 268 odst. 1.</w:t>
      </w:r>
    </w:p>
    <w:p w:rsidR="00B859DB" w:rsidRPr="00584922" w:rsidRDefault="00B859DB" w:rsidP="00B859DB">
      <w:pPr>
        <w:pStyle w:val="Textparagrafu"/>
      </w:pPr>
      <w:r w:rsidRPr="00584922">
        <w:t>(3) Pokud Nejvyšší soud stížnosti pro porušení zákona vyhoví, může v neveřejném zasedání rozhodnout též rozsudkem podle § 268 odst. 2, jestliže</w:t>
      </w:r>
    </w:p>
    <w:p w:rsidR="00B859DB" w:rsidRPr="00584922" w:rsidRDefault="00B859DB" w:rsidP="00B859DB">
      <w:pPr>
        <w:pStyle w:val="Textpsmene"/>
      </w:pPr>
      <w:r w:rsidRPr="00584922">
        <w:t xml:space="preserve">napadené rozhodnutí zruší podle § 269 odst. 2 a přikáže věc k novému projednání a rozhodnutí podle § 270 odst. 1, </w:t>
      </w:r>
    </w:p>
    <w:p w:rsidR="00B859DB" w:rsidRPr="00584922" w:rsidRDefault="00B859DB" w:rsidP="00B859DB">
      <w:pPr>
        <w:pStyle w:val="Textpsmene"/>
      </w:pPr>
      <w:r w:rsidRPr="00584922">
        <w:t xml:space="preserve">přikáže věc k novému projednání a rozhodnutí podle § 270 odst. 2, </w:t>
      </w:r>
    </w:p>
    <w:p w:rsidR="00B859DB" w:rsidRPr="00584922" w:rsidRDefault="00B859DB" w:rsidP="00B859DB">
      <w:pPr>
        <w:pStyle w:val="Textpsmene"/>
      </w:pPr>
      <w:r w:rsidRPr="00584922">
        <w:t>rozhodne, že byl porušen zákon ve prospěch obviněného.</w:t>
      </w:r>
    </w:p>
    <w:p w:rsidR="00B859DB" w:rsidRPr="00584922" w:rsidRDefault="00B859DB" w:rsidP="00B859DB">
      <w:pPr>
        <w:pStyle w:val="Textparagrafu"/>
      </w:pPr>
      <w:r w:rsidRPr="00584922">
        <w:t>(4) V neveřejném zasedání může Nejvyšší soud rozhodnout i v jiných případech než uvedených v odstavcích 2 a 3, pokud s tím obviněný nebo jiné osoby, které mohou být rozhodnutím o stížnosti pro porušení zákona přímo dotčeny, a osoby uvedené v odstavci 1 souhlasí.</w:t>
      </w:r>
    </w:p>
    <w:p w:rsidR="00B859DB" w:rsidRPr="00584922" w:rsidRDefault="00B859DB" w:rsidP="00B859DB">
      <w:pPr>
        <w:pStyle w:val="Textparagrafu"/>
      </w:pPr>
      <w:r w:rsidRPr="00584922">
        <w:t>(5) Pokud rozhoduje Nejvyšší soud v ne</w:t>
      </w:r>
      <w:r w:rsidR="00EB4609">
        <w:t>veřejném zasedání podle odstavců</w:t>
      </w:r>
      <w:r w:rsidRPr="00584922">
        <w:t xml:space="preserve"> 2 až 4, zašle předseda senátu před rozhodnutím stížnost pro porušení zákona obviněnému, jiným osobám, které mohou být rozhodnutím o stížnosti pro porušení zákona přímo dotčeny, Nejvyššímu státnímu zastupitelství nebo v případě, kdy byl ve věci činný v posledním stupni evropský pověřený žalobce, evropský žalobce nebo evropský nejvyšší žalobce, Úřadu evropského veřejného žalobce a stanoví jim lhůtu k možnému vyjádření.“.</w:t>
      </w:r>
    </w:p>
    <w:p w:rsidR="00B859DB" w:rsidRPr="00584922" w:rsidRDefault="00B859DB" w:rsidP="00B859DB">
      <w:pPr>
        <w:pStyle w:val="Novelizanbod"/>
      </w:pPr>
      <w:r w:rsidRPr="00584922">
        <w:t>Za § 274 se vkládá nový § 274a, který zní:</w:t>
      </w:r>
    </w:p>
    <w:p w:rsidR="00B859DB" w:rsidRPr="00584922" w:rsidRDefault="00B859DB" w:rsidP="00B859DB">
      <w:pPr>
        <w:pStyle w:val="Paragraf"/>
      </w:pPr>
      <w:r w:rsidRPr="00584922">
        <w:t>„§ 274a</w:t>
      </w:r>
    </w:p>
    <w:p w:rsidR="00B859DB" w:rsidRPr="00584922" w:rsidRDefault="00B859DB" w:rsidP="00FD2801">
      <w:pPr>
        <w:pStyle w:val="Textparagrafu"/>
      </w:pPr>
      <w:r w:rsidRPr="00584922">
        <w:t xml:space="preserve">(1) Rozsudek Nejvyššího soudu se ve veřejném zasedání ústně vyhlásí. </w:t>
      </w:r>
    </w:p>
    <w:p w:rsidR="00B859DB" w:rsidRPr="00584922" w:rsidRDefault="00B859DB" w:rsidP="00FD2801">
      <w:pPr>
        <w:pStyle w:val="Textparagrafu"/>
      </w:pPr>
      <w:bookmarkStart w:id="11" w:name="_Hlk69896514"/>
      <w:r w:rsidRPr="00584922">
        <w:t>(2) V neveřejném zasedání se rozsudek Nejvyššího soudu vyhlásí vyvěšením jeho písemného vyhotovení na úřední desce Nejvyššího soudu po dobu 15 dnů, a to jeho zjednodušeného vyhotovení obsahujícího plné znění výroku a nosné důvody rozsudku, anebo jeho plného písemného vyhotovení.</w:t>
      </w:r>
    </w:p>
    <w:bookmarkEnd w:id="11"/>
    <w:p w:rsidR="00B859DB" w:rsidRDefault="00B859DB" w:rsidP="00FD2801">
      <w:pPr>
        <w:pStyle w:val="Textparagrafu"/>
      </w:pPr>
      <w:r w:rsidRPr="00584922">
        <w:t>(3) Předseda senátu může rozhodnout též o zveřejnění usnesení Nejvyššího soudu na úřední desce Nejvyššího soudu; odstavec 2 se použije obdobně.“.</w:t>
      </w:r>
    </w:p>
    <w:p w:rsidR="00EF6B9C" w:rsidRDefault="00EF6B9C" w:rsidP="00EF6B9C">
      <w:pPr>
        <w:pStyle w:val="Bezmezer"/>
      </w:pPr>
    </w:p>
    <w:p w:rsidR="00590A44" w:rsidRPr="001E3415" w:rsidRDefault="00EB4609" w:rsidP="00590A44">
      <w:pPr>
        <w:pStyle w:val="ST"/>
      </w:pPr>
      <w:r>
        <w:t>ČÁST Č</w:t>
      </w:r>
      <w:r w:rsidR="00FD2801">
        <w:t>TVRTÁ</w:t>
      </w:r>
    </w:p>
    <w:p w:rsidR="00590A44" w:rsidRPr="001E3415" w:rsidRDefault="00590A44" w:rsidP="00590A44">
      <w:pPr>
        <w:pStyle w:val="NADPISSTI"/>
      </w:pPr>
      <w:r>
        <w:t>Změna zákona o obecní policii</w:t>
      </w:r>
    </w:p>
    <w:p w:rsidR="00590A44" w:rsidRDefault="00590A44" w:rsidP="00590A44">
      <w:pPr>
        <w:pStyle w:val="lnek"/>
      </w:pPr>
      <w:r>
        <w:t xml:space="preserve">Čl. </w:t>
      </w:r>
      <w:r w:rsidR="00FD2801">
        <w:t>IV</w:t>
      </w:r>
    </w:p>
    <w:p w:rsidR="00590A44" w:rsidRPr="003C2271" w:rsidRDefault="00590A44" w:rsidP="00590A44">
      <w:pPr>
        <w:pStyle w:val="Textlnku"/>
      </w:pPr>
      <w:r w:rsidRPr="003C2271">
        <w:rPr>
          <w:bCs/>
        </w:rPr>
        <w:t>V zákoně č. 553/1991 Sb., o obecní policii, ve znění zákona č.</w:t>
      </w:r>
      <w:r w:rsidRPr="003C2271">
        <w:t xml:space="preserve"> </w:t>
      </w:r>
      <w:hyperlink r:id="rId7" w:history="1">
        <w:r w:rsidRPr="003C2271">
          <w:t>67/1993 Sb.</w:t>
        </w:r>
      </w:hyperlink>
      <w:r w:rsidRPr="003C2271">
        <w:t>, zákona č. </w:t>
      </w:r>
      <w:hyperlink r:id="rId8" w:history="1">
        <w:r w:rsidRPr="003C2271">
          <w:t>163/1993 Sb.</w:t>
        </w:r>
      </w:hyperlink>
      <w:r w:rsidRPr="003C2271">
        <w:t xml:space="preserve">, zákona č. </w:t>
      </w:r>
      <w:hyperlink r:id="rId9" w:history="1">
        <w:r w:rsidRPr="003C2271">
          <w:t>82/1995 Sb.</w:t>
        </w:r>
      </w:hyperlink>
      <w:r w:rsidRPr="003C2271">
        <w:t xml:space="preserve">, zákona č. </w:t>
      </w:r>
      <w:hyperlink r:id="rId10" w:history="1">
        <w:r w:rsidRPr="003C2271">
          <w:t>153/1995 Sb.</w:t>
        </w:r>
      </w:hyperlink>
      <w:r w:rsidRPr="003C2271">
        <w:t xml:space="preserve">, zákona č. </w:t>
      </w:r>
      <w:hyperlink r:id="rId11" w:history="1">
        <w:r w:rsidRPr="003C2271">
          <w:t>132/2000 Sb.</w:t>
        </w:r>
      </w:hyperlink>
      <w:r w:rsidRPr="003C2271">
        <w:t xml:space="preserve">, zákona č. </w:t>
      </w:r>
      <w:hyperlink r:id="rId12" w:history="1">
        <w:r w:rsidRPr="003C2271">
          <w:t>311/2002 Sb.</w:t>
        </w:r>
      </w:hyperlink>
      <w:r w:rsidRPr="003C2271">
        <w:t xml:space="preserve">, zákona č. </w:t>
      </w:r>
      <w:hyperlink r:id="rId13" w:history="1">
        <w:r w:rsidRPr="003C2271">
          <w:t>320/2002 Sb.</w:t>
        </w:r>
      </w:hyperlink>
      <w:r w:rsidRPr="003C2271">
        <w:t>, zákona č. </w:t>
      </w:r>
      <w:hyperlink r:id="rId14" w:history="1">
        <w:r w:rsidRPr="003C2271">
          <w:t>274/2008 Sb.</w:t>
        </w:r>
      </w:hyperlink>
      <w:r w:rsidRPr="003C2271">
        <w:t>, zákona č. </w:t>
      </w:r>
      <w:hyperlink r:id="rId15" w:history="1">
        <w:r w:rsidRPr="003C2271">
          <w:t>227/2009 Sb.</w:t>
        </w:r>
      </w:hyperlink>
      <w:r w:rsidRPr="003C2271">
        <w:t xml:space="preserve">, zákona č. </w:t>
      </w:r>
      <w:hyperlink r:id="rId16" w:history="1">
        <w:r w:rsidRPr="003C2271">
          <w:t>427/2010 Sb.</w:t>
        </w:r>
      </w:hyperlink>
      <w:r w:rsidRPr="003C2271">
        <w:t xml:space="preserve">, zákona č. </w:t>
      </w:r>
      <w:hyperlink r:id="rId17" w:history="1">
        <w:r w:rsidRPr="003C2271">
          <w:t>375/2011 Sb.</w:t>
        </w:r>
      </w:hyperlink>
      <w:r w:rsidRPr="003C2271">
        <w:t>, zákona č. </w:t>
      </w:r>
      <w:hyperlink r:id="rId18" w:history="1">
        <w:r w:rsidRPr="003C2271">
          <w:t>142/2012 Sb.</w:t>
        </w:r>
      </w:hyperlink>
      <w:r w:rsidRPr="003C2271">
        <w:t xml:space="preserve">, zákona č. </w:t>
      </w:r>
      <w:hyperlink r:id="rId19" w:history="1">
        <w:r w:rsidRPr="003C2271">
          <w:t>494/2012 Sb.</w:t>
        </w:r>
      </w:hyperlink>
      <w:r w:rsidRPr="003C2271">
        <w:t xml:space="preserve">, zákona č. </w:t>
      </w:r>
      <w:hyperlink r:id="rId20" w:history="1">
        <w:r w:rsidRPr="003C2271">
          <w:t>303/2013 Sb.</w:t>
        </w:r>
      </w:hyperlink>
      <w:r w:rsidRPr="003C2271">
        <w:t xml:space="preserve">, zákona č. </w:t>
      </w:r>
      <w:hyperlink r:id="rId21" w:history="1">
        <w:r w:rsidRPr="003C2271">
          <w:t>64/2014 Sb.</w:t>
        </w:r>
      </w:hyperlink>
      <w:r w:rsidRPr="003C2271">
        <w:t>, zákona č. 204/2015 Sb., zákona č. 188/2016 Sb., zákona č. 65/2017 Sb., zákona č. 183/20</w:t>
      </w:r>
      <w:r w:rsidR="00F033E4">
        <w:t>17 Sb., zákona č. 248/2017 Sb.,</w:t>
      </w:r>
      <w:r w:rsidRPr="003C2271">
        <w:t xml:space="preserve"> zákona č.</w:t>
      </w:r>
      <w:r w:rsidR="00144D72">
        <w:t> </w:t>
      </w:r>
      <w:r w:rsidRPr="003C2271">
        <w:t>261/2020 Sb.</w:t>
      </w:r>
      <w:r w:rsidR="00C91B2C">
        <w:t xml:space="preserve"> a</w:t>
      </w:r>
      <w:r w:rsidR="00F033E4" w:rsidRPr="00F033E4">
        <w:t xml:space="preserve"> </w:t>
      </w:r>
      <w:r w:rsidR="00F033E4">
        <w:t>zákona č. 261/2021 Sb.</w:t>
      </w:r>
      <w:r w:rsidR="00F033E4" w:rsidRPr="000B422C">
        <w:t>,</w:t>
      </w:r>
      <w:r w:rsidRPr="003C2271">
        <w:t xml:space="preserve"> se za § 17c vkládají nové § 17d až 17g, které včetně nadpisů znějí:</w:t>
      </w:r>
    </w:p>
    <w:p w:rsidR="00590A44" w:rsidRPr="003C2271" w:rsidRDefault="00590A44" w:rsidP="00590A44">
      <w:pPr>
        <w:pStyle w:val="Paragraf"/>
        <w:rPr>
          <w:b/>
        </w:rPr>
      </w:pPr>
      <w:r w:rsidRPr="003C2271">
        <w:t>„§ 17d</w:t>
      </w:r>
    </w:p>
    <w:p w:rsidR="00590A44" w:rsidRPr="005114F7" w:rsidRDefault="00590A44" w:rsidP="00590A44">
      <w:pPr>
        <w:pStyle w:val="Nadpisparagrafu"/>
        <w:keepNext w:val="0"/>
        <w:keepLines w:val="0"/>
        <w:widowControl w:val="0"/>
        <w:spacing w:before="120"/>
      </w:pPr>
      <w:r w:rsidRPr="005114F7">
        <w:t>Další oprávnění v provozu na pozemních komunikacích</w:t>
      </w:r>
    </w:p>
    <w:p w:rsidR="00590A44" w:rsidRPr="003C2271" w:rsidRDefault="00590A44" w:rsidP="00590A44">
      <w:pPr>
        <w:pStyle w:val="Textodstavce"/>
        <w:numPr>
          <w:ilvl w:val="0"/>
          <w:numId w:val="19"/>
        </w:numPr>
      </w:pPr>
      <w:r w:rsidRPr="003C2271">
        <w:t xml:space="preserve">Pokud obec, která zřídila obecní policii nebo je smluvní stranou veřejnoprávní smlouvy podle § 3a a eviduje nedoplatek řidiče nebo provozovatele motorového vozidla na pokutě za přestupek podle zákona o silničním provozu, zákona o pozemních komunikacích nebo zákona o silniční dopravě, který byl spáchán na území této obce, je strážník oprávněn při zastavení vozidla podle § 79 odst. 1 písm. c) bodu 2 zákona o silničním provozu požadovat po řidiči motorového vozidla uhrazení takového nedoplatku na místě v hotovosti nebo bezhotovostním převodem, k němuž je dán platební příkaz prostřednictvím platební karty, a to pouze v případě, pokud </w:t>
      </w:r>
    </w:p>
    <w:p w:rsidR="00590A44" w:rsidRPr="003C2271" w:rsidRDefault="00590A44" w:rsidP="00590A44">
      <w:pPr>
        <w:pStyle w:val="Psmeno"/>
      </w:pPr>
      <w:r>
        <w:t>a)</w:t>
      </w:r>
      <w:r>
        <w:tab/>
      </w:r>
      <w:r w:rsidRPr="003C2271">
        <w:t>byla pokuta, jejímž neuhrazením vznikl nedoplatek, uložena orgánem obce a</w:t>
      </w:r>
    </w:p>
    <w:p w:rsidR="00590A44" w:rsidRPr="003C2271" w:rsidRDefault="00590A44" w:rsidP="00590A44">
      <w:pPr>
        <w:pStyle w:val="Psmeno"/>
      </w:pPr>
      <w:r>
        <w:t>b)</w:t>
      </w:r>
      <w:r>
        <w:tab/>
      </w:r>
      <w:r w:rsidRPr="003C2271">
        <w:t>nedoplatek na této pokutě nebyl předán obcí k vymáhání obecnému správci daně.</w:t>
      </w:r>
    </w:p>
    <w:p w:rsidR="00590A44" w:rsidRPr="003C2271" w:rsidRDefault="00590A44" w:rsidP="00590A44">
      <w:pPr>
        <w:pStyle w:val="Textodstavce"/>
      </w:pPr>
      <w:r w:rsidRPr="003C2271">
        <w:t>Nedoplatkem se pro účely tohoto zákona rozumí nedoplatek, u kterého není povoleno posečkání jeho úhrady nebo rozložení jeho úhrady na splátky.</w:t>
      </w:r>
    </w:p>
    <w:p w:rsidR="00590A44" w:rsidRPr="003C2271" w:rsidRDefault="00590A44" w:rsidP="00590A44">
      <w:pPr>
        <w:pStyle w:val="Textodstavce"/>
      </w:pPr>
      <w:r w:rsidRPr="003C2271">
        <w:t>Poskytnutí informace o nedoplatku podle odstavce 1 provozovatele motorového vozidla řidiči tohoto vozidla není porušením mlčenlivosti podle daňového řádu.</w:t>
      </w:r>
    </w:p>
    <w:p w:rsidR="00590A44" w:rsidRPr="003C2271" w:rsidRDefault="00590A44" w:rsidP="00590A44">
      <w:pPr>
        <w:pStyle w:val="Textodstavce"/>
      </w:pPr>
      <w:r w:rsidRPr="003C2271">
        <w:t>Je-li nedoplatek podle odstavce 1 uhrazen na místě kontroly motorového vozidla, strážník vystaví řidiči tohoto vozidla potvrzení o jeho uhrazení. Nedoplatek je příjmem rozpočtu obce, jejíž orgán uložil pokutu podle odstavce 1.</w:t>
      </w:r>
    </w:p>
    <w:p w:rsidR="00590A44" w:rsidRPr="003C2271" w:rsidRDefault="00590A44" w:rsidP="00590A44">
      <w:pPr>
        <w:widowControl w:val="0"/>
        <w:spacing w:before="120" w:after="120"/>
        <w:ind w:firstLine="567"/>
        <w:outlineLvl w:val="2"/>
      </w:pPr>
    </w:p>
    <w:p w:rsidR="00590A44" w:rsidRPr="003C2271" w:rsidRDefault="00590A44" w:rsidP="003B4274">
      <w:pPr>
        <w:pStyle w:val="Paragraf"/>
      </w:pPr>
      <w:r w:rsidRPr="003C2271">
        <w:t>§ 17e</w:t>
      </w:r>
    </w:p>
    <w:p w:rsidR="00590A44" w:rsidRPr="005114F7" w:rsidRDefault="00590A44" w:rsidP="003B4274">
      <w:pPr>
        <w:pStyle w:val="Nadpisparagrafu"/>
      </w:pPr>
      <w:r w:rsidRPr="005114F7">
        <w:t xml:space="preserve">Zadržení tabulek státní poznávací značky a </w:t>
      </w:r>
      <w:r w:rsidRPr="003B4274">
        <w:t>zabránění</w:t>
      </w:r>
      <w:r w:rsidRPr="005114F7">
        <w:t xml:space="preserve"> v jízdě motorového vozidla</w:t>
      </w:r>
    </w:p>
    <w:p w:rsidR="00590A44" w:rsidRPr="003C2271" w:rsidRDefault="00590A44" w:rsidP="003B4274">
      <w:pPr>
        <w:pStyle w:val="Textodstavce"/>
        <w:numPr>
          <w:ilvl w:val="0"/>
          <w:numId w:val="20"/>
        </w:numPr>
      </w:pPr>
      <w:r w:rsidRPr="003C2271">
        <w:t xml:space="preserve">Není-li nedoplatek podle § 17d odst. 1 uhrazen na místě zastavení motorového vozidla, přikáže strážník řidiči jízdu na nejbližší vhodné místo z hlediska bezpečnosti a plynulosti provozu na pozemních komunikacích a </w:t>
      </w:r>
    </w:p>
    <w:p w:rsidR="00590A44" w:rsidRPr="003C2271" w:rsidRDefault="003B4274" w:rsidP="003B4274">
      <w:pPr>
        <w:pStyle w:val="Psmeno"/>
      </w:pPr>
      <w:r>
        <w:t>a)</w:t>
      </w:r>
      <w:r>
        <w:tab/>
      </w:r>
      <w:r w:rsidR="00590A44" w:rsidRPr="003C2271">
        <w:t xml:space="preserve">zadrží tabulky státní poznávací značky (dále jen „registrační značka“) motorového vozidla; pokud je řidič motorového vozidla odmítne na výzvu strážníka vydat, tabulky registrační značky odejme, nebo </w:t>
      </w:r>
    </w:p>
    <w:p w:rsidR="00590A44" w:rsidRPr="003C2271" w:rsidRDefault="003B4274" w:rsidP="003B4274">
      <w:pPr>
        <w:pStyle w:val="Psmeno"/>
      </w:pPr>
      <w:r>
        <w:t>b)</w:t>
      </w:r>
      <w:r>
        <w:tab/>
      </w:r>
      <w:r w:rsidR="00590A44" w:rsidRPr="003C2271">
        <w:t>zabrání motorovému vozidlu v jízdě použitím technického prostředku k zabránění odjezdu vozidla.</w:t>
      </w:r>
    </w:p>
    <w:p w:rsidR="00590A44" w:rsidRPr="003C2271" w:rsidRDefault="00590A44" w:rsidP="003B4274">
      <w:pPr>
        <w:pStyle w:val="Textodstavce"/>
      </w:pPr>
      <w:r w:rsidRPr="003C2271">
        <w:t xml:space="preserve">Strážník o zadržení tabulek registrační značky nebo použití technického prostředku k zabránění odjezdu vozidla sepíše úřední záznam, který obsahuje </w:t>
      </w:r>
    </w:p>
    <w:p w:rsidR="00590A44" w:rsidRPr="003C2271" w:rsidRDefault="00590A44" w:rsidP="003B4274">
      <w:pPr>
        <w:pStyle w:val="Textpsmene"/>
        <w:rPr>
          <w:lang w:eastAsia="ar-SA"/>
        </w:rPr>
      </w:pPr>
      <w:r w:rsidRPr="003C2271">
        <w:t xml:space="preserve">údaje o kontrolovaném motorovém vozidle, </w:t>
      </w:r>
    </w:p>
    <w:p w:rsidR="00590A44" w:rsidRPr="003C2271" w:rsidRDefault="00590A44" w:rsidP="003B4274">
      <w:pPr>
        <w:pStyle w:val="Textpsmene"/>
      </w:pPr>
      <w:r w:rsidRPr="003C2271">
        <w:t>údaje o osobě, která byla řidičem kontrolovaného motorového vozidla,</w:t>
      </w:r>
    </w:p>
    <w:p w:rsidR="00590A44" w:rsidRPr="003C2271" w:rsidRDefault="00590A44" w:rsidP="003B4274">
      <w:pPr>
        <w:pStyle w:val="Textpsmene"/>
      </w:pPr>
      <w:r w:rsidRPr="003C2271">
        <w:t>identifikační údaje osoby, která má nedoplatek podle § 17d odst. 1,</w:t>
      </w:r>
    </w:p>
    <w:p w:rsidR="00590A44" w:rsidRPr="003C2271" w:rsidRDefault="00590A44" w:rsidP="003B4274">
      <w:pPr>
        <w:pStyle w:val="Textpsmene"/>
      </w:pPr>
      <w:r w:rsidRPr="003C2271">
        <w:t>výši nedoplatku podle § 17d odst. 1,</w:t>
      </w:r>
    </w:p>
    <w:p w:rsidR="00590A44" w:rsidRPr="003C2271" w:rsidRDefault="00590A44" w:rsidP="003B4274">
      <w:pPr>
        <w:pStyle w:val="Textpsmene"/>
      </w:pPr>
      <w:r w:rsidRPr="003C2271">
        <w:t>údaje o orgánu obce, kde je možné nedoplatek podle § 17d odst. 1 písm. a) uhradit nebo prokázat jeho uhrazení, vyzvednout zadržené tabulky registrační značky nebo se domáhat odstranění technického prostředku k zabránění odjezdu vozidla, a času, kdy je tak možné učinit,</w:t>
      </w:r>
    </w:p>
    <w:p w:rsidR="00590A44" w:rsidRPr="003C2271" w:rsidRDefault="00590A44" w:rsidP="003B4274">
      <w:pPr>
        <w:pStyle w:val="Textpsmene"/>
      </w:pPr>
      <w:r w:rsidRPr="003C2271">
        <w:t>poučení o důsledku zadržení tabulek registrační značky nebo použití technického prostředku k zabránění odjezdu vozidla a</w:t>
      </w:r>
    </w:p>
    <w:p w:rsidR="00590A44" w:rsidRPr="003C2271" w:rsidRDefault="00590A44" w:rsidP="003B4274">
      <w:pPr>
        <w:pStyle w:val="Textpsmene"/>
      </w:pPr>
      <w:r w:rsidRPr="003C2271">
        <w:t>poučení o možnosti podat stížnost podle § 17g.</w:t>
      </w:r>
    </w:p>
    <w:p w:rsidR="00590A44" w:rsidRPr="003C2271" w:rsidRDefault="00590A44" w:rsidP="003B4274">
      <w:pPr>
        <w:pStyle w:val="Textodstavce"/>
      </w:pPr>
      <w:r w:rsidRPr="003C2271">
        <w:t xml:space="preserve">Strážník předá stejnopis úředního záznamu podle odstavce 2 řidiči kontrolovaného motorového vozidla. </w:t>
      </w:r>
    </w:p>
    <w:p w:rsidR="00590A44" w:rsidRPr="003C2271" w:rsidRDefault="00590A44" w:rsidP="003B4274">
      <w:pPr>
        <w:pStyle w:val="Textodstavce"/>
      </w:pPr>
      <w:r w:rsidRPr="003C2271">
        <w:t>Není-li řidič kontrolovaného motorového vozidla současně jeho provozovatelem, vyrozumí obecní policie o zadržení tabulek registrační značky nebo použití technického prostředku k zabránění odjezdu vozidla provozovatele tohoto vozidla, je-li to bez zbytečných obtíží možné. Ve vyrozumění provozovatele motorového vozidla, je-li osobou, která má nedoplatek podle § 17d odst. 1, uvede obecní policie údaje podle odstavce 2, s výjimkou údaje o výši nedoplatku řidiče kontrolovaného vozidla. Ve vyrozumění provozovatele motorového vozidla, který není osobou, která má nedoplatek podle § 17d odst. 1, uvede obecní policie údaje podle odstavce 2 písm. a), b) a e) až g).</w:t>
      </w:r>
    </w:p>
    <w:p w:rsidR="00590A44" w:rsidRPr="003C2271" w:rsidRDefault="00590A44" w:rsidP="003B4274">
      <w:pPr>
        <w:pStyle w:val="Textodstavce"/>
      </w:pPr>
      <w:r w:rsidRPr="003C2271">
        <w:t>Škody způsobené v souvislosti se zadržením tabulek registrační značky nebo s použitím technického prostředku k zabránění odjezdu vozidla, zejména škody způsobené omezením užívání motorového vozidla, náklady spojené s jízdou motorového vozidla do místa odstavení a s odstavením tohoto vozidla jdou k tíži osoby, která má nedoplatek podle § 17d odst. 1. Odpovědnost řidiče nebo provozovatele motorového vozidla za vozidlo, náklad a přepravované osoby není zadržením tabulek registrační značky nebo použitím technického prostředku k zabránění odjezdu vozidla dotčena.</w:t>
      </w:r>
    </w:p>
    <w:p w:rsidR="00590A44" w:rsidRPr="003C2271" w:rsidRDefault="00590A44" w:rsidP="003B4274">
      <w:pPr>
        <w:pStyle w:val="Textodstavce"/>
      </w:pPr>
      <w:r w:rsidRPr="003C2271">
        <w:t xml:space="preserve">Strážník není oprávněn zadržet tabulky registrační značky motorového vozidla a zabránit motorovému vozidlu v jízdě, jedná-li se o vozidlo základních složek integrovaného záchranného systému, ozbrojených sil, bezpečnostních sborů, jednotek požární ochrany, zpravodajských služeb, Horské služby, obecní policie nebo vozidlo osoby požívající výsad a imunit podle jiného právního předpisu nebo mezinárodní smlouvy. </w:t>
      </w:r>
    </w:p>
    <w:p w:rsidR="00590A44" w:rsidRPr="003C2271" w:rsidRDefault="00590A44" w:rsidP="003B4274">
      <w:pPr>
        <w:pStyle w:val="Textodstavce"/>
        <w:rPr>
          <w:lang w:eastAsia="ar-SA"/>
        </w:rPr>
      </w:pPr>
      <w:r w:rsidRPr="003C2271">
        <w:t xml:space="preserve">Strážník nemusí v případech hodných zvláštního zřetele zadržet tabulky registrační značky motorového vozidla nebo zabránit motorovému vozidlu v jízdě. O tomto postupu sepíše úřední záznam, který obsahuje </w:t>
      </w:r>
    </w:p>
    <w:p w:rsidR="00590A44" w:rsidRPr="003C2271" w:rsidRDefault="00590A44" w:rsidP="003B4274">
      <w:pPr>
        <w:pStyle w:val="Textpsmene"/>
      </w:pPr>
      <w:r w:rsidRPr="003C2271">
        <w:t xml:space="preserve">údaje o kontrolovaném motorovém vozidle, </w:t>
      </w:r>
    </w:p>
    <w:p w:rsidR="00590A44" w:rsidRPr="003C2271" w:rsidRDefault="00590A44" w:rsidP="003B4274">
      <w:pPr>
        <w:pStyle w:val="Textpsmene"/>
      </w:pPr>
      <w:r w:rsidRPr="003C2271">
        <w:t>údaje o osobě, která byla řidičem kontrolovaného motorového vozidla,</w:t>
      </w:r>
    </w:p>
    <w:p w:rsidR="00590A44" w:rsidRPr="003C2271" w:rsidRDefault="00590A44" w:rsidP="003B4274">
      <w:pPr>
        <w:pStyle w:val="Textpsmene"/>
      </w:pPr>
      <w:r w:rsidRPr="003C2271">
        <w:t>identifikační údaje osoby, která má nedoplatek podle § 17d odst. 1,</w:t>
      </w:r>
    </w:p>
    <w:p w:rsidR="00590A44" w:rsidRPr="003C2271" w:rsidRDefault="00590A44" w:rsidP="003B4274">
      <w:pPr>
        <w:pStyle w:val="Textpsmene"/>
      </w:pPr>
      <w:r w:rsidRPr="003C2271">
        <w:t>výši</w:t>
      </w:r>
      <w:r>
        <w:t xml:space="preserve"> nedoplatku podle § 17d odst. 1</w:t>
      </w:r>
      <w:r w:rsidRPr="003C2271">
        <w:t xml:space="preserve"> a</w:t>
      </w:r>
    </w:p>
    <w:p w:rsidR="00590A44" w:rsidRPr="003C2271" w:rsidRDefault="00590A44" w:rsidP="003B4274">
      <w:pPr>
        <w:pStyle w:val="Textpsmene"/>
      </w:pPr>
      <w:r w:rsidRPr="003C2271">
        <w:t>důvod, pro který strážník nepostupoval podle odstavce 1.</w:t>
      </w:r>
    </w:p>
    <w:p w:rsidR="00590A44" w:rsidRPr="003C2271" w:rsidRDefault="00590A44" w:rsidP="003B4274">
      <w:pPr>
        <w:pStyle w:val="Textodstavce"/>
      </w:pPr>
      <w:r w:rsidRPr="003C2271">
        <w:t>O zadržení tabulek registrační značky motorového vozidla registrovaného v České republice informuje obecní policie bezodkladně Ministerstvo dopravy.</w:t>
      </w:r>
    </w:p>
    <w:p w:rsidR="00590A44" w:rsidRPr="003C2271" w:rsidRDefault="00590A44" w:rsidP="00590A44">
      <w:pPr>
        <w:pStyle w:val="Bezmezer"/>
      </w:pPr>
    </w:p>
    <w:p w:rsidR="00590A44" w:rsidRPr="003C2271" w:rsidRDefault="00590A44" w:rsidP="003B4274">
      <w:pPr>
        <w:pStyle w:val="Paragraf"/>
        <w:rPr>
          <w:lang w:eastAsia="ar-SA"/>
        </w:rPr>
      </w:pPr>
      <w:r w:rsidRPr="003C2271">
        <w:t>§ 17f</w:t>
      </w:r>
    </w:p>
    <w:p w:rsidR="00590A44" w:rsidRPr="005114F7" w:rsidRDefault="00590A44" w:rsidP="003B4274">
      <w:pPr>
        <w:pStyle w:val="Nadpisparagrafu"/>
      </w:pPr>
      <w:r w:rsidRPr="005114F7">
        <w:t xml:space="preserve">Vrácení tabulek registrační značky a </w:t>
      </w:r>
      <w:r w:rsidRPr="003B4274">
        <w:t>odstranění</w:t>
      </w:r>
      <w:r w:rsidRPr="005114F7">
        <w:t xml:space="preserve"> technického prostředku k zabránění odjezdu vozidla</w:t>
      </w:r>
    </w:p>
    <w:p w:rsidR="00590A44" w:rsidRPr="003C2271" w:rsidRDefault="00590A44" w:rsidP="003B4274">
      <w:pPr>
        <w:pStyle w:val="Textodstavce"/>
        <w:numPr>
          <w:ilvl w:val="0"/>
          <w:numId w:val="21"/>
        </w:numPr>
      </w:pPr>
      <w:r w:rsidRPr="003C2271">
        <w:t xml:space="preserve">Pokud řidič motorového vozidla, který není jeho provozovatelem, a provozovatel tohoto vozidla nemají nedoplatek podle § 17d odst. 1, je řidič motorového vozidla, který není jeho provozovatelem, oprávněn </w:t>
      </w:r>
    </w:p>
    <w:p w:rsidR="00590A44" w:rsidRPr="003C2271" w:rsidRDefault="00590A44" w:rsidP="003B4274">
      <w:pPr>
        <w:pStyle w:val="Textpsmene"/>
      </w:pPr>
      <w:r w:rsidRPr="003C2271">
        <w:t>vyzvednout si zadržené tabulky registrační značky, nebo</w:t>
      </w:r>
    </w:p>
    <w:p w:rsidR="00590A44" w:rsidRPr="003C2271" w:rsidRDefault="00590A44" w:rsidP="003B4274">
      <w:pPr>
        <w:pStyle w:val="Textpsmene"/>
      </w:pPr>
      <w:r w:rsidRPr="003C2271">
        <w:t xml:space="preserve">domáhat se odstranění technického prostředku k zabránění odjezdu vozidla. </w:t>
      </w:r>
    </w:p>
    <w:p w:rsidR="00590A44" w:rsidRPr="003C2271" w:rsidRDefault="00590A44" w:rsidP="003B4274">
      <w:pPr>
        <w:pStyle w:val="Textodstavce"/>
      </w:pPr>
      <w:r w:rsidRPr="003C2271">
        <w:t>Provozovatel motorového vozidla, který nemá nedoplatek podle § 17d odst. 1, je oprávněn</w:t>
      </w:r>
    </w:p>
    <w:p w:rsidR="00590A44" w:rsidRPr="003C2271" w:rsidRDefault="00590A44" w:rsidP="003B4274">
      <w:pPr>
        <w:pStyle w:val="Textpsmene"/>
      </w:pPr>
      <w:r w:rsidRPr="003C2271">
        <w:t>vyzvednout si zadržené tabulky registrační značky, nebo</w:t>
      </w:r>
    </w:p>
    <w:p w:rsidR="00590A44" w:rsidRPr="003C2271" w:rsidRDefault="00590A44" w:rsidP="003B4274">
      <w:pPr>
        <w:pStyle w:val="Textpsmene"/>
      </w:pPr>
      <w:r w:rsidRPr="003C2271">
        <w:t>domáhat se odstranění technického prostředku k zabránění odjezdu vozidla.</w:t>
      </w:r>
    </w:p>
    <w:p w:rsidR="00590A44" w:rsidRPr="003C2271" w:rsidRDefault="00590A44" w:rsidP="003B4274">
      <w:pPr>
        <w:pStyle w:val="Textodstavce"/>
      </w:pPr>
      <w:r w:rsidRPr="003C2271">
        <w:t>Pokud tabulky registrační značky nebyly vyzvednuty do 1 roku od jejich zadržení, předá je obecní policie příslušnému obecnímu úřadu obce s rozšířenou působností, jde-li o tabulky registrační značky motorového vozidla registrovaného v České republice, v ostatních případech prostřednictvím zastupitelského úřadu státu poslední registrace motorového vozidla.</w:t>
      </w:r>
    </w:p>
    <w:p w:rsidR="00590A44" w:rsidRPr="003C2271" w:rsidRDefault="00590A44" w:rsidP="003B4274">
      <w:pPr>
        <w:pStyle w:val="Textodstavce"/>
      </w:pPr>
      <w:r w:rsidRPr="003C2271">
        <w:t>O vyzvednutí tabulek registrační značky motorového vozidla registrovaného v České republice podle odstavců 1 a 2 a o jejich předání příslušnému úřadu obce s rozšířenou působností podle odstavce 3 informuje obecní policie bezodkladně Ministerstvo dopravy.</w:t>
      </w:r>
    </w:p>
    <w:p w:rsidR="00590A44" w:rsidRPr="003C2271" w:rsidRDefault="00590A44" w:rsidP="003B4274">
      <w:pPr>
        <w:pStyle w:val="Paragraf"/>
      </w:pPr>
      <w:r w:rsidRPr="003C2271">
        <w:t>§ 17g</w:t>
      </w:r>
    </w:p>
    <w:p w:rsidR="00590A44" w:rsidRPr="005114F7" w:rsidRDefault="00590A44" w:rsidP="003B4274">
      <w:pPr>
        <w:pStyle w:val="Nadpisparagrafu"/>
      </w:pPr>
      <w:r w:rsidRPr="005114F7">
        <w:t>Stížnost</w:t>
      </w:r>
    </w:p>
    <w:p w:rsidR="00590A44" w:rsidRDefault="00590A44" w:rsidP="00590A44">
      <w:pPr>
        <w:pStyle w:val="Textparagrafu"/>
      </w:pPr>
      <w:r w:rsidRPr="003C2271">
        <w:t>Proti postupu strážníka nebo ob</w:t>
      </w:r>
      <w:r>
        <w:t>ecní policie podle § 17d až </w:t>
      </w:r>
      <w:r w:rsidRPr="003C2271">
        <w:t>17f</w:t>
      </w:r>
      <w:r>
        <w:t xml:space="preserve"> l</w:t>
      </w:r>
      <w:r w:rsidRPr="003C2271">
        <w:t>ze podat stížnost k osobě, která řídí obecní policii podle § 3 odst. 1.“.</w:t>
      </w:r>
    </w:p>
    <w:p w:rsidR="00590A44" w:rsidRDefault="00590A44" w:rsidP="00A633BE">
      <w:pPr>
        <w:pStyle w:val="Textparagrafu"/>
      </w:pPr>
    </w:p>
    <w:p w:rsidR="00590A44" w:rsidRPr="005E229E" w:rsidRDefault="00590A44" w:rsidP="00A633BE">
      <w:pPr>
        <w:pStyle w:val="Textparagrafu"/>
      </w:pPr>
    </w:p>
    <w:p w:rsidR="004E1F59" w:rsidRPr="001E3415" w:rsidRDefault="00A633BE" w:rsidP="00A633BE">
      <w:pPr>
        <w:pStyle w:val="ST"/>
      </w:pPr>
      <w:r>
        <w:t xml:space="preserve">ČÁST </w:t>
      </w:r>
      <w:r w:rsidR="00FD2801">
        <w:t>PÁTÁ</w:t>
      </w:r>
    </w:p>
    <w:p w:rsidR="004E1F59" w:rsidRPr="001E3415" w:rsidRDefault="004E1F59" w:rsidP="00A633BE">
      <w:pPr>
        <w:pStyle w:val="NADPISSTI"/>
      </w:pPr>
      <w:r w:rsidRPr="001E3415">
        <w:t>Změna zákona o silniční dopravě</w:t>
      </w:r>
    </w:p>
    <w:p w:rsidR="004E1F59" w:rsidRPr="001E3415" w:rsidRDefault="00A633BE" w:rsidP="00A633BE">
      <w:pPr>
        <w:pStyle w:val="lnek"/>
      </w:pPr>
      <w:r>
        <w:t xml:space="preserve">Čl. </w:t>
      </w:r>
      <w:r w:rsidR="00FD2801">
        <w:t>V</w:t>
      </w:r>
    </w:p>
    <w:p w:rsidR="004E1F59" w:rsidRPr="005E229E" w:rsidRDefault="004E1F59" w:rsidP="00A633BE">
      <w:pPr>
        <w:pStyle w:val="Textlnku"/>
      </w:pPr>
      <w:r w:rsidRPr="001E3415">
        <w:t>V § 36 zákona č. 111/1994 Sb., o silniční dopravě, ve znění zákona č</w:t>
      </w:r>
      <w:r w:rsidRPr="005E229E">
        <w:t xml:space="preserve">. 304/2017 Sb., zákona č. 115/2020 Sb. a zákona č. 337/2020 Sb., se doplňuje odstavec 7, který zní: </w:t>
      </w:r>
    </w:p>
    <w:p w:rsidR="004E1F59" w:rsidRPr="00E45BF7" w:rsidRDefault="004E1F59" w:rsidP="00A633BE">
      <w:pPr>
        <w:pStyle w:val="Textparagrafu"/>
      </w:pPr>
      <w:r w:rsidRPr="00E45BF7">
        <w:t>„</w:t>
      </w:r>
      <w:bookmarkStart w:id="12" w:name="_Hlk43020680"/>
      <w:r w:rsidRPr="00E45BF7">
        <w:t>(7) Pokuta uložená za přestupek podle tohoto zákona, která byla předána obecním úřadem obce s rozšířenou působností obecnému správci daně k vymáhání a nebyla vybrána nebo vymožena tímto obecním úřadem, je z 30 % příjmem státního rozpočtu a ze 70 % příjmem obce, jejíž orgán pokutu uložil.</w:t>
      </w:r>
      <w:bookmarkEnd w:id="12"/>
      <w:r w:rsidRPr="00E45BF7">
        <w:t xml:space="preserve">“. </w:t>
      </w:r>
    </w:p>
    <w:p w:rsidR="004E1F59" w:rsidRPr="001E3415" w:rsidRDefault="00A633BE" w:rsidP="00A633BE">
      <w:pPr>
        <w:pStyle w:val="lnek"/>
      </w:pPr>
      <w:r>
        <w:t xml:space="preserve">Čl. </w:t>
      </w:r>
      <w:r w:rsidR="004E1F59" w:rsidRPr="001E3415">
        <w:t>V</w:t>
      </w:r>
      <w:r w:rsidR="00FD2801">
        <w:t>I</w:t>
      </w:r>
    </w:p>
    <w:p w:rsidR="004E1F59" w:rsidRPr="001F28FB" w:rsidRDefault="004E1F59" w:rsidP="00A633BE">
      <w:pPr>
        <w:pStyle w:val="Nadpislnku"/>
      </w:pPr>
      <w:r w:rsidRPr="001F28FB">
        <w:t>Přechodné ustanovení</w:t>
      </w:r>
    </w:p>
    <w:p w:rsidR="004E1F59" w:rsidRPr="001F28FB" w:rsidRDefault="004E1F59" w:rsidP="00A633BE">
      <w:pPr>
        <w:pStyle w:val="Textlnku"/>
      </w:pPr>
      <w:r w:rsidRPr="001F28FB">
        <w:t>Pokuta uložená za přestupek podle zákona č. 111/1994 Sb., která byla předána obecním úřadem obce s rozšířenou působností obecnému správci daně k vymáhání přede dnem nabytí účinnosti tohoto zákona, je příjmem obce, jejíž orgán pokutu uložil.</w:t>
      </w:r>
    </w:p>
    <w:p w:rsidR="004E1F59" w:rsidRPr="001E3415" w:rsidRDefault="004E1F59" w:rsidP="004E1F59">
      <w:pPr>
        <w:pStyle w:val="Textparagrafu"/>
        <w:widowControl w:val="0"/>
        <w:spacing w:before="0"/>
        <w:jc w:val="center"/>
      </w:pPr>
    </w:p>
    <w:p w:rsidR="004E1F59" w:rsidRPr="001E3415" w:rsidRDefault="00A633BE" w:rsidP="00A633BE">
      <w:pPr>
        <w:pStyle w:val="ST"/>
      </w:pPr>
      <w:r>
        <w:t xml:space="preserve">ČÁST </w:t>
      </w:r>
      <w:r w:rsidR="00FD2801">
        <w:t>ŠESTÁ</w:t>
      </w:r>
    </w:p>
    <w:p w:rsidR="004E1F59" w:rsidRPr="001E3415" w:rsidRDefault="004E1F59" w:rsidP="00A633BE">
      <w:pPr>
        <w:pStyle w:val="NADPISSTI"/>
      </w:pPr>
      <w:r w:rsidRPr="001E3415">
        <w:t>Změna zákona o pozemních komunikacích</w:t>
      </w:r>
    </w:p>
    <w:p w:rsidR="004E1F59" w:rsidRPr="001E3415" w:rsidRDefault="00A633BE" w:rsidP="00A633BE">
      <w:pPr>
        <w:pStyle w:val="lnek"/>
      </w:pPr>
      <w:r>
        <w:t xml:space="preserve">Čl. </w:t>
      </w:r>
      <w:r w:rsidR="004E1F59" w:rsidRPr="001E3415">
        <w:t>V</w:t>
      </w:r>
      <w:r w:rsidR="00A15809">
        <w:t>I</w:t>
      </w:r>
      <w:r w:rsidR="00FD2801">
        <w:t>I</w:t>
      </w:r>
    </w:p>
    <w:p w:rsidR="004E1F59" w:rsidRPr="001E3415" w:rsidRDefault="004E1F59" w:rsidP="00A633BE">
      <w:pPr>
        <w:pStyle w:val="Textlnku"/>
        <w:rPr>
          <w:b/>
        </w:rPr>
      </w:pPr>
      <w:r w:rsidRPr="001E3415">
        <w:t>V § 43 zákona č. 13/1997 Sb., o pozemních komunikacích, ve znění zákona č.</w:t>
      </w:r>
      <w:r>
        <w:t> </w:t>
      </w:r>
      <w:r w:rsidRPr="001E3415">
        <w:t>80/2006</w:t>
      </w:r>
      <w:r>
        <w:t> </w:t>
      </w:r>
      <w:r w:rsidRPr="001E3415">
        <w:t>Sb., zákona č. 347/2009 Sb., zákona č. 152/2011 Sb., zákona č.</w:t>
      </w:r>
      <w:r>
        <w:t xml:space="preserve"> </w:t>
      </w:r>
      <w:r w:rsidRPr="001E3415">
        <w:t>119/2012 Sb., zákona č. 196/2012 Sb., zákona č. 268/2015 Sb., zákona č. 319/2016 Sb., zákona č.</w:t>
      </w:r>
      <w:r>
        <w:t> </w:t>
      </w:r>
      <w:r w:rsidRPr="001E3415">
        <w:t>183/2017</w:t>
      </w:r>
      <w:r>
        <w:t> </w:t>
      </w:r>
      <w:r w:rsidRPr="001E3415">
        <w:t>Sb., zákona č.</w:t>
      </w:r>
      <w:r w:rsidR="00A633BE">
        <w:t> </w:t>
      </w:r>
      <w:r w:rsidRPr="001E3415">
        <w:t>193/2018 Sb.</w:t>
      </w:r>
      <w:r>
        <w:t xml:space="preserve"> a</w:t>
      </w:r>
      <w:r w:rsidRPr="001E3415">
        <w:t> zákona č. 227/2019 Sb., se na konci odstavce 3 doplňuje</w:t>
      </w:r>
      <w:r>
        <w:t xml:space="preserve"> </w:t>
      </w:r>
      <w:r w:rsidRPr="001E3415">
        <w:t>vět</w:t>
      </w:r>
      <w:r>
        <w:t>a</w:t>
      </w:r>
      <w:r w:rsidRPr="001E3415">
        <w:t xml:space="preserve"> </w:t>
      </w:r>
      <w:r w:rsidRPr="007E2624">
        <w:t>„</w:t>
      </w:r>
      <w:bookmarkStart w:id="13" w:name="_Hlk43020701"/>
      <w:r w:rsidRPr="001F28FB">
        <w:t>Pokuta uložená za přestupek podle tohoto zákona, která byla předána obecním úřadem obce s</w:t>
      </w:r>
      <w:r>
        <w:t xml:space="preserve"> </w:t>
      </w:r>
      <w:r w:rsidRPr="001F28FB">
        <w:t>rozšířenou působností obecnému správci daně k vymáhání a nebyla vybrána nebo vymožena tímto obecním úřadem, je z</w:t>
      </w:r>
      <w:r>
        <w:t xml:space="preserve"> 3</w:t>
      </w:r>
      <w:r w:rsidRPr="001F28FB">
        <w:t>0 % příjmem státního rozpočtu a z</w:t>
      </w:r>
      <w:r>
        <w:t>e 7</w:t>
      </w:r>
      <w:r w:rsidRPr="001F28FB">
        <w:t>0 % příjmem obce, je</w:t>
      </w:r>
      <w:r>
        <w:t>jíž</w:t>
      </w:r>
      <w:r w:rsidRPr="001F28FB">
        <w:t xml:space="preserve"> orgán pokutu uložil, nejedná-li se o pokutu </w:t>
      </w:r>
      <w:r w:rsidRPr="004B572D">
        <w:t xml:space="preserve">podle </w:t>
      </w:r>
      <w:r w:rsidRPr="001F28FB">
        <w:t>§ 42b odst. 1 písm. u).</w:t>
      </w:r>
      <w:bookmarkEnd w:id="13"/>
      <w:r w:rsidRPr="001F28FB">
        <w:t>“.</w:t>
      </w:r>
    </w:p>
    <w:p w:rsidR="004E1F59" w:rsidRPr="007E2624" w:rsidRDefault="00A633BE" w:rsidP="00A633BE">
      <w:pPr>
        <w:pStyle w:val="lnek"/>
      </w:pPr>
      <w:r>
        <w:t xml:space="preserve">Čl. </w:t>
      </w:r>
      <w:r w:rsidR="004E1F59" w:rsidRPr="007E2624">
        <w:t>VI</w:t>
      </w:r>
      <w:r w:rsidR="00A15809">
        <w:t>I</w:t>
      </w:r>
      <w:r w:rsidR="00FD2801">
        <w:t>I</w:t>
      </w:r>
    </w:p>
    <w:p w:rsidR="004E1F59" w:rsidRPr="007E2624" w:rsidRDefault="004E1F59" w:rsidP="00A633BE">
      <w:pPr>
        <w:pStyle w:val="Nadpislnku"/>
      </w:pPr>
      <w:r w:rsidRPr="001F28FB">
        <w:t>Přechodné ustanovení</w:t>
      </w:r>
    </w:p>
    <w:p w:rsidR="004E1F59" w:rsidRPr="001F28FB" w:rsidRDefault="004E1F59" w:rsidP="00A633BE">
      <w:pPr>
        <w:pStyle w:val="Textlnku"/>
      </w:pPr>
      <w:r w:rsidRPr="001F28FB">
        <w:t>Pokuta uložená za přestupek podle zákona č. 13/1997 Sb., která byla předána obecním úřadem obce s rozšířenou působností obecnému správci daně k vymáhání přede dnem nabytí účinnosti tohoto zákona, je příjmem obce, jejíž orgán pokutu uložil.</w:t>
      </w:r>
    </w:p>
    <w:p w:rsidR="004E1F59" w:rsidRPr="00A633BE" w:rsidRDefault="004E1F59" w:rsidP="004E1F59">
      <w:pPr>
        <w:pStyle w:val="Textpechodka"/>
        <w:widowControl w:val="0"/>
        <w:numPr>
          <w:ilvl w:val="0"/>
          <w:numId w:val="0"/>
        </w:numPr>
        <w:ind w:left="425" w:hanging="425"/>
      </w:pPr>
    </w:p>
    <w:p w:rsidR="004E1F59" w:rsidRPr="001E3415" w:rsidRDefault="00A633BE" w:rsidP="00A633BE">
      <w:pPr>
        <w:pStyle w:val="ST"/>
      </w:pPr>
      <w:r>
        <w:t xml:space="preserve">ČÁST </w:t>
      </w:r>
      <w:r w:rsidR="00FD2801">
        <w:t>SEDMÁ</w:t>
      </w:r>
    </w:p>
    <w:p w:rsidR="004E1F59" w:rsidRPr="001E3415" w:rsidRDefault="004E1F59" w:rsidP="00A633BE">
      <w:pPr>
        <w:pStyle w:val="NADPISSTI"/>
      </w:pPr>
      <w:r w:rsidRPr="001E3415">
        <w:t>Změna zákona o silničním provozu</w:t>
      </w:r>
    </w:p>
    <w:p w:rsidR="004E1F59" w:rsidRPr="001E3415" w:rsidRDefault="00A633BE" w:rsidP="00A633BE">
      <w:pPr>
        <w:pStyle w:val="lnek"/>
      </w:pPr>
      <w:r>
        <w:t xml:space="preserve">Čl. </w:t>
      </w:r>
      <w:r w:rsidR="00FD2801">
        <w:t>IX</w:t>
      </w:r>
    </w:p>
    <w:p w:rsidR="004E1F59" w:rsidRPr="001E3415" w:rsidRDefault="004E1F59" w:rsidP="00A633BE">
      <w:pPr>
        <w:pStyle w:val="Textlnku"/>
      </w:pPr>
      <w:r w:rsidRPr="001E3415">
        <w:t xml:space="preserve">V § 125e zákona č. 361/2000 Sb., o provozu na pozemních komunikacích a o změnách některých zákonů (zákon o silničním provozu), ve znění zákona č. 133/2011 Sb., zákona č. 230/2014 </w:t>
      </w:r>
      <w:r w:rsidRPr="00EE44D7">
        <w:t xml:space="preserve">Sb., zákona č. 183/2017 Sb. a zákona č. 337/2020 Sb., se doplňuje </w:t>
      </w:r>
      <w:r w:rsidRPr="001E3415">
        <w:t>odstav</w:t>
      </w:r>
      <w:r>
        <w:t>ec</w:t>
      </w:r>
      <w:r w:rsidRPr="001E3415">
        <w:t xml:space="preserve"> 3, který zní:</w:t>
      </w:r>
    </w:p>
    <w:p w:rsidR="004E1F59" w:rsidRDefault="004E1F59" w:rsidP="00A633BE">
      <w:pPr>
        <w:pStyle w:val="Textparagrafu"/>
      </w:pPr>
      <w:r w:rsidRPr="001F28FB">
        <w:t>„</w:t>
      </w:r>
      <w:bookmarkStart w:id="14" w:name="_Hlk43020723"/>
      <w:r w:rsidRPr="001F28FB">
        <w:t>(3) Pokuta uložená za přestupek podle tohoto zákona, která byla předána obecním úřadem obce s</w:t>
      </w:r>
      <w:r>
        <w:t xml:space="preserve"> </w:t>
      </w:r>
      <w:r w:rsidRPr="001F28FB">
        <w:t>rozšířenou působností obecnému správci daně k vymáhání a nebyla vybrána nebo vymožena tímto obecním úřadem, je z</w:t>
      </w:r>
      <w:r>
        <w:t xml:space="preserve"> 3</w:t>
      </w:r>
      <w:r w:rsidRPr="001F28FB">
        <w:t>0 % příjmem státního rozpočtu a z</w:t>
      </w:r>
      <w:r>
        <w:t>e 7</w:t>
      </w:r>
      <w:r w:rsidRPr="001F28FB">
        <w:t>0 % příjmem obce, jejíž orgán pokutu uložil.</w:t>
      </w:r>
      <w:bookmarkEnd w:id="14"/>
      <w:r w:rsidRPr="001F28FB">
        <w:t>“.</w:t>
      </w:r>
    </w:p>
    <w:p w:rsidR="004E1F59" w:rsidRPr="001E3415" w:rsidRDefault="00A633BE" w:rsidP="00A633BE">
      <w:pPr>
        <w:pStyle w:val="lnek"/>
      </w:pPr>
      <w:r>
        <w:t xml:space="preserve">Čl. </w:t>
      </w:r>
      <w:r w:rsidR="00A15809">
        <w:t>X</w:t>
      </w:r>
    </w:p>
    <w:p w:rsidR="004E1F59" w:rsidRPr="001F28FB" w:rsidRDefault="004E1F59" w:rsidP="00A633BE">
      <w:pPr>
        <w:pStyle w:val="Nadpislnku"/>
      </w:pPr>
      <w:r w:rsidRPr="001F28FB">
        <w:t>Přechodné ustanovení</w:t>
      </w:r>
    </w:p>
    <w:p w:rsidR="004E1F59" w:rsidRPr="001F28FB" w:rsidRDefault="004E1F59" w:rsidP="00A633BE">
      <w:pPr>
        <w:pStyle w:val="Textparagrafu"/>
      </w:pPr>
      <w:r w:rsidRPr="001F28FB">
        <w:t>Pokuta uložená za přestupek podle zákona č. 361/2000 Sb., která byla předána obecním úřadem obce s rozšířenou působností obecnému správci daně k vymáhání přede dnem nabytí účinnosti tohoto zákona, je příjmem obce, je</w:t>
      </w:r>
      <w:r>
        <w:t>jíž</w:t>
      </w:r>
      <w:r w:rsidRPr="001F28FB">
        <w:t xml:space="preserve"> orgán pokutu uložil.</w:t>
      </w:r>
    </w:p>
    <w:p w:rsidR="004E1F59" w:rsidRDefault="004E1F59" w:rsidP="004E1F59">
      <w:pPr>
        <w:pStyle w:val="Textparagrafu"/>
        <w:widowControl w:val="0"/>
        <w:spacing w:before="0"/>
        <w:jc w:val="center"/>
      </w:pPr>
    </w:p>
    <w:p w:rsidR="004E1F59" w:rsidRPr="001E3415" w:rsidRDefault="00A633BE" w:rsidP="00A633BE">
      <w:pPr>
        <w:pStyle w:val="ST"/>
      </w:pPr>
      <w:r>
        <w:t xml:space="preserve">ČÁST </w:t>
      </w:r>
      <w:r w:rsidR="00FD2801">
        <w:t>OSMÁ</w:t>
      </w:r>
    </w:p>
    <w:p w:rsidR="004E1F59" w:rsidRPr="001E3415" w:rsidRDefault="004E1F59" w:rsidP="00A633BE">
      <w:pPr>
        <w:pStyle w:val="NADPISSTI"/>
      </w:pPr>
      <w:r w:rsidRPr="001E3415">
        <w:t>Změna zákona o podmínkách provozu vozidel na pozemních komunikacích</w:t>
      </w:r>
    </w:p>
    <w:p w:rsidR="004E1F59" w:rsidRPr="001E3415" w:rsidRDefault="00A633BE" w:rsidP="00A633BE">
      <w:pPr>
        <w:pStyle w:val="lnek"/>
      </w:pPr>
      <w:r>
        <w:t xml:space="preserve">Čl. </w:t>
      </w:r>
      <w:r w:rsidR="004E1F59" w:rsidRPr="001E3415">
        <w:t>X</w:t>
      </w:r>
      <w:r w:rsidR="00FD2801">
        <w:t>I</w:t>
      </w:r>
    </w:p>
    <w:p w:rsidR="004E1F59" w:rsidRPr="001E3415" w:rsidRDefault="004E1F59" w:rsidP="00A633BE">
      <w:pPr>
        <w:pStyle w:val="Textlnku"/>
      </w:pPr>
      <w:r w:rsidRPr="001E3415">
        <w:t>Zákon č. 56/2001 Sb., o podmínkách provozu vozidel na pozemních komunikacích a o změně zákona č. 168/1999 Sb., o pojištění odpovědnosti za škodu způsobenou provozem vozidla a o změně některých souvisejících zákonů (zákon o pojištění odpovědnosti z provozu vozidla), ve znění zákona č. 307/1999 Sb., ve znění zákona č. 478/2001 Sb., zákona č. 175/2002 Sb., zákona č. 320/2002 Sb., zákona č. 193/2003 Sb., zákona č. 103/2004 Sb., zákona č. 186/2004 Sb., zákona č. 237/2004 Sb., zákona č. 411/2005 Sb., zákona č. 226/2006 Sb., zákona č. 311/2006 Sb., zákona č. 342/2006 Sb., zákona č. 170/2007 Sb., zákona č. 124/2008 Sb., zákona č. 137/2008 Sb., zákona č. 383/2008 Sb., zákona č. 227/2009 Sb., zákona č. 297/2009 Sb., zákona č. 347/2009 Sb., zákona č. 30/2011 Sb., zákona č. 152/2011 Sb., zákona č. 341/2011 Sb., zákona č. 457/2011 Sb., zákona č. 18/2012 Sb., zákona č. 169/2013 Sb., zákona č. 239/2013 Sb., zákona č. 243/2016 Sb., zákona č. 298/2016 Sb., zákona č. 63/2017 Sb., zákona č. 183/2017 Sb., zákona č.</w:t>
      </w:r>
      <w:r>
        <w:t> </w:t>
      </w:r>
      <w:r w:rsidRPr="001E3415">
        <w:t>193/2018</w:t>
      </w:r>
      <w:r>
        <w:t> </w:t>
      </w:r>
      <w:r w:rsidRPr="001E3415">
        <w:t>Sb.</w:t>
      </w:r>
      <w:r>
        <w:t>,</w:t>
      </w:r>
      <w:r w:rsidRPr="001E3415">
        <w:t xml:space="preserve"> zákona č. 227/</w:t>
      </w:r>
      <w:r w:rsidRPr="0074704A">
        <w:t>2</w:t>
      </w:r>
      <w:r w:rsidR="00144D72">
        <w:t>019 Sb., zákona č. 52/2020 Sb.,</w:t>
      </w:r>
      <w:r w:rsidRPr="0074704A">
        <w:t> zákona č. 337/2020 Sb.</w:t>
      </w:r>
      <w:r w:rsidR="00F033E4">
        <w:t>,</w:t>
      </w:r>
      <w:r w:rsidR="00144D72">
        <w:t xml:space="preserve"> zákona č. 543/2020 Sb.</w:t>
      </w:r>
      <w:r w:rsidR="00EF6B9C">
        <w:t xml:space="preserve"> a zákona č. 261</w:t>
      </w:r>
      <w:r w:rsidR="00F033E4">
        <w:t>/2021 Sb.</w:t>
      </w:r>
      <w:r w:rsidR="00F033E4" w:rsidRPr="000B422C">
        <w:t>,</w:t>
      </w:r>
      <w:r w:rsidRPr="0074704A">
        <w:t xml:space="preserve"> </w:t>
      </w:r>
      <w:r w:rsidRPr="001E3415">
        <w:t>se mění takto:</w:t>
      </w:r>
    </w:p>
    <w:p w:rsidR="004E1F59" w:rsidRPr="003717BE" w:rsidRDefault="004E1F59" w:rsidP="003B4274">
      <w:pPr>
        <w:pStyle w:val="Novelizanbod"/>
        <w:numPr>
          <w:ilvl w:val="0"/>
          <w:numId w:val="22"/>
        </w:numPr>
      </w:pPr>
      <w:r w:rsidRPr="001E3415">
        <w:t>V § 7b odst. 2 se na konci</w:t>
      </w:r>
      <w:r>
        <w:t xml:space="preserve"> </w:t>
      </w:r>
      <w:r w:rsidRPr="001E3415">
        <w:t>písmene b) slovo „a“ nahrazuje čárkou</w:t>
      </w:r>
      <w:r>
        <w:t>,</w:t>
      </w:r>
      <w:r w:rsidRPr="007E2624">
        <w:t xml:space="preserve"> na konci </w:t>
      </w:r>
      <w:r w:rsidRPr="003717BE">
        <w:t xml:space="preserve">odstavce </w:t>
      </w:r>
      <w:r w:rsidRPr="00562B97">
        <w:t>2</w:t>
      </w:r>
      <w:r>
        <w:t xml:space="preserve"> se</w:t>
      </w:r>
      <w:r w:rsidRPr="007E2624">
        <w:t xml:space="preserve"> tečka nahrazuje</w:t>
      </w:r>
      <w:r w:rsidRPr="003717BE">
        <w:t xml:space="preserve"> slovem „a“ a doplňuje se</w:t>
      </w:r>
      <w:r w:rsidRPr="00562B97">
        <w:t xml:space="preserve"> písmen</w:t>
      </w:r>
      <w:r>
        <w:t>o</w:t>
      </w:r>
      <w:r w:rsidRPr="007E2624">
        <w:t xml:space="preserve"> d), kter</w:t>
      </w:r>
      <w:r>
        <w:t>é</w:t>
      </w:r>
      <w:r w:rsidRPr="007E2624">
        <w:t xml:space="preserve"> zní:</w:t>
      </w:r>
    </w:p>
    <w:p w:rsidR="004E1F59" w:rsidRPr="00547C02" w:rsidRDefault="004E1F59" w:rsidP="003B4274">
      <w:pPr>
        <w:pStyle w:val="Psmeno"/>
        <w:keepNext w:val="0"/>
        <w:keepLines w:val="0"/>
      </w:pPr>
      <w:r w:rsidRPr="001E3415">
        <w:t>„</w:t>
      </w:r>
      <w:bookmarkStart w:id="15" w:name="_Hlk43020750"/>
      <w:r w:rsidRPr="001E3415">
        <w:t>d)</w:t>
      </w:r>
      <w:r w:rsidR="00E25498">
        <w:tab/>
      </w:r>
      <w:r w:rsidRPr="00547C02">
        <w:t>tabulky registrační značky nebo registrační značky na přání vozidla nejsou vedeny Policií České republiky nebo orgány Celní správy České republiky jako zadržené postupem podle jiného právního předpisu.</w:t>
      </w:r>
      <w:bookmarkEnd w:id="15"/>
      <w:r w:rsidRPr="00547C02">
        <w:t>“.</w:t>
      </w:r>
    </w:p>
    <w:p w:rsidR="004E1F59" w:rsidRPr="00547C02" w:rsidRDefault="004E1F59" w:rsidP="00E25498">
      <w:pPr>
        <w:pStyle w:val="Novelizanbod"/>
      </w:pPr>
      <w:r w:rsidRPr="001E3415">
        <w:t>V § 7c odst. 1</w:t>
      </w:r>
      <w:r>
        <w:t xml:space="preserve"> písm. a) </w:t>
      </w:r>
      <w:r w:rsidRPr="001E3415">
        <w:t xml:space="preserve">se </w:t>
      </w:r>
      <w:r>
        <w:t>za slovo „žádá“ vkládají</w:t>
      </w:r>
      <w:r w:rsidRPr="001E3415">
        <w:t xml:space="preserve"> </w:t>
      </w:r>
      <w:proofErr w:type="gramStart"/>
      <w:r>
        <w:t xml:space="preserve">slova </w:t>
      </w:r>
      <w:r w:rsidRPr="001E3415">
        <w:t>„</w:t>
      </w:r>
      <w:bookmarkStart w:id="16" w:name="_Hlk43020770"/>
      <w:r w:rsidR="00E25498">
        <w:t xml:space="preserve"> </w:t>
      </w:r>
      <w:r w:rsidRPr="001E3415">
        <w:t>,</w:t>
      </w:r>
      <w:r w:rsidRPr="00547C02">
        <w:t xml:space="preserve"> pokud</w:t>
      </w:r>
      <w:proofErr w:type="gramEnd"/>
      <w:r w:rsidRPr="00547C02">
        <w:t xml:space="preserve"> nejsou tabulky registrační značky nebo registrační značky na přání vedeny Policií České republiky nebo orgány Celní správy České republiky jako zadržené postupem podle jiného právního předpisu</w:t>
      </w:r>
      <w:bookmarkEnd w:id="16"/>
      <w:r w:rsidRPr="00547C02">
        <w:t>“.</w:t>
      </w:r>
    </w:p>
    <w:p w:rsidR="004E1F59" w:rsidRPr="00547C02" w:rsidRDefault="004E1F59" w:rsidP="00E25498">
      <w:pPr>
        <w:pStyle w:val="Novelizanbod"/>
      </w:pPr>
      <w:r w:rsidRPr="00E955AB">
        <w:t xml:space="preserve">V § 7e se na konci </w:t>
      </w:r>
      <w:r w:rsidRPr="00547C02">
        <w:t>odstavce 3 doplňuje věta „</w:t>
      </w:r>
      <w:bookmarkStart w:id="17" w:name="_Hlk43020786"/>
      <w:r w:rsidRPr="00547C02">
        <w:t>Obecní úřad obce s rozšířenou působností registrační značku nebo registrační značku na přání a tabulky s touto značkou nevydá, pokud j</w:t>
      </w:r>
      <w:r w:rsidRPr="00547C02">
        <w:rPr>
          <w:bCs/>
          <w:iCs/>
        </w:rPr>
        <w:t>sou tabulky registrační značky nebo registrační značky na přání vedeny Policií České republiky nebo orgány Celní správy České republiky jako zadržené postupem podle jiného právního předpisu.</w:t>
      </w:r>
      <w:bookmarkEnd w:id="17"/>
      <w:r w:rsidRPr="00547C02">
        <w:t>“.</w:t>
      </w:r>
    </w:p>
    <w:p w:rsidR="004E1F59" w:rsidRDefault="004E1F59" w:rsidP="004E1F59">
      <w:pPr>
        <w:pStyle w:val="ST"/>
        <w:keepNext w:val="0"/>
        <w:keepLines w:val="0"/>
        <w:widowControl w:val="0"/>
      </w:pPr>
    </w:p>
    <w:p w:rsidR="004E1F59" w:rsidRPr="001E3415" w:rsidRDefault="00E25498" w:rsidP="00E25498">
      <w:pPr>
        <w:pStyle w:val="ST"/>
      </w:pPr>
      <w:r>
        <w:t xml:space="preserve">ČÁST </w:t>
      </w:r>
      <w:r w:rsidR="00B859DB">
        <w:t>DEVÁTÁ</w:t>
      </w:r>
    </w:p>
    <w:p w:rsidR="004E1F59" w:rsidRPr="004E1F59" w:rsidRDefault="004E1F59" w:rsidP="00E25498">
      <w:pPr>
        <w:pStyle w:val="NADPISSTI"/>
        <w:rPr>
          <w:rFonts w:eastAsia="Calibri"/>
          <w:lang w:eastAsia="en-US"/>
        </w:rPr>
      </w:pPr>
      <w:r w:rsidRPr="004E1F59">
        <w:rPr>
          <w:rFonts w:eastAsia="Calibri"/>
          <w:lang w:eastAsia="en-US"/>
        </w:rPr>
        <w:t>ÚČINNOST</w:t>
      </w:r>
    </w:p>
    <w:p w:rsidR="004E1F59" w:rsidRPr="001E3415" w:rsidRDefault="00E25498" w:rsidP="00E25498">
      <w:pPr>
        <w:pStyle w:val="lnek"/>
      </w:pPr>
      <w:r>
        <w:t xml:space="preserve">Čl. </w:t>
      </w:r>
      <w:r w:rsidR="004E1F59" w:rsidRPr="001E3415">
        <w:t>X</w:t>
      </w:r>
      <w:r w:rsidR="00A15809">
        <w:t>I</w:t>
      </w:r>
      <w:r w:rsidR="00B859DB">
        <w:t>I</w:t>
      </w:r>
    </w:p>
    <w:p w:rsidR="00A73D85" w:rsidRDefault="00B859DB" w:rsidP="00B859DB">
      <w:pPr>
        <w:pStyle w:val="Textlnku"/>
      </w:pPr>
      <w:r w:rsidRPr="00584922">
        <w:t xml:space="preserve">Tento zákon nabývá účinnosti </w:t>
      </w:r>
      <w:r>
        <w:t xml:space="preserve">dnem 1. ledna 2022, s výjimkou části třetí, která nabývá účinnosti </w:t>
      </w:r>
      <w:r w:rsidRPr="006D32E2">
        <w:t>pat</w:t>
      </w:r>
      <w:r>
        <w:t>náctým dnem po jeho vyhlášení.</w:t>
      </w:r>
    </w:p>
    <w:sectPr w:rsidR="00A73D85">
      <w:headerReference w:type="even" r:id="rId22"/>
      <w:headerReference w:type="default" r:id="rId23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F59" w:rsidRDefault="004E1F59">
      <w:r>
        <w:separator/>
      </w:r>
    </w:p>
  </w:endnote>
  <w:endnote w:type="continuationSeparator" w:id="0">
    <w:p w:rsidR="004E1F59" w:rsidRDefault="004E1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F59" w:rsidRDefault="004E1F59">
      <w:r>
        <w:separator/>
      </w:r>
    </w:p>
  </w:footnote>
  <w:footnote w:type="continuationSeparator" w:id="0">
    <w:p w:rsidR="004E1F59" w:rsidRDefault="004E1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10F83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singleLevel"/>
    <w:tmpl w:val="3D240816"/>
    <w:name w:val="WW8Num16"/>
    <w:lvl w:ilvl="0">
      <w:start w:val="1"/>
      <w:numFmt w:val="decimal"/>
      <w:lvlText w:val="%1)"/>
      <w:lvlJc w:val="left"/>
      <w:pPr>
        <w:tabs>
          <w:tab w:val="num" w:pos="1842"/>
        </w:tabs>
        <w:ind w:left="1842" w:hanging="283"/>
      </w:pPr>
      <w:rPr>
        <w:b w:val="0"/>
      </w:rPr>
    </w:lvl>
  </w:abstractNum>
  <w:abstractNum w:abstractNumId="1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>
    <w:nsid w:val="0C246C95"/>
    <w:multiLevelType w:val="multilevel"/>
    <w:tmpl w:val="95DECDD0"/>
    <w:lvl w:ilvl="0">
      <w:start w:val="1"/>
      <w:numFmt w:val="lowerLetter"/>
      <w:lvlText w:val="%1)"/>
      <w:lvlJc w:val="left"/>
      <w:pPr>
        <w:ind w:left="114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5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8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9">
    <w:nsid w:val="5D8213F8"/>
    <w:multiLevelType w:val="hybridMultilevel"/>
    <w:tmpl w:val="913409F4"/>
    <w:lvl w:ilvl="0" w:tplc="81CE4B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84349"/>
    <w:multiLevelType w:val="multilevel"/>
    <w:tmpl w:val="A744469E"/>
    <w:lvl w:ilvl="0">
      <w:start w:val="1"/>
      <w:numFmt w:val="lowerLetter"/>
      <w:lvlText w:val="%1)"/>
      <w:lvlJc w:val="left"/>
      <w:pPr>
        <w:ind w:left="114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>
    <w:nsid w:val="71B86F7D"/>
    <w:multiLevelType w:val="hybridMultilevel"/>
    <w:tmpl w:val="7BA04E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11"/>
  </w:num>
  <w:num w:numId="6">
    <w:abstractNumId w:val="0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8"/>
  </w:num>
  <w:num w:numId="18">
    <w:abstractNumId w:val="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</w:num>
  <w:num w:numId="23">
    <w:abstractNumId w:val="4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4E1F59"/>
    <w:rsid w:val="001133AB"/>
    <w:rsid w:val="00144D72"/>
    <w:rsid w:val="001C7F59"/>
    <w:rsid w:val="00266D0A"/>
    <w:rsid w:val="00346CB8"/>
    <w:rsid w:val="00354DFB"/>
    <w:rsid w:val="003B4274"/>
    <w:rsid w:val="003C71C0"/>
    <w:rsid w:val="00410F83"/>
    <w:rsid w:val="004651C8"/>
    <w:rsid w:val="004E1F59"/>
    <w:rsid w:val="00590A44"/>
    <w:rsid w:val="00757150"/>
    <w:rsid w:val="00A15809"/>
    <w:rsid w:val="00A633BE"/>
    <w:rsid w:val="00A73D85"/>
    <w:rsid w:val="00B16C4B"/>
    <w:rsid w:val="00B2780D"/>
    <w:rsid w:val="00B859DB"/>
    <w:rsid w:val="00BA4261"/>
    <w:rsid w:val="00C37A40"/>
    <w:rsid w:val="00C91B2C"/>
    <w:rsid w:val="00D3190E"/>
    <w:rsid w:val="00E25498"/>
    <w:rsid w:val="00EB4609"/>
    <w:rsid w:val="00ED2AF8"/>
    <w:rsid w:val="00EF6B9C"/>
    <w:rsid w:val="00F033E4"/>
    <w:rsid w:val="00FD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9E0E57-072A-4CCC-9F99-D2971C35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0F83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410F8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D2AF8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D2AF8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D2AF8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D2AF8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D2AF8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D2AF8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410F83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410F83"/>
  </w:style>
  <w:style w:type="paragraph" w:styleId="Zhlav">
    <w:name w:val="header"/>
    <w:basedOn w:val="Normln"/>
    <w:link w:val="ZhlavChar"/>
    <w:rsid w:val="00410F83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410F83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link w:val="ParagrafChar"/>
    <w:rsid w:val="00410F83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410F83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410F83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410F83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410F83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410F83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410F83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410F83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link w:val="NADPISSTIChar"/>
    <w:rsid w:val="00410F83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410F83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410F83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410F83"/>
    <w:pPr>
      <w:keepNext/>
      <w:keepLines/>
      <w:spacing w:before="360" w:after="240"/>
    </w:pPr>
  </w:style>
  <w:style w:type="paragraph" w:customStyle="1" w:styleId="Textlnku">
    <w:name w:val="Text článku"/>
    <w:basedOn w:val="Normln"/>
    <w:link w:val="TextlnkuChar"/>
    <w:rsid w:val="00410F83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link w:val="lnekChar"/>
    <w:rsid w:val="00410F83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410F83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410F83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410F83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410F83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410F83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410F83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410F83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410F83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10F83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link w:val="TextpsmeneChar1"/>
    <w:rsid w:val="00410F83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410F8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1"/>
    <w:qFormat/>
    <w:rsid w:val="004E1F59"/>
    <w:pPr>
      <w:spacing w:after="160"/>
      <w:ind w:left="720"/>
      <w:contextualSpacing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Textodstavce">
    <w:name w:val="Text odstavce"/>
    <w:basedOn w:val="Normln"/>
    <w:rsid w:val="00410F83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410F83"/>
    <w:pPr>
      <w:ind w:left="567" w:hanging="567"/>
    </w:pPr>
  </w:style>
  <w:style w:type="character" w:styleId="slostrnky">
    <w:name w:val="page number"/>
    <w:basedOn w:val="Standardnpsmoodstavce"/>
    <w:semiHidden/>
    <w:rsid w:val="00410F83"/>
  </w:style>
  <w:style w:type="paragraph" w:styleId="Zpat">
    <w:name w:val="footer"/>
    <w:basedOn w:val="Normln"/>
    <w:semiHidden/>
    <w:rsid w:val="00410F83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410F83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410F83"/>
    <w:rPr>
      <w:vertAlign w:val="superscript"/>
    </w:rPr>
  </w:style>
  <w:style w:type="paragraph" w:styleId="Titulek">
    <w:name w:val="caption"/>
    <w:basedOn w:val="Normln"/>
    <w:next w:val="Normln"/>
    <w:qFormat/>
    <w:rsid w:val="00410F83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410F83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410F83"/>
    <w:pPr>
      <w:keepNext/>
      <w:keepLines/>
      <w:spacing w:before="720"/>
      <w:jc w:val="center"/>
    </w:pPr>
  </w:style>
  <w:style w:type="character" w:customStyle="1" w:styleId="ZhlavChar">
    <w:name w:val="Záhlaví Char"/>
    <w:link w:val="Zhlav"/>
    <w:rsid w:val="004E1F59"/>
    <w:rPr>
      <w:sz w:val="24"/>
      <w:szCs w:val="24"/>
    </w:rPr>
  </w:style>
  <w:style w:type="paragraph" w:customStyle="1" w:styleId="VARIANTA">
    <w:name w:val="VARIANTA"/>
    <w:basedOn w:val="Normln"/>
    <w:next w:val="Normln"/>
    <w:rsid w:val="00410F83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410F83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link w:val="NadpisparagrafuChar2"/>
    <w:rsid w:val="00410F83"/>
    <w:rPr>
      <w:b/>
    </w:rPr>
  </w:style>
  <w:style w:type="paragraph" w:customStyle="1" w:styleId="Nadpislnku">
    <w:name w:val="Nadpis článku"/>
    <w:basedOn w:val="lnek"/>
    <w:next w:val="Textodstavce"/>
    <w:rsid w:val="00410F83"/>
    <w:rPr>
      <w:b/>
    </w:rPr>
  </w:style>
  <w:style w:type="character" w:customStyle="1" w:styleId="NADPISSTIChar">
    <w:name w:val="NADPIS ČÁSTI Char"/>
    <w:link w:val="NADPISSTI"/>
    <w:rsid w:val="004E1F59"/>
    <w:rPr>
      <w:b/>
      <w:sz w:val="24"/>
      <w:szCs w:val="24"/>
    </w:rPr>
  </w:style>
  <w:style w:type="character" w:customStyle="1" w:styleId="lnekChar">
    <w:name w:val="Článek Char"/>
    <w:link w:val="lnek"/>
    <w:rsid w:val="004E1F59"/>
    <w:rPr>
      <w:sz w:val="24"/>
      <w:szCs w:val="24"/>
    </w:rPr>
  </w:style>
  <w:style w:type="character" w:customStyle="1" w:styleId="TextlnkuChar">
    <w:name w:val="Text článku Char"/>
    <w:link w:val="Textlnku"/>
    <w:rsid w:val="004E1F59"/>
    <w:rPr>
      <w:sz w:val="24"/>
      <w:szCs w:val="24"/>
    </w:rPr>
  </w:style>
  <w:style w:type="character" w:customStyle="1" w:styleId="TextpsmeneChar1">
    <w:name w:val="Text písmene Char1"/>
    <w:link w:val="Textpsmene"/>
    <w:locked/>
    <w:rsid w:val="004E1F59"/>
    <w:rPr>
      <w:sz w:val="24"/>
      <w:szCs w:val="24"/>
    </w:rPr>
  </w:style>
  <w:style w:type="character" w:customStyle="1" w:styleId="ParagrafChar">
    <w:name w:val="Paragraf Char"/>
    <w:link w:val="Paragraf"/>
    <w:rsid w:val="004E1F59"/>
    <w:rPr>
      <w:sz w:val="24"/>
      <w:szCs w:val="24"/>
    </w:rPr>
  </w:style>
  <w:style w:type="character" w:customStyle="1" w:styleId="NadpisparagrafuChar2">
    <w:name w:val="Nadpis paragrafu Char2"/>
    <w:link w:val="Nadpisparagrafu"/>
    <w:rsid w:val="004E1F59"/>
    <w:rPr>
      <w:b/>
      <w:sz w:val="24"/>
      <w:szCs w:val="24"/>
    </w:rPr>
  </w:style>
  <w:style w:type="paragraph" w:customStyle="1" w:styleId="Textpechodka">
    <w:name w:val="Text přechodka"/>
    <w:basedOn w:val="Normln"/>
    <w:qFormat/>
    <w:rsid w:val="004E1F59"/>
    <w:pPr>
      <w:numPr>
        <w:ilvl w:val="2"/>
        <w:numId w:val="10"/>
      </w:numPr>
    </w:pPr>
  </w:style>
  <w:style w:type="paragraph" w:customStyle="1" w:styleId="Textpechodkapsmene">
    <w:name w:val="Text přechodka písmene"/>
    <w:basedOn w:val="Normln"/>
    <w:qFormat/>
    <w:rsid w:val="004E1F59"/>
    <w:pPr>
      <w:numPr>
        <w:ilvl w:val="3"/>
        <w:numId w:val="10"/>
      </w:numPr>
    </w:pPr>
  </w:style>
  <w:style w:type="character" w:customStyle="1" w:styleId="OdstavecseseznamemChar">
    <w:name w:val="Odstavec se seznamem Char"/>
    <w:link w:val="Odstavecseseznamem"/>
    <w:uiPriority w:val="1"/>
    <w:locked/>
    <w:rsid w:val="004E1F59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D2AF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D2AF8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D2A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2A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2AF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2A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3C71C0"/>
    <w:rPr>
      <w:rFonts w:eastAsiaTheme="minorHAnsi"/>
      <w:sz w:val="24"/>
      <w:szCs w:val="24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C71C0"/>
    <w:pPr>
      <w:spacing w:after="120" w:line="259" w:lineRule="auto"/>
      <w:jc w:val="left"/>
    </w:pPr>
    <w:rPr>
      <w:rFonts w:eastAsiaTheme="minorHAnsi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C71C0"/>
    <w:rPr>
      <w:rFonts w:eastAsiaTheme="minorHAnsi"/>
      <w:sz w:val="24"/>
      <w:szCs w:val="24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590A44"/>
    <w:pPr>
      <w:numPr>
        <w:numId w:val="17"/>
      </w:numPr>
      <w:tabs>
        <w:tab w:val="left" w:pos="0"/>
      </w:tabs>
      <w:spacing w:after="400" w:line="259" w:lineRule="auto"/>
      <w:ind w:left="357" w:hanging="357"/>
    </w:pPr>
    <w:rPr>
      <w:rFonts w:eastAsia="Calibri"/>
      <w:szCs w:val="22"/>
      <w:lang w:eastAsia="en-US"/>
    </w:rPr>
  </w:style>
  <w:style w:type="character" w:customStyle="1" w:styleId="PS-slovanseznamChar">
    <w:name w:val="PS-číslovaný seznam Char"/>
    <w:basedOn w:val="Standardnpsmoodstavce"/>
    <w:link w:val="PS-slovanseznam"/>
    <w:rsid w:val="00590A44"/>
    <w:rPr>
      <w:rFonts w:eastAsia="Calibri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4D7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4D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63/1993%20Sb.%2523'&amp;ucin-k-dni='30.12.9999'" TargetMode="External"/><Relationship Id="rId13" Type="http://schemas.openxmlformats.org/officeDocument/2006/relationships/hyperlink" Target="aspi://module='ASPI'&amp;link='320/2002%20Sb.%2523'&amp;ucin-k-dni='30.12.9999'" TargetMode="External"/><Relationship Id="rId18" Type="http://schemas.openxmlformats.org/officeDocument/2006/relationships/hyperlink" Target="aspi://module='ASPI'&amp;link='142/2012%20Sb.%2523'&amp;ucin-k-dni='30.12.9999'" TargetMode="External"/><Relationship Id="rId3" Type="http://schemas.openxmlformats.org/officeDocument/2006/relationships/settings" Target="settings.xml"/><Relationship Id="rId21" Type="http://schemas.openxmlformats.org/officeDocument/2006/relationships/hyperlink" Target="aspi://module='ASPI'&amp;link='64/2014%20Sb.%2523'&amp;ucin-k-dni='30.12.9999'" TargetMode="External"/><Relationship Id="rId7" Type="http://schemas.openxmlformats.org/officeDocument/2006/relationships/hyperlink" Target="aspi://module='ASPI'&amp;link='67/1993%20Sb.%2523'&amp;ucin-k-dni='30.12.9999'" TargetMode="External"/><Relationship Id="rId12" Type="http://schemas.openxmlformats.org/officeDocument/2006/relationships/hyperlink" Target="aspi://module='ASPI'&amp;link='311/2002%20Sb.%2523'&amp;ucin-k-dni='30.12.9999'" TargetMode="External"/><Relationship Id="rId17" Type="http://schemas.openxmlformats.org/officeDocument/2006/relationships/hyperlink" Target="aspi://module='ASPI'&amp;link='375/2011%20Sb.%2523'&amp;ucin-k-dni='30.12.9999'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aspi://module='ASPI'&amp;link='427/2010%20Sb.%2523'&amp;ucin-k-dni='30.12.9999'" TargetMode="External"/><Relationship Id="rId20" Type="http://schemas.openxmlformats.org/officeDocument/2006/relationships/hyperlink" Target="aspi://module='ASPI'&amp;link='303/2013%20Sb.%2523'&amp;ucin-k-dni='30.12.9999'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spi://module='ASPI'&amp;link='132/2000%20Sb.%2523'&amp;ucin-k-dni='30.12.9999'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aspi://module='ASPI'&amp;link='227/2009%20Sb.%2523'&amp;ucin-k-dni='30.12.9999'" TargetMode="External"/><Relationship Id="rId23" Type="http://schemas.openxmlformats.org/officeDocument/2006/relationships/header" Target="header2.xml"/><Relationship Id="rId10" Type="http://schemas.openxmlformats.org/officeDocument/2006/relationships/hyperlink" Target="aspi://module='ASPI'&amp;link='153/1995%20Sb.%2523'&amp;ucin-k-dni='30.12.9999'" TargetMode="External"/><Relationship Id="rId19" Type="http://schemas.openxmlformats.org/officeDocument/2006/relationships/hyperlink" Target="aspi://module='ASPI'&amp;link='494/2012%20Sb.%2523'&amp;ucin-k-dni='30.12.9999'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spi://module='ASPI'&amp;link='82/1995%20Sb.%2523'&amp;ucin-k-dni='30.12.9999'" TargetMode="External"/><Relationship Id="rId14" Type="http://schemas.openxmlformats.org/officeDocument/2006/relationships/hyperlink" Target="aspi://module='ASPI'&amp;link='274/2008%20Sb.%2523'&amp;ucin-k-dni='30.12.9999'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Kancel&#225;&#345;\LEG\Zakony.nov\TISKY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305</TotalTime>
  <Pages>19</Pages>
  <Words>6883</Words>
  <Characters>39762</Characters>
  <Application>Microsoft Office Word</Application>
  <DocSecurity>0</DocSecurity>
  <Lines>331</Lines>
  <Paragraphs>93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46552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Musil Marek</cp:lastModifiedBy>
  <cp:revision>12</cp:revision>
  <cp:lastPrinted>2021-09-20T07:22:00Z</cp:lastPrinted>
  <dcterms:created xsi:type="dcterms:W3CDTF">2021-06-25T12:48:00Z</dcterms:created>
  <dcterms:modified xsi:type="dcterms:W3CDTF">2021-09-22T08:54:00Z</dcterms:modified>
  <cp:category/>
</cp:coreProperties>
</file>