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27" w:rsidRPr="00205C48" w:rsidRDefault="00027827" w:rsidP="00027827">
      <w:pPr>
        <w:pStyle w:val="ZKON"/>
      </w:pPr>
      <w:r w:rsidRPr="00205C48">
        <w:t>ZÁKON</w:t>
      </w:r>
    </w:p>
    <w:p w:rsidR="00C345C5" w:rsidRPr="00205C48" w:rsidRDefault="00027827" w:rsidP="00027827">
      <w:pPr>
        <w:pStyle w:val="nadpiszkona"/>
        <w:rPr>
          <w:b w:val="0"/>
        </w:rPr>
      </w:pPr>
      <w:r w:rsidRPr="00205C48">
        <w:rPr>
          <w:b w:val="0"/>
        </w:rPr>
        <w:t xml:space="preserve">ze </w:t>
      </w:r>
      <w:proofErr w:type="gramStart"/>
      <w:r w:rsidRPr="00205C48">
        <w:rPr>
          <w:b w:val="0"/>
        </w:rPr>
        <w:t xml:space="preserve">dne </w:t>
      </w:r>
      <w:r w:rsidR="009A1562">
        <w:rPr>
          <w:b w:val="0"/>
        </w:rPr>
        <w:t xml:space="preserve">                  </w:t>
      </w:r>
      <w:r w:rsidR="00C345C5" w:rsidRPr="00205C48">
        <w:rPr>
          <w:b w:val="0"/>
        </w:rPr>
        <w:t>202</w:t>
      </w:r>
      <w:r w:rsidRPr="00205C48">
        <w:rPr>
          <w:b w:val="0"/>
        </w:rPr>
        <w:t>1</w:t>
      </w:r>
      <w:proofErr w:type="gramEnd"/>
      <w:r w:rsidR="00C345C5" w:rsidRPr="00205C48">
        <w:rPr>
          <w:b w:val="0"/>
        </w:rPr>
        <w:t>,</w:t>
      </w:r>
    </w:p>
    <w:p w:rsidR="00C345C5" w:rsidRPr="00205C48" w:rsidRDefault="00C345C5" w:rsidP="00027827">
      <w:pPr>
        <w:pStyle w:val="nadpiszkona"/>
      </w:pPr>
      <w:r w:rsidRPr="00205C48">
        <w:t>kterým se mění zákon č. 250/2016 Sb., o odpovědnosti za přestupky a řízení o nich, ve znění pozdějších předpisů, a některé další zákony</w:t>
      </w:r>
    </w:p>
    <w:p w:rsidR="00C345C5" w:rsidRPr="00205C48" w:rsidRDefault="00027827" w:rsidP="00027827">
      <w:pPr>
        <w:pStyle w:val="Parlament"/>
      </w:pPr>
      <w:r w:rsidRPr="00205C48">
        <w:t>Parlament se usnesl na tomto zákoně České republiky:</w:t>
      </w:r>
    </w:p>
    <w:p w:rsidR="00C345C5" w:rsidRPr="00205C48" w:rsidRDefault="00027827" w:rsidP="00027827">
      <w:pPr>
        <w:pStyle w:val="ST"/>
      </w:pPr>
      <w:r w:rsidRPr="00205C48">
        <w:t xml:space="preserve">ČÁST </w:t>
      </w:r>
      <w:r w:rsidR="00C345C5" w:rsidRPr="00205C48">
        <w:t>PRVNÍ</w:t>
      </w:r>
    </w:p>
    <w:p w:rsidR="00C345C5" w:rsidRPr="00205C48" w:rsidRDefault="00C345C5" w:rsidP="00027827">
      <w:pPr>
        <w:pStyle w:val="NADPISSTI"/>
      </w:pPr>
      <w:r w:rsidRPr="00205C48">
        <w:t>Změna zákona o odpovědnosti za přestupky a řízení o nich</w:t>
      </w:r>
    </w:p>
    <w:p w:rsidR="00C345C5" w:rsidRPr="00205C48" w:rsidRDefault="00027827" w:rsidP="00027827">
      <w:pPr>
        <w:pStyle w:val="lnek"/>
      </w:pPr>
      <w:r w:rsidRPr="00205C48">
        <w:t xml:space="preserve">Čl. </w:t>
      </w:r>
      <w:r w:rsidR="00C345C5" w:rsidRPr="00205C48">
        <w:t>I</w:t>
      </w:r>
    </w:p>
    <w:p w:rsidR="00C345C5" w:rsidRPr="00205C48" w:rsidRDefault="00C345C5" w:rsidP="00027827">
      <w:pPr>
        <w:pStyle w:val="Textlnku"/>
      </w:pPr>
      <w:r w:rsidRPr="00205C48">
        <w:t>Zákon č. 250/2016 Sb., o odpovědnosti za přestupky a řízení o nich, ve znění zákona č. 173/2018 Sb., zákona č. 285/2018 Sb.</w:t>
      </w:r>
      <w:r w:rsidR="004E2655" w:rsidRPr="00205C48">
        <w:t>, zákona č. 277/2019 Sb., nálezu Ústavního soudu, vyhlášeného pod č. 54/2020 Sb.,</w:t>
      </w:r>
      <w:r w:rsidRPr="00205C48">
        <w:t xml:space="preserve"> </w:t>
      </w:r>
      <w:r w:rsidR="004E2655" w:rsidRPr="00205C48">
        <w:t xml:space="preserve">nálezu Ústavního soudu, vyhlášeného pod č. 325/2020 Sb. </w:t>
      </w:r>
      <w:r w:rsidR="004E2655" w:rsidRPr="00205C48">
        <w:br/>
      </w:r>
      <w:r w:rsidRPr="00205C48">
        <w:t>a zákona č. 2</w:t>
      </w:r>
      <w:r w:rsidR="004E2655" w:rsidRPr="00205C48">
        <w:t>61</w:t>
      </w:r>
      <w:r w:rsidRPr="00205C48">
        <w:t>/20</w:t>
      </w:r>
      <w:r w:rsidR="004E2655" w:rsidRPr="00205C48">
        <w:t>2</w:t>
      </w:r>
      <w:r w:rsidRPr="00205C48">
        <w:t>1 Sb., se mění takto:</w:t>
      </w:r>
    </w:p>
    <w:p w:rsidR="00C345C5" w:rsidRPr="00205C48" w:rsidRDefault="00C345C5" w:rsidP="00027827">
      <w:pPr>
        <w:pStyle w:val="Novelizanbod"/>
      </w:pPr>
      <w:r w:rsidRPr="00205C48">
        <w:t xml:space="preserve">V § 32 odst. 2 se na konci textu písmene b) doplňují </w:t>
      </w:r>
      <w:proofErr w:type="gramStart"/>
      <w:r w:rsidRPr="00205C48">
        <w:t>slova „</w:t>
      </w:r>
      <w:r w:rsidR="00E921C1" w:rsidRPr="00205C48">
        <w:t xml:space="preserve"> </w:t>
      </w:r>
      <w:r w:rsidRPr="00205C48">
        <w:t>; je</w:t>
      </w:r>
      <w:proofErr w:type="gramEnd"/>
      <w:r w:rsidRPr="00205C48">
        <w:t>-li prvním úkonem v řízení vydání příkazu, přerušuje se běh promlčecí doby jeho doručením“.</w:t>
      </w:r>
    </w:p>
    <w:p w:rsidR="00C345C5" w:rsidRPr="00205C48" w:rsidRDefault="00C345C5" w:rsidP="00027827">
      <w:pPr>
        <w:pStyle w:val="Novelizanbod"/>
      </w:pPr>
      <w:r w:rsidRPr="00205C48">
        <w:t>V § 32 odstavec 3 zní:</w:t>
      </w:r>
    </w:p>
    <w:p w:rsidR="00C345C5" w:rsidRPr="00205C48" w:rsidRDefault="00C345C5" w:rsidP="00027827">
      <w:pPr>
        <w:pStyle w:val="Textlnku"/>
      </w:pPr>
      <w:r w:rsidRPr="00205C48">
        <w:t>„(3) Odpovědnost za přestupek zaniká nejpozději 3 roky od jeho spáchání; jde-li o přestupek, za který zákon stanoví sazbu pokuty, jejíž horní hranice je alespoň 100 000 Kč, odpovědnost za přestupek zaniká nejpozději 5 let od jeho spáchání. Do této doby se nezapočítává doba, po kterou trvala některá ze skutečností podle odstavce 1.“.</w:t>
      </w:r>
    </w:p>
    <w:p w:rsidR="00C345C5" w:rsidRPr="00205C48" w:rsidRDefault="00C345C5" w:rsidP="00027827">
      <w:pPr>
        <w:pStyle w:val="Novelizanbod"/>
      </w:pPr>
      <w:r w:rsidRPr="00205C48">
        <w:t>V § 38 písm. e) se slova „je-li tato znakem skutkové podstaty přestupku,“ zrušují.</w:t>
      </w:r>
    </w:p>
    <w:p w:rsidR="00C345C5" w:rsidRPr="00205C48" w:rsidRDefault="00C345C5" w:rsidP="00027827">
      <w:pPr>
        <w:pStyle w:val="Novelizanbod"/>
      </w:pPr>
      <w:r w:rsidRPr="00205C48">
        <w:t>V § 52 se za odstavec 5 vkládá nový odstavec 6, který zní:</w:t>
      </w:r>
    </w:p>
    <w:p w:rsidR="00C345C5" w:rsidRPr="00205C48" w:rsidRDefault="00C345C5" w:rsidP="00027827">
      <w:pPr>
        <w:pStyle w:val="Textlnku"/>
      </w:pPr>
      <w:r w:rsidRPr="00205C48">
        <w:t>„(6) Je-li to s ohledem na povahu uloženého omezujícího opatření možné, jeho dodržování kontrolují též orgán Policie České republiky, v jehož územním obvodu má omezující opatření účinky, a obecní policie, která vykonává působnost ve správním obvodu obce, v němž má omezující opatření účinky. Správní orgán, který omezující opatření uložil, a správní orgán stejného druhu, v jehož správním obvodu má omezující opatření účinky, informují o uloženém omezujícím opatření orgán Policie České republiky a obecní policii.“.</w:t>
      </w:r>
    </w:p>
    <w:p w:rsidR="00C345C5" w:rsidRPr="00205C48" w:rsidRDefault="00C345C5" w:rsidP="009A1562">
      <w:pPr>
        <w:spacing w:before="120" w:after="120"/>
      </w:pPr>
      <w:r w:rsidRPr="00205C48">
        <w:t>Dosavadní odstavec 6 se označuje jako odstavec 7.</w:t>
      </w:r>
    </w:p>
    <w:p w:rsidR="00C345C5" w:rsidRPr="00205C48" w:rsidRDefault="00C345C5" w:rsidP="00E921C1">
      <w:pPr>
        <w:pStyle w:val="Novelizanbod"/>
        <w:keepNext w:val="0"/>
      </w:pPr>
      <w:r w:rsidRPr="00205C48">
        <w:t>V § 52 se na konci odstavce 7 doplňuje věta „Náklady spojené s účastí pachatele v programu pro zvládání agrese nebo násilného chování je pachatel povinen uhradit poskytovateli tohoto programu, není-li tento program poskytován bezplatně.“.</w:t>
      </w:r>
    </w:p>
    <w:p w:rsidR="00C345C5" w:rsidRPr="00205C48" w:rsidRDefault="00C345C5" w:rsidP="00027827">
      <w:pPr>
        <w:pStyle w:val="Novelizanbod"/>
      </w:pPr>
      <w:r w:rsidRPr="00205C48">
        <w:lastRenderedPageBreak/>
        <w:t xml:space="preserve">V § 60 odst. 2 se vkládá nové písmeno a), které zní: </w:t>
      </w:r>
    </w:p>
    <w:p w:rsidR="00C345C5" w:rsidRPr="00205C48" w:rsidRDefault="00C345C5" w:rsidP="00027827">
      <w:pPr>
        <w:pStyle w:val="Psmeno"/>
      </w:pPr>
      <w:r w:rsidRPr="00205C48">
        <w:t>„a)</w:t>
      </w:r>
      <w:r w:rsidR="009A1562">
        <w:tab/>
      </w:r>
      <w:r w:rsidRPr="00205C48">
        <w:t>proti pořádku ve státní správě spáchaných porušením povinnosti stanovené v nařízení obce nebo kraje,“.</w:t>
      </w:r>
    </w:p>
    <w:p w:rsidR="00C345C5" w:rsidRPr="00205C48" w:rsidRDefault="00C345C5" w:rsidP="009A1562">
      <w:pPr>
        <w:spacing w:before="120" w:after="120"/>
      </w:pPr>
      <w:r w:rsidRPr="00205C48">
        <w:t>Dosavadní písmena a) až d) se označují jako písmena b) až e).</w:t>
      </w:r>
    </w:p>
    <w:p w:rsidR="00C345C5" w:rsidRPr="00205C48" w:rsidRDefault="00C345C5" w:rsidP="00027827">
      <w:pPr>
        <w:pStyle w:val="Novelizanbod"/>
      </w:pPr>
      <w:r w:rsidRPr="00205C48">
        <w:t xml:space="preserve">V § 61 odst. 1 větě druhé se za slovo „správě“ vkládají slova „spáchané porušením povinnosti stanovené v nařízení obce nebo kraje“. </w:t>
      </w:r>
    </w:p>
    <w:p w:rsidR="00C345C5" w:rsidRPr="00205C48" w:rsidRDefault="00C345C5" w:rsidP="00027827">
      <w:pPr>
        <w:pStyle w:val="Novelizanbod"/>
      </w:pPr>
      <w:r w:rsidRPr="00205C48">
        <w:t xml:space="preserve">V § 64 odst. 1 písm. b) se slova „§ 4 odst. 4 nebo 5“ nahrazují slovy „§ 4 odst. 4 nebo § 4 odst. 5 písm. c), anebo osoby uvedené v § 4 odst. 5 písm. a) a b)“. </w:t>
      </w:r>
    </w:p>
    <w:p w:rsidR="00C345C5" w:rsidRPr="00205C48" w:rsidRDefault="00C345C5" w:rsidP="00027827">
      <w:pPr>
        <w:pStyle w:val="Novelizanbod"/>
      </w:pPr>
      <w:r w:rsidRPr="00205C48">
        <w:t xml:space="preserve">V § 71 se za slovo „souhlas“ vkládají </w:t>
      </w:r>
      <w:proofErr w:type="gramStart"/>
      <w:r w:rsidRPr="00205C48">
        <w:t>slova „</w:t>
      </w:r>
      <w:r w:rsidR="003E4683">
        <w:t xml:space="preserve"> </w:t>
      </w:r>
      <w:r w:rsidRPr="00205C48">
        <w:t>, jakož</w:t>
      </w:r>
      <w:proofErr w:type="gramEnd"/>
      <w:r w:rsidRPr="00205C48">
        <w:t xml:space="preserve"> i v řízení, které lze zahájit nebo v již zahájeném řízení pokračovat bez takového souhlasu“ a slova „potřebných ke zpětvzetí souhlasu“ se zrušují. </w:t>
      </w:r>
    </w:p>
    <w:p w:rsidR="00C345C5" w:rsidRPr="00205C48" w:rsidRDefault="00C345C5" w:rsidP="00027827">
      <w:pPr>
        <w:pStyle w:val="Novelizanbod"/>
      </w:pPr>
      <w:r w:rsidRPr="00205C48">
        <w:t>Za § 72 se vkládají nové § 72a a 72b, které včetně nadpisů znějí:</w:t>
      </w:r>
    </w:p>
    <w:p w:rsidR="00C345C5" w:rsidRPr="00205C48" w:rsidRDefault="00C345C5" w:rsidP="00027827">
      <w:pPr>
        <w:pStyle w:val="Paragraf"/>
      </w:pPr>
      <w:r w:rsidRPr="00205C48">
        <w:t>„</w:t>
      </w:r>
      <w:r w:rsidR="00027827" w:rsidRPr="00205C48">
        <w:t>§</w:t>
      </w:r>
      <w:r w:rsidRPr="00205C48">
        <w:t xml:space="preserve"> 72a</w:t>
      </w:r>
    </w:p>
    <w:p w:rsidR="00C345C5" w:rsidRPr="00205C48" w:rsidRDefault="00C345C5" w:rsidP="00027827">
      <w:pPr>
        <w:pStyle w:val="Nadpisparagrafu"/>
      </w:pPr>
      <w:r w:rsidRPr="00205C48">
        <w:t>Ochrana osob vystupujících v řízení o přestupku</w:t>
      </w:r>
    </w:p>
    <w:p w:rsidR="00C345C5" w:rsidRPr="00205C48" w:rsidRDefault="00C345C5" w:rsidP="00027827">
      <w:pPr>
        <w:pStyle w:val="Textodstavce"/>
      </w:pPr>
      <w:r w:rsidRPr="00205C48">
        <w:t xml:space="preserve">Správní orgán vyloučí z nahlížení do spisu údaje o místě trvalého pobytu, popřípadě bydlišti, doručovací adrese, místě výkonu zaměstnání, povolání nebo podnikání osob vystupujících v řízení o přestupku na jejich žádost, vyžaduje-li to ochrana jejich soukromí nebo bezpečnosti. O žádosti podle věty první rozhodne správní orgán usnesením. </w:t>
      </w:r>
    </w:p>
    <w:p w:rsidR="00C345C5" w:rsidRPr="00205C48" w:rsidRDefault="00C345C5" w:rsidP="00027827">
      <w:pPr>
        <w:pStyle w:val="Textodstavce"/>
      </w:pPr>
      <w:r w:rsidRPr="00205C48">
        <w:t xml:space="preserve">Údaje podle odstavce 1 jsou vyloučeny z nahlížení do spisu, pokud byl přístup k těmto údajům omezen v předcházejícím trestním řízení o totožném skutku, je-li tato skutečnost správnímu orgánu známa. O vyloučení z nahlížení do spisu se učiní záznam do spisu. </w:t>
      </w:r>
    </w:p>
    <w:p w:rsidR="00C345C5" w:rsidRPr="00205C48" w:rsidRDefault="00027827" w:rsidP="00027827">
      <w:pPr>
        <w:pStyle w:val="Paragraf"/>
      </w:pPr>
      <w:r w:rsidRPr="00205C48">
        <w:t xml:space="preserve">§ </w:t>
      </w:r>
      <w:r w:rsidR="00C345C5" w:rsidRPr="00205C48">
        <w:t>72b</w:t>
      </w:r>
    </w:p>
    <w:p w:rsidR="00C345C5" w:rsidRPr="00205C48" w:rsidRDefault="00C345C5" w:rsidP="00027827">
      <w:pPr>
        <w:pStyle w:val="Nadpisparagrafu"/>
      </w:pPr>
      <w:r w:rsidRPr="00205C48">
        <w:t>Nepřípustné zastoupení</w:t>
      </w:r>
    </w:p>
    <w:p w:rsidR="00C345C5" w:rsidRPr="00205C48" w:rsidRDefault="00C345C5" w:rsidP="00027827">
      <w:pPr>
        <w:pStyle w:val="Textlnku"/>
      </w:pPr>
      <w:r w:rsidRPr="00205C48">
        <w:t xml:space="preserve">Správní orgán usnesením rozhodne o tom, že nepřipustí zastoupení na základě plné moci, pokud zmocněnec vystupuje v řízení o přestupcích v různých věcech opětovně, nejde-li o advokáta nebo jinou osobu poskytující právní služby soustavně a za úplatu podle jiného zákona.“. </w:t>
      </w:r>
    </w:p>
    <w:p w:rsidR="00C345C5" w:rsidRPr="00205C48" w:rsidRDefault="00C345C5" w:rsidP="00E921C1">
      <w:pPr>
        <w:pStyle w:val="Novelizanbod"/>
        <w:keepNext w:val="0"/>
      </w:pPr>
      <w:r w:rsidRPr="00205C48">
        <w:t>V § 74 odst. 1 písm. b) se slova „z nedbalosti“ zrušují.</w:t>
      </w:r>
    </w:p>
    <w:p w:rsidR="00C345C5" w:rsidRPr="00205C48" w:rsidRDefault="00C345C5" w:rsidP="00E921C1">
      <w:pPr>
        <w:pStyle w:val="Novelizanbod"/>
        <w:keepNext w:val="0"/>
      </w:pPr>
      <w:r w:rsidRPr="00205C48">
        <w:t xml:space="preserve">V § 74 odst. 1 se na konci textu písmene d) doplňují slova „spáchaný porušením povinnosti stanovené v nařízení obce nebo kraje“. </w:t>
      </w:r>
    </w:p>
    <w:p w:rsidR="00C345C5" w:rsidRPr="00205C48" w:rsidRDefault="00C345C5" w:rsidP="00027827">
      <w:pPr>
        <w:pStyle w:val="Novelizanbod"/>
      </w:pPr>
      <w:r w:rsidRPr="00205C48">
        <w:lastRenderedPageBreak/>
        <w:t xml:space="preserve">V § 74 odst. 1 se na konci textu písmene f) doplňují </w:t>
      </w:r>
      <w:proofErr w:type="gramStart"/>
      <w:r w:rsidRPr="00205C48">
        <w:t>slova „</w:t>
      </w:r>
      <w:r w:rsidR="00E921C1" w:rsidRPr="00205C48">
        <w:t xml:space="preserve"> </w:t>
      </w:r>
      <w:r w:rsidRPr="00205C48">
        <w:t>, nejde</w:t>
      </w:r>
      <w:proofErr w:type="gramEnd"/>
      <w:r w:rsidRPr="00205C48">
        <w:t xml:space="preserve">-li o přestupek provozovatele vozidla podle § 125f“. </w:t>
      </w:r>
    </w:p>
    <w:p w:rsidR="00C345C5" w:rsidRPr="00205C48" w:rsidRDefault="00C345C5" w:rsidP="00027827">
      <w:pPr>
        <w:pStyle w:val="Novelizanbod"/>
      </w:pPr>
      <w:r w:rsidRPr="00205C48">
        <w:t>V § 74 odst. 1 se písmeno g) zrušuje.</w:t>
      </w:r>
    </w:p>
    <w:p w:rsidR="00C345C5" w:rsidRPr="00205C48" w:rsidRDefault="00C345C5" w:rsidP="009A1562">
      <w:pPr>
        <w:spacing w:before="120" w:after="120"/>
      </w:pPr>
      <w:r w:rsidRPr="00205C48">
        <w:t>Dosavadní písmena h) a i) se označují jako písmena g) a h).</w:t>
      </w:r>
    </w:p>
    <w:p w:rsidR="00C345C5" w:rsidRPr="00205C48" w:rsidRDefault="00C345C5" w:rsidP="00027827">
      <w:pPr>
        <w:pStyle w:val="Novelizanbod"/>
      </w:pPr>
      <w:r w:rsidRPr="00205C48">
        <w:t>V § 75 větě první se slova „Orgán policie nebo jiný správní orgán“ nahrazují slovy „Orgán veřejné moci“ a ve větě druhé se slova „orgán policie nebo jiný správní orgán“ nahrazují slovy „orgán veřejné moci“.</w:t>
      </w:r>
    </w:p>
    <w:p w:rsidR="00C345C5" w:rsidRPr="00205C48" w:rsidRDefault="00C345C5" w:rsidP="00027827">
      <w:pPr>
        <w:pStyle w:val="Novelizanbod"/>
      </w:pPr>
      <w:r w:rsidRPr="00205C48">
        <w:t>V § 75 se dosavadní text označuje jako odstavec 1 a d</w:t>
      </w:r>
      <w:r w:rsidR="003E6248" w:rsidRPr="00205C48">
        <w:t>oplňují se odstavce 2 a 3</w:t>
      </w:r>
      <w:r w:rsidRPr="00205C48">
        <w:t xml:space="preserve">, které znějí: </w:t>
      </w:r>
    </w:p>
    <w:p w:rsidR="00C345C5" w:rsidRPr="00205C48" w:rsidRDefault="00C345C5" w:rsidP="00027827">
      <w:pPr>
        <w:pStyle w:val="Textlnku"/>
      </w:pPr>
      <w:r w:rsidRPr="00205C48">
        <w:t>„(2) Na žádost příslušného správního orgánu mu orgán veřejné moci bez zbytečného odkladu poskytne informace potřebné k prověřování oznámení o přestupku, k projednání přestupku a k výkonu rozhodnutí.</w:t>
      </w:r>
    </w:p>
    <w:p w:rsidR="00C345C5" w:rsidRPr="00205C48" w:rsidRDefault="00C345C5" w:rsidP="00027827">
      <w:pPr>
        <w:pStyle w:val="Textlnku"/>
      </w:pPr>
      <w:r w:rsidRPr="00205C48">
        <w:t>(</w:t>
      </w:r>
      <w:r w:rsidR="003E6248" w:rsidRPr="00205C48">
        <w:t>3</w:t>
      </w:r>
      <w:r w:rsidRPr="00205C48">
        <w:t>) Byl-li přestupek vykazující znaky užití násilí v rodině nebo partnerském vztahu spáchán na osobě mladší 18 let, nebo byla-li osoba mladší 18 let svědkem přestupku vykazujícího znaky užití násilí v rodině nebo partnerském vztahu, příslušný správní orgán o tom vyrozumí bez zbytečného odkladu orgán sociálně-právní ochrany dětí a zároveň jej informuje o všech podstatných skutečnostech, které zjistil.“.</w:t>
      </w:r>
    </w:p>
    <w:p w:rsidR="00C345C5" w:rsidRPr="00205C48" w:rsidRDefault="00C345C5" w:rsidP="00027827">
      <w:pPr>
        <w:pStyle w:val="Novelizanbod"/>
      </w:pPr>
      <w:r w:rsidRPr="00205C48">
        <w:t xml:space="preserve">V § 76 odst. 1 písm. c) a v § 86 odst. 1 písm. e) se slova „nebo je senátorem nebo poslancem, který požádal orgán příslušný k projednání přestupku o projednání přestupku v disciplinárním řízení podle jiných zákonů, anebo soudcem Ústavního soudu, který požádal orgán příslušný k projednání přestupku o projednání přestupku v kárném řízení podle jiného zákona“ zrušují.  </w:t>
      </w:r>
    </w:p>
    <w:p w:rsidR="00C345C5" w:rsidRPr="00205C48" w:rsidRDefault="00C345C5" w:rsidP="00027827">
      <w:pPr>
        <w:pStyle w:val="Novelizanbod"/>
      </w:pPr>
      <w:r w:rsidRPr="00205C48">
        <w:t xml:space="preserve">V § 76 odst. 1 se za písmeno f) vkládá nové písmeno g), které zní: </w:t>
      </w:r>
    </w:p>
    <w:p w:rsidR="00C345C5" w:rsidRPr="00205C48" w:rsidRDefault="00C345C5" w:rsidP="00027827">
      <w:pPr>
        <w:pStyle w:val="Psmeno"/>
      </w:pPr>
      <w:r w:rsidRPr="00205C48">
        <w:t>„g)</w:t>
      </w:r>
      <w:r w:rsidR="009A1562">
        <w:tab/>
      </w:r>
      <w:r w:rsidRPr="00205C48">
        <w:t xml:space="preserve">o totožném přestupku dříve zahájil řízení podle tohoto zákona proti téže osobě jiný správní orgán,“. </w:t>
      </w:r>
    </w:p>
    <w:p w:rsidR="00C345C5" w:rsidRPr="00205C48" w:rsidRDefault="00C345C5" w:rsidP="009A1562">
      <w:pPr>
        <w:spacing w:before="120" w:after="120"/>
      </w:pPr>
      <w:r w:rsidRPr="00205C48">
        <w:t xml:space="preserve">Dosavadní písmena g) až k) se označují jako písmena h) až l). </w:t>
      </w:r>
    </w:p>
    <w:p w:rsidR="00C345C5" w:rsidRPr="00205C48" w:rsidRDefault="00C345C5" w:rsidP="00E921C1">
      <w:pPr>
        <w:pStyle w:val="Novelizanbod"/>
        <w:keepNext w:val="0"/>
      </w:pPr>
      <w:r w:rsidRPr="00205C48">
        <w:t>V § 76 odst. 3 větě druhé se slova „přímo postiženou spácháním přestupku“ nahrazují slovy „dotčenou jednáním podezřelého z přestupku“.</w:t>
      </w:r>
    </w:p>
    <w:p w:rsidR="00C345C5" w:rsidRPr="00205C48" w:rsidRDefault="00C345C5" w:rsidP="009A1562">
      <w:pPr>
        <w:pStyle w:val="Novelizanbod"/>
        <w:keepNext w:val="0"/>
      </w:pPr>
      <w:r w:rsidRPr="00205C48">
        <w:t xml:space="preserve">V § 76 se na konci textu odstavce 4 doplňují </w:t>
      </w:r>
      <w:proofErr w:type="gramStart"/>
      <w:r w:rsidRPr="00205C48">
        <w:t>slova „</w:t>
      </w:r>
      <w:r w:rsidR="00E921C1" w:rsidRPr="00205C48">
        <w:t xml:space="preserve"> </w:t>
      </w:r>
      <w:r w:rsidRPr="00205C48">
        <w:t>; usnesení</w:t>
      </w:r>
      <w:proofErr w:type="gramEnd"/>
      <w:r w:rsidRPr="00205C48">
        <w:t xml:space="preserve"> se pouze poznamená do spisu a osoba přímo postižená spácháním přestupku se o něm vhodným způsobem vyrozumí“.</w:t>
      </w:r>
    </w:p>
    <w:p w:rsidR="00C345C5" w:rsidRPr="00205C48" w:rsidRDefault="00C345C5" w:rsidP="00027827">
      <w:pPr>
        <w:pStyle w:val="Novelizanbod"/>
      </w:pPr>
      <w:r w:rsidRPr="00205C48">
        <w:lastRenderedPageBreak/>
        <w:t>V § 76 odst. 5 závěrečná část ustanovení zní:</w:t>
      </w:r>
    </w:p>
    <w:p w:rsidR="00C345C5" w:rsidRPr="00205C48" w:rsidRDefault="00C345C5" w:rsidP="00C345C5">
      <w:pPr>
        <w:widowControl w:val="0"/>
        <w:autoSpaceDE w:val="0"/>
        <w:autoSpaceDN w:val="0"/>
        <w:adjustRightInd w:val="0"/>
        <w:spacing w:after="240"/>
        <w:ind w:left="357"/>
      </w:pPr>
      <w:r w:rsidRPr="00205C48">
        <w:t>„usnesení se oznamuje podezřelému z přestupku; správní orgán o odložení věci vyrozumí osobu dotčenou jednáním podezřelého z přestupku, je-li mu známa. Pokud by vyrozumění osoby dotčené jednáním podezřelého z přestupku bylo spojeno s neúměrnými obtížemi nebo náklady, doručí je správní orgán veřejnou vyhláškou; ustanovení § 66 se nepoužije.“.</w:t>
      </w:r>
    </w:p>
    <w:p w:rsidR="00C345C5" w:rsidRPr="00205C48" w:rsidRDefault="00C345C5" w:rsidP="00027827">
      <w:pPr>
        <w:pStyle w:val="Novelizanbod"/>
      </w:pPr>
      <w:r w:rsidRPr="00205C48">
        <w:t>V § 82 odst. 3 větě druhé a v § 97 odst. 1 větě druhé se slova „která dala souhlas se zahájením nebo pokračováním řízení“ nahrazují slovy „která má v řízení práva podle § 71“.</w:t>
      </w:r>
    </w:p>
    <w:p w:rsidR="00C345C5" w:rsidRPr="00205C48" w:rsidRDefault="00C345C5" w:rsidP="00027827">
      <w:pPr>
        <w:pStyle w:val="Novelizanbod"/>
      </w:pPr>
      <w:r w:rsidRPr="00205C48">
        <w:t>V § 82 se doplňuje odstavec 4, který zní:</w:t>
      </w:r>
    </w:p>
    <w:p w:rsidR="00C345C5" w:rsidRPr="00205C48" w:rsidRDefault="00C345C5" w:rsidP="00027827">
      <w:pPr>
        <w:pStyle w:val="Textlnku"/>
      </w:pPr>
      <w:r w:rsidRPr="00205C48">
        <w:t>„(4) Výslech svědka, který je osobou mladší 15 let, správní orgán provádí pouze v nezbytných případech; správní orgán při výslechu postupuje zvlášť šetrně a současně tak, aby nebylo nutné výslech znovu opakovat. Výslechu mohou být přítomni zákonný zástupce nebo opatrovník vyslýchané osoby, nebude-li jejich přítomnost na újmu práv vyslýchané osoby. K</w:t>
      </w:r>
      <w:r w:rsidR="00E921C1" w:rsidRPr="00205C48">
        <w:t> </w:t>
      </w:r>
      <w:r w:rsidRPr="00205C48">
        <w:t xml:space="preserve">výslechu správní orgán přibere orgán sociálně-právní ochrany dětí nebo jinou osobu mající zkušenosti s výchovou mládeže, pokud by se zřetelem na předmět výslechu a stupeň duševního vývoje vyslýchané osoby přispěla k správnému vedení výslechu. Svědkovi, který je osobou mladší 15 let, lze klást otázky jen prostřednictvím oprávněné úřední osoby.“. </w:t>
      </w:r>
    </w:p>
    <w:p w:rsidR="00C345C5" w:rsidRPr="00205C48" w:rsidRDefault="00C345C5" w:rsidP="00027827">
      <w:pPr>
        <w:pStyle w:val="Novelizanbod"/>
      </w:pPr>
      <w:r w:rsidRPr="00205C48">
        <w:t>V § 91 odst. 2 písm. a) se slova „v působnosti Policie České republiky“ nahrazují slovy „spáchaný porušením povinnosti stanovené v nařízení obce nebo kraje“.</w:t>
      </w:r>
    </w:p>
    <w:p w:rsidR="00C345C5" w:rsidRPr="00205C48" w:rsidRDefault="00C345C5" w:rsidP="00027827">
      <w:pPr>
        <w:pStyle w:val="Novelizanbod"/>
      </w:pPr>
      <w:r w:rsidRPr="00205C48">
        <w:t>V § 91 odst. 2 písm. b) se za text „§ 3“ vkládají slova „písm. b) nebo c)“.</w:t>
      </w:r>
    </w:p>
    <w:p w:rsidR="00C345C5" w:rsidRPr="00205C48" w:rsidRDefault="00C345C5" w:rsidP="00027827">
      <w:pPr>
        <w:pStyle w:val="Novelizanbod"/>
      </w:pPr>
      <w:r w:rsidRPr="00205C48">
        <w:t>V § 92 odst. 2 písmeno i) zní:</w:t>
      </w:r>
    </w:p>
    <w:p w:rsidR="00C345C5" w:rsidRPr="00205C48" w:rsidRDefault="00C345C5" w:rsidP="00027827">
      <w:pPr>
        <w:pStyle w:val="Psmeno"/>
      </w:pPr>
      <w:r w:rsidRPr="00205C48">
        <w:t>„i)</w:t>
      </w:r>
      <w:r w:rsidR="009A1562">
        <w:tab/>
      </w:r>
      <w:r w:rsidRPr="00205C48">
        <w:t>jméno, příjmení a funkce oprávněné úřední osoby, nebo služební číslo anebo identifikační číslo oprávněné úřední osoby,“.</w:t>
      </w:r>
    </w:p>
    <w:p w:rsidR="00C345C5" w:rsidRPr="00205C48" w:rsidRDefault="00C345C5" w:rsidP="00027827">
      <w:pPr>
        <w:pStyle w:val="Novelizanbod"/>
      </w:pPr>
      <w:r w:rsidRPr="00205C48">
        <w:t>V § 95 se za odstavec 1 vkládá nový odstavec 2, který zní:</w:t>
      </w:r>
    </w:p>
    <w:p w:rsidR="00C345C5" w:rsidRPr="00205C48" w:rsidRDefault="00C345C5" w:rsidP="00027827">
      <w:pPr>
        <w:pStyle w:val="Textlnku"/>
      </w:pPr>
      <w:r w:rsidRPr="00205C48">
        <w:t>„(2) Povinnost nahradit náklady řízení paušální částkou správní orgán neuloží, bylo-li o přestupku rozhodnuto příkazem na místě.“.</w:t>
      </w:r>
    </w:p>
    <w:p w:rsidR="00C345C5" w:rsidRPr="00205C48" w:rsidRDefault="00C345C5" w:rsidP="00457BD8">
      <w:pPr>
        <w:spacing w:before="120" w:after="120"/>
      </w:pPr>
      <w:r w:rsidRPr="00205C48">
        <w:t xml:space="preserve">Dosavadní odstavec 2 se označuje jako odstavec 3. </w:t>
      </w:r>
    </w:p>
    <w:p w:rsidR="00C345C5" w:rsidRPr="00205C48" w:rsidRDefault="00C345C5" w:rsidP="009A1562">
      <w:pPr>
        <w:pStyle w:val="Novelizanbod"/>
        <w:keepNext w:val="0"/>
      </w:pPr>
      <w:r w:rsidRPr="00205C48">
        <w:t xml:space="preserve">V § 96 odst. 1 písm. c) se slova „a o nároku na náhradu škody nebo nároku na vydání bezdůvodného obohacení“ nahrazují </w:t>
      </w:r>
      <w:proofErr w:type="gramStart"/>
      <w:r w:rsidRPr="00205C48">
        <w:t>slovy „</w:t>
      </w:r>
      <w:r w:rsidR="00E921C1" w:rsidRPr="00205C48">
        <w:t xml:space="preserve"> </w:t>
      </w:r>
      <w:r w:rsidRPr="00205C48">
        <w:t>, o nároku</w:t>
      </w:r>
      <w:proofErr w:type="gramEnd"/>
      <w:r w:rsidRPr="00205C48">
        <w:t xml:space="preserve"> na náhradu škody nebo nároku na vydání bezdůvodného obohacení a o náhradě nákladů řízení“.</w:t>
      </w:r>
    </w:p>
    <w:p w:rsidR="00C345C5" w:rsidRPr="00205C48" w:rsidRDefault="00C345C5" w:rsidP="009A1562">
      <w:pPr>
        <w:pStyle w:val="Novelizanbod"/>
      </w:pPr>
      <w:r w:rsidRPr="00205C48">
        <w:lastRenderedPageBreak/>
        <w:t>§ 110 se včetně nadpisu zrušuje.</w:t>
      </w:r>
    </w:p>
    <w:p w:rsidR="00C345C5" w:rsidRPr="00205C48" w:rsidRDefault="00C345C5" w:rsidP="00027827">
      <w:pPr>
        <w:pStyle w:val="Novelizanbod"/>
      </w:pPr>
      <w:r w:rsidRPr="00205C48">
        <w:t xml:space="preserve">V § 111 odstavec 1 zní: </w:t>
      </w:r>
    </w:p>
    <w:p w:rsidR="00C345C5" w:rsidRPr="00205C48" w:rsidRDefault="00C345C5" w:rsidP="00027827">
      <w:pPr>
        <w:pStyle w:val="Textlnku"/>
      </w:pPr>
      <w:r w:rsidRPr="00205C48">
        <w:t>„(1) Úřední osoba oprávněná na základě vnitřního předpisu správního orgánu nebo pověření vedoucím správního orgánu k provádění úkonů správního orgánu v řízení o přestupku (dále jen „oprávněná úřední osoba“) musí prokázat odbornou způsobilost zkouškou složenou u Ministerstva vnitra, pokud nemá vysokoškolské vzdělání v magisterském studijním programu právo</w:t>
      </w:r>
      <w:r w:rsidR="001C7272" w:rsidRPr="00205C48">
        <w:t xml:space="preserve"> a právní věda, právo nebo bezpečnostně právní studia</w:t>
      </w:r>
      <w:r w:rsidRPr="00205C48">
        <w:t xml:space="preserve"> na vysoké škole v České republice; zajištěním zkoušky může Ministerstvo vnitra pověřit jím zřízenou státní příspěvkovou organizaci.“.</w:t>
      </w:r>
    </w:p>
    <w:p w:rsidR="00C345C5" w:rsidRPr="00205C48" w:rsidRDefault="00C345C5" w:rsidP="00027827">
      <w:pPr>
        <w:pStyle w:val="Novelizanbod"/>
      </w:pPr>
      <w:r w:rsidRPr="00205C48">
        <w:t xml:space="preserve">V § 111 se za odstavec 1 vkládá nový odstavec 2, který zní: </w:t>
      </w:r>
    </w:p>
    <w:p w:rsidR="00C345C5" w:rsidRPr="00205C48" w:rsidRDefault="00C345C5" w:rsidP="00027827">
      <w:pPr>
        <w:pStyle w:val="Textlnku"/>
      </w:pPr>
      <w:r w:rsidRPr="00205C48">
        <w:t xml:space="preserve">„(2) Oprávněná úřední osoba musí splnit požadavky podle odstavce 1 nejpozději do 18 měsíců ode dne, kdy začala provádět úkony správního orgánu v řízení o přestupku.“. </w:t>
      </w:r>
    </w:p>
    <w:p w:rsidR="00C345C5" w:rsidRPr="00205C48" w:rsidRDefault="00C345C5" w:rsidP="009A1562">
      <w:pPr>
        <w:spacing w:before="120" w:after="120"/>
      </w:pPr>
      <w:r w:rsidRPr="00205C48">
        <w:t xml:space="preserve">Dosavadní odstavce 2 až 5 se označují jako odstavce 3 až 6. </w:t>
      </w:r>
    </w:p>
    <w:p w:rsidR="00C345C5" w:rsidRPr="00205C48" w:rsidRDefault="00C345C5" w:rsidP="00E921C1">
      <w:pPr>
        <w:pStyle w:val="Novelizanbod"/>
        <w:keepNext w:val="0"/>
      </w:pPr>
      <w:r w:rsidRPr="00205C48">
        <w:t xml:space="preserve">V § 111 odst. 3 větě druhé se za slovo „přestupek“ vkládá slovo „příkazem“.  </w:t>
      </w:r>
    </w:p>
    <w:p w:rsidR="00C345C5" w:rsidRPr="00205C48" w:rsidRDefault="00C345C5" w:rsidP="00E921C1">
      <w:pPr>
        <w:pStyle w:val="Novelizanbod"/>
        <w:keepNext w:val="0"/>
      </w:pPr>
      <w:r w:rsidRPr="00205C48">
        <w:t>V § 111 odst. 4 větě první se slova „věty druhé“ zrušují.</w:t>
      </w:r>
    </w:p>
    <w:p w:rsidR="001C7272" w:rsidRPr="00205C48" w:rsidRDefault="00C345C5" w:rsidP="009A1562">
      <w:pPr>
        <w:pStyle w:val="Novelizanbod"/>
      </w:pPr>
      <w:r w:rsidRPr="00205C48">
        <w:t>V § 111 odst. 5 větě druhé se číslo „90“ nahrazuje číslem „120“.</w:t>
      </w:r>
    </w:p>
    <w:p w:rsidR="001C7272" w:rsidRPr="00205C48" w:rsidRDefault="001C7272" w:rsidP="009A1562">
      <w:pPr>
        <w:pStyle w:val="Novelizanbod"/>
      </w:pPr>
      <w:r w:rsidRPr="00205C48">
        <w:t>V § 112 odst. 9 se slova „v oblasti právo nebo“ nahrazují slovy „právo a práv</w:t>
      </w:r>
      <w:r w:rsidR="007C2C5E">
        <w:t>ní věda, právo nebo bezpečnostně právní</w:t>
      </w:r>
      <w:r w:rsidRPr="00205C48">
        <w:t xml:space="preserve"> studia anebo“.</w:t>
      </w:r>
    </w:p>
    <w:p w:rsidR="00C345C5" w:rsidRPr="00205C48" w:rsidRDefault="00C345C5" w:rsidP="009A1562">
      <w:pPr>
        <w:pStyle w:val="Novelizanbod"/>
      </w:pPr>
      <w:r w:rsidRPr="00205C48">
        <w:t xml:space="preserve">V § 112 odst. 9 </w:t>
      </w:r>
      <w:r w:rsidR="00705C85" w:rsidRPr="00205C48">
        <w:t>se ve větě první číslo „</w:t>
      </w:r>
      <w:r w:rsidR="005D512F" w:rsidRPr="00205C48">
        <w:t xml:space="preserve">2022“ nahrazuje číslem „2023“ a ve větě </w:t>
      </w:r>
      <w:r w:rsidRPr="00205C48">
        <w:t xml:space="preserve">druhé </w:t>
      </w:r>
      <w:r w:rsidR="005D512F" w:rsidRPr="00205C48">
        <w:br/>
      </w:r>
      <w:r w:rsidRPr="00205C48">
        <w:t>se slova „starší 50 let, pokud</w:t>
      </w:r>
      <w:r w:rsidR="005D512F" w:rsidRPr="00205C48">
        <w:t xml:space="preserve"> nejméně 10 let“ nahrazují </w:t>
      </w:r>
      <w:proofErr w:type="gramStart"/>
      <w:r w:rsidR="005D512F" w:rsidRPr="00205C48">
        <w:t>slovy</w:t>
      </w:r>
      <w:r w:rsidRPr="00205C48">
        <w:t xml:space="preserve"> „</w:t>
      </w:r>
      <w:r w:rsidR="00E921C1" w:rsidRPr="00205C48">
        <w:t xml:space="preserve"> </w:t>
      </w:r>
      <w:r w:rsidRPr="00205C48">
        <w:t>, která</w:t>
      </w:r>
      <w:proofErr w:type="gramEnd"/>
      <w:r w:rsidR="005D512F" w:rsidRPr="00205C48">
        <w:t xml:space="preserve"> nejméně 5 let</w:t>
      </w:r>
      <w:r w:rsidRPr="00205C48">
        <w:t xml:space="preserve">“. </w:t>
      </w:r>
    </w:p>
    <w:p w:rsidR="00C345C5" w:rsidRPr="00205C48" w:rsidRDefault="00027827" w:rsidP="00E921C1">
      <w:pPr>
        <w:pStyle w:val="lnek"/>
        <w:keepNext w:val="0"/>
      </w:pPr>
      <w:r w:rsidRPr="00205C48">
        <w:t xml:space="preserve">Čl. </w:t>
      </w:r>
      <w:r w:rsidR="00C345C5" w:rsidRPr="00205C48">
        <w:t>II</w:t>
      </w:r>
    </w:p>
    <w:p w:rsidR="00C345C5" w:rsidRPr="00205C48" w:rsidRDefault="00C345C5" w:rsidP="00E921C1">
      <w:pPr>
        <w:pStyle w:val="Nadpislnku"/>
        <w:keepNext w:val="0"/>
      </w:pPr>
      <w:r w:rsidRPr="00205C48">
        <w:t>Přechodná ustanovení</w:t>
      </w:r>
    </w:p>
    <w:p w:rsidR="00C345C5" w:rsidRPr="00205C48" w:rsidRDefault="00C345C5" w:rsidP="001C7272">
      <w:pPr>
        <w:pStyle w:val="Odstavecseseznamem"/>
        <w:spacing w:before="120" w:after="120"/>
        <w:ind w:left="0"/>
        <w:contextualSpacing w:val="0"/>
      </w:pPr>
      <w:r w:rsidRPr="00205C48">
        <w:t xml:space="preserve">1. Zahájená řízení o přestupku, která nebyla pravomocně skončena přede dnem nabytí účinnosti tohoto zákona, se dokončí podle zákona č. 250/2016 Sb., ve znění účinném přede dnem nabytí účinnosti tohoto zákona. </w:t>
      </w:r>
    </w:p>
    <w:p w:rsidR="00C345C5" w:rsidRPr="00205C48" w:rsidRDefault="00C345C5" w:rsidP="001C7272">
      <w:pPr>
        <w:pStyle w:val="Odstavecseseznamem"/>
        <w:spacing w:before="120" w:after="120"/>
        <w:ind w:left="0"/>
        <w:contextualSpacing w:val="0"/>
      </w:pPr>
      <w:r w:rsidRPr="00205C48">
        <w:t>2. V zahájených řízeních o přestupku, která nebyla pravomocně skončena přede dnem nabytí účinnosti tohoto zákona, správní orgán neuloží povinnost nahradit náklady řízení paušální částkou, je-li o přestupku rozhodnuto příkazem na místě.</w:t>
      </w:r>
    </w:p>
    <w:p w:rsidR="00C345C5" w:rsidRPr="00205C48" w:rsidRDefault="00C345C5" w:rsidP="001C7272">
      <w:pPr>
        <w:pStyle w:val="Odstavecseseznamem"/>
        <w:spacing w:after="240"/>
        <w:ind w:left="0"/>
      </w:pPr>
      <w:r w:rsidRPr="00205C48">
        <w:lastRenderedPageBreak/>
        <w:t xml:space="preserve">3. Lhůta podle § 111 odst. 2 zákona č. 250/2016 Sb., ve znění účinném ode dne nabytí účinnosti tohoto zákona, se vztahuje na oprávněné úřední osoby, které začaly provádět úkony správního orgánu v řízení o přestupku po nabytí účinnosti tohoto zákona. </w:t>
      </w:r>
    </w:p>
    <w:p w:rsidR="00C345C5" w:rsidRDefault="00C345C5" w:rsidP="001C7272">
      <w:pPr>
        <w:pStyle w:val="Odstavecseseznamem"/>
        <w:spacing w:before="120" w:after="120"/>
        <w:ind w:left="0"/>
        <w:contextualSpacing w:val="0"/>
      </w:pPr>
      <w:r w:rsidRPr="00205C48">
        <w:t>4. Posledním kalendářním rokem, pro který je zpracováván přehled přestupků podle § 110 zákona č. 250/2016 Sb., ve znění účinném přede dnem nabytí účinnosti tohoto zákona, je kalendářní rok 20</w:t>
      </w:r>
      <w:r w:rsidR="00293575" w:rsidRPr="00205C48">
        <w:t>20</w:t>
      </w:r>
      <w:r w:rsidRPr="00205C48">
        <w:t>.</w:t>
      </w:r>
    </w:p>
    <w:p w:rsidR="00965D53" w:rsidRPr="00205C48" w:rsidRDefault="00965D53" w:rsidP="00965D53">
      <w:pPr>
        <w:pStyle w:val="Odstavecseseznamem"/>
        <w:ind w:left="0"/>
        <w:contextualSpacing w:val="0"/>
      </w:pPr>
    </w:p>
    <w:p w:rsidR="00C345C5" w:rsidRPr="00205C48" w:rsidRDefault="00027827" w:rsidP="00027827">
      <w:pPr>
        <w:pStyle w:val="ST"/>
      </w:pPr>
      <w:r w:rsidRPr="00205C48">
        <w:t xml:space="preserve">ČÁST </w:t>
      </w:r>
      <w:r w:rsidR="00C345C5" w:rsidRPr="00205C48">
        <w:t>DRUHÁ</w:t>
      </w:r>
    </w:p>
    <w:p w:rsidR="00C345C5" w:rsidRPr="00205C48" w:rsidRDefault="00C345C5" w:rsidP="00027827">
      <w:pPr>
        <w:pStyle w:val="NADPISSTI"/>
      </w:pPr>
      <w:r w:rsidRPr="00205C48">
        <w:t>Změna zákona o České národní bance</w:t>
      </w:r>
    </w:p>
    <w:p w:rsidR="00C345C5" w:rsidRPr="00205C48" w:rsidRDefault="00027827" w:rsidP="00027827">
      <w:pPr>
        <w:pStyle w:val="lnek"/>
      </w:pPr>
      <w:r w:rsidRPr="00205C48">
        <w:t xml:space="preserve">Čl. </w:t>
      </w:r>
      <w:r w:rsidR="00C345C5" w:rsidRPr="00205C48">
        <w:t>III</w:t>
      </w:r>
    </w:p>
    <w:p w:rsidR="00C345C5" w:rsidRPr="00205C48" w:rsidRDefault="00C345C5" w:rsidP="00027827">
      <w:pPr>
        <w:pStyle w:val="Textlnku"/>
      </w:pPr>
      <w:r w:rsidRPr="00205C48">
        <w:t>Zákon č. 6/1993 Sb., o České národní bance, ve znění zákona č. 60/1993 Sb., zákona č. 15/1998 Sb., zákona č. 442/2000 Sb., nálezu Ústavního soudu, vyhlášeného pod č. 278/2001 Sb., zákona č. 482/2001 Sb., zákona č. 127/2002 Sb., zákona č. 257/2004 Sb., zákona č. 377/2005 Sb., zákona č. 57/2006 Sb., zákona č. 62/2006 Sb., zákona č. 230/2006 Sb., zákona č. 160/2007 Sb., zákona č. 36/2008 Sb., zákona č. 124/2008 Sb., zákona č. 254/2008 Sb., zákona č. 281/2009 Sb., zákona č. 285/2009 Sb., zákona č. 295/2009 Sb., zákona č. 145/2010 Sb., zákona č. 156/2010 Sb., zákona č. 41/2011 Sb., zákona č. 92/2011 Sb., zákona č. 136/2011 Sb., zákona č. 139/2011 Sb., zákona č. 357/2011 Sb., zákona č. 428/2011 Sb., zákona č. 227/2013 Sb., zákona č. 135/2014 Sb., zákona č. 204/2015 Sb., zákona č. 375/2015 Sb., zákona č. 377/2015 Sb., zákona č. 258/2016 Sb., zákona č. 183/2017 Sb., zákona č. 89/2018 Sb., zákona č. 111/2019 Sb.</w:t>
      </w:r>
      <w:r w:rsidR="004261F2" w:rsidRPr="00205C48">
        <w:t>, zákona č. 277/2019 Sb., zákona č. 192/2020 Sb., zákona č. 238/2020 Sb.</w:t>
      </w:r>
      <w:r w:rsidRPr="00205C48">
        <w:t xml:space="preserve"> a zákona č. 2</w:t>
      </w:r>
      <w:r w:rsidR="004261F2" w:rsidRPr="00205C48">
        <w:t>19</w:t>
      </w:r>
      <w:r w:rsidRPr="00205C48">
        <w:t>/20</w:t>
      </w:r>
      <w:r w:rsidR="004261F2" w:rsidRPr="00205C48">
        <w:t>2</w:t>
      </w:r>
      <w:r w:rsidRPr="00205C48">
        <w:t>1 Sb., se mění takto:</w:t>
      </w:r>
    </w:p>
    <w:p w:rsidR="00C345C5" w:rsidRPr="00205C48" w:rsidRDefault="00C345C5" w:rsidP="00027827">
      <w:pPr>
        <w:pStyle w:val="Novelizanbod"/>
        <w:numPr>
          <w:ilvl w:val="0"/>
          <w:numId w:val="30"/>
        </w:numPr>
      </w:pPr>
      <w:r w:rsidRPr="00205C48">
        <w:t xml:space="preserve">V § 45d odst. 1 se </w:t>
      </w:r>
      <w:proofErr w:type="gramStart"/>
      <w:r w:rsidRPr="00205C48">
        <w:t>slova „</w:t>
      </w:r>
      <w:r w:rsidR="00E921C1" w:rsidRPr="00205C48">
        <w:t xml:space="preserve"> </w:t>
      </w:r>
      <w:r w:rsidRPr="00205C48">
        <w:t>, jejíž</w:t>
      </w:r>
      <w:proofErr w:type="gramEnd"/>
      <w:r w:rsidRPr="00205C48">
        <w:t xml:space="preserve"> součástí je přehled přestupků podle zákona upravujícího odpovědnost za přestupky a řízení o nich“ zrušují. </w:t>
      </w:r>
    </w:p>
    <w:p w:rsidR="00C345C5" w:rsidRPr="00205C48" w:rsidRDefault="00C345C5" w:rsidP="00027827">
      <w:pPr>
        <w:pStyle w:val="Novelizanbod"/>
        <w:numPr>
          <w:ilvl w:val="0"/>
          <w:numId w:val="30"/>
        </w:numPr>
      </w:pPr>
      <w:r w:rsidRPr="00205C48">
        <w:t>V § 45d se odstavec 2 zrušuje.</w:t>
      </w:r>
    </w:p>
    <w:p w:rsidR="00C345C5" w:rsidRDefault="00C345C5" w:rsidP="003E6248">
      <w:pPr>
        <w:spacing w:before="120" w:after="120"/>
      </w:pPr>
      <w:r w:rsidRPr="00205C48">
        <w:t>Dosavadní odstavec 3 se označuje jako odstavec 2.</w:t>
      </w:r>
    </w:p>
    <w:p w:rsidR="009A1562" w:rsidRPr="00205C48" w:rsidRDefault="009A1562" w:rsidP="00965D53"/>
    <w:p w:rsidR="00C345C5" w:rsidRPr="00205C48" w:rsidRDefault="00027827" w:rsidP="00027827">
      <w:pPr>
        <w:pStyle w:val="ST"/>
      </w:pPr>
      <w:r w:rsidRPr="00205C48">
        <w:t xml:space="preserve">ČÁST </w:t>
      </w:r>
      <w:r w:rsidR="00C345C5" w:rsidRPr="00205C48">
        <w:t>TŘETÍ</w:t>
      </w:r>
    </w:p>
    <w:p w:rsidR="00C345C5" w:rsidRPr="00205C48" w:rsidRDefault="00C345C5" w:rsidP="00027827">
      <w:pPr>
        <w:pStyle w:val="NADPISSTI"/>
      </w:pPr>
      <w:r w:rsidRPr="00205C48">
        <w:t>Změna zákona o návykových látkách</w:t>
      </w:r>
    </w:p>
    <w:p w:rsidR="00C345C5" w:rsidRPr="00205C48" w:rsidRDefault="00027827" w:rsidP="00027827">
      <w:pPr>
        <w:pStyle w:val="lnek"/>
      </w:pPr>
      <w:r w:rsidRPr="00205C48">
        <w:t xml:space="preserve">Čl. </w:t>
      </w:r>
      <w:r w:rsidR="00C345C5" w:rsidRPr="00205C48">
        <w:t>IV</w:t>
      </w:r>
    </w:p>
    <w:p w:rsidR="00C345C5" w:rsidRPr="00205C48" w:rsidRDefault="00C345C5" w:rsidP="00027827">
      <w:pPr>
        <w:pStyle w:val="Textlnku"/>
      </w:pPr>
      <w:r w:rsidRPr="00205C48">
        <w:t xml:space="preserve">V § 39 zákona č. 167/1998 Sb., o návykových látkách a o změně některých dalších zákonů, ve znění zákona č. 407/2001 Sb., zákona č. 320/2002 Sb., zákona č. 362/2004 Sb., zákona </w:t>
      </w:r>
      <w:r w:rsidR="004261F2" w:rsidRPr="00205C48">
        <w:br/>
      </w:r>
      <w:r w:rsidRPr="00205C48">
        <w:t>č. 74/2006 Sb., zákona č. 273/2013 Sb.</w:t>
      </w:r>
      <w:r w:rsidR="004261F2" w:rsidRPr="00205C48">
        <w:t>, zákona č. 183/2017 Sb.</w:t>
      </w:r>
      <w:r w:rsidRPr="00205C48">
        <w:t xml:space="preserve"> a zákona č. </w:t>
      </w:r>
      <w:r w:rsidR="004261F2" w:rsidRPr="00205C48">
        <w:t>…</w:t>
      </w:r>
      <w:r w:rsidRPr="00205C48">
        <w:t>/20</w:t>
      </w:r>
      <w:r w:rsidR="004261F2" w:rsidRPr="00205C48">
        <w:t>2</w:t>
      </w:r>
      <w:r w:rsidRPr="00205C48">
        <w:t xml:space="preserve">1 Sb., </w:t>
      </w:r>
      <w:r w:rsidR="004261F2" w:rsidRPr="00205C48">
        <w:br/>
      </w:r>
      <w:r w:rsidRPr="00205C48">
        <w:t xml:space="preserve">se doplňuje odstavec </w:t>
      </w:r>
      <w:r w:rsidR="003E4683">
        <w:t>9</w:t>
      </w:r>
      <w:r w:rsidRPr="00205C48">
        <w:t>, který zní:</w:t>
      </w:r>
    </w:p>
    <w:p w:rsidR="00C345C5" w:rsidRPr="00205C48" w:rsidRDefault="00C345C5" w:rsidP="00027827">
      <w:pPr>
        <w:pStyle w:val="Textlnku"/>
      </w:pPr>
      <w:r w:rsidRPr="00205C48">
        <w:t>„(</w:t>
      </w:r>
      <w:r w:rsidR="003E4683">
        <w:t>9</w:t>
      </w:r>
      <w:r w:rsidRPr="00205C48">
        <w:t>) Za přestupek podle odstavce 2 písm. a) nebo c) lze uložit omezující opatření.“.</w:t>
      </w:r>
    </w:p>
    <w:p w:rsidR="00293575" w:rsidRPr="00205C48" w:rsidRDefault="00293575" w:rsidP="0062311B">
      <w:pPr>
        <w:pStyle w:val="Textlnku"/>
        <w:ind w:firstLine="0"/>
      </w:pPr>
    </w:p>
    <w:p w:rsidR="00293575" w:rsidRPr="00205C48" w:rsidRDefault="00293575" w:rsidP="00293575">
      <w:pPr>
        <w:spacing w:after="120" w:line="276" w:lineRule="auto"/>
        <w:jc w:val="center"/>
        <w:rPr>
          <w:rFonts w:eastAsia="Calibri"/>
        </w:rPr>
      </w:pPr>
      <w:r w:rsidRPr="00205C48">
        <w:rPr>
          <w:rFonts w:eastAsia="Calibri"/>
        </w:rPr>
        <w:lastRenderedPageBreak/>
        <w:t>ČÁST ČTVRTÁ</w:t>
      </w:r>
    </w:p>
    <w:p w:rsidR="00293575" w:rsidRPr="00205C48" w:rsidRDefault="00293575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ochraně hospodářské soutěže</w:t>
      </w:r>
    </w:p>
    <w:p w:rsidR="00293575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293575" w:rsidRPr="00205C48">
        <w:rPr>
          <w:rFonts w:eastAsia="Calibri"/>
        </w:rPr>
        <w:t>V</w:t>
      </w:r>
    </w:p>
    <w:p w:rsidR="00ED13B6" w:rsidRPr="00205C48" w:rsidRDefault="00ED13B6" w:rsidP="009A1562">
      <w:pPr>
        <w:pStyle w:val="Textparagrafu"/>
      </w:pPr>
      <w:r w:rsidRPr="00205C48">
        <w:t>Zákon č. 143/2001 Sb., o ochraně hospodářské soutěže a o změně některých zákonů (zákon o ochraně hospodářské soutěže), ve znění zákona č. 340/2004 Sb., zákona č. 484/2004 Sb., zákona č. 127/2005 Sb., zákona č. 361/2005 Sb., zákona č. 71/2007 Sb., zákona č. 296/2007 Sb., zákona č. 155/2009 Sb., zákona č. 188/2011 Sb., zá</w:t>
      </w:r>
      <w:r w:rsidR="00661C2E" w:rsidRPr="00205C48">
        <w:t xml:space="preserve">kona č. 360/2012 Sb., zákona </w:t>
      </w:r>
      <w:r w:rsidR="00661C2E" w:rsidRPr="00205C48">
        <w:br/>
        <w:t xml:space="preserve">č. </w:t>
      </w:r>
      <w:r w:rsidRPr="00205C48">
        <w:t>293/2016 Sb., zákona č. 183/2017 Sb.</w:t>
      </w:r>
      <w:r w:rsidR="00556996">
        <w:t>,</w:t>
      </w:r>
      <w:r w:rsidRPr="00205C48">
        <w:t> zákona č. 262/2017 Sb.</w:t>
      </w:r>
      <w:r w:rsidR="00556996">
        <w:t xml:space="preserve"> a zákona č. 261/2021 Sb.</w:t>
      </w:r>
      <w:r w:rsidRPr="00205C48">
        <w:t>, se mění takto:</w:t>
      </w:r>
    </w:p>
    <w:p w:rsidR="00ED13B6" w:rsidRPr="00205C48" w:rsidRDefault="00ED13B6" w:rsidP="009A1562">
      <w:pPr>
        <w:pStyle w:val="Novelizanbod"/>
        <w:numPr>
          <w:ilvl w:val="0"/>
          <w:numId w:val="43"/>
        </w:numPr>
      </w:pPr>
      <w:r w:rsidRPr="00205C48">
        <w:t>V § 22b odst. 8 se slova „h) a k)“ nahrazují slovy „i) a l)</w:t>
      </w:r>
      <w:r w:rsidR="00600E35" w:rsidRPr="00205C48">
        <w:t>“</w:t>
      </w:r>
      <w:r w:rsidR="00457BD8" w:rsidRPr="00205C48">
        <w:t xml:space="preserve"> a text „§ 95 odst. 2“ se nahrazuje textem „§ 95 odst. 3“.</w:t>
      </w:r>
    </w:p>
    <w:p w:rsidR="00ED13B6" w:rsidRPr="00205C48" w:rsidRDefault="00ED13B6" w:rsidP="009A1562">
      <w:pPr>
        <w:pStyle w:val="Novelizanbod"/>
      </w:pPr>
      <w:r w:rsidRPr="00205C48">
        <w:t>V § 22b se doplňuje odstavec 9, který zní:</w:t>
      </w:r>
    </w:p>
    <w:p w:rsidR="00ED13B6" w:rsidRPr="00205C48" w:rsidRDefault="00ED13B6" w:rsidP="009A1562">
      <w:pPr>
        <w:pStyle w:val="Textparagrafu"/>
      </w:pPr>
      <w:r w:rsidRPr="00205C48">
        <w:t>„(9) Pokračuje-li obviněný v jednání, pro které je s ním zahájeno řízení o pokračujícím, trvajícím nebo hromadném přestupku spočívajícím v narušení hospodářské soutěže, i po zahájení tohoto řízení, považuje se toto jednání až do sdělení výhrad za jeden skutek.“.</w:t>
      </w:r>
    </w:p>
    <w:p w:rsidR="00ED13B6" w:rsidRPr="00205C48" w:rsidRDefault="009A1562" w:rsidP="009A1562">
      <w:pPr>
        <w:pStyle w:val="lnek"/>
      </w:pPr>
      <w:r>
        <w:t xml:space="preserve">Čl. </w:t>
      </w:r>
      <w:r w:rsidR="00661C2E" w:rsidRPr="00205C48">
        <w:t>VI</w:t>
      </w:r>
    </w:p>
    <w:p w:rsidR="00ED13B6" w:rsidRPr="00205C48" w:rsidRDefault="00ED13B6" w:rsidP="009A1562">
      <w:pPr>
        <w:pStyle w:val="Nadpisparagrafu"/>
      </w:pPr>
      <w:r w:rsidRPr="00205C48">
        <w:t>Přechodné ustanovení</w:t>
      </w:r>
    </w:p>
    <w:p w:rsidR="00ED13B6" w:rsidRPr="00205C48" w:rsidRDefault="00ED13B6" w:rsidP="009A1562">
      <w:pPr>
        <w:pStyle w:val="Textparagrafu"/>
      </w:pPr>
      <w:r w:rsidRPr="00205C48">
        <w:t xml:space="preserve">Řízení, která nebyla pravomocně skončena přede dnem nabytí účinnosti tohoto zákona, </w:t>
      </w:r>
      <w:r w:rsidRPr="00205C48">
        <w:br/>
        <w:t>se dokončí podle zákona č. 143/2001 Sb., ve znění účinném přede dnem nabytí účinnosti tohoto zákona.</w:t>
      </w:r>
    </w:p>
    <w:p w:rsidR="00ED13B6" w:rsidRPr="00205C48" w:rsidRDefault="00ED13B6" w:rsidP="00965D53">
      <w:pPr>
        <w:rPr>
          <w:rFonts w:eastAsia="Calibri"/>
        </w:rPr>
      </w:pPr>
    </w:p>
    <w:p w:rsidR="00293575" w:rsidRPr="00205C48" w:rsidRDefault="009A1562" w:rsidP="009A1562">
      <w:pPr>
        <w:pStyle w:val="ST"/>
        <w:rPr>
          <w:rFonts w:eastAsia="Calibri"/>
        </w:rPr>
      </w:pPr>
      <w:r>
        <w:rPr>
          <w:rFonts w:eastAsia="Calibri"/>
        </w:rPr>
        <w:t xml:space="preserve">ČÁST </w:t>
      </w:r>
      <w:r w:rsidR="00293575" w:rsidRPr="00205C48">
        <w:rPr>
          <w:rFonts w:eastAsia="Calibri"/>
        </w:rPr>
        <w:t>PÁTÁ</w:t>
      </w:r>
    </w:p>
    <w:p w:rsidR="00293575" w:rsidRPr="00205C48" w:rsidRDefault="00293575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úpravě některých vztahů v oblasti veřejné podpory</w:t>
      </w:r>
    </w:p>
    <w:p w:rsidR="00293575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293575" w:rsidRPr="00205C48">
        <w:rPr>
          <w:rFonts w:eastAsia="Calibri"/>
        </w:rPr>
        <w:t>VI</w:t>
      </w:r>
      <w:r w:rsidR="00661C2E" w:rsidRPr="00205C48">
        <w:rPr>
          <w:rFonts w:eastAsia="Calibri"/>
        </w:rPr>
        <w:t>I</w:t>
      </w:r>
    </w:p>
    <w:p w:rsidR="00293575" w:rsidRPr="00205C48" w:rsidRDefault="00293575" w:rsidP="009A1562">
      <w:pPr>
        <w:pStyle w:val="Textparagrafu"/>
        <w:rPr>
          <w:rFonts w:eastAsia="Calibri"/>
        </w:rPr>
      </w:pPr>
      <w:r w:rsidRPr="00205C48">
        <w:rPr>
          <w:rFonts w:eastAsia="Calibri"/>
        </w:rPr>
        <w:t xml:space="preserve">V § 8b odst. 4 zákona č. 215/2004 Sb., o úpravě některých vztahů v oblasti veřejné podpory a o změně zákona o podpoře výzkumu a vývoje, ve znění zákona č. 109/2009 Sb. a zákona </w:t>
      </w:r>
      <w:r w:rsidR="00457BD8" w:rsidRPr="00205C48">
        <w:rPr>
          <w:rFonts w:eastAsia="Calibri"/>
        </w:rPr>
        <w:br/>
      </w:r>
      <w:r w:rsidRPr="00205C48">
        <w:rPr>
          <w:rFonts w:eastAsia="Calibri"/>
        </w:rPr>
        <w:t>č. 183/2017 Sb., se text „§ 95 odst. 2“ nahrazuje textem „§ 95 odst. 3“.</w:t>
      </w:r>
    </w:p>
    <w:p w:rsidR="00965D53" w:rsidRDefault="00965D53" w:rsidP="00965D53">
      <w:pPr>
        <w:pStyle w:val="ST"/>
        <w:spacing w:before="0" w:after="0"/>
        <w:rPr>
          <w:rFonts w:eastAsia="Calibri"/>
        </w:rPr>
      </w:pPr>
    </w:p>
    <w:p w:rsidR="00293575" w:rsidRPr="00205C48" w:rsidRDefault="009A1562" w:rsidP="009A1562">
      <w:pPr>
        <w:pStyle w:val="ST"/>
        <w:rPr>
          <w:rFonts w:eastAsia="Calibri"/>
        </w:rPr>
      </w:pPr>
      <w:r>
        <w:rPr>
          <w:rFonts w:eastAsia="Calibri"/>
        </w:rPr>
        <w:t xml:space="preserve">ČÁST </w:t>
      </w:r>
      <w:r w:rsidR="00293575" w:rsidRPr="00205C48">
        <w:rPr>
          <w:rFonts w:eastAsia="Calibri"/>
        </w:rPr>
        <w:t>ŠESTÁ</w:t>
      </w:r>
    </w:p>
    <w:p w:rsidR="00293575" w:rsidRPr="00205C48" w:rsidRDefault="00293575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nemocenském pojištění</w:t>
      </w:r>
    </w:p>
    <w:p w:rsidR="00293575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293575" w:rsidRPr="00205C48">
        <w:rPr>
          <w:rFonts w:eastAsia="Calibri"/>
        </w:rPr>
        <w:t>VII</w:t>
      </w:r>
      <w:r w:rsidR="00661C2E" w:rsidRPr="00205C48">
        <w:rPr>
          <w:rFonts w:eastAsia="Calibri"/>
        </w:rPr>
        <w:t>I</w:t>
      </w:r>
    </w:p>
    <w:p w:rsidR="00293575" w:rsidRPr="00205C48" w:rsidRDefault="00293575" w:rsidP="009A1562">
      <w:pPr>
        <w:pStyle w:val="Textparagrafu"/>
        <w:rPr>
          <w:rFonts w:eastAsia="Calibri"/>
        </w:rPr>
      </w:pPr>
      <w:r w:rsidRPr="00205C48">
        <w:rPr>
          <w:rFonts w:eastAsia="Calibri"/>
        </w:rPr>
        <w:t>V § 142 odst. 9 zákona č. 187/2006 Sb., o nemocenském pojištění, ve znění zákona č. 183/2017 Sb., se slova „přímo postižené spácháním přestupku“ nahrazují slovy „dotčené jednáním podezřelého z přestupku“.</w:t>
      </w:r>
    </w:p>
    <w:p w:rsidR="00293575" w:rsidRPr="00205C48" w:rsidRDefault="009A1562" w:rsidP="009A1562">
      <w:pPr>
        <w:pStyle w:val="ST"/>
        <w:rPr>
          <w:rFonts w:eastAsia="Calibri"/>
        </w:rPr>
      </w:pPr>
      <w:r>
        <w:rPr>
          <w:rFonts w:eastAsia="Calibri"/>
        </w:rPr>
        <w:lastRenderedPageBreak/>
        <w:t xml:space="preserve">ČÁST </w:t>
      </w:r>
      <w:r w:rsidR="00293575" w:rsidRPr="00205C48">
        <w:rPr>
          <w:rFonts w:eastAsia="Calibri"/>
        </w:rPr>
        <w:t>SEDMÁ</w:t>
      </w:r>
    </w:p>
    <w:p w:rsidR="00293575" w:rsidRPr="00205C48" w:rsidRDefault="00293575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některých opatřeních ke zprůhlednění finančních vztahů v oblasti veřejné podpory</w:t>
      </w:r>
    </w:p>
    <w:p w:rsidR="00293575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661C2E" w:rsidRPr="00205C48">
        <w:rPr>
          <w:rFonts w:eastAsia="Calibri"/>
        </w:rPr>
        <w:t>IX</w:t>
      </w:r>
    </w:p>
    <w:p w:rsidR="00293575" w:rsidRDefault="00293575" w:rsidP="009A1562">
      <w:pPr>
        <w:pStyle w:val="Textparagrafu"/>
        <w:rPr>
          <w:rFonts w:eastAsia="Calibri"/>
        </w:rPr>
      </w:pPr>
      <w:r w:rsidRPr="00205C48">
        <w:rPr>
          <w:rFonts w:eastAsia="Calibri"/>
        </w:rPr>
        <w:t>V § 8 odst. 4 zákona č. 319/2006 Sb., o některých opatřeních ke zprůhlednění finančních vztahů v oblasti veřejné podpory, a o změně zákona č. 235/2004 Sb., o dani z přidané hodnoty, ve znění pozdějších předpisů, ve znění zákona č. 183/2017 Sb., se text „§ 95 odst. 2“ na</w:t>
      </w:r>
      <w:r w:rsidR="0062311B" w:rsidRPr="00205C48">
        <w:rPr>
          <w:rFonts w:eastAsia="Calibri"/>
        </w:rPr>
        <w:t>hrazuje textem „§ 95 odst. 3“.</w:t>
      </w:r>
    </w:p>
    <w:p w:rsidR="00965D53" w:rsidRPr="00205C48" w:rsidRDefault="00965D53" w:rsidP="00965D53">
      <w:pPr>
        <w:pStyle w:val="Textparagrafu"/>
        <w:spacing w:before="0"/>
      </w:pPr>
    </w:p>
    <w:p w:rsidR="00C345C5" w:rsidRPr="00205C48" w:rsidRDefault="009A1562" w:rsidP="009A1562">
      <w:pPr>
        <w:pStyle w:val="ST"/>
      </w:pPr>
      <w:r>
        <w:t xml:space="preserve">ČÁST </w:t>
      </w:r>
      <w:r w:rsidR="00661C2E" w:rsidRPr="00205C48">
        <w:t>osm</w:t>
      </w:r>
      <w:r w:rsidR="00C345C5" w:rsidRPr="00205C48">
        <w:t>Á</w:t>
      </w:r>
    </w:p>
    <w:p w:rsidR="00C345C5" w:rsidRPr="00205C48" w:rsidRDefault="00C345C5" w:rsidP="009A1562">
      <w:pPr>
        <w:pStyle w:val="NADPISSTI"/>
      </w:pPr>
      <w:r w:rsidRPr="00205C48">
        <w:t>Změna trestního zákoníku</w:t>
      </w:r>
    </w:p>
    <w:p w:rsidR="00661C2E" w:rsidRPr="00205C48" w:rsidRDefault="009A1562" w:rsidP="009A1562">
      <w:pPr>
        <w:pStyle w:val="lnek"/>
      </w:pPr>
      <w:r>
        <w:t xml:space="preserve">Čl. </w:t>
      </w:r>
      <w:r w:rsidR="00661C2E" w:rsidRPr="00205C48">
        <w:t>X</w:t>
      </w:r>
    </w:p>
    <w:p w:rsidR="00C345C5" w:rsidRPr="00205C48" w:rsidRDefault="00C345C5" w:rsidP="009A1562">
      <w:pPr>
        <w:pStyle w:val="Textparagrafu"/>
      </w:pPr>
      <w:r w:rsidRPr="00205C48">
        <w:t>V § 337 odst. 1 zákona č. 40/2009 Sb., trestní zákoník, ve znění zákona č. 330/2011 Sb., zákona č. 390/2012 Sb.</w:t>
      </w:r>
      <w:r w:rsidR="00556996">
        <w:t>,</w:t>
      </w:r>
      <w:r w:rsidRPr="00205C48">
        <w:t xml:space="preserve"> zákona č. 494/2012 Sb.</w:t>
      </w:r>
      <w:r w:rsidR="00556996">
        <w:t xml:space="preserve"> a zákona č. 114/2020 Sb.</w:t>
      </w:r>
      <w:r w:rsidRPr="00205C48">
        <w:t>, písmeno d) zní:</w:t>
      </w:r>
    </w:p>
    <w:p w:rsidR="00C345C5" w:rsidRDefault="00C345C5" w:rsidP="009A1562">
      <w:pPr>
        <w:pStyle w:val="Psmeno"/>
        <w:spacing w:before="120"/>
      </w:pPr>
      <w:r w:rsidRPr="00205C48">
        <w:t>„d)</w:t>
      </w:r>
      <w:r w:rsidR="009A1562">
        <w:tab/>
      </w:r>
      <w:r w:rsidRPr="00205C48">
        <w:t>opakovaně nebo soustavně se dopouští jednání, aby zmařil účel omezujícího opatření uloženého v řízení o přestupku, které spočívá v zákazu navštěvovat místa, kde se konají sportovní akce, nebo aby zmařil účel omezujícího opatření uloženého v řízení o přestupku podle zákona o návykových látkách, které spočívá v zákazu navštěvovat určená veřejně přístupná místa,“.</w:t>
      </w:r>
    </w:p>
    <w:p w:rsidR="00965D53" w:rsidRPr="00965D53" w:rsidRDefault="00965D53" w:rsidP="00965D53"/>
    <w:p w:rsidR="0062311B" w:rsidRPr="00205C48" w:rsidRDefault="009A1562" w:rsidP="009A1562">
      <w:pPr>
        <w:pStyle w:val="ST"/>
        <w:rPr>
          <w:rFonts w:eastAsia="Calibri"/>
        </w:rPr>
      </w:pPr>
      <w:r>
        <w:rPr>
          <w:rFonts w:eastAsia="Calibri"/>
        </w:rPr>
        <w:t xml:space="preserve">ČÁST </w:t>
      </w:r>
      <w:r w:rsidR="0062311B" w:rsidRPr="00205C48">
        <w:rPr>
          <w:rFonts w:eastAsia="Calibri"/>
        </w:rPr>
        <w:t>DEVÁTÁ</w:t>
      </w:r>
    </w:p>
    <w:p w:rsidR="0062311B" w:rsidRPr="00205C48" w:rsidRDefault="0062311B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významné tržní síle při prodeji zemědělských a potravinářských produktů a jejím zneužití</w:t>
      </w:r>
    </w:p>
    <w:p w:rsidR="0062311B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62311B" w:rsidRPr="00205C48">
        <w:rPr>
          <w:rFonts w:eastAsia="Calibri"/>
        </w:rPr>
        <w:t>X</w:t>
      </w:r>
      <w:r w:rsidR="00661C2E" w:rsidRPr="00205C48">
        <w:rPr>
          <w:rFonts w:eastAsia="Calibri"/>
        </w:rPr>
        <w:t>I</w:t>
      </w:r>
    </w:p>
    <w:p w:rsidR="001701B8" w:rsidRPr="00205C48" w:rsidRDefault="001701B8" w:rsidP="009A1562">
      <w:pPr>
        <w:pStyle w:val="Textparagrafu"/>
      </w:pPr>
      <w:r w:rsidRPr="00205C48">
        <w:t xml:space="preserve">Zákon č. 395/2009 Sb., o významné tržní síle při prodeji zemědělských a potravinářských produktů a jejím zneužití, ve znění zákona č. 50/2016 Sb., zákona č. 104/2017 Sb., zákona </w:t>
      </w:r>
      <w:r w:rsidR="00EF7E1E">
        <w:t>č. </w:t>
      </w:r>
      <w:r w:rsidRPr="00205C48">
        <w:t>183/2017 Sb.</w:t>
      </w:r>
      <w:r w:rsidR="004261F2" w:rsidRPr="00205C48">
        <w:t>, zákona č. 254/2020 Sb.</w:t>
      </w:r>
      <w:r w:rsidRPr="00205C48">
        <w:t xml:space="preserve"> a zákona č. 2</w:t>
      </w:r>
      <w:r w:rsidR="004261F2" w:rsidRPr="00205C48">
        <w:t>61/2021</w:t>
      </w:r>
      <w:r w:rsidRPr="00205C48">
        <w:t xml:space="preserve"> Sb., se mění takto:</w:t>
      </w:r>
    </w:p>
    <w:p w:rsidR="001701B8" w:rsidRPr="00205C48" w:rsidRDefault="001701B8" w:rsidP="009A1562">
      <w:pPr>
        <w:pStyle w:val="Novelizanbod"/>
        <w:numPr>
          <w:ilvl w:val="0"/>
          <w:numId w:val="44"/>
        </w:numPr>
      </w:pPr>
      <w:r w:rsidRPr="00205C48">
        <w:t>V § 9 odst. 8 se slova „h) a k)“ nahrazují slovy „i) a l)</w:t>
      </w:r>
      <w:r w:rsidR="00600E35" w:rsidRPr="00205C48">
        <w:t>“</w:t>
      </w:r>
      <w:r w:rsidR="00457BD8" w:rsidRPr="00205C48">
        <w:t xml:space="preserve"> </w:t>
      </w:r>
      <w:r w:rsidR="00457BD8" w:rsidRPr="009A1562">
        <w:rPr>
          <w:rFonts w:eastAsia="Calibri"/>
        </w:rPr>
        <w:t>a text „§ 95 odst. 2“ se nahrazuje textem „§ 95 odst. 3“.</w:t>
      </w:r>
    </w:p>
    <w:p w:rsidR="001701B8" w:rsidRPr="00205C48" w:rsidRDefault="001701B8" w:rsidP="009A1562">
      <w:pPr>
        <w:pStyle w:val="Novelizanbod"/>
      </w:pPr>
      <w:r w:rsidRPr="00205C48">
        <w:t>V § 9 se doplňuje odstavec 9, který zní:</w:t>
      </w:r>
    </w:p>
    <w:p w:rsidR="001701B8" w:rsidRPr="00205C48" w:rsidRDefault="001701B8" w:rsidP="009A1562">
      <w:pPr>
        <w:pStyle w:val="Textparagrafu"/>
      </w:pPr>
      <w:r w:rsidRPr="00205C48">
        <w:t>„(9) Pokračuje-li obviněný v jednání, pro které je s ním zahájeno řízení o pokračujícím, trvajícím nebo hromadném přestupku podle tohoto zákona, i po zahájení tohoto řízení, považuje se toto jednání až do sdělení výhrad za jeden skutek.“.</w:t>
      </w:r>
    </w:p>
    <w:p w:rsidR="001701B8" w:rsidRPr="00205C48" w:rsidRDefault="009A1562" w:rsidP="009A1562">
      <w:pPr>
        <w:pStyle w:val="lnek"/>
      </w:pPr>
      <w:r>
        <w:lastRenderedPageBreak/>
        <w:t xml:space="preserve">Čl. </w:t>
      </w:r>
      <w:r w:rsidR="001701B8" w:rsidRPr="00205C48">
        <w:t>X</w:t>
      </w:r>
      <w:r w:rsidR="00661C2E" w:rsidRPr="00205C48">
        <w:t>II</w:t>
      </w:r>
    </w:p>
    <w:p w:rsidR="001701B8" w:rsidRPr="00205C48" w:rsidRDefault="001701B8" w:rsidP="009A1562">
      <w:pPr>
        <w:pStyle w:val="Nadpislnku"/>
      </w:pPr>
      <w:r w:rsidRPr="00205C48">
        <w:t>Přechodné ustanovení</w:t>
      </w:r>
    </w:p>
    <w:p w:rsidR="001701B8" w:rsidRDefault="001701B8" w:rsidP="009A1562">
      <w:pPr>
        <w:pStyle w:val="Textlnku"/>
      </w:pPr>
      <w:r w:rsidRPr="00205C48">
        <w:t>Řízení, která nebyla pravomocně skončena přede dnem nabytí účinnosti tohoto zákona,</w:t>
      </w:r>
      <w:r w:rsidR="001842D9">
        <w:br/>
      </w:r>
      <w:r w:rsidRPr="00205C48">
        <w:t>se dokončí podle zákona č. 395/2009 Sb., ve znění účinném přede dnem n</w:t>
      </w:r>
      <w:r w:rsidR="001842D9">
        <w:t>abytí účinnosti tohoto zákona.</w:t>
      </w:r>
    </w:p>
    <w:p w:rsidR="00965D53" w:rsidRPr="00205C48" w:rsidRDefault="00965D53" w:rsidP="00965D53">
      <w:pPr>
        <w:pStyle w:val="Textlnku"/>
        <w:spacing w:before="0"/>
      </w:pPr>
    </w:p>
    <w:p w:rsidR="0062311B" w:rsidRPr="00205C48" w:rsidRDefault="009A1562" w:rsidP="009A1562">
      <w:pPr>
        <w:pStyle w:val="ST"/>
        <w:rPr>
          <w:rFonts w:eastAsia="Calibri"/>
        </w:rPr>
      </w:pPr>
      <w:r>
        <w:rPr>
          <w:rFonts w:eastAsia="Calibri"/>
        </w:rPr>
        <w:t xml:space="preserve">ČÁST </w:t>
      </w:r>
      <w:r w:rsidR="0062311B" w:rsidRPr="00205C48">
        <w:rPr>
          <w:rFonts w:eastAsia="Calibri"/>
        </w:rPr>
        <w:t>DESÁTÁ</w:t>
      </w:r>
    </w:p>
    <w:p w:rsidR="0062311B" w:rsidRPr="00205C48" w:rsidRDefault="0062311B" w:rsidP="009A1562">
      <w:pPr>
        <w:pStyle w:val="NADPISSTI"/>
        <w:rPr>
          <w:rFonts w:eastAsia="Calibri"/>
        </w:rPr>
      </w:pPr>
      <w:r w:rsidRPr="00205C48">
        <w:rPr>
          <w:rFonts w:eastAsia="Calibri"/>
        </w:rPr>
        <w:t>Změna zákona o zadávání veřejných zakázek</w:t>
      </w:r>
    </w:p>
    <w:p w:rsidR="0062311B" w:rsidRPr="00205C48" w:rsidRDefault="009A1562" w:rsidP="009A1562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62311B" w:rsidRPr="00205C48">
        <w:rPr>
          <w:rFonts w:eastAsia="Calibri"/>
        </w:rPr>
        <w:t>XI</w:t>
      </w:r>
      <w:r w:rsidR="00661C2E" w:rsidRPr="00205C48">
        <w:rPr>
          <w:rFonts w:eastAsia="Calibri"/>
        </w:rPr>
        <w:t>II</w:t>
      </w:r>
    </w:p>
    <w:p w:rsidR="0062311B" w:rsidRDefault="0062311B" w:rsidP="009A1562">
      <w:pPr>
        <w:pStyle w:val="Textlnku"/>
        <w:rPr>
          <w:rFonts w:eastAsia="Calibri"/>
        </w:rPr>
      </w:pPr>
      <w:r w:rsidRPr="00205C48">
        <w:rPr>
          <w:rFonts w:eastAsia="Calibri"/>
        </w:rPr>
        <w:t>V § 270 odst. 11 zákona č. 134/2016 Sb.,</w:t>
      </w:r>
      <w:r w:rsidRPr="00205C48">
        <w:t xml:space="preserve"> </w:t>
      </w:r>
      <w:r w:rsidRPr="00205C48">
        <w:rPr>
          <w:rFonts w:eastAsia="Calibri"/>
        </w:rPr>
        <w:t>o zadávání veřejných zakázek, ve znění zákona č. 183/2017 Sb., se text „§ 95 odst. 2“ nahrazuje textem „§ 95 odst. 3“.</w:t>
      </w:r>
    </w:p>
    <w:p w:rsidR="00965D53" w:rsidRPr="00205C48" w:rsidRDefault="00965D53" w:rsidP="00965D53">
      <w:pPr>
        <w:pStyle w:val="Textlnku"/>
        <w:spacing w:before="0"/>
        <w:rPr>
          <w:rFonts w:eastAsia="Calibri"/>
        </w:rPr>
      </w:pPr>
    </w:p>
    <w:p w:rsidR="00C345C5" w:rsidRPr="00205C48" w:rsidRDefault="009A1562" w:rsidP="009A1562">
      <w:pPr>
        <w:pStyle w:val="ST"/>
      </w:pPr>
      <w:r>
        <w:t xml:space="preserve">ČÁST </w:t>
      </w:r>
      <w:r w:rsidR="00661C2E" w:rsidRPr="00205C48">
        <w:t>jedenác</w:t>
      </w:r>
      <w:r w:rsidR="00C345C5" w:rsidRPr="00205C48">
        <w:t>TÁ</w:t>
      </w:r>
    </w:p>
    <w:p w:rsidR="00C345C5" w:rsidRPr="00205C48" w:rsidRDefault="00C345C5" w:rsidP="009A1562">
      <w:pPr>
        <w:pStyle w:val="NADPISSTI"/>
      </w:pPr>
      <w:r w:rsidRPr="00205C48">
        <w:t>Změna zákona o některých přestupcích</w:t>
      </w:r>
    </w:p>
    <w:p w:rsidR="00C345C5" w:rsidRPr="00205C48" w:rsidRDefault="009A1562" w:rsidP="009A1562">
      <w:pPr>
        <w:pStyle w:val="lnek"/>
      </w:pPr>
      <w:r>
        <w:t xml:space="preserve">Čl. </w:t>
      </w:r>
      <w:r w:rsidR="00661C2E" w:rsidRPr="00205C48">
        <w:t>XIV</w:t>
      </w:r>
    </w:p>
    <w:p w:rsidR="00C345C5" w:rsidRPr="00205C48" w:rsidRDefault="00C345C5" w:rsidP="009A1562">
      <w:pPr>
        <w:pStyle w:val="Textlnku"/>
      </w:pPr>
      <w:r w:rsidRPr="00205C48">
        <w:t>Zákon č. 251/2016 Sb., o některých přestupcích, ve znění zákona č. 178/2018 Sb.</w:t>
      </w:r>
      <w:r w:rsidR="00556996">
        <w:t xml:space="preserve"> a zákona č. 327/2021 Sb.,</w:t>
      </w:r>
      <w:bookmarkStart w:id="0" w:name="_GoBack"/>
      <w:bookmarkEnd w:id="0"/>
      <w:r w:rsidRPr="00205C48">
        <w:t xml:space="preserve"> se mění takto:</w:t>
      </w:r>
    </w:p>
    <w:p w:rsidR="00C345C5" w:rsidRPr="00205C48" w:rsidRDefault="00C345C5" w:rsidP="00027827">
      <w:pPr>
        <w:pStyle w:val="Novelizanbod"/>
        <w:numPr>
          <w:ilvl w:val="0"/>
          <w:numId w:val="31"/>
        </w:numPr>
      </w:pPr>
      <w:r w:rsidRPr="00205C48">
        <w:t xml:space="preserve">V § 5 odst. 1 se na konci písmene i) slovo „nebo“ zrušuje. </w:t>
      </w:r>
    </w:p>
    <w:p w:rsidR="00C345C5" w:rsidRPr="00205C48" w:rsidRDefault="00C345C5" w:rsidP="00027827">
      <w:pPr>
        <w:pStyle w:val="Novelizanbod"/>
        <w:numPr>
          <w:ilvl w:val="0"/>
          <w:numId w:val="31"/>
        </w:numPr>
      </w:pPr>
      <w:r w:rsidRPr="00205C48">
        <w:t xml:space="preserve">V § 5 se na konci odstavce 1 tečka nahrazuje </w:t>
      </w:r>
      <w:proofErr w:type="gramStart"/>
      <w:r w:rsidRPr="00205C48">
        <w:t>slovem „</w:t>
      </w:r>
      <w:r w:rsidR="00E921C1" w:rsidRPr="00205C48">
        <w:t xml:space="preserve"> </w:t>
      </w:r>
      <w:r w:rsidRPr="00205C48">
        <w:t>, nebo</w:t>
      </w:r>
      <w:proofErr w:type="gramEnd"/>
      <w:r w:rsidRPr="00205C48">
        <w:t xml:space="preserve">“ a doplňuje se písmeno k), které zní: </w:t>
      </w:r>
    </w:p>
    <w:p w:rsidR="00C345C5" w:rsidRPr="00205C48" w:rsidRDefault="00C345C5" w:rsidP="00027827">
      <w:pPr>
        <w:pStyle w:val="Psmeno"/>
      </w:pPr>
      <w:r w:rsidRPr="00205C48">
        <w:t>„k)</w:t>
      </w:r>
      <w:r w:rsidR="009A1562">
        <w:tab/>
      </w:r>
      <w:r w:rsidRPr="00205C48">
        <w:t>vnese na organizované sportovní utkání pyrotechnický výrobek nebo v místě takového utkání, cestou na takové utkání anebo cestou zpět z takového utkání pyrotechnický výrobek použije.“.</w:t>
      </w:r>
    </w:p>
    <w:p w:rsidR="00C345C5" w:rsidRPr="00205C48" w:rsidRDefault="00C345C5" w:rsidP="00027827">
      <w:pPr>
        <w:pStyle w:val="Novelizanbod"/>
      </w:pPr>
      <w:r w:rsidRPr="00205C48">
        <w:t>V § 5 odstavce 3 a 4 znějí:</w:t>
      </w:r>
    </w:p>
    <w:p w:rsidR="003E6248" w:rsidRPr="00205C48" w:rsidRDefault="00C345C5" w:rsidP="009A1562">
      <w:pPr>
        <w:pStyle w:val="Textparagrafu"/>
      </w:pPr>
      <w:r w:rsidRPr="00205C48">
        <w:t xml:space="preserve">„(3) Za přestupek lze uložit pokutu </w:t>
      </w:r>
    </w:p>
    <w:p w:rsidR="00C345C5" w:rsidRPr="00205C48" w:rsidRDefault="00C345C5" w:rsidP="009A1562">
      <w:pPr>
        <w:pStyle w:val="Textpsmene"/>
      </w:pPr>
      <w:r w:rsidRPr="00205C48">
        <w:t>do 5 000 Kč, jde-li o přestupek podle odstavce 1 písm. h) nebo odstavce 2 písm. d),</w:t>
      </w:r>
    </w:p>
    <w:p w:rsidR="00C345C5" w:rsidRPr="00205C48" w:rsidRDefault="00C345C5" w:rsidP="009A1562">
      <w:pPr>
        <w:pStyle w:val="Textpsmene"/>
      </w:pPr>
      <w:r w:rsidRPr="00205C48">
        <w:t>do 10 000 Kč, jde-li o přestupek podle odstavce 1 písm. a), b), d), e), i) nebo j) anebo odstavce 2 písm. a) nebo e),</w:t>
      </w:r>
    </w:p>
    <w:p w:rsidR="00C345C5" w:rsidRPr="00205C48" w:rsidRDefault="00C345C5" w:rsidP="009A1562">
      <w:pPr>
        <w:pStyle w:val="Textpsmene"/>
      </w:pPr>
      <w:r w:rsidRPr="00205C48">
        <w:t xml:space="preserve">do 20 000 Kč, jde-li o přestupek podle odstavce 1 písm. c) nebo f) anebo odstavce 2 písm. b), </w:t>
      </w:r>
    </w:p>
    <w:p w:rsidR="00C345C5" w:rsidRPr="00205C48" w:rsidRDefault="00C345C5" w:rsidP="009A1562">
      <w:pPr>
        <w:pStyle w:val="Textpsmene"/>
      </w:pPr>
      <w:r w:rsidRPr="00205C48">
        <w:t>do 50 000 Kč, jde-li o přestupek podle odstavce 1 písm. g) nebo odstavce 2 písm. c), nebo</w:t>
      </w:r>
    </w:p>
    <w:p w:rsidR="00C345C5" w:rsidRDefault="00C345C5" w:rsidP="009A1562">
      <w:pPr>
        <w:pStyle w:val="Textpsmene"/>
      </w:pPr>
      <w:r w:rsidRPr="00205C48">
        <w:t>od 10 000 Kč do 50 000 Kč, jde-li o přestupek podle odstavce 1 písm. k).</w:t>
      </w:r>
    </w:p>
    <w:p w:rsidR="00C345C5" w:rsidRPr="00205C48" w:rsidRDefault="00C345C5" w:rsidP="00965D53">
      <w:pPr>
        <w:pStyle w:val="Textparagrafu"/>
      </w:pPr>
      <w:r w:rsidRPr="00205C48">
        <w:lastRenderedPageBreak/>
        <w:t xml:space="preserve">(4) Je-li přestupek podle odstavce 1 nebo 2, s výjimkou přestupku podle odstavce 1 písm. h) a odstavce 2 písm. d), spáchán opakovaně po nabytí právní moci rozhodnutí o přestupku podle stejného odstavce, uloží se pokuta </w:t>
      </w:r>
    </w:p>
    <w:p w:rsidR="00C345C5" w:rsidRPr="00205C48" w:rsidRDefault="00C345C5" w:rsidP="009A1562">
      <w:pPr>
        <w:pStyle w:val="Textpsmene"/>
        <w:numPr>
          <w:ilvl w:val="1"/>
          <w:numId w:val="45"/>
        </w:numPr>
      </w:pPr>
      <w:r w:rsidRPr="00205C48">
        <w:t>do 15 000 Kč, jde-li o přestupek podle odstavce 1 písm. a), b), d), e), i) nebo j) anebo odstavce 2 písm. a) nebo e),</w:t>
      </w:r>
    </w:p>
    <w:p w:rsidR="00C345C5" w:rsidRPr="00205C48" w:rsidRDefault="00C345C5" w:rsidP="009A1562">
      <w:pPr>
        <w:pStyle w:val="Textpsmene"/>
        <w:numPr>
          <w:ilvl w:val="1"/>
          <w:numId w:val="45"/>
        </w:numPr>
      </w:pPr>
      <w:r w:rsidRPr="00205C48">
        <w:t xml:space="preserve">do 30 000 Kč, jde-li o přestupek podle odstavce 1 písm. c) nebo f) anebo odstavce 2 písm. b), </w:t>
      </w:r>
    </w:p>
    <w:p w:rsidR="00C345C5" w:rsidRPr="00205C48" w:rsidRDefault="00C345C5" w:rsidP="009A1562">
      <w:pPr>
        <w:pStyle w:val="Textpsmene"/>
        <w:numPr>
          <w:ilvl w:val="1"/>
          <w:numId w:val="45"/>
        </w:numPr>
      </w:pPr>
      <w:r w:rsidRPr="00205C48">
        <w:t>do 75 000 Kč, jde-li o přestupek podle odstavce 1 písm. g) nebo odstavce 2 písm. c), nebo</w:t>
      </w:r>
    </w:p>
    <w:p w:rsidR="00C345C5" w:rsidRPr="00205C48" w:rsidRDefault="00C345C5" w:rsidP="009A1562">
      <w:pPr>
        <w:pStyle w:val="Textpsmene"/>
        <w:numPr>
          <w:ilvl w:val="1"/>
          <w:numId w:val="45"/>
        </w:numPr>
      </w:pPr>
      <w:r w:rsidRPr="00205C48">
        <w:t>od 10 000 Kč do 100 000 Kč, jde-li o přestupek podle odstavce 1 písm. k).“.</w:t>
      </w:r>
    </w:p>
    <w:p w:rsidR="00C345C5" w:rsidRPr="00205C48" w:rsidRDefault="00C345C5" w:rsidP="00027827">
      <w:pPr>
        <w:pStyle w:val="Novelizanbod"/>
      </w:pPr>
      <w:r w:rsidRPr="00205C48">
        <w:t xml:space="preserve">V § 5 se za odstavec 5 vkládá nový odstavec 6, který zní: </w:t>
      </w:r>
    </w:p>
    <w:p w:rsidR="00C345C5" w:rsidRPr="00205C48" w:rsidRDefault="00C345C5" w:rsidP="009A1562">
      <w:pPr>
        <w:pStyle w:val="Textparagrafu"/>
      </w:pPr>
      <w:r w:rsidRPr="00205C48">
        <w:t>„(6) Pokus přestupku podle odstavce 1 písm. k) je trestný.“.</w:t>
      </w:r>
    </w:p>
    <w:p w:rsidR="00C345C5" w:rsidRPr="00205C48" w:rsidRDefault="00C345C5" w:rsidP="009A1562">
      <w:pPr>
        <w:spacing w:before="120" w:after="120"/>
      </w:pPr>
      <w:r w:rsidRPr="00205C48">
        <w:t xml:space="preserve">Dosavadní odstavec 6 se označuje jako odstavec 7.  </w:t>
      </w:r>
    </w:p>
    <w:p w:rsidR="00C345C5" w:rsidRPr="00205C48" w:rsidRDefault="00C345C5" w:rsidP="00027827">
      <w:pPr>
        <w:pStyle w:val="Novelizanbod"/>
      </w:pPr>
      <w:r w:rsidRPr="00205C48">
        <w:t>V § 7 odst. 7 se slova „anebo odstavce 2 písm. b)“ zrušují.</w:t>
      </w:r>
    </w:p>
    <w:p w:rsidR="00C345C5" w:rsidRDefault="00C345C5" w:rsidP="006D0FE0">
      <w:pPr>
        <w:pStyle w:val="Novelizanbod"/>
        <w:spacing w:after="0"/>
      </w:pPr>
      <w:r w:rsidRPr="00205C48">
        <w:t xml:space="preserve">V § 7 odst. 8 větě druhé se slova „usnesením zastaví“ nahrazují slovy „zastaví usnesením, proti kterému se nelze odvolat“. </w:t>
      </w:r>
    </w:p>
    <w:p w:rsidR="006D0FE0" w:rsidRPr="006D0FE0" w:rsidRDefault="006D0FE0" w:rsidP="006D0FE0"/>
    <w:p w:rsidR="00C345C5" w:rsidRPr="00205C48" w:rsidRDefault="00027827" w:rsidP="00027827">
      <w:pPr>
        <w:pStyle w:val="ST"/>
      </w:pPr>
      <w:r w:rsidRPr="00205C48">
        <w:t xml:space="preserve">ČÁST </w:t>
      </w:r>
      <w:r w:rsidR="00661C2E" w:rsidRPr="00205C48">
        <w:t>dvanáct</w:t>
      </w:r>
      <w:r w:rsidR="00C345C5" w:rsidRPr="00205C48">
        <w:t>Á</w:t>
      </w:r>
    </w:p>
    <w:p w:rsidR="00C345C5" w:rsidRPr="00205C48" w:rsidRDefault="00C345C5" w:rsidP="00027827">
      <w:pPr>
        <w:pStyle w:val="NADPISSTI"/>
      </w:pPr>
      <w:r w:rsidRPr="00205C48">
        <w:t>ZRUŠOVACÍ USTANOVENÍ</w:t>
      </w:r>
    </w:p>
    <w:p w:rsidR="00C345C5" w:rsidRPr="00205C48" w:rsidRDefault="00027827" w:rsidP="00027827">
      <w:pPr>
        <w:pStyle w:val="lnek"/>
      </w:pPr>
      <w:r w:rsidRPr="00205C48">
        <w:t xml:space="preserve">Čl. </w:t>
      </w:r>
      <w:r w:rsidR="00661C2E" w:rsidRPr="00205C48">
        <w:t>XV</w:t>
      </w:r>
    </w:p>
    <w:p w:rsidR="00C345C5" w:rsidRDefault="00C345C5" w:rsidP="009A1562">
      <w:pPr>
        <w:pStyle w:val="Textlnku"/>
      </w:pPr>
      <w:r w:rsidRPr="00205C48">
        <w:t xml:space="preserve">Vyhláška č. 214/2016 Sb., kterou se mění vyhláška č. 231/1996 Sb., kterou se stanoví paušální částka nákladů řízení o přestupcích, ve znění vyhlášky č. 340/2003 Sb., se zrušuje. </w:t>
      </w:r>
    </w:p>
    <w:p w:rsidR="006D0FE0" w:rsidRPr="00205C48" w:rsidRDefault="006D0FE0" w:rsidP="006D0FE0">
      <w:pPr>
        <w:pStyle w:val="Textlnku"/>
        <w:spacing w:before="0"/>
      </w:pPr>
    </w:p>
    <w:p w:rsidR="00C345C5" w:rsidRPr="00205C48" w:rsidRDefault="00027827" w:rsidP="00027827">
      <w:pPr>
        <w:pStyle w:val="ST"/>
      </w:pPr>
      <w:r w:rsidRPr="00205C48">
        <w:t xml:space="preserve">ČÁST </w:t>
      </w:r>
      <w:r w:rsidR="00661C2E" w:rsidRPr="00205C48">
        <w:t>třináct</w:t>
      </w:r>
      <w:r w:rsidR="00C345C5" w:rsidRPr="00205C48">
        <w:t>Á</w:t>
      </w:r>
    </w:p>
    <w:p w:rsidR="00C345C5" w:rsidRPr="00205C48" w:rsidRDefault="00C345C5" w:rsidP="0085656C">
      <w:pPr>
        <w:pStyle w:val="NADPISSTI"/>
      </w:pPr>
      <w:r w:rsidRPr="00205C48">
        <w:t>ÚČINNOST</w:t>
      </w:r>
    </w:p>
    <w:p w:rsidR="00C345C5" w:rsidRPr="00205C48" w:rsidRDefault="0085656C" w:rsidP="0085656C">
      <w:pPr>
        <w:pStyle w:val="lnek"/>
      </w:pPr>
      <w:r w:rsidRPr="00205C48">
        <w:t xml:space="preserve">Čl. </w:t>
      </w:r>
      <w:r w:rsidR="00661C2E" w:rsidRPr="00205C48">
        <w:t>XVI</w:t>
      </w:r>
    </w:p>
    <w:p w:rsidR="00C345C5" w:rsidRPr="00205C48" w:rsidRDefault="00C345C5" w:rsidP="009A1562">
      <w:pPr>
        <w:pStyle w:val="Textlnku"/>
      </w:pPr>
      <w:r w:rsidRPr="00205C48">
        <w:t xml:space="preserve">Tento zákon nabývá účinnosti prvním dnem třetího kalendářního měsíce následujícího </w:t>
      </w:r>
      <w:r w:rsidR="00661C2E" w:rsidRPr="00205C48">
        <w:br/>
      </w:r>
      <w:r w:rsidRPr="00205C48">
        <w:t>po dni jeho vyhlášení.</w:t>
      </w:r>
    </w:p>
    <w:sectPr w:rsidR="00C345C5" w:rsidRPr="00205C4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5C5" w:rsidRDefault="00C345C5">
      <w:r>
        <w:separator/>
      </w:r>
    </w:p>
  </w:endnote>
  <w:endnote w:type="continuationSeparator" w:id="0">
    <w:p w:rsidR="00C345C5" w:rsidRDefault="00C3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5C5" w:rsidRDefault="00C345C5">
      <w:r>
        <w:separator/>
      </w:r>
    </w:p>
  </w:footnote>
  <w:footnote w:type="continuationSeparator" w:id="0">
    <w:p w:rsidR="00C345C5" w:rsidRDefault="00C34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812" w:rsidRDefault="00C345C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5812" w:rsidRDefault="007C58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812" w:rsidRDefault="00C345C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6996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7C5812" w:rsidRDefault="007C58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FEB652D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8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9" w15:restartNumberingAfterBreak="0">
    <w:nsid w:val="2511499B"/>
    <w:multiLevelType w:val="hybridMultilevel"/>
    <w:tmpl w:val="1EE4704C"/>
    <w:lvl w:ilvl="0" w:tplc="C44E96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3D5F3622"/>
    <w:multiLevelType w:val="hybridMultilevel"/>
    <w:tmpl w:val="150CBE0A"/>
    <w:lvl w:ilvl="0" w:tplc="4890320C">
      <w:start w:val="1"/>
      <w:numFmt w:val="decimal"/>
      <w:lvlText w:val="%1."/>
      <w:lvlJc w:val="left"/>
      <w:pPr>
        <w:ind w:left="357" w:hanging="35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7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8" w15:restartNumberingAfterBreak="0">
    <w:nsid w:val="43A13139"/>
    <w:multiLevelType w:val="hybridMultilevel"/>
    <w:tmpl w:val="48E83A12"/>
    <w:lvl w:ilvl="0" w:tplc="8B7EE122">
      <w:start w:val="1"/>
      <w:numFmt w:val="decimal"/>
      <w:lvlText w:val="%1."/>
      <w:lvlJc w:val="left"/>
      <w:pPr>
        <w:ind w:left="1068" w:hanging="360"/>
      </w:pPr>
    </w:lvl>
    <w:lvl w:ilvl="1" w:tplc="04050017">
      <w:start w:val="1"/>
      <w:numFmt w:val="lowerLetter"/>
      <w:lvlText w:val="%2)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4FB10A74"/>
    <w:multiLevelType w:val="hybridMultilevel"/>
    <w:tmpl w:val="577A6912"/>
    <w:lvl w:ilvl="0" w:tplc="4890320C">
      <w:start w:val="1"/>
      <w:numFmt w:val="decimal"/>
      <w:lvlText w:val="%1."/>
      <w:lvlJc w:val="left"/>
      <w:pPr>
        <w:ind w:left="357" w:hanging="35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8319C"/>
    <w:multiLevelType w:val="hybridMultilevel"/>
    <w:tmpl w:val="CBECB2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F5303"/>
    <w:multiLevelType w:val="hybridMultilevel"/>
    <w:tmpl w:val="9C32D4CA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>
      <w:start w:val="1"/>
      <w:numFmt w:val="lowerRoman"/>
      <w:lvlText w:val="%3."/>
      <w:lvlJc w:val="right"/>
      <w:pPr>
        <w:ind w:left="3228" w:hanging="180"/>
      </w:pPr>
    </w:lvl>
    <w:lvl w:ilvl="3" w:tplc="0405000F">
      <w:start w:val="1"/>
      <w:numFmt w:val="decimal"/>
      <w:lvlText w:val="%4."/>
      <w:lvlJc w:val="left"/>
      <w:pPr>
        <w:ind w:left="3948" w:hanging="360"/>
      </w:pPr>
    </w:lvl>
    <w:lvl w:ilvl="4" w:tplc="04050019">
      <w:start w:val="1"/>
      <w:numFmt w:val="lowerLetter"/>
      <w:lvlText w:val="%5."/>
      <w:lvlJc w:val="left"/>
      <w:pPr>
        <w:ind w:left="4668" w:hanging="360"/>
      </w:pPr>
    </w:lvl>
    <w:lvl w:ilvl="5" w:tplc="0405001B">
      <w:start w:val="1"/>
      <w:numFmt w:val="lowerRoman"/>
      <w:lvlText w:val="%6."/>
      <w:lvlJc w:val="right"/>
      <w:pPr>
        <w:ind w:left="5388" w:hanging="180"/>
      </w:pPr>
    </w:lvl>
    <w:lvl w:ilvl="6" w:tplc="0405000F">
      <w:start w:val="1"/>
      <w:numFmt w:val="decimal"/>
      <w:lvlText w:val="%7."/>
      <w:lvlJc w:val="left"/>
      <w:pPr>
        <w:ind w:left="6108" w:hanging="360"/>
      </w:pPr>
    </w:lvl>
    <w:lvl w:ilvl="7" w:tplc="04050019">
      <w:start w:val="1"/>
      <w:numFmt w:val="lowerLetter"/>
      <w:lvlText w:val="%8."/>
      <w:lvlJc w:val="left"/>
      <w:pPr>
        <w:ind w:left="6828" w:hanging="360"/>
      </w:pPr>
    </w:lvl>
    <w:lvl w:ilvl="8" w:tplc="0405001B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5A4F4EC2"/>
    <w:multiLevelType w:val="hybridMultilevel"/>
    <w:tmpl w:val="577A6912"/>
    <w:lvl w:ilvl="0" w:tplc="4890320C">
      <w:start w:val="1"/>
      <w:numFmt w:val="decimal"/>
      <w:lvlText w:val="%1."/>
      <w:lvlJc w:val="left"/>
      <w:pPr>
        <w:ind w:left="357" w:hanging="35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27" w15:restartNumberingAfterBreak="0">
    <w:nsid w:val="66F8023E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B42169C"/>
    <w:multiLevelType w:val="hybridMultilevel"/>
    <w:tmpl w:val="5D700C5C"/>
    <w:lvl w:ilvl="0" w:tplc="9514C9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2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33" w15:restartNumberingAfterBreak="0">
    <w:nsid w:val="76F0189B"/>
    <w:multiLevelType w:val="hybridMultilevel"/>
    <w:tmpl w:val="A7F608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2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32"/>
  </w:num>
  <w:num w:numId="16">
    <w:abstractNumId w:val="16"/>
  </w:num>
  <w:num w:numId="17">
    <w:abstractNumId w:val="28"/>
  </w:num>
  <w:num w:numId="18">
    <w:abstractNumId w:val="14"/>
  </w:num>
  <w:num w:numId="19">
    <w:abstractNumId w:val="26"/>
  </w:num>
  <w:num w:numId="20">
    <w:abstractNumId w:val="7"/>
  </w:num>
  <w:num w:numId="21">
    <w:abstractNumId w:val="19"/>
  </w:num>
  <w:num w:numId="22">
    <w:abstractNumId w:val="31"/>
  </w:num>
  <w:num w:numId="23">
    <w:abstractNumId w:val="20"/>
  </w:num>
  <w:num w:numId="24">
    <w:abstractNumId w:val="17"/>
  </w:num>
  <w:num w:numId="25">
    <w:abstractNumId w:val="20"/>
    <w:lvlOverride w:ilvl="0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5"/>
  </w:num>
  <w:num w:numId="29">
    <w:abstractNumId w:val="18"/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"/>
  </w:num>
  <w:num w:numId="35">
    <w:abstractNumId w:val="13"/>
  </w:num>
  <w:num w:numId="36">
    <w:abstractNumId w:val="27"/>
  </w:num>
  <w:num w:numId="37">
    <w:abstractNumId w:val="9"/>
  </w:num>
  <w:num w:numId="38">
    <w:abstractNumId w:val="30"/>
  </w:num>
  <w:num w:numId="39">
    <w:abstractNumId w:val="6"/>
  </w:num>
  <w:num w:numId="40">
    <w:abstractNumId w:val="29"/>
    <w:lvlOverride w:ilvl="0">
      <w:startOverride w:val="1"/>
    </w:lvlOverride>
    <w:lvlOverride w:ilvl="1">
      <w:startOverride w:val="27"/>
    </w:lvlOverride>
  </w:num>
  <w:num w:numId="41">
    <w:abstractNumId w:val="33"/>
  </w:num>
  <w:num w:numId="42">
    <w:abstractNumId w:val="22"/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345C5"/>
    <w:rsid w:val="00027827"/>
    <w:rsid w:val="0005174C"/>
    <w:rsid w:val="000A2FEA"/>
    <w:rsid w:val="001701B8"/>
    <w:rsid w:val="001842D9"/>
    <w:rsid w:val="001C7272"/>
    <w:rsid w:val="00205C48"/>
    <w:rsid w:val="00293575"/>
    <w:rsid w:val="002F79E8"/>
    <w:rsid w:val="003008E7"/>
    <w:rsid w:val="003D1946"/>
    <w:rsid w:val="003E14E2"/>
    <w:rsid w:val="003E4683"/>
    <w:rsid w:val="003E6248"/>
    <w:rsid w:val="004261F2"/>
    <w:rsid w:val="00457BD8"/>
    <w:rsid w:val="0048277F"/>
    <w:rsid w:val="004E2655"/>
    <w:rsid w:val="00556996"/>
    <w:rsid w:val="005D512F"/>
    <w:rsid w:val="005D56B4"/>
    <w:rsid w:val="00600E35"/>
    <w:rsid w:val="0062311B"/>
    <w:rsid w:val="00661C2E"/>
    <w:rsid w:val="006C1E5D"/>
    <w:rsid w:val="006D0FE0"/>
    <w:rsid w:val="00705C85"/>
    <w:rsid w:val="007C2C5E"/>
    <w:rsid w:val="007C5812"/>
    <w:rsid w:val="0085656C"/>
    <w:rsid w:val="00965D53"/>
    <w:rsid w:val="0098085A"/>
    <w:rsid w:val="009A1562"/>
    <w:rsid w:val="00AA0A0F"/>
    <w:rsid w:val="00BA2A17"/>
    <w:rsid w:val="00C345C5"/>
    <w:rsid w:val="00C35017"/>
    <w:rsid w:val="00D153A7"/>
    <w:rsid w:val="00E921C1"/>
    <w:rsid w:val="00ED13B6"/>
    <w:rsid w:val="00EF7E1E"/>
    <w:rsid w:val="00F6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63F9"/>
  <w15:chartTrackingRefBased/>
  <w15:docId w15:val="{C5DD8539-D5AD-45FE-9AA4-05A319D5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699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5699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qFormat/>
    <w:rsid w:val="00293575"/>
    <w:pPr>
      <w:keepNext/>
      <w:widowControl w:val="0"/>
      <w:tabs>
        <w:tab w:val="num" w:pos="576"/>
      </w:tabs>
      <w:suppressAutoHyphens/>
      <w:spacing w:before="200" w:after="120"/>
      <w:ind w:left="576" w:hanging="576"/>
      <w:jc w:val="left"/>
      <w:outlineLvl w:val="1"/>
    </w:pPr>
    <w:rPr>
      <w:rFonts w:eastAsia="Microsoft YaHei" w:cs="Mangal"/>
      <w:b/>
      <w:bCs/>
      <w:kern w:val="1"/>
      <w:sz w:val="32"/>
      <w:szCs w:val="32"/>
      <w:lang w:eastAsia="zh-CN" w:bidi="hi-IN"/>
    </w:rPr>
  </w:style>
  <w:style w:type="paragraph" w:styleId="Nadpis3">
    <w:name w:val="heading 3"/>
    <w:basedOn w:val="Normln"/>
    <w:next w:val="Zkladntext"/>
    <w:link w:val="Nadpis3Char"/>
    <w:qFormat/>
    <w:rsid w:val="00293575"/>
    <w:pPr>
      <w:keepNext/>
      <w:widowControl w:val="0"/>
      <w:tabs>
        <w:tab w:val="num" w:pos="720"/>
      </w:tabs>
      <w:suppressAutoHyphens/>
      <w:spacing w:before="140" w:after="120"/>
      <w:ind w:left="720" w:hanging="720"/>
      <w:jc w:val="left"/>
      <w:outlineLvl w:val="2"/>
    </w:pPr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A1562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1562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1562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1562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1562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1562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55699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56996"/>
  </w:style>
  <w:style w:type="paragraph" w:styleId="Zhlav">
    <w:name w:val="header"/>
    <w:basedOn w:val="Normln"/>
    <w:semiHidden/>
    <w:rsid w:val="0055699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5699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5699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5699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5699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5699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5699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5699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5699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5699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5699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5699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5699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56996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55699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5699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5699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5699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5699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56996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56996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56996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56996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5699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5699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5699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56996"/>
    <w:rPr>
      <w:vertAlign w:val="superscript"/>
    </w:rPr>
  </w:style>
  <w:style w:type="paragraph" w:styleId="Odstavecseseznamem">
    <w:name w:val="List Paragraph"/>
    <w:basedOn w:val="Normln"/>
    <w:qFormat/>
    <w:rsid w:val="00C345C5"/>
    <w:pPr>
      <w:ind w:left="720"/>
      <w:contextualSpacing/>
    </w:pPr>
  </w:style>
  <w:style w:type="paragraph" w:customStyle="1" w:styleId="Textodstavce">
    <w:name w:val="Text odstavce"/>
    <w:basedOn w:val="Normln"/>
    <w:rsid w:val="0055699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56996"/>
    <w:pPr>
      <w:ind w:left="567" w:hanging="567"/>
    </w:pPr>
  </w:style>
  <w:style w:type="character" w:styleId="slostrnky">
    <w:name w:val="page number"/>
    <w:basedOn w:val="Standardnpsmoodstavce"/>
    <w:semiHidden/>
    <w:rsid w:val="00556996"/>
  </w:style>
  <w:style w:type="paragraph" w:styleId="Zpat">
    <w:name w:val="footer"/>
    <w:basedOn w:val="Normln"/>
    <w:semiHidden/>
    <w:rsid w:val="0055699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5699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56996"/>
    <w:rPr>
      <w:vertAlign w:val="superscript"/>
    </w:rPr>
  </w:style>
  <w:style w:type="paragraph" w:styleId="Titulek">
    <w:name w:val="caption"/>
    <w:basedOn w:val="Normln"/>
    <w:next w:val="Normln"/>
    <w:qFormat/>
    <w:rsid w:val="0055699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5699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56996"/>
    <w:pPr>
      <w:keepNext/>
      <w:keepLines/>
      <w:spacing w:before="720"/>
      <w:jc w:val="center"/>
    </w:pPr>
  </w:style>
  <w:style w:type="paragraph" w:customStyle="1" w:styleId="Textbodyindent">
    <w:name w:val="Text body indent"/>
    <w:basedOn w:val="Normln"/>
    <w:rsid w:val="00C345C5"/>
    <w:pPr>
      <w:suppressAutoHyphens/>
      <w:autoSpaceDE w:val="0"/>
      <w:autoSpaceDN w:val="0"/>
      <w:ind w:firstLine="708"/>
      <w:jc w:val="left"/>
    </w:pPr>
    <w:rPr>
      <w:kern w:val="3"/>
      <w:lang w:eastAsia="zh-CN"/>
    </w:rPr>
  </w:style>
  <w:style w:type="paragraph" w:customStyle="1" w:styleId="VARIANTA">
    <w:name w:val="VARIANTA"/>
    <w:basedOn w:val="Normln"/>
    <w:next w:val="Normln"/>
    <w:rsid w:val="0055699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5699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56996"/>
    <w:rPr>
      <w:b/>
    </w:rPr>
  </w:style>
  <w:style w:type="paragraph" w:customStyle="1" w:styleId="Nadpislnku">
    <w:name w:val="Nadpis článku"/>
    <w:basedOn w:val="lnek"/>
    <w:next w:val="Textodstavce"/>
    <w:rsid w:val="00556996"/>
    <w:rPr>
      <w:b/>
    </w:rPr>
  </w:style>
  <w:style w:type="character" w:customStyle="1" w:styleId="Nadpis2Char">
    <w:name w:val="Nadpis 2 Char"/>
    <w:basedOn w:val="Standardnpsmoodstavce"/>
    <w:link w:val="Nadpis2"/>
    <w:rsid w:val="00293575"/>
    <w:rPr>
      <w:rFonts w:eastAsia="Microsoft YaHei" w:cs="Mangal"/>
      <w:b/>
      <w:bCs/>
      <w:kern w:val="1"/>
      <w:sz w:val="32"/>
      <w:szCs w:val="32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293575"/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paragraph" w:customStyle="1" w:styleId="PNposlanec">
    <w:name w:val="PN poslanec"/>
    <w:basedOn w:val="Oznaenpozmn"/>
    <w:link w:val="PNposlanecChar"/>
    <w:qFormat/>
    <w:rsid w:val="00293575"/>
    <w:pPr>
      <w:widowControl w:val="0"/>
      <w:suppressAutoHyphens/>
      <w:jc w:val="left"/>
    </w:pPr>
    <w:rPr>
      <w:rFonts w:eastAsia="SimSun" w:cs="Mangal"/>
      <w:kern w:val="1"/>
      <w:lang w:eastAsia="zh-CN" w:bidi="hi-IN"/>
    </w:rPr>
  </w:style>
  <w:style w:type="character" w:customStyle="1" w:styleId="PNposlanecChar">
    <w:name w:val="PN poslanec Char"/>
    <w:link w:val="PNposlanec"/>
    <w:rsid w:val="00293575"/>
    <w:rPr>
      <w:rFonts w:eastAsia="SimSun" w:cs="Mangal"/>
      <w:b/>
      <w:kern w:val="1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9357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93575"/>
    <w:rPr>
      <w:sz w:val="24"/>
      <w:szCs w:val="24"/>
    </w:rPr>
  </w:style>
  <w:style w:type="paragraph" w:customStyle="1" w:styleId="PS-slovanseznam">
    <w:name w:val="PS-číslovaný seznam"/>
    <w:basedOn w:val="Normln"/>
    <w:qFormat/>
    <w:rsid w:val="00ED13B6"/>
    <w:pPr>
      <w:numPr>
        <w:numId w:val="35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TextlnkuChar">
    <w:name w:val="Text článku Char"/>
    <w:link w:val="Textlnku"/>
    <w:rsid w:val="00ED13B6"/>
    <w:rPr>
      <w:sz w:val="24"/>
      <w:szCs w:val="24"/>
    </w:rPr>
  </w:style>
  <w:style w:type="paragraph" w:customStyle="1" w:styleId="Bezbodovznn">
    <w:name w:val="Bezbodové znění"/>
    <w:basedOn w:val="Normln"/>
    <w:link w:val="BezbodovznnChar"/>
    <w:qFormat/>
    <w:rsid w:val="001701B8"/>
    <w:pPr>
      <w:widowControl w:val="0"/>
      <w:spacing w:before="120" w:line="276" w:lineRule="auto"/>
      <w:ind w:left="397"/>
      <w:outlineLvl w:val="5"/>
    </w:pPr>
    <w:rPr>
      <w:szCs w:val="20"/>
    </w:rPr>
  </w:style>
  <w:style w:type="character" w:customStyle="1" w:styleId="BezbodovznnChar">
    <w:name w:val="Bezbodové znění Char"/>
    <w:link w:val="Bezbodovznn"/>
    <w:rsid w:val="001701B8"/>
    <w:rPr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156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156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15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156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15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15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200</TotalTime>
  <Pages>10</Pages>
  <Words>3168</Words>
  <Characters>15446</Characters>
  <Application>Microsoft Office Word</Application>
  <DocSecurity>0</DocSecurity>
  <Lines>128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32</cp:revision>
  <dcterms:created xsi:type="dcterms:W3CDTF">2021-09-16T10:14:00Z</dcterms:created>
  <dcterms:modified xsi:type="dcterms:W3CDTF">2021-09-23T12:36:00Z</dcterms:modified>
  <cp:category/>
</cp:coreProperties>
</file>