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FDA" w:rsidRDefault="00972FDA" w:rsidP="00972FDA">
      <w:pPr>
        <w:pStyle w:val="ZKON"/>
      </w:pPr>
      <w:r>
        <w:t>ZÁKON</w:t>
      </w:r>
    </w:p>
    <w:p w:rsidR="002322CA" w:rsidRPr="00972FDA" w:rsidRDefault="00972FDA" w:rsidP="00972FDA">
      <w:pPr>
        <w:pStyle w:val="nadpiszkona"/>
        <w:rPr>
          <w:b w:val="0"/>
        </w:rPr>
      </w:pPr>
      <w:r w:rsidRPr="00972FDA">
        <w:rPr>
          <w:b w:val="0"/>
        </w:rPr>
        <w:t xml:space="preserve">ze dne       </w:t>
      </w:r>
      <w:bookmarkStart w:id="0" w:name="_GoBack"/>
      <w:bookmarkEnd w:id="0"/>
      <w:r w:rsidRPr="00972FDA">
        <w:rPr>
          <w:b w:val="0"/>
        </w:rPr>
        <w:t xml:space="preserve">          2021, </w:t>
      </w:r>
    </w:p>
    <w:p w:rsidR="002322CA" w:rsidRPr="00440652" w:rsidRDefault="002322CA" w:rsidP="00972FDA">
      <w:pPr>
        <w:pStyle w:val="nadpiszkona"/>
      </w:pPr>
      <w:r w:rsidRPr="00440652">
        <w:t>kterým se mění zákon č. 3</w:t>
      </w:r>
      <w:r>
        <w:t>52</w:t>
      </w:r>
      <w:r w:rsidRPr="00440652">
        <w:t>/200</w:t>
      </w:r>
      <w:r>
        <w:t>1</w:t>
      </w:r>
      <w:r w:rsidRPr="00440652">
        <w:t xml:space="preserve"> Sb., o </w:t>
      </w:r>
      <w:r>
        <w:t xml:space="preserve">užívání státních symbolů České republiky </w:t>
      </w:r>
      <w:r>
        <w:br/>
        <w:t>a o změně některých zákonů, ve znění pozdějších předpisů</w:t>
      </w:r>
    </w:p>
    <w:p w:rsidR="002322CA" w:rsidRDefault="00972FDA" w:rsidP="00972FDA">
      <w:pPr>
        <w:pStyle w:val="Parlament"/>
      </w:pPr>
      <w:r>
        <w:t>Parlament se usnesl na tomto zákoně České republiky:</w:t>
      </w:r>
    </w:p>
    <w:p w:rsidR="002322CA" w:rsidRPr="002770CE" w:rsidRDefault="00972FDA" w:rsidP="00972FDA">
      <w:pPr>
        <w:pStyle w:val="lnek"/>
      </w:pPr>
      <w:r>
        <w:t xml:space="preserve">Čl. </w:t>
      </w:r>
      <w:r w:rsidR="002322CA" w:rsidRPr="002770CE">
        <w:t>I</w:t>
      </w:r>
    </w:p>
    <w:p w:rsidR="002322CA" w:rsidRPr="00A823C9" w:rsidRDefault="002322CA" w:rsidP="00972FDA">
      <w:pPr>
        <w:pStyle w:val="Textlnku"/>
      </w:pPr>
      <w:r w:rsidRPr="002770CE">
        <w:t>Zákon č. 352/2001 Sb., o užívání státních symbolů České republiky a o změně některých zákonů, ve znění zákona č. 213/2006 Sb., zákona č. 274/2008 Sb. a zákona č. 183/2017 Sb., se mění takto:</w:t>
      </w:r>
    </w:p>
    <w:p w:rsidR="002322CA" w:rsidRDefault="002322CA" w:rsidP="00972FDA">
      <w:pPr>
        <w:pStyle w:val="Novelizanbod"/>
      </w:pPr>
      <w:r>
        <w:t>V § 1 se doplňuje odstavec 3, který zní:</w:t>
      </w:r>
    </w:p>
    <w:p w:rsidR="002322CA" w:rsidRPr="0078736C" w:rsidRDefault="002322CA" w:rsidP="00972FDA">
      <w:pPr>
        <w:pStyle w:val="Textparagrafu"/>
        <w:spacing w:before="0"/>
      </w:pPr>
      <w:r w:rsidRPr="0078736C">
        <w:t>„(3) Pečetidla a pečetě se státním znakem lze užívat pouze za podmínek stanovených tímto zákonem.“.</w:t>
      </w:r>
    </w:p>
    <w:p w:rsidR="003972C8" w:rsidRDefault="003972C8" w:rsidP="003972C8">
      <w:pPr>
        <w:pStyle w:val="Novelizanbod"/>
      </w:pPr>
      <w:r>
        <w:t>V § 2 odst. 1 se za písmeno u) vkládají nová písmena v) a w), která znějí:</w:t>
      </w:r>
    </w:p>
    <w:p w:rsidR="003972C8" w:rsidRDefault="003972C8" w:rsidP="003972C8">
      <w:pPr>
        <w:pStyle w:val="Psmeno"/>
      </w:pPr>
      <w:r>
        <w:t>„v)</w:t>
      </w:r>
      <w:r>
        <w:tab/>
        <w:t xml:space="preserve">jednotky sborů dobrovolných hasičů obcí, </w:t>
      </w:r>
      <w:r w:rsidRPr="00661387">
        <w:t>jednotk</w:t>
      </w:r>
      <w:r>
        <w:t>y</w:t>
      </w:r>
      <w:r w:rsidRPr="00661387">
        <w:t xml:space="preserve"> hasičsk</w:t>
      </w:r>
      <w:r>
        <w:t>ých</w:t>
      </w:r>
      <w:r w:rsidRPr="00661387">
        <w:t xml:space="preserve"> záchrann</w:t>
      </w:r>
      <w:r>
        <w:t>ých</w:t>
      </w:r>
      <w:r w:rsidRPr="00661387">
        <w:t xml:space="preserve"> sbor</w:t>
      </w:r>
      <w:r>
        <w:t>ů</w:t>
      </w:r>
      <w:r w:rsidRPr="00661387">
        <w:t xml:space="preserve"> podnik</w:t>
      </w:r>
      <w:r>
        <w:t>ů, jednotky sborů dobrovolných hasičů podniků a spolky působící na úseku požární ochrany,</w:t>
      </w:r>
    </w:p>
    <w:p w:rsidR="003972C8" w:rsidRDefault="00C35324" w:rsidP="00C35324">
      <w:pPr>
        <w:pStyle w:val="Psmeno"/>
      </w:pPr>
      <w:r>
        <w:t>w)</w:t>
      </w:r>
      <w:r>
        <w:tab/>
        <w:t>zdravotnická záchranná služba,“.</w:t>
      </w:r>
    </w:p>
    <w:p w:rsidR="00C35324" w:rsidRDefault="00C35324" w:rsidP="00C35324">
      <w:pPr>
        <w:pStyle w:val="Novelizanbod"/>
      </w:pPr>
      <w:r>
        <w:t>V § 3 se na konci odstavce 2 tečka nahrazuje čárkou a doplňuje se písmeno g), které zní:</w:t>
      </w:r>
    </w:p>
    <w:p w:rsidR="003972C8" w:rsidRDefault="00C35324" w:rsidP="00C35324">
      <w:pPr>
        <w:pStyle w:val="Psmeno"/>
      </w:pPr>
      <w:r>
        <w:t>„g)</w:t>
      </w:r>
      <w:r>
        <w:tab/>
        <w:t>užít</w:t>
      </w:r>
      <w:r w:rsidRPr="00BF02F0">
        <w:t xml:space="preserve"> k zevnímu označení </w:t>
      </w:r>
      <w:r>
        <w:t>stejnokrojů</w:t>
      </w:r>
      <w:r w:rsidRPr="00BF02F0">
        <w:t xml:space="preserve"> </w:t>
      </w:r>
      <w:r>
        <w:t xml:space="preserve">členů </w:t>
      </w:r>
      <w:r w:rsidRPr="00BF02F0">
        <w:t>jednot</w:t>
      </w:r>
      <w:r>
        <w:t>ek</w:t>
      </w:r>
      <w:r w:rsidRPr="00BF02F0">
        <w:t xml:space="preserve"> sbor</w:t>
      </w:r>
      <w:r>
        <w:t>ů</w:t>
      </w:r>
      <w:r w:rsidRPr="00BF02F0">
        <w:t xml:space="preserve"> dobrovolných hasičů obc</w:t>
      </w:r>
      <w:r>
        <w:t>í,</w:t>
      </w:r>
      <w:r w:rsidRPr="0018077B">
        <w:t xml:space="preserve"> </w:t>
      </w:r>
      <w:r w:rsidRPr="00661387">
        <w:t>jednot</w:t>
      </w:r>
      <w:r>
        <w:t>e</w:t>
      </w:r>
      <w:r w:rsidRPr="00661387">
        <w:t>k hasičsk</w:t>
      </w:r>
      <w:r>
        <w:t>ých</w:t>
      </w:r>
      <w:r w:rsidRPr="00661387">
        <w:t xml:space="preserve"> záchrann</w:t>
      </w:r>
      <w:r>
        <w:t>ých</w:t>
      </w:r>
      <w:r w:rsidRPr="00661387">
        <w:t xml:space="preserve"> sbor</w:t>
      </w:r>
      <w:r>
        <w:t>ů</w:t>
      </w:r>
      <w:r w:rsidRPr="00661387">
        <w:t xml:space="preserve"> podnik</w:t>
      </w:r>
      <w:r>
        <w:t>ů,</w:t>
      </w:r>
      <w:r w:rsidRPr="00BF02F0">
        <w:t xml:space="preserve"> jednot</w:t>
      </w:r>
      <w:r>
        <w:t>ek</w:t>
      </w:r>
      <w:r w:rsidRPr="00BF02F0">
        <w:t xml:space="preserve"> </w:t>
      </w:r>
      <w:r>
        <w:t>sborů dobrovolných hasičů podniků a spolků působících na úseku požární ochrany.“.</w:t>
      </w:r>
    </w:p>
    <w:p w:rsidR="002322CA" w:rsidRPr="006A64DE" w:rsidRDefault="002322CA" w:rsidP="00972FDA">
      <w:pPr>
        <w:pStyle w:val="Novelizanbod"/>
      </w:pPr>
      <w:r w:rsidRPr="00102788">
        <w:t xml:space="preserve">V § 6 odst. </w:t>
      </w:r>
      <w:r>
        <w:t xml:space="preserve">1 větě první se </w:t>
      </w:r>
      <w:r w:rsidRPr="002322CA">
        <w:t xml:space="preserve">slova „Razítko, na němž je vyznačen malý státní znak, je kulatého tvaru o průměru 20 mm, 25 mm nebo 36 mm“ nahrazují slovy „Úředním razítkem je razítko </w:t>
      </w:r>
      <w:r w:rsidR="003972C8">
        <w:t>vytvářející otisk kruhového</w:t>
      </w:r>
      <w:r w:rsidR="003972C8" w:rsidRPr="002322CA">
        <w:t xml:space="preserve"> </w:t>
      </w:r>
      <w:r w:rsidRPr="002322CA">
        <w:t xml:space="preserve">tvaru o průměru 20 mm, 25 mm nebo 36 mm, na němž je vyznačen malý státní znak“ </w:t>
      </w:r>
      <w:r>
        <w:t xml:space="preserve">a slova „(dále </w:t>
      </w:r>
      <w:r w:rsidRPr="00102788">
        <w:t xml:space="preserve">jen </w:t>
      </w:r>
      <w:r>
        <w:t>„</w:t>
      </w:r>
      <w:r w:rsidRPr="00102788">
        <w:t xml:space="preserve">úřední razítko“)“ </w:t>
      </w:r>
      <w:r>
        <w:t xml:space="preserve">se zrušují. </w:t>
      </w:r>
    </w:p>
    <w:p w:rsidR="002322CA" w:rsidRDefault="002322CA" w:rsidP="00972FDA">
      <w:pPr>
        <w:pStyle w:val="Novelizanbod"/>
      </w:pPr>
      <w:r w:rsidRPr="002770CE">
        <w:t xml:space="preserve">Za § 6 se vkládá nový § 6a, který </w:t>
      </w:r>
      <w:r>
        <w:t xml:space="preserve">včetně poznámky pod čarou č. 6 </w:t>
      </w:r>
      <w:r w:rsidRPr="002770CE">
        <w:t>zní:</w:t>
      </w:r>
    </w:p>
    <w:p w:rsidR="002322CA" w:rsidRPr="00A823C9" w:rsidRDefault="002322CA" w:rsidP="00972FDA">
      <w:pPr>
        <w:pStyle w:val="Odstavecseseznamem"/>
        <w:spacing w:before="240"/>
        <w:ind w:left="0"/>
        <w:jc w:val="center"/>
      </w:pPr>
      <w:r w:rsidRPr="00A823C9">
        <w:t>„§ 6a</w:t>
      </w:r>
    </w:p>
    <w:p w:rsidR="002322CA" w:rsidRPr="00433038" w:rsidRDefault="002322CA" w:rsidP="00972FDA">
      <w:pPr>
        <w:pStyle w:val="Textodstavce"/>
      </w:pPr>
      <w:r w:rsidRPr="00433038">
        <w:t>Pečetidlem Ministerstva zahraničních věcí je pečetidlo</w:t>
      </w:r>
      <w:r>
        <w:t xml:space="preserve"> </w:t>
      </w:r>
      <w:r w:rsidR="003972C8">
        <w:t>vytvářející otisk kruhového</w:t>
      </w:r>
      <w:r w:rsidR="003972C8" w:rsidRPr="002322CA">
        <w:rPr>
          <w:color w:val="000000"/>
        </w:rPr>
        <w:t xml:space="preserve"> </w:t>
      </w:r>
      <w:r w:rsidRPr="002322CA">
        <w:rPr>
          <w:color w:val="000000"/>
        </w:rPr>
        <w:t xml:space="preserve">tvaru o průměru 36 mm, </w:t>
      </w:r>
      <w:r w:rsidRPr="00433038">
        <w:t xml:space="preserve">na němž je vyznačen malý státní </w:t>
      </w:r>
      <w:r w:rsidRPr="006A64DE">
        <w:t>znak</w:t>
      </w:r>
      <w:r>
        <w:t xml:space="preserve">; </w:t>
      </w:r>
      <w:r w:rsidRPr="006A64DE">
        <w:t>malý</w:t>
      </w:r>
      <w:r w:rsidRPr="00433038">
        <w:t xml:space="preserve"> státní znak je vyobrazen uvnitř kruhu, na jehož obvodu je označení oprávněné osoby uvedené v odstavci 2, popřípadě i</w:t>
      </w:r>
      <w:r w:rsidR="003972C8">
        <w:t> </w:t>
      </w:r>
      <w:r w:rsidRPr="00433038">
        <w:t>označení její organizační součásti a sídla. V případě zastupitelských úřadů</w:t>
      </w:r>
      <w:r w:rsidRPr="00433038">
        <w:rPr>
          <w:vertAlign w:val="superscript"/>
        </w:rPr>
        <w:t>6</w:t>
      </w:r>
      <w:r w:rsidRPr="00A80FBC">
        <w:t>)</w:t>
      </w:r>
      <w:r w:rsidRPr="00433038">
        <w:t xml:space="preserve"> lze za označení oprávněné osoby považovat i označení zastupitelského úřadu. Používá-li oprávněná osoba více pečetidel Ministerstva zahraničních věcí, musí tato pečetidla obsahovat i pořadová čísla. </w:t>
      </w:r>
    </w:p>
    <w:p w:rsidR="002322CA" w:rsidRPr="00433038" w:rsidRDefault="002322CA" w:rsidP="00972FDA">
      <w:pPr>
        <w:pStyle w:val="Textodstavce"/>
      </w:pPr>
      <w:r w:rsidRPr="00433038">
        <w:lastRenderedPageBreak/>
        <w:t>Pečetidlo Ministerstva zahraničních věcí může používat pouze Ministerstvo zahraničních věcí, včetně zastupitelských úřadů.</w:t>
      </w:r>
    </w:p>
    <w:p w:rsidR="002322CA" w:rsidRPr="00433038" w:rsidRDefault="002322CA" w:rsidP="00972FDA">
      <w:pPr>
        <w:pStyle w:val="Textodstavce"/>
      </w:pPr>
      <w:r w:rsidRPr="00433038">
        <w:t>Pečetidlo Ministerstva zahraničních věcí lze užít</w:t>
      </w:r>
    </w:p>
    <w:p w:rsidR="002322CA" w:rsidRPr="00A8207B" w:rsidRDefault="002322CA" w:rsidP="00A80FBC">
      <w:pPr>
        <w:pStyle w:val="Textpsmene"/>
      </w:pPr>
      <w:r w:rsidRPr="00A8207B">
        <w:t>k potvrzení neporušitelnosti výtisku mezinárodní smlouvy,</w:t>
      </w:r>
    </w:p>
    <w:p w:rsidR="002322CA" w:rsidRPr="00433038" w:rsidRDefault="002322CA" w:rsidP="00A80FBC">
      <w:pPr>
        <w:pStyle w:val="Textpsmene"/>
      </w:pPr>
      <w:r w:rsidRPr="00433038">
        <w:t xml:space="preserve">k pečetění diplomatické pošty, </w:t>
      </w:r>
    </w:p>
    <w:p w:rsidR="002322CA" w:rsidRPr="00433038" w:rsidRDefault="002322CA" w:rsidP="00A80FBC">
      <w:pPr>
        <w:pStyle w:val="Textpsmene"/>
      </w:pPr>
      <w:r w:rsidRPr="00433038">
        <w:t>v dalších případech, pokud je to obvyklé.</w:t>
      </w:r>
    </w:p>
    <w:p w:rsidR="002322CA" w:rsidRPr="00444B07" w:rsidRDefault="002322CA" w:rsidP="002322CA">
      <w:r w:rsidRPr="00444B07">
        <w:t>_______________</w:t>
      </w:r>
    </w:p>
    <w:p w:rsidR="002322CA" w:rsidRDefault="002322CA" w:rsidP="00A80FBC">
      <w:pPr>
        <w:ind w:left="709" w:hanging="709"/>
      </w:pPr>
      <w:r w:rsidRPr="00444B07">
        <w:rPr>
          <w:vertAlign w:val="superscript"/>
        </w:rPr>
        <w:t>6</w:t>
      </w:r>
      <w:r w:rsidRPr="00A80FBC">
        <w:t>)</w:t>
      </w:r>
      <w:r w:rsidR="00A80FBC">
        <w:rPr>
          <w:vertAlign w:val="superscript"/>
        </w:rPr>
        <w:tab/>
      </w:r>
      <w:r>
        <w:t>§ 4 zákona č. 150/2017 Sb., o</w:t>
      </w:r>
      <w:r w:rsidRPr="00444B07">
        <w:t xml:space="preserve"> zahraniční službě a o </w:t>
      </w:r>
      <w:r>
        <w:t>změně některých zákonů (zákon o </w:t>
      </w:r>
      <w:r w:rsidRPr="00444B07">
        <w:t>zahraniční službě</w:t>
      </w:r>
      <w:r>
        <w:t>).“.</w:t>
      </w:r>
    </w:p>
    <w:p w:rsidR="00A80FBC" w:rsidRDefault="002322CA" w:rsidP="00A80FBC">
      <w:pPr>
        <w:pStyle w:val="Novelizanbod"/>
      </w:pPr>
      <w:r>
        <w:t xml:space="preserve">V § 10 se dosavadní text označuje jako odstavec 1 a doplňuje se odstavec 2, který zní: </w:t>
      </w:r>
    </w:p>
    <w:p w:rsidR="002322CA" w:rsidRPr="008C241B" w:rsidRDefault="002322CA" w:rsidP="00A80FBC">
      <w:pPr>
        <w:pStyle w:val="Textparagrafu"/>
        <w:spacing w:before="0"/>
      </w:pPr>
      <w:r>
        <w:t xml:space="preserve">„(2) </w:t>
      </w:r>
      <w:r w:rsidRPr="008C241B">
        <w:t>Vlajku prezidenta republiky lze užít rovněž v souvislosti s výkonem jeho působnosti.“.</w:t>
      </w:r>
    </w:p>
    <w:p w:rsidR="002322CA" w:rsidRPr="00251115" w:rsidRDefault="002322CA" w:rsidP="00A80FBC">
      <w:pPr>
        <w:pStyle w:val="Novelizanbod"/>
      </w:pPr>
      <w:r w:rsidRPr="00251115">
        <w:t>V § 11 písmeno a) zní:</w:t>
      </w:r>
    </w:p>
    <w:p w:rsidR="002322CA" w:rsidRPr="008C241B" w:rsidRDefault="002322CA" w:rsidP="00A80FBC">
      <w:pPr>
        <w:pStyle w:val="Psmeno"/>
      </w:pPr>
      <w:r w:rsidRPr="008C241B">
        <w:t>„a)</w:t>
      </w:r>
      <w:r w:rsidR="00A80FBC">
        <w:tab/>
      </w:r>
      <w:r w:rsidRPr="008C241B">
        <w:t>k pečetění mezinárodních smluv a plných mocí, ratifikačních listin nebo jiných listin vydávaných v souvislosti se sjednáváním mezinárodních smluv nebo ukončováním jejich platnosti,“.</w:t>
      </w:r>
    </w:p>
    <w:p w:rsidR="002322CA" w:rsidRDefault="002322CA" w:rsidP="00A80FBC">
      <w:pPr>
        <w:pStyle w:val="Novelizanbod"/>
      </w:pPr>
      <w:r>
        <w:t>V § 13 odst. 1 se za písmeno c) vkládá nové písmeno d), které zní:</w:t>
      </w:r>
    </w:p>
    <w:p w:rsidR="002322CA" w:rsidRPr="00713233" w:rsidRDefault="002322CA" w:rsidP="00A80FBC">
      <w:pPr>
        <w:pStyle w:val="Psmeno"/>
      </w:pPr>
      <w:r w:rsidRPr="00713233">
        <w:t>„d)</w:t>
      </w:r>
      <w:r w:rsidR="00A80FBC">
        <w:tab/>
      </w:r>
      <w:r w:rsidRPr="002C594D">
        <w:t>užije pečetidlo Ministerstva zahraničních věcí v </w:t>
      </w:r>
      <w:r>
        <w:t>rozporu s § 6a odst. 2,</w:t>
      </w:r>
      <w:r w:rsidRPr="00713233">
        <w:t>“</w:t>
      </w:r>
      <w:r>
        <w:t>.</w:t>
      </w:r>
    </w:p>
    <w:p w:rsidR="002322CA" w:rsidRDefault="002322CA" w:rsidP="00A80FBC">
      <w:pPr>
        <w:spacing w:before="120"/>
        <w:ind w:left="425" w:hanging="425"/>
      </w:pPr>
      <w:r>
        <w:t>Dosavadní písmena d) až f) se označují jako písmena e) až g).</w:t>
      </w:r>
    </w:p>
    <w:p w:rsidR="002322CA" w:rsidRDefault="002322CA" w:rsidP="00A80FBC">
      <w:pPr>
        <w:pStyle w:val="Novelizanbod"/>
      </w:pPr>
      <w:r>
        <w:t>V § 13 odst. 2 se text „d)“ nahrazuje textem „e)“ a slova „e) nebo f)“ se nahrazují slovy „f) nebo g)“.</w:t>
      </w:r>
    </w:p>
    <w:p w:rsidR="002322CA" w:rsidRPr="002770CE" w:rsidRDefault="00A80FBC" w:rsidP="00A80FBC">
      <w:pPr>
        <w:pStyle w:val="lnek"/>
      </w:pPr>
      <w:r>
        <w:t xml:space="preserve">Čl. </w:t>
      </w:r>
      <w:r w:rsidR="002322CA" w:rsidRPr="002770CE">
        <w:t>II</w:t>
      </w:r>
    </w:p>
    <w:p w:rsidR="002322CA" w:rsidRDefault="002322CA" w:rsidP="00A80FBC">
      <w:pPr>
        <w:pStyle w:val="Nadpislnku"/>
      </w:pPr>
      <w:r>
        <w:t>Účinnost</w:t>
      </w:r>
    </w:p>
    <w:p w:rsidR="002322CA" w:rsidRPr="002770CE" w:rsidRDefault="002322CA" w:rsidP="00A80FBC">
      <w:pPr>
        <w:pStyle w:val="Textlnku"/>
      </w:pPr>
      <w:r w:rsidRPr="002770CE">
        <w:t xml:space="preserve">Tento </w:t>
      </w:r>
      <w:r>
        <w:t>zákon nabývá účinnosti dnem 1. ledna</w:t>
      </w:r>
      <w:r w:rsidR="003972C8">
        <w:t xml:space="preserve"> 2022</w:t>
      </w:r>
      <w:r w:rsidRPr="002770CE">
        <w:t>.</w:t>
      </w:r>
    </w:p>
    <w:sectPr w:rsidR="002322CA" w:rsidRPr="002770CE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2CA" w:rsidRDefault="002322CA">
      <w:r>
        <w:separator/>
      </w:r>
    </w:p>
  </w:endnote>
  <w:endnote w:type="continuationSeparator" w:id="0">
    <w:p w:rsidR="002322CA" w:rsidRDefault="0023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2CA" w:rsidRDefault="002322CA">
      <w:r>
        <w:separator/>
      </w:r>
    </w:p>
  </w:footnote>
  <w:footnote w:type="continuationSeparator" w:id="0">
    <w:p w:rsidR="002322CA" w:rsidRDefault="00232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31DF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2FD23F89"/>
    <w:multiLevelType w:val="hybridMultilevel"/>
    <w:tmpl w:val="B06CBD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66932"/>
    <w:multiLevelType w:val="hybridMultilevel"/>
    <w:tmpl w:val="5D585EB8"/>
    <w:lvl w:ilvl="0" w:tplc="C640FAF0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>
    <w:nsid w:val="3AD9448A"/>
    <w:multiLevelType w:val="hybridMultilevel"/>
    <w:tmpl w:val="6778BDAC"/>
    <w:lvl w:ilvl="0" w:tplc="8D14C44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322CA"/>
    <w:rsid w:val="00131DF8"/>
    <w:rsid w:val="00222081"/>
    <w:rsid w:val="002322CA"/>
    <w:rsid w:val="00266D0A"/>
    <w:rsid w:val="003972C8"/>
    <w:rsid w:val="00972FDA"/>
    <w:rsid w:val="00A73D85"/>
    <w:rsid w:val="00A80FBC"/>
    <w:rsid w:val="00B16C4B"/>
    <w:rsid w:val="00C35324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33B79-35FB-4A72-9DD9-24834DD6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1DF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131DF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131DF8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131DF8"/>
  </w:style>
  <w:style w:type="paragraph" w:styleId="Zhlav">
    <w:name w:val="header"/>
    <w:basedOn w:val="Normln"/>
    <w:semiHidden/>
    <w:rsid w:val="00131DF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31DF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31DF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31DF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31DF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31DF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31DF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31DF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31DF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31DF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31DF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31DF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31DF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31DF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31DF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31DF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31DF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31DF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31DF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31DF8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131DF8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131DF8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131DF8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31DF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131DF8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131DF8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131DF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2322CA"/>
    <w:pPr>
      <w:ind w:left="720"/>
      <w:contextualSpacing/>
    </w:pPr>
  </w:style>
  <w:style w:type="paragraph" w:customStyle="1" w:styleId="Textodstavce">
    <w:name w:val="Text odstavce"/>
    <w:basedOn w:val="Normln"/>
    <w:rsid w:val="00131DF8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131DF8"/>
    <w:pPr>
      <w:ind w:left="567" w:hanging="567"/>
    </w:pPr>
  </w:style>
  <w:style w:type="character" w:styleId="slostrnky">
    <w:name w:val="page number"/>
    <w:basedOn w:val="Standardnpsmoodstavce"/>
    <w:semiHidden/>
    <w:rsid w:val="00131DF8"/>
  </w:style>
  <w:style w:type="paragraph" w:styleId="Zpat">
    <w:name w:val="footer"/>
    <w:basedOn w:val="Normln"/>
    <w:semiHidden/>
    <w:rsid w:val="00131DF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31DF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31DF8"/>
    <w:rPr>
      <w:vertAlign w:val="superscript"/>
    </w:rPr>
  </w:style>
  <w:style w:type="paragraph" w:styleId="Titulek">
    <w:name w:val="caption"/>
    <w:basedOn w:val="Normln"/>
    <w:next w:val="Normln"/>
    <w:qFormat/>
    <w:rsid w:val="00131DF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131DF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31DF8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131DF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31DF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31DF8"/>
    <w:rPr>
      <w:b/>
    </w:rPr>
  </w:style>
  <w:style w:type="paragraph" w:customStyle="1" w:styleId="Nadpislnku">
    <w:name w:val="Nadpis článku"/>
    <w:basedOn w:val="lnek"/>
    <w:next w:val="Textodstavce"/>
    <w:rsid w:val="00131D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</TotalTime>
  <Pages>2</Pages>
  <Words>545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4</cp:revision>
  <dcterms:created xsi:type="dcterms:W3CDTF">2021-06-25T12:16:00Z</dcterms:created>
  <dcterms:modified xsi:type="dcterms:W3CDTF">2021-09-15T13:43:00Z</dcterms:modified>
  <cp:category/>
</cp:coreProperties>
</file>