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3F0" w:rsidRDefault="003713F0" w:rsidP="003713F0">
      <w:pPr>
        <w:pStyle w:val="ZKON"/>
        <w:rPr>
          <w:rStyle w:val="normln0"/>
        </w:rPr>
      </w:pPr>
      <w:r>
        <w:rPr>
          <w:rStyle w:val="normln0"/>
        </w:rPr>
        <w:t>ZÁKON</w:t>
      </w:r>
    </w:p>
    <w:p w:rsidR="00A31EE8" w:rsidRPr="003713F0" w:rsidRDefault="003713F0" w:rsidP="003713F0">
      <w:pPr>
        <w:pStyle w:val="nadpiszkona"/>
        <w:rPr>
          <w:b w:val="0"/>
        </w:rPr>
      </w:pPr>
      <w:r w:rsidRPr="003713F0">
        <w:rPr>
          <w:rStyle w:val="normln0"/>
          <w:b w:val="0"/>
        </w:rPr>
        <w:t xml:space="preserve">ze </w:t>
      </w:r>
      <w:proofErr w:type="gramStart"/>
      <w:r w:rsidRPr="003713F0">
        <w:rPr>
          <w:rStyle w:val="normln0"/>
          <w:b w:val="0"/>
        </w:rPr>
        <w:t>dne                   2021</w:t>
      </w:r>
      <w:proofErr w:type="gramEnd"/>
      <w:r w:rsidRPr="003713F0">
        <w:rPr>
          <w:rStyle w:val="normln0"/>
          <w:b w:val="0"/>
        </w:rPr>
        <w:t>,</w:t>
      </w:r>
      <w:r w:rsidRPr="003713F0">
        <w:rPr>
          <w:b w:val="0"/>
        </w:rPr>
        <w:t xml:space="preserve"> </w:t>
      </w:r>
    </w:p>
    <w:p w:rsidR="00A31EE8" w:rsidRPr="001C6087" w:rsidRDefault="00A31EE8" w:rsidP="003713F0">
      <w:pPr>
        <w:pStyle w:val="nadpiszkona"/>
        <w:rPr>
          <w:rStyle w:val="normln0"/>
          <w:b w:val="0"/>
        </w:rPr>
      </w:pPr>
      <w:r w:rsidRPr="001C6087">
        <w:rPr>
          <w:rStyle w:val="normln0"/>
        </w:rPr>
        <w:t xml:space="preserve">kterým se mění zákon č. 187/2006 Sb., o nemocenském pojištění, </w:t>
      </w:r>
      <w:r w:rsidR="001E06FD">
        <w:rPr>
          <w:rStyle w:val="normln0"/>
        </w:rPr>
        <w:br/>
      </w:r>
      <w:r w:rsidRPr="001C6087">
        <w:rPr>
          <w:rStyle w:val="normln0"/>
        </w:rPr>
        <w:t>ve znění pozdějších předpisů, a některé další zákony</w:t>
      </w:r>
    </w:p>
    <w:p w:rsidR="00A31EE8" w:rsidRDefault="003713F0" w:rsidP="003713F0">
      <w:pPr>
        <w:pStyle w:val="Parlament"/>
      </w:pPr>
      <w:r>
        <w:t>Parlament se usnesl na tomto zákoně České republiky:</w:t>
      </w:r>
    </w:p>
    <w:p w:rsidR="00A31EE8" w:rsidRPr="003713F0" w:rsidRDefault="003713F0" w:rsidP="003713F0">
      <w:pPr>
        <w:pStyle w:val="ST"/>
        <w:rPr>
          <w:rStyle w:val="normln0"/>
        </w:rPr>
      </w:pPr>
      <w:r w:rsidRPr="003713F0">
        <w:rPr>
          <w:rStyle w:val="normln0"/>
        </w:rPr>
        <w:t xml:space="preserve">ČÁST </w:t>
      </w:r>
      <w:r w:rsidR="00A31EE8" w:rsidRPr="003713F0">
        <w:rPr>
          <w:rStyle w:val="normln0"/>
        </w:rPr>
        <w:t>PRVNÍ</w:t>
      </w:r>
    </w:p>
    <w:p w:rsidR="00A31EE8" w:rsidRPr="00DC01B2" w:rsidRDefault="00A31EE8" w:rsidP="003713F0">
      <w:pPr>
        <w:pStyle w:val="NADPISSTI"/>
      </w:pPr>
      <w:r w:rsidRPr="00DC01B2">
        <w:rPr>
          <w:rStyle w:val="normln0"/>
        </w:rPr>
        <w:t>Změna zákona o nemocenském pojištění</w:t>
      </w:r>
    </w:p>
    <w:p w:rsidR="00A31EE8" w:rsidRDefault="003713F0" w:rsidP="003713F0">
      <w:pPr>
        <w:pStyle w:val="lnek"/>
      </w:pPr>
      <w:r>
        <w:rPr>
          <w:rStyle w:val="normln0"/>
        </w:rPr>
        <w:t xml:space="preserve">Čl. </w:t>
      </w:r>
      <w:r w:rsidR="00A31EE8">
        <w:rPr>
          <w:rStyle w:val="normln0"/>
        </w:rPr>
        <w:t>I</w:t>
      </w:r>
    </w:p>
    <w:p w:rsidR="00A31EE8" w:rsidRDefault="00A31EE8" w:rsidP="003713F0">
      <w:pPr>
        <w:pStyle w:val="Textlnku"/>
      </w:pPr>
      <w:r>
        <w:rPr>
          <w:rStyle w:val="normln0"/>
        </w:rPr>
        <w:t>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zákona č. 92/2018 Sb., zákona č. 335/2018 Sb., zákona č. 111/2019 Sb.</w:t>
      </w:r>
      <w:r w:rsidR="00983551">
        <w:rPr>
          <w:rStyle w:val="normln0"/>
        </w:rPr>
        <w:t>,</w:t>
      </w:r>
      <w:r>
        <w:rPr>
          <w:rStyle w:val="normln0"/>
        </w:rPr>
        <w:t xml:space="preserve"> zákona č. 164/2019 Sb., </w:t>
      </w:r>
      <w:r w:rsidR="00983551">
        <w:rPr>
          <w:rStyle w:val="normln0"/>
        </w:rPr>
        <w:t xml:space="preserve">zákona č. 277/2019 Sb., </w:t>
      </w:r>
      <w:r w:rsidR="00122159">
        <w:rPr>
          <w:rStyle w:val="normln0"/>
        </w:rPr>
        <w:t xml:space="preserve">zákona č. 315/2019 Sb., </w:t>
      </w:r>
      <w:r w:rsidR="00983551">
        <w:rPr>
          <w:rStyle w:val="normln0"/>
        </w:rPr>
        <w:t>zákona č. 255/2020 Sb., zákona č. 300/2020 Sb., zákona č. 438/2020 Sb., zákona č. 540/2020 Sb., zákona č. 248/2021 Sb., zákona č.</w:t>
      </w:r>
      <w:r w:rsidR="00122159">
        <w:rPr>
          <w:rStyle w:val="normln0"/>
        </w:rPr>
        <w:t> </w:t>
      </w:r>
      <w:r w:rsidR="00983551">
        <w:rPr>
          <w:rStyle w:val="normln0"/>
        </w:rPr>
        <w:t xml:space="preserve">261/2021 Sb. a zákona č. 270/2021 Sb., </w:t>
      </w:r>
      <w:r>
        <w:rPr>
          <w:rStyle w:val="normln0"/>
        </w:rPr>
        <w:t>se mění takto:</w:t>
      </w:r>
    </w:p>
    <w:p w:rsidR="00A31EE8" w:rsidRPr="005A5493" w:rsidRDefault="00A31EE8" w:rsidP="003713F0">
      <w:pPr>
        <w:pStyle w:val="Novelizanbod"/>
        <w:rPr>
          <w:noProof/>
        </w:rPr>
      </w:pPr>
      <w:r w:rsidRPr="005A5493">
        <w:rPr>
          <w:noProof/>
        </w:rPr>
        <w:t>V § 1 odst. 1 se slova „čle</w:t>
      </w:r>
      <w:r>
        <w:rPr>
          <w:noProof/>
        </w:rPr>
        <w:t xml:space="preserve">na domácnosti nebo péče o něj“ </w:t>
      </w:r>
      <w:r w:rsidRPr="005A5493">
        <w:rPr>
          <w:noProof/>
        </w:rPr>
        <w:t xml:space="preserve">nahrazují slovy „jiné fyzické osoby nebo péče o ni“. </w:t>
      </w:r>
    </w:p>
    <w:p w:rsidR="00A31EE8" w:rsidRDefault="00A31EE8" w:rsidP="003713F0">
      <w:pPr>
        <w:pStyle w:val="Novelizanbod"/>
        <w:rPr>
          <w:noProof/>
        </w:rPr>
      </w:pPr>
      <w:r w:rsidRPr="005A5493">
        <w:rPr>
          <w:noProof/>
        </w:rPr>
        <w:t>V § 3 písm. l) se slova „člena domácnosti“ nahrazují slovy „fyzickou osobu v případech uvedených v § 39“.</w:t>
      </w:r>
    </w:p>
    <w:p w:rsidR="00A31EE8" w:rsidRDefault="00A31EE8" w:rsidP="003713F0">
      <w:pPr>
        <w:pStyle w:val="Novelizanbod"/>
      </w:pPr>
      <w:r w:rsidRPr="0012522E">
        <w:t>V § 38a odstavec 3 zní:</w:t>
      </w:r>
      <w:r>
        <w:t xml:space="preserve"> </w:t>
      </w:r>
    </w:p>
    <w:p w:rsidR="00A31EE8" w:rsidRDefault="00A31EE8" w:rsidP="003713F0">
      <w:pPr>
        <w:pStyle w:val="Textparagrafu"/>
        <w:spacing w:before="0"/>
      </w:pPr>
      <w:r>
        <w:t>„</w:t>
      </w:r>
      <w:r w:rsidRPr="00E94EC2">
        <w:t xml:space="preserve">(3) Otcovská náleží, pokud nástup na otcovskou nastal v období 6 týdnů ode dne narození dítěte nebo ode dne převzetí dítěte do péče. </w:t>
      </w:r>
      <w:r>
        <w:t>Jde-li o narozené dítě, o</w:t>
      </w:r>
      <w:r w:rsidRPr="00E94EC2">
        <w:t xml:space="preserve">bdobí </w:t>
      </w:r>
      <w:r>
        <w:t xml:space="preserve">podle věty první </w:t>
      </w:r>
      <w:r w:rsidRPr="00E94EC2">
        <w:t>se prodlužuje o</w:t>
      </w:r>
      <w:r>
        <w:t> </w:t>
      </w:r>
      <w:r w:rsidRPr="00E94EC2">
        <w:t>kalendářní dny</w:t>
      </w:r>
      <w:r>
        <w:t xml:space="preserve">, po které </w:t>
      </w:r>
      <w:r w:rsidRPr="00362B7D">
        <w:t xml:space="preserve">bylo </w:t>
      </w:r>
      <w:r>
        <w:t xml:space="preserve">dítě hospitalizováno </w:t>
      </w:r>
      <w:r w:rsidRPr="00E94EC2">
        <w:t>ze</w:t>
      </w:r>
      <w:r>
        <w:t> </w:t>
      </w:r>
      <w:r w:rsidRPr="00E94EC2">
        <w:t xml:space="preserve">zdravotních důvodů na straně dítěte </w:t>
      </w:r>
      <w:r w:rsidRPr="00F11877">
        <w:t>nebo matky</w:t>
      </w:r>
      <w:r>
        <w:t xml:space="preserve"> dítěte</w:t>
      </w:r>
      <w:r w:rsidRPr="00E94EC2">
        <w:t xml:space="preserve">, </w:t>
      </w:r>
      <w:r>
        <w:t xml:space="preserve">a které </w:t>
      </w:r>
      <w:r w:rsidRPr="00E94EC2">
        <w:t xml:space="preserve">spadají do </w:t>
      </w:r>
      <w:r w:rsidRPr="00F11877">
        <w:t>období 6</w:t>
      </w:r>
      <w:r>
        <w:t> </w:t>
      </w:r>
      <w:r w:rsidRPr="00F11877">
        <w:t>týdnů ode dne narození dítěte</w:t>
      </w:r>
      <w:r>
        <w:t>; z</w:t>
      </w:r>
      <w:r w:rsidRPr="00362B7D">
        <w:t xml:space="preserve">a den hospitalizace se považuje též den přijetí </w:t>
      </w:r>
      <w:r>
        <w:t>dítěte</w:t>
      </w:r>
      <w:r w:rsidRPr="00362B7D">
        <w:t xml:space="preserve"> do</w:t>
      </w:r>
      <w:r>
        <w:t> </w:t>
      </w:r>
      <w:r w:rsidRPr="00362B7D">
        <w:t>zdravotnického zařízení poskytovatele zdravotních služeb lůžkové péče a den propuštění z</w:t>
      </w:r>
      <w:r>
        <w:t> </w:t>
      </w:r>
      <w:r w:rsidRPr="00362B7D">
        <w:t>takového zařízení</w:t>
      </w:r>
      <w:r>
        <w:t>.“.</w:t>
      </w:r>
    </w:p>
    <w:p w:rsidR="00BD4526" w:rsidRDefault="00BD4526" w:rsidP="00BD4526">
      <w:pPr>
        <w:pStyle w:val="Novelizanbod"/>
      </w:pPr>
      <w:r>
        <w:lastRenderedPageBreak/>
        <w:t>V § 38b odst. 1 se slova „1 týden“ nahrazují slovy „2 týdny“.</w:t>
      </w:r>
    </w:p>
    <w:p w:rsidR="00A31EE8" w:rsidRDefault="00A31EE8" w:rsidP="003713F0">
      <w:pPr>
        <w:pStyle w:val="Novelizanbod"/>
      </w:pPr>
      <w:r w:rsidRPr="0012522E">
        <w:t>V § 38b odstavec 2 zní:</w:t>
      </w:r>
      <w:r>
        <w:t xml:space="preserve"> </w:t>
      </w:r>
    </w:p>
    <w:p w:rsidR="00A31EE8" w:rsidRDefault="00A31EE8" w:rsidP="003713F0">
      <w:pPr>
        <w:pStyle w:val="Textparagrafu"/>
        <w:spacing w:before="0"/>
      </w:pPr>
      <w:r>
        <w:t>„</w:t>
      </w:r>
      <w:r w:rsidRPr="00362B7D">
        <w:t xml:space="preserve">(2) Podpůrčí doba u otcovské začíná nástupem na otcovskou. Nástup na otcovskou nastává dnem, který pojištěnec určí v období </w:t>
      </w:r>
      <w:r>
        <w:t xml:space="preserve">podle § 38a odst. 3. Jestliže hospitalizace dítěte vznikla nebo </w:t>
      </w:r>
      <w:r w:rsidRPr="00E94EC2">
        <w:t xml:space="preserve">trvá </w:t>
      </w:r>
      <w:r>
        <w:t xml:space="preserve">v den dosažení šestého týdne </w:t>
      </w:r>
      <w:r w:rsidRPr="00B45D42">
        <w:t xml:space="preserve">ode dne narození </w:t>
      </w:r>
      <w:r>
        <w:t>dítěte,</w:t>
      </w:r>
      <w:r w:rsidRPr="00E94EC2">
        <w:t xml:space="preserve"> nástup na otcovskou </w:t>
      </w:r>
      <w:r>
        <w:t xml:space="preserve">nastává též dnem, který pojištěnec určí v období </w:t>
      </w:r>
      <w:r w:rsidRPr="00DF31EA">
        <w:t>počínajícím p</w:t>
      </w:r>
      <w:r w:rsidRPr="00CB2455">
        <w:t>ropuštění</w:t>
      </w:r>
      <w:r>
        <w:t>m</w:t>
      </w:r>
      <w:r w:rsidRPr="00CB2455">
        <w:t xml:space="preserve"> dítěte z</w:t>
      </w:r>
      <w:r>
        <w:t> </w:t>
      </w:r>
      <w:r w:rsidRPr="00CB2455">
        <w:t>hospitalizace</w:t>
      </w:r>
      <w:r>
        <w:t xml:space="preserve">; délka tohoto období </w:t>
      </w:r>
      <w:r w:rsidRPr="00E94EC2">
        <w:t>odpovíd</w:t>
      </w:r>
      <w:r>
        <w:t xml:space="preserve">á </w:t>
      </w:r>
      <w:r w:rsidRPr="00E94EC2">
        <w:t xml:space="preserve">počtu dnů hospitalizace, které připadly </w:t>
      </w:r>
      <w:r>
        <w:t>do</w:t>
      </w:r>
      <w:r w:rsidRPr="00B678AF">
        <w:t xml:space="preserve"> období 6 týdnů ode dne narození dítěte</w:t>
      </w:r>
      <w:r>
        <w:t xml:space="preserve">. Nastoupit na otcovskou podle věty druhé lze </w:t>
      </w:r>
      <w:r w:rsidRPr="00E94EC2">
        <w:t>nejdéle do jednoho roku věku dítěte.</w:t>
      </w:r>
      <w:r>
        <w:t>“.</w:t>
      </w:r>
    </w:p>
    <w:p w:rsidR="00A31EE8" w:rsidRPr="00545434" w:rsidRDefault="00A31EE8" w:rsidP="003713F0">
      <w:pPr>
        <w:pStyle w:val="Novelizanbod"/>
      </w:pPr>
      <w:r w:rsidRPr="00545434">
        <w:t xml:space="preserve">V § 39 odst. 1 písm. a) bodě 2 se slova „jiného člena domácnosti, jehož“ nahrazují slovy „jiné fyzické osoby, jejíž“ a slova „členky domácnosti“ se nahrazují slovem „ženy“. </w:t>
      </w:r>
    </w:p>
    <w:p w:rsidR="00A31EE8" w:rsidRPr="005A5493" w:rsidRDefault="00A31EE8" w:rsidP="003713F0">
      <w:pPr>
        <w:pStyle w:val="Novelizanbod"/>
      </w:pPr>
      <w:r w:rsidRPr="005A5493">
        <w:t>V § 39 odst. 2 se slova „dítě mladší 10 let rodičem“ nahrazují slovy</w:t>
      </w:r>
      <w:r w:rsidRPr="00D14A26">
        <w:t xml:space="preserve"> </w:t>
      </w:r>
      <w:r w:rsidRPr="005A5493">
        <w:t>„příbuzného v linii přímé</w:t>
      </w:r>
      <w:r>
        <w:rPr>
          <w:vertAlign w:val="superscript"/>
        </w:rPr>
        <w:t>88</w:t>
      </w:r>
      <w:r w:rsidRPr="005A5493">
        <w:rPr>
          <w:vertAlign w:val="superscript"/>
        </w:rPr>
        <w:t>)</w:t>
      </w:r>
      <w:r w:rsidRPr="005A5493">
        <w:t xml:space="preserve"> a sourozence </w:t>
      </w:r>
      <w:r w:rsidR="00D14A26">
        <w:t>zaměstnance</w:t>
      </w:r>
      <w:r w:rsidRPr="005A5493">
        <w:t xml:space="preserve"> nebo ošetřování manžela (manželky) </w:t>
      </w:r>
      <w:r w:rsidR="00D14A26">
        <w:t>zaměstnance</w:t>
      </w:r>
      <w:r w:rsidRPr="005A5493">
        <w:t xml:space="preserve">, registrovaného partnera (registrované partnerky) </w:t>
      </w:r>
      <w:r w:rsidR="00D14A26">
        <w:t>zaměstnance</w:t>
      </w:r>
      <w:r w:rsidRPr="005A5493">
        <w:t xml:space="preserve">, rodičů manžela (manželky) nebo registrovaného partnera (registrované partnerky) </w:t>
      </w:r>
      <w:r w:rsidR="00D14A26">
        <w:t>zaměstnance</w:t>
      </w:r>
      <w:r w:rsidRPr="005A5493">
        <w:t>“.</w:t>
      </w:r>
    </w:p>
    <w:p w:rsidR="00A31EE8" w:rsidRPr="00D85B2D" w:rsidRDefault="00A31EE8" w:rsidP="003713F0">
      <w:pPr>
        <w:pStyle w:val="Bezmezer"/>
        <w:rPr>
          <w:rFonts w:ascii="Times New Roman" w:hAnsi="Times New Roman"/>
          <w:color w:val="auto"/>
          <w:spacing w:val="-3"/>
          <w:sz w:val="24"/>
          <w:vertAlign w:val="superscript"/>
        </w:rPr>
      </w:pPr>
      <w:r w:rsidRPr="005A5493">
        <w:rPr>
          <w:rFonts w:ascii="Times New Roman" w:hAnsi="Times New Roman"/>
          <w:color w:val="auto"/>
          <w:spacing w:val="-3"/>
          <w:sz w:val="24"/>
        </w:rPr>
        <w:t>Poznámka pod čarou č. 88 zní:</w:t>
      </w:r>
      <w:r w:rsidRPr="005A5493">
        <w:rPr>
          <w:rFonts w:ascii="Times New Roman" w:hAnsi="Times New Roman"/>
          <w:color w:val="auto"/>
          <w:spacing w:val="-3"/>
          <w:sz w:val="24"/>
          <w:vertAlign w:val="superscript"/>
        </w:rPr>
        <w:t xml:space="preserve"> </w:t>
      </w:r>
    </w:p>
    <w:p w:rsidR="00A31EE8" w:rsidRPr="00C87654" w:rsidRDefault="00A31EE8" w:rsidP="003713F0">
      <w:pPr>
        <w:pStyle w:val="Bezmezer"/>
        <w:rPr>
          <w:rFonts w:ascii="Times New Roman" w:hAnsi="Times New Roman"/>
          <w:sz w:val="24"/>
        </w:rPr>
      </w:pPr>
      <w:r w:rsidRPr="00C87654">
        <w:rPr>
          <w:rFonts w:ascii="Times New Roman" w:hAnsi="Times New Roman"/>
          <w:sz w:val="24"/>
        </w:rPr>
        <w:t>„</w:t>
      </w:r>
      <w:r w:rsidRPr="00C87654">
        <w:rPr>
          <w:rFonts w:ascii="Times New Roman" w:hAnsi="Times New Roman"/>
          <w:sz w:val="24"/>
          <w:vertAlign w:val="superscript"/>
        </w:rPr>
        <w:t>88)</w:t>
      </w:r>
      <w:r w:rsidR="003713F0">
        <w:rPr>
          <w:rFonts w:ascii="Times New Roman" w:hAnsi="Times New Roman"/>
          <w:sz w:val="24"/>
          <w:vertAlign w:val="superscript"/>
        </w:rPr>
        <w:tab/>
      </w:r>
      <w:r w:rsidRPr="00C87654">
        <w:rPr>
          <w:rFonts w:ascii="Times New Roman" w:hAnsi="Times New Roman"/>
          <w:sz w:val="24"/>
        </w:rPr>
        <w:t xml:space="preserve">§ 772 občanského zákoníku.“. </w:t>
      </w:r>
    </w:p>
    <w:p w:rsidR="00A31EE8" w:rsidRDefault="00A31EE8" w:rsidP="003713F0">
      <w:pPr>
        <w:pStyle w:val="Novelizanbod"/>
      </w:pPr>
      <w:r>
        <w:t>V § 41a odst. 2 písm. a) se slova „7 kalendářních dnů po sobě jdoucích“ nahrazují slovy „4 kalendářní dny po sobě jdoucí“.</w:t>
      </w:r>
    </w:p>
    <w:p w:rsidR="00A31EE8" w:rsidRDefault="00A31EE8" w:rsidP="003713F0">
      <w:pPr>
        <w:pStyle w:val="Novelizanbod"/>
      </w:pPr>
      <w:r>
        <w:t xml:space="preserve">V § 41a se za odstavec 2 vkládá nový odstavec 3, který zní: </w:t>
      </w:r>
    </w:p>
    <w:p w:rsidR="00A31EE8" w:rsidRPr="00C87654" w:rsidRDefault="00A31EE8" w:rsidP="003713F0">
      <w:pPr>
        <w:pStyle w:val="Textparagrafu"/>
        <w:spacing w:before="0" w:after="120"/>
      </w:pPr>
      <w:r w:rsidRPr="00C87654">
        <w:t>„(3) Ošetřovanou osobou se pro účely dlouhodobého ošetřovného dále rozumí fyzická osoba v </w:t>
      </w:r>
      <w:proofErr w:type="spellStart"/>
      <w:r w:rsidRPr="00C87654">
        <w:t>inkurabilním</w:t>
      </w:r>
      <w:proofErr w:type="spellEnd"/>
      <w:r w:rsidRPr="00C87654">
        <w:t xml:space="preserve"> stavu, který vyžaduje poskytování paliativní péče a dlouhodobé péče v domácím prostředí; v tomto případě se podmínka hospitalizace nevyžaduje.“.</w:t>
      </w:r>
    </w:p>
    <w:p w:rsidR="00A31EE8" w:rsidRDefault="00A31EE8" w:rsidP="003713F0">
      <w:pPr>
        <w:pStyle w:val="Bezmezer"/>
        <w:rPr>
          <w:rFonts w:ascii="Times New Roman" w:hAnsi="Times New Roman"/>
          <w:sz w:val="24"/>
        </w:rPr>
      </w:pPr>
      <w:r>
        <w:rPr>
          <w:rFonts w:ascii="Times New Roman" w:hAnsi="Times New Roman"/>
          <w:sz w:val="24"/>
        </w:rPr>
        <w:t>Dosavadní odstavce 3 až 8 se označují jako odstavce 4 až 9.</w:t>
      </w:r>
    </w:p>
    <w:p w:rsidR="00A31EE8" w:rsidRPr="00545434" w:rsidRDefault="00D14A26" w:rsidP="003713F0">
      <w:pPr>
        <w:pStyle w:val="Novelizanbod"/>
        <w:keepNext w:val="0"/>
      </w:pPr>
      <w:r w:rsidRPr="00D24CA2">
        <w:t>V § 41a odst. 5 se slova „odstavce 3“ nahrazují slovy „odstavce 4“ a slova „odstavci 3“ se nahrazují slovy „odstavci 4“.</w:t>
      </w:r>
    </w:p>
    <w:p w:rsidR="00A31EE8" w:rsidRPr="00545434" w:rsidRDefault="00A31EE8" w:rsidP="003713F0">
      <w:pPr>
        <w:pStyle w:val="Novelizanbod"/>
        <w:keepNext w:val="0"/>
      </w:pPr>
      <w:r w:rsidRPr="00545434">
        <w:t>V § 41a odst. 8 se slova „5 a 6“ nahrazují slovy „6 a 7“.</w:t>
      </w:r>
    </w:p>
    <w:p w:rsidR="00A31EE8" w:rsidRPr="00545434" w:rsidRDefault="00A31EE8" w:rsidP="003713F0">
      <w:pPr>
        <w:pStyle w:val="Novelizanbod"/>
        <w:keepNext w:val="0"/>
      </w:pPr>
      <w:r w:rsidRPr="00545434">
        <w:t xml:space="preserve">V § 43 odst. 2 písm. b) se slova „jiného člena domácnosti“ nahrazují slovy „jinou fyzickou osobu“. </w:t>
      </w:r>
    </w:p>
    <w:p w:rsidR="00A31EE8" w:rsidRPr="003713F0" w:rsidRDefault="00A31EE8" w:rsidP="003713F0">
      <w:pPr>
        <w:pStyle w:val="Novelizanbod"/>
        <w:keepNext w:val="0"/>
        <w:rPr>
          <w:i/>
        </w:rPr>
      </w:pPr>
      <w:r w:rsidRPr="00545434">
        <w:t>V části čtvrté se v nadpisu hlavy IV za slova „PENĚŽITÉ POMOCI V MATEŘSTVÍ,“ vkládá slovo „OTCOVSKÉ</w:t>
      </w:r>
      <w:r w:rsidRPr="003713F0">
        <w:t xml:space="preserve">,“.  </w:t>
      </w:r>
    </w:p>
    <w:p w:rsidR="00A31EE8" w:rsidRDefault="00A31EE8" w:rsidP="003713F0">
      <w:pPr>
        <w:pStyle w:val="Novelizanbod"/>
      </w:pPr>
      <w:r w:rsidRPr="0012522E">
        <w:t>V části čtvrté hlavě IV se za díl 1 vkládá nový díl 2, který včetně nadpisu zní:</w:t>
      </w:r>
      <w:r>
        <w:t xml:space="preserve"> </w:t>
      </w:r>
    </w:p>
    <w:p w:rsidR="00A31EE8" w:rsidRDefault="00A31EE8" w:rsidP="00A31EE8">
      <w:pPr>
        <w:pStyle w:val="Bezmezer"/>
        <w:ind w:left="284" w:hanging="284"/>
        <w:jc w:val="center"/>
        <w:rPr>
          <w:rFonts w:ascii="Times New Roman" w:hAnsi="Times New Roman"/>
          <w:sz w:val="24"/>
        </w:rPr>
      </w:pPr>
      <w:r>
        <w:rPr>
          <w:rFonts w:ascii="Times New Roman" w:hAnsi="Times New Roman"/>
          <w:sz w:val="24"/>
        </w:rPr>
        <w:t>„Díl 2</w:t>
      </w:r>
    </w:p>
    <w:p w:rsidR="00A31EE8" w:rsidRPr="00F84214" w:rsidRDefault="00A31EE8" w:rsidP="003713F0">
      <w:pPr>
        <w:pStyle w:val="Nadpisdlu"/>
      </w:pPr>
      <w:r w:rsidRPr="00F84214">
        <w:t>Posuzování zdravotního stavu pro účely otcovské</w:t>
      </w:r>
    </w:p>
    <w:p w:rsidR="00A31EE8" w:rsidRDefault="00A31EE8" w:rsidP="00A31EE8">
      <w:pPr>
        <w:pStyle w:val="Bezmezer"/>
        <w:ind w:left="284" w:hanging="284"/>
        <w:jc w:val="center"/>
        <w:rPr>
          <w:rFonts w:ascii="Times New Roman" w:hAnsi="Times New Roman"/>
          <w:sz w:val="24"/>
        </w:rPr>
      </w:pPr>
    </w:p>
    <w:p w:rsidR="00A31EE8" w:rsidRDefault="00A31EE8" w:rsidP="00A31EE8">
      <w:pPr>
        <w:pStyle w:val="Bezmezer"/>
        <w:ind w:left="284" w:hanging="284"/>
        <w:jc w:val="center"/>
        <w:rPr>
          <w:rFonts w:ascii="Times New Roman" w:hAnsi="Times New Roman"/>
          <w:sz w:val="24"/>
        </w:rPr>
      </w:pPr>
      <w:r>
        <w:rPr>
          <w:rFonts w:ascii="Times New Roman" w:hAnsi="Times New Roman"/>
          <w:sz w:val="24"/>
        </w:rPr>
        <w:t>§ 67a</w:t>
      </w:r>
    </w:p>
    <w:p w:rsidR="00A31EE8" w:rsidRDefault="00A31EE8" w:rsidP="003713F0">
      <w:pPr>
        <w:pStyle w:val="Textparagrafu"/>
      </w:pPr>
      <w:r w:rsidRPr="005208B7">
        <w:t>Ošetřující lékař</w:t>
      </w:r>
      <w:r>
        <w:t xml:space="preserve"> </w:t>
      </w:r>
      <w:r w:rsidRPr="005208B7">
        <w:t xml:space="preserve">poskytovatele zdravotních služeb lůžkové péče </w:t>
      </w:r>
      <w:r>
        <w:t xml:space="preserve">je povinen </w:t>
      </w:r>
    </w:p>
    <w:p w:rsidR="00A31EE8" w:rsidRDefault="00A31EE8" w:rsidP="003713F0">
      <w:pPr>
        <w:pStyle w:val="Textpsmene"/>
      </w:pPr>
      <w:r>
        <w:t xml:space="preserve">na žádost pojištěnce nebo matky dítěte </w:t>
      </w:r>
      <w:r w:rsidRPr="009713F5">
        <w:t>potvrdit na předepsaném tiskopise dobu hospitalizace dítěte ze zdravotních důvodů na straně dítěte nebo matky</w:t>
      </w:r>
      <w:r>
        <w:t xml:space="preserve"> dítěte; v </w:t>
      </w:r>
      <w:r w:rsidRPr="009713F5">
        <w:t>tomto potvrzení je povinen vyznačit den přijetí a den propuštění dítěte z</w:t>
      </w:r>
      <w:r>
        <w:t> </w:t>
      </w:r>
      <w:r w:rsidRPr="009713F5">
        <w:t>hospitalizace</w:t>
      </w:r>
      <w:r>
        <w:t>,</w:t>
      </w:r>
    </w:p>
    <w:p w:rsidR="00A31EE8" w:rsidRDefault="00A31EE8" w:rsidP="003713F0">
      <w:pPr>
        <w:pStyle w:val="Textpsmene"/>
      </w:pPr>
      <w:r>
        <w:t>plnit povinnosti ošetřujícího lékaře uvedené v § 61 odst. 1 písm. t) a w).“.</w:t>
      </w:r>
    </w:p>
    <w:p w:rsidR="00A31EE8" w:rsidRPr="00E31700" w:rsidRDefault="00A31EE8" w:rsidP="00A31EE8">
      <w:pPr>
        <w:pStyle w:val="Bezmezer"/>
        <w:rPr>
          <w:rFonts w:ascii="Times New Roman" w:hAnsi="Times New Roman"/>
          <w:sz w:val="24"/>
        </w:rPr>
      </w:pPr>
    </w:p>
    <w:p w:rsidR="00A31EE8" w:rsidRDefault="00A31EE8" w:rsidP="003713F0">
      <w:pPr>
        <w:pStyle w:val="Bezmezer"/>
        <w:rPr>
          <w:rFonts w:ascii="Times New Roman" w:hAnsi="Times New Roman"/>
          <w:sz w:val="24"/>
        </w:rPr>
      </w:pPr>
      <w:r w:rsidRPr="00E31700">
        <w:rPr>
          <w:rFonts w:ascii="Times New Roman" w:hAnsi="Times New Roman"/>
          <w:sz w:val="24"/>
        </w:rPr>
        <w:t>Dosavadní díly 2 až 4 se označují jako díly 3 až 5.</w:t>
      </w:r>
    </w:p>
    <w:p w:rsidR="00A31EE8" w:rsidRDefault="00A31EE8" w:rsidP="003713F0">
      <w:pPr>
        <w:pStyle w:val="Novelizanbod"/>
        <w:keepNext w:val="0"/>
      </w:pPr>
      <w:r>
        <w:t xml:space="preserve">V § 72b se na konci odstavce 1 doplňuje věta </w:t>
      </w:r>
      <w:r w:rsidRPr="006F5A6F">
        <w:t>„Je-li ošetřovanou osobou osoba v</w:t>
      </w:r>
      <w:r>
        <w:t> </w:t>
      </w:r>
      <w:proofErr w:type="spellStart"/>
      <w:r w:rsidRPr="006F5A6F">
        <w:t>inkurabilním</w:t>
      </w:r>
      <w:proofErr w:type="spellEnd"/>
      <w:r w:rsidRPr="006F5A6F">
        <w:t xml:space="preserve"> stavu, potřeba dlouhodobé péče vzniká dnem, v němž </w:t>
      </w:r>
      <w:r>
        <w:t xml:space="preserve">ji </w:t>
      </w:r>
      <w:r w:rsidRPr="006F5A6F">
        <w:t>ošetřující lékař poskytovatele zdravotních služeb, který pro uvedený stav poskytuje ošetřované osobě zdravotní služby, zjistil.“</w:t>
      </w:r>
      <w:r>
        <w:t>.</w:t>
      </w:r>
    </w:p>
    <w:p w:rsidR="00A31EE8" w:rsidRDefault="00A31EE8" w:rsidP="003713F0">
      <w:pPr>
        <w:pStyle w:val="Novelizanbod"/>
        <w:keepNext w:val="0"/>
      </w:pPr>
      <w:r w:rsidRPr="00B46A9C">
        <w:t>V § 72b se na</w:t>
      </w:r>
      <w:r>
        <w:t xml:space="preserve"> konci odstavce 2 doplňují</w:t>
      </w:r>
      <w:r w:rsidRPr="00B46A9C">
        <w:t xml:space="preserve"> </w:t>
      </w:r>
      <w:r>
        <w:t>věty</w:t>
      </w:r>
      <w:r w:rsidRPr="00B46A9C">
        <w:t xml:space="preserve"> </w:t>
      </w:r>
      <w:r>
        <w:t>„N</w:t>
      </w:r>
      <w:r w:rsidRPr="00B46A9C">
        <w:t>ebyl</w:t>
      </w:r>
      <w:r>
        <w:t>o</w:t>
      </w:r>
      <w:r w:rsidRPr="00B46A9C">
        <w:t xml:space="preserve">-li </w:t>
      </w:r>
      <w:r>
        <w:t xml:space="preserve">rozhodnutí o vzniku potřeby dlouhodobé péče vydáno </w:t>
      </w:r>
      <w:r w:rsidRPr="00B46A9C">
        <w:t>v den propuštění ošetřované osoby z hospitalizace</w:t>
      </w:r>
      <w:r>
        <w:t xml:space="preserve">, </w:t>
      </w:r>
      <w:r w:rsidRPr="00B46A9C">
        <w:t xml:space="preserve">rozhodne </w:t>
      </w:r>
      <w:r>
        <w:t xml:space="preserve">ošetřující lékař poskytovatele zdravotních služeb lůžkové péče </w:t>
      </w:r>
      <w:r w:rsidRPr="00B46A9C">
        <w:t xml:space="preserve">o </w:t>
      </w:r>
      <w:r>
        <w:t>vzniku potřeby</w:t>
      </w:r>
      <w:r w:rsidRPr="00B46A9C">
        <w:t xml:space="preserve"> dlouhodobé péče do 3 pracovních dnů ode dne </w:t>
      </w:r>
      <w:r>
        <w:t>podání</w:t>
      </w:r>
      <w:r w:rsidRPr="00B46A9C">
        <w:t xml:space="preserve"> žádosti</w:t>
      </w:r>
      <w:r>
        <w:t xml:space="preserve">. Žádost lze podat </w:t>
      </w:r>
      <w:r w:rsidRPr="00B46A9C">
        <w:t xml:space="preserve">do </w:t>
      </w:r>
      <w:r w:rsidR="007B3C12">
        <w:t>8</w:t>
      </w:r>
      <w:r w:rsidRPr="00B46A9C">
        <w:t xml:space="preserve"> dnů </w:t>
      </w:r>
      <w:r w:rsidRPr="00DF31EA">
        <w:t>po dni</w:t>
      </w:r>
      <w:r>
        <w:t xml:space="preserve"> </w:t>
      </w:r>
      <w:r w:rsidRPr="006E026E">
        <w:t>propuštění ošetřované osoby z hospitalizace</w:t>
      </w:r>
      <w:r>
        <w:t>; k později podaným žádostem se nepřihlíží.</w:t>
      </w:r>
      <w:r w:rsidRPr="0012522E">
        <w:t xml:space="preserve"> Je-li ošetřovanou osobou osoba v </w:t>
      </w:r>
      <w:proofErr w:type="spellStart"/>
      <w:r w:rsidRPr="0012522E">
        <w:t>inkurabilním</w:t>
      </w:r>
      <w:proofErr w:type="spellEnd"/>
      <w:r w:rsidRPr="0012522E">
        <w:t xml:space="preserve"> stavu, rozhodne o vzniku potřeby dlouhodobé péče na žádost ošetřované osoby, jejího zákonného zástupce, opatrovníka nebo osoby určené ošetřovanou osobou ošetřující lékař poskytovatele zdravotních služeb, který pro </w:t>
      </w:r>
      <w:proofErr w:type="spellStart"/>
      <w:r w:rsidRPr="00DF31EA">
        <w:t>inkurabilní</w:t>
      </w:r>
      <w:proofErr w:type="spellEnd"/>
      <w:r>
        <w:t xml:space="preserve"> </w:t>
      </w:r>
      <w:r w:rsidRPr="0012522E">
        <w:t>stav poskytuje ošetřované osobě zdravotní služby.“.</w:t>
      </w:r>
      <w:r>
        <w:t xml:space="preserve"> </w:t>
      </w:r>
    </w:p>
    <w:p w:rsidR="00A31EE8" w:rsidRDefault="00A31EE8" w:rsidP="003713F0">
      <w:pPr>
        <w:pStyle w:val="Novelizanbod"/>
        <w:keepNext w:val="0"/>
      </w:pPr>
      <w:r>
        <w:t>V § 72b odst. 3 se za slova „lůžkové péče“ vkládají slova „</w:t>
      </w:r>
      <w:r w:rsidRPr="00FD446C">
        <w:t>nebo poskytov</w:t>
      </w:r>
      <w:r>
        <w:t xml:space="preserve">atel zdravotních služeb, který pro </w:t>
      </w:r>
      <w:proofErr w:type="spellStart"/>
      <w:r>
        <w:t>inkurabilní</w:t>
      </w:r>
      <w:proofErr w:type="spellEnd"/>
      <w:r>
        <w:t xml:space="preserve"> stav poskytuje </w:t>
      </w:r>
      <w:r w:rsidRPr="00FD446C">
        <w:t>ošetřované osobě zdravotní služby</w:t>
      </w:r>
      <w:r>
        <w:t>,“.</w:t>
      </w:r>
    </w:p>
    <w:p w:rsidR="007B3C12" w:rsidRPr="007B3C12" w:rsidRDefault="007B3C12" w:rsidP="007B3C12">
      <w:pPr>
        <w:pStyle w:val="Novelizanbod"/>
      </w:pPr>
      <w:r w:rsidRPr="00D24CA2">
        <w:t>V § 72d odst. 2 písm. b) a v odstavci 3 se text „72g“ nahrazuje textem „§ 72g odst. 1“.</w:t>
      </w:r>
    </w:p>
    <w:p w:rsidR="00A31EE8" w:rsidRPr="0012522E" w:rsidRDefault="00A31EE8" w:rsidP="003713F0">
      <w:pPr>
        <w:pStyle w:val="Novelizanbod"/>
        <w:keepNext w:val="0"/>
      </w:pPr>
      <w:r w:rsidRPr="0012522E">
        <w:t>V § 72f  písm. a) a v § 138a odst. 1 písm. u) se slova „v den</w:t>
      </w:r>
      <w:r w:rsidRPr="00075E86">
        <w:t xml:space="preserve"> propuštění ošetřované osoby z hospitalizace</w:t>
      </w:r>
      <w:r w:rsidRPr="0012522E">
        <w:t>“ nahrazují slovy „podle § 72b odst. 2“.</w:t>
      </w:r>
    </w:p>
    <w:p w:rsidR="00A31EE8" w:rsidRPr="00732D9F" w:rsidRDefault="00A31EE8" w:rsidP="003713F0">
      <w:pPr>
        <w:pStyle w:val="Novelizanbod"/>
        <w:keepNext w:val="0"/>
      </w:pPr>
      <w:r w:rsidRPr="00732D9F">
        <w:t>V § 72f písm. b) se slova „v den propuštění z hospitalizace“ nahrazují slovy „podle § 72b odst. 2“.</w:t>
      </w:r>
    </w:p>
    <w:p w:rsidR="00A31EE8" w:rsidRPr="001F028E" w:rsidRDefault="00A31EE8" w:rsidP="003713F0">
      <w:pPr>
        <w:pStyle w:val="Novelizanbod"/>
        <w:keepNext w:val="0"/>
      </w:pPr>
      <w:r w:rsidRPr="001F028E">
        <w:t xml:space="preserve">V § </w:t>
      </w:r>
      <w:r>
        <w:t xml:space="preserve">72g písm. a) se za slova „ošetřovaných osob,“ vkládají slova „u nichž rozhodl o vzniku potřeby dlouhodobé péče nebo“.  </w:t>
      </w:r>
    </w:p>
    <w:p w:rsidR="00A31EE8" w:rsidRDefault="00A31EE8" w:rsidP="003713F0">
      <w:pPr>
        <w:pStyle w:val="Novelizanbod"/>
      </w:pPr>
      <w:r>
        <w:t>V § 72g písm. i) se za slova „díl tiskopisu“ vkládají slova „o vzniku potřeby dlouhodobé péče nebo“ a za slovo „</w:t>
      </w:r>
      <w:r w:rsidRPr="00DF31EA">
        <w:t>rozhodnutí</w:t>
      </w:r>
      <w:r>
        <w:t>“ se vkládají slova „</w:t>
      </w:r>
      <w:r w:rsidRPr="00DF31EA">
        <w:t>o vzniku potřeby dlouhodobé péče nebo“.</w:t>
      </w:r>
      <w:r>
        <w:t xml:space="preserve"> </w:t>
      </w:r>
    </w:p>
    <w:p w:rsidR="00A31EE8" w:rsidRDefault="00A31EE8" w:rsidP="003713F0">
      <w:pPr>
        <w:pStyle w:val="Novelizanbod"/>
      </w:pPr>
      <w:r>
        <w:t>V § 72g</w:t>
      </w:r>
      <w:r w:rsidRPr="00D40642">
        <w:t xml:space="preserve"> se dosavadní text označuje jako odstavec 1 a doplňuje se odstavec 2, který zní:  </w:t>
      </w:r>
    </w:p>
    <w:p w:rsidR="00A31EE8" w:rsidRDefault="00A31EE8" w:rsidP="003713F0">
      <w:pPr>
        <w:pStyle w:val="Textparagrafu"/>
        <w:spacing w:before="0"/>
      </w:pPr>
      <w:r w:rsidRPr="00D40642">
        <w:t>„(2) Ošetřující lékař poskytovatele zdravotních slu</w:t>
      </w:r>
      <w:r>
        <w:t>žeb ambulantní</w:t>
      </w:r>
      <w:r w:rsidRPr="00D40642">
        <w:t xml:space="preserve"> péče, který pro </w:t>
      </w:r>
      <w:proofErr w:type="spellStart"/>
      <w:r w:rsidRPr="00D40642">
        <w:t>inkurabilní</w:t>
      </w:r>
      <w:proofErr w:type="spellEnd"/>
      <w:r w:rsidRPr="00D40642">
        <w:t xml:space="preserve"> stav poskytuje ošetřované os</w:t>
      </w:r>
      <w:r>
        <w:t xml:space="preserve">obě zdravotní služby, je dále povinen </w:t>
      </w:r>
    </w:p>
    <w:p w:rsidR="00A31EE8" w:rsidRPr="0073669A" w:rsidRDefault="00A31EE8" w:rsidP="003713F0">
      <w:pPr>
        <w:pStyle w:val="Textpsmene"/>
        <w:numPr>
          <w:ilvl w:val="1"/>
          <w:numId w:val="6"/>
        </w:numPr>
      </w:pPr>
      <w:r w:rsidRPr="0073669A">
        <w:t xml:space="preserve">na žádost ošetřované osoby v </w:t>
      </w:r>
      <w:proofErr w:type="spellStart"/>
      <w:r w:rsidRPr="0073669A">
        <w:t>inkurabilním</w:t>
      </w:r>
      <w:proofErr w:type="spellEnd"/>
      <w:r w:rsidRPr="0073669A">
        <w:t xml:space="preserve"> stavu, jejího zákonného zástupce, opatrovníka nebo osoby určené ošetřovanou osobou rozhodnout o vzniku potřeby dlouhodobé péče a na rozhodnutí o vzniku této potřeby vyznačit den vzniku potřeby dlouhodobé péče podle </w:t>
      </w:r>
      <w:r w:rsidRPr="00DF31EA">
        <w:t>§ 72b odst. 1 věty druhé</w:t>
      </w:r>
      <w:r w:rsidRPr="0073669A">
        <w:t>, statistickou značku diagnózy, která je příčinou potřeby dlouhodobé péče</w:t>
      </w:r>
      <w:r w:rsidRPr="00DF31EA">
        <w:t>, údaj</w:t>
      </w:r>
      <w:r w:rsidRPr="00BB1CB4">
        <w:t>,</w:t>
      </w:r>
      <w:r w:rsidRPr="00D2083E">
        <w:t xml:space="preserve"> že se jedná o </w:t>
      </w:r>
      <w:proofErr w:type="spellStart"/>
      <w:r w:rsidRPr="00D2083E">
        <w:t>inkurabilní</w:t>
      </w:r>
      <w:proofErr w:type="spellEnd"/>
      <w:r w:rsidRPr="00D2083E">
        <w:t xml:space="preserve"> stav</w:t>
      </w:r>
      <w:r w:rsidRPr="0073669A">
        <w:t>, místo trvalého pobytu</w:t>
      </w:r>
      <w:r w:rsidRPr="003713F0">
        <w:rPr>
          <w:vertAlign w:val="superscript"/>
        </w:rPr>
        <w:t>5)</w:t>
      </w:r>
      <w:r w:rsidRPr="0073669A">
        <w:t xml:space="preserve"> ošetřované osoby a jde-li o cizince</w:t>
      </w:r>
      <w:r>
        <w:t>,</w:t>
      </w:r>
      <w:r w:rsidRPr="0073669A">
        <w:t xml:space="preserve"> místo hlášeného pobytu</w:t>
      </w:r>
      <w:r w:rsidRPr="003713F0">
        <w:rPr>
          <w:vertAlign w:val="superscript"/>
        </w:rPr>
        <w:t>6)</w:t>
      </w:r>
      <w:r w:rsidRPr="0073669A">
        <w:t xml:space="preserve"> v České republice nebo obdobného pobytu v cizině a termín příští lékařské kontroly,</w:t>
      </w:r>
    </w:p>
    <w:p w:rsidR="00A31EE8" w:rsidRDefault="00A31EE8" w:rsidP="003713F0">
      <w:pPr>
        <w:pStyle w:val="Textpsmene"/>
        <w:numPr>
          <w:ilvl w:val="1"/>
          <w:numId w:val="6"/>
        </w:numPr>
      </w:pPr>
      <w:r w:rsidRPr="0073669A">
        <w:t xml:space="preserve">předat ošetřované osobě v </w:t>
      </w:r>
      <w:proofErr w:type="spellStart"/>
      <w:r w:rsidRPr="0073669A">
        <w:t>inkurabilním</w:t>
      </w:r>
      <w:proofErr w:type="spellEnd"/>
      <w:r w:rsidRPr="0073669A">
        <w:t xml:space="preserve"> stavu, jejímu zákonnému zástupci, opatrovníkovi nebo osobě určené ošetřovanou osobou rozhodnutí o vzniku potřeby dlouhodobé péče a příslušné díly rozhodnutí o potřebě dlouhodobé péče, a to v den, kdy </w:t>
      </w:r>
      <w:r>
        <w:t>byly vydány.“.</w:t>
      </w:r>
    </w:p>
    <w:p w:rsidR="00A31EE8" w:rsidRPr="0012522E" w:rsidRDefault="00A31EE8" w:rsidP="000D45F0">
      <w:pPr>
        <w:pStyle w:val="Novelizanbod"/>
        <w:keepNext w:val="0"/>
      </w:pPr>
      <w:r w:rsidRPr="0012522E">
        <w:t xml:space="preserve">V § 74 odst. 1 písm. b) se za slova „pracovní neschopnosti“ vkládá </w:t>
      </w:r>
      <w:proofErr w:type="gramStart"/>
      <w:r w:rsidRPr="0012522E">
        <w:t>slovo „ , otcovské</w:t>
      </w:r>
      <w:proofErr w:type="gramEnd"/>
      <w:r w:rsidRPr="0012522E">
        <w:t xml:space="preserve">“. </w:t>
      </w:r>
    </w:p>
    <w:p w:rsidR="00A31EE8" w:rsidRDefault="00A31EE8" w:rsidP="000D45F0">
      <w:pPr>
        <w:pStyle w:val="Novelizanbod"/>
        <w:keepNext w:val="0"/>
      </w:pPr>
      <w:r w:rsidRPr="0012522E">
        <w:t>V § 74 odst. 2 se za slova „pro kontrolu posuzování“ vkládá slovo „otcovské,“.</w:t>
      </w:r>
    </w:p>
    <w:p w:rsidR="00A31EE8" w:rsidRPr="00C4294C" w:rsidRDefault="00A31EE8" w:rsidP="000D45F0">
      <w:pPr>
        <w:pStyle w:val="Novelizanbod"/>
        <w:keepNext w:val="0"/>
      </w:pPr>
      <w:r>
        <w:t>V § 83 odst. 2 písm. d) se za slovo „lékaře,“ vkládají slova „jde-li o potvrzení doby</w:t>
      </w:r>
      <w:r w:rsidRPr="00426DE0">
        <w:t xml:space="preserve"> hospitalizace dítěte ze zdravotních důvodů na straně dítěte nebo matky dítěte</w:t>
      </w:r>
      <w:r>
        <w:t xml:space="preserve"> pro účely otcovské, nebo“.</w:t>
      </w:r>
    </w:p>
    <w:p w:rsidR="00A31EE8" w:rsidRDefault="00A31EE8" w:rsidP="000D45F0">
      <w:pPr>
        <w:pStyle w:val="Novelizanbod"/>
        <w:keepNext w:val="0"/>
      </w:pPr>
      <w:r>
        <w:t xml:space="preserve">V § 84 odst. 2 písm. u) se text „odst. 3“ nahrazuje textem „odst. 4“. </w:t>
      </w:r>
    </w:p>
    <w:p w:rsidR="00A31EE8" w:rsidRPr="005A5493" w:rsidRDefault="00A31EE8" w:rsidP="000D45F0">
      <w:pPr>
        <w:pStyle w:val="Novelizanbod"/>
        <w:keepNext w:val="0"/>
      </w:pPr>
      <w:r w:rsidRPr="002809CB">
        <w:t>V § 84 odst. 3 písm. a), v § 95 odst. 1 písm. d) a v § 158 písm. b) se slova „člena domácnosti“ nahrazují slovy „</w:t>
      </w:r>
      <w:r w:rsidRPr="002809CB">
        <w:rPr>
          <w:bCs/>
        </w:rPr>
        <w:t>fyzické osoby v případech uvedených v § 39</w:t>
      </w:r>
      <w:r w:rsidRPr="002809CB">
        <w:t>“.</w:t>
      </w:r>
    </w:p>
    <w:p w:rsidR="00A31EE8" w:rsidRPr="00D42F81" w:rsidRDefault="00A31EE8" w:rsidP="000D45F0">
      <w:pPr>
        <w:pStyle w:val="Novelizanbod"/>
        <w:keepNext w:val="0"/>
      </w:pPr>
      <w:r>
        <w:t xml:space="preserve">V § 109 odst. 6 se slova „odst. 3 nebo odst. 4“ nahrazují slovy „odst. 4 nebo odst. 5“. </w:t>
      </w:r>
    </w:p>
    <w:p w:rsidR="00A31EE8" w:rsidRPr="00DB7B5A" w:rsidRDefault="00A31EE8" w:rsidP="000D45F0">
      <w:pPr>
        <w:pStyle w:val="Novelizanbod"/>
        <w:keepNext w:val="0"/>
      </w:pPr>
      <w:r w:rsidRPr="00DB7B5A">
        <w:t>V § 109 se na konci odstavce 8 doplňuje věta „Pro výplatu otcovské v případě uvedeném v § 38b odst. 2 větě druhé je třeba na předepsaném tiskopise osvědčit dobu hospitalizace dítěte ze zdravotních důvodů na straně dítěte nebo matky dítěte a den propuštění dítěte z hospitalizace, které spadají do období 6 týdnů ode dne narození dítěte.“.</w:t>
      </w:r>
    </w:p>
    <w:p w:rsidR="00A31EE8" w:rsidRDefault="00A31EE8" w:rsidP="000D45F0">
      <w:pPr>
        <w:pStyle w:val="Novelizanbod"/>
        <w:keepNext w:val="0"/>
      </w:pPr>
      <w:r w:rsidRPr="00F00C01">
        <w:t xml:space="preserve">V § 138 odst. 1 písm. a), b), c), h), p), q) a r) </w:t>
      </w:r>
      <w:r>
        <w:t xml:space="preserve">a v § 138a odst. 1 písm. b), g), i) a w) </w:t>
      </w:r>
      <w:r w:rsidRPr="00F00C01">
        <w:t>se text „§ 72g“ nahrazuje textem „§ 72g odst.</w:t>
      </w:r>
      <w:r>
        <w:t> 1</w:t>
      </w:r>
      <w:r w:rsidRPr="00F00C01">
        <w:t>“.</w:t>
      </w:r>
    </w:p>
    <w:p w:rsidR="00A31EE8" w:rsidRPr="0012522E" w:rsidRDefault="00A31EE8" w:rsidP="000D45F0">
      <w:pPr>
        <w:pStyle w:val="Novelizanbod"/>
        <w:keepNext w:val="0"/>
      </w:pPr>
      <w:r w:rsidRPr="0012522E">
        <w:t xml:space="preserve">V § 138a odst. 1 písm. r) se </w:t>
      </w:r>
      <w:bookmarkStart w:id="0" w:name="_GoBack"/>
      <w:bookmarkEnd w:id="0"/>
      <w:r w:rsidRPr="0012522E">
        <w:t xml:space="preserve"> za text „§ 67 písm. c)“ vklád</w:t>
      </w:r>
      <w:r>
        <w:t>ají</w:t>
      </w:r>
      <w:r w:rsidRPr="0012522E">
        <w:t xml:space="preserve"> </w:t>
      </w:r>
      <w:r>
        <w:t xml:space="preserve">slova </w:t>
      </w:r>
      <w:r w:rsidRPr="0012522E">
        <w:t>„nebo § 67a písm.</w:t>
      </w:r>
      <w:r>
        <w:t> </w:t>
      </w:r>
      <w:r w:rsidRPr="0012522E">
        <w:t>b)“.</w:t>
      </w:r>
    </w:p>
    <w:p w:rsidR="00A31EE8" w:rsidRDefault="00A31EE8" w:rsidP="000D45F0">
      <w:pPr>
        <w:pStyle w:val="Novelizanbod"/>
        <w:keepNext w:val="0"/>
      </w:pPr>
      <w:r>
        <w:t xml:space="preserve">V § 138a odst. 1 písm. u) se za text „§ 72f písm. a)“ vkládají slova „nebo § 72g odst. 2 písm. a)“. </w:t>
      </w:r>
    </w:p>
    <w:p w:rsidR="00A31EE8" w:rsidRPr="00A31EE8" w:rsidRDefault="00A31EE8" w:rsidP="000D45F0">
      <w:pPr>
        <w:pStyle w:val="Novelizanbod"/>
        <w:keepNext w:val="0"/>
        <w:rPr>
          <w:shd w:val="clear" w:color="auto" w:fill="A8D08D"/>
        </w:rPr>
      </w:pPr>
      <w:r w:rsidRPr="00126A75">
        <w:t>V § 138a odst. 1 se na konci písmene w) doplňují slova „anebo § 72g odst. 2 písm.</w:t>
      </w:r>
      <w:r w:rsidRPr="00A31EE8">
        <w:rPr>
          <w:shd w:val="clear" w:color="auto" w:fill="FFFFFF"/>
        </w:rPr>
        <w:t xml:space="preserve"> </w:t>
      </w:r>
      <w:r w:rsidRPr="00126A75">
        <w:t>b)“.</w:t>
      </w:r>
    </w:p>
    <w:p w:rsidR="00A31EE8" w:rsidRPr="0012522E" w:rsidRDefault="00A31EE8" w:rsidP="000D45F0">
      <w:pPr>
        <w:pStyle w:val="Novelizanbod"/>
        <w:keepNext w:val="0"/>
      </w:pPr>
      <w:r w:rsidRPr="0012522E">
        <w:t xml:space="preserve">V § 138a se na konci odstavce 1 tečka nahrazuje čárkou a doplňuje se písmeno y), které zní: </w:t>
      </w:r>
    </w:p>
    <w:p w:rsidR="00A31EE8" w:rsidRDefault="00A31EE8" w:rsidP="000D45F0">
      <w:pPr>
        <w:pStyle w:val="Psmeno"/>
      </w:pPr>
      <w:r w:rsidRPr="0012522E">
        <w:t>„y)</w:t>
      </w:r>
      <w:r w:rsidR="000D45F0">
        <w:tab/>
      </w:r>
      <w:r w:rsidRPr="0012522E">
        <w:t>v rozporu s § 67a písm. a) nepotvrdí na předepsaném tiskopise dobu hospitalizace dítěte, nebo nevyznačí v tomto potvrzení den přijetí a den propuštění dítěte z hospitalizace.“.</w:t>
      </w:r>
    </w:p>
    <w:p w:rsidR="00A31EE8" w:rsidRDefault="000D45F0" w:rsidP="000D45F0">
      <w:pPr>
        <w:pStyle w:val="lnek"/>
      </w:pPr>
      <w:r>
        <w:t xml:space="preserve">Čl. </w:t>
      </w:r>
      <w:r w:rsidR="00A31EE8">
        <w:t>II</w:t>
      </w:r>
    </w:p>
    <w:p w:rsidR="00A31EE8" w:rsidRDefault="00A31EE8" w:rsidP="000D45F0">
      <w:pPr>
        <w:pStyle w:val="Nadpislnku"/>
      </w:pPr>
      <w:r w:rsidRPr="006623AA">
        <w:t xml:space="preserve">Přechodná ustanovení </w:t>
      </w:r>
    </w:p>
    <w:p w:rsidR="00A31EE8" w:rsidRPr="00AD6196" w:rsidRDefault="00A31EE8" w:rsidP="000D45F0">
      <w:pPr>
        <w:pStyle w:val="Textlnku"/>
        <w:rPr>
          <w:sz w:val="22"/>
        </w:rPr>
      </w:pPr>
      <w:r w:rsidRPr="00496D4F">
        <w:t>1. Při uplatňování nároku na dávku otcovské poporodní péče, vystavování příslušných dokladů a při kontrole se postupuje podle zákona č. 187/2006 Sb., ve znění účinném ode dne nabytí účinnosti tohoto zákona i tehdy, pokud se dítě narodilo v období 6 týdnů přede dnem nabytí účinnosti tohoto zákona.</w:t>
      </w:r>
      <w:r w:rsidR="00AD6196" w:rsidRPr="00AD6196">
        <w:rPr>
          <w:rFonts w:ascii="Arial" w:hAnsi="Arial" w:cs="Arial"/>
          <w:sz w:val="28"/>
          <w:szCs w:val="28"/>
        </w:rPr>
        <w:t xml:space="preserve"> </w:t>
      </w:r>
      <w:r w:rsidR="00AD6196" w:rsidRPr="00AD6196">
        <w:rPr>
          <w:szCs w:val="28"/>
        </w:rPr>
        <w:t>Jestliže podpůrčí doba u dávky otcovské poporodní péče skončila přede dnem nabytí účinnosti tohoto zákona a v den, v němž tento zákon nabyl účinnosti, ještě neuplynulo období 6 týdnů ode dne narození dítěte nebo ode dne převzetí dítěte do péče, náleží tato dávka ještě v délce jednoho týdne, pokud tento další nástup na otcovskou nastal v období 6 týdnů ode dne narození dítěte nebo ode dne převzetí dítěte do péče.</w:t>
      </w:r>
    </w:p>
    <w:p w:rsidR="00A31EE8" w:rsidRPr="00496D4F" w:rsidRDefault="00A31EE8" w:rsidP="000D45F0">
      <w:pPr>
        <w:pStyle w:val="Textlnku"/>
      </w:pPr>
      <w:r w:rsidRPr="00496D4F">
        <w:t>2. Za období přede dnem nabytí účinnosti tohoto zákona ošetřující lékař poskytovatele zdravotních služeb lůžkové péče na žádost pojištěnce nebo matky dítěte potvrdí na předepsaném tiskopise dobu hospitalizace dítěte ze zdravotních důvodů na straně dítěte nebo matky dítěte a vyznačí den přijetí a den propuštění dítěte z hospitalizace, jde-li o</w:t>
      </w:r>
      <w:r>
        <w:t> </w:t>
      </w:r>
      <w:r w:rsidRPr="00496D4F">
        <w:t>období 6 týdnů přede dnem nabytí účinnosti tohoto zákona.</w:t>
      </w:r>
    </w:p>
    <w:p w:rsidR="00A31EE8" w:rsidRDefault="00A31EE8" w:rsidP="000D45F0">
      <w:pPr>
        <w:pStyle w:val="Textlnku"/>
      </w:pPr>
      <w:r w:rsidRPr="00496D4F">
        <w:t>3. Při nesplnění nebo porušení povinnosti podle bodu 2 se postupuje podle zákona č. 187/2006 Sb., ve znění účinném ode dne nabytí účinnosti tohoto zákona.</w:t>
      </w:r>
    </w:p>
    <w:p w:rsidR="00A31EE8" w:rsidRDefault="00A31EE8" w:rsidP="000D45F0">
      <w:pPr>
        <w:pStyle w:val="Textlnku"/>
      </w:pPr>
      <w:r>
        <w:t xml:space="preserve">4. </w:t>
      </w:r>
      <w:r w:rsidRPr="00B34362">
        <w:t>Vznikla-li potřeba ošetřování nebo péče přede dnem nabytí účinnosti tohoto zákona a</w:t>
      </w:r>
      <w:r w:rsidR="008002C6">
        <w:t> </w:t>
      </w:r>
      <w:r w:rsidRPr="00B34362">
        <w:t>nárok na ošetřovné zaměstnanci nevznikl pouze z důvodu nesplnění podmínky uvedené v §</w:t>
      </w:r>
      <w:r w:rsidR="008002C6">
        <w:t> </w:t>
      </w:r>
      <w:r w:rsidRPr="00B34362">
        <w:t>39 odst. 2 zákona č. 187/2006 Sb., ve znění účinném přede dnem nabytí účinnosti tohoto zákona, vzniká nárok na ošetřovné ode dne nabytí účinnosti tohoto zákona, pokud v tento den potřeba ošetřování nebo péče trvá, a pokud je splněna podmínka uvedená v § 39 odst.</w:t>
      </w:r>
      <w:r>
        <w:t> </w:t>
      </w:r>
      <w:r w:rsidRPr="00B34362">
        <w:t>2 zákona č.</w:t>
      </w:r>
      <w:r w:rsidR="008002C6">
        <w:t> </w:t>
      </w:r>
      <w:r w:rsidRPr="00B34362">
        <w:t xml:space="preserve">187/2006 Sb., ve znění účinném ode dne nabytí účinnosti tohoto zákona. Podpůrčí doba počíná od prvního dne vzniku potřeby ošetřování nebo péče a rozhodné období se určuje ke dni vzniku potřeby ošetřování nebo péče. Orgán nemocenského pojištění rozhodne o nároku </w:t>
      </w:r>
      <w:r>
        <w:t>zaměstnance</w:t>
      </w:r>
      <w:r w:rsidRPr="00B34362">
        <w:t xml:space="preserve"> na ošetřovné v případech podle věty první až ode dne nabytí účinnosti tohoto zákona</w:t>
      </w:r>
      <w:r>
        <w:t>.</w:t>
      </w:r>
    </w:p>
    <w:p w:rsidR="00A31EE8" w:rsidRDefault="00A31EE8" w:rsidP="000D45F0">
      <w:pPr>
        <w:pStyle w:val="Textlnku"/>
      </w:pPr>
      <w:r>
        <w:t xml:space="preserve">5. Podle </w:t>
      </w:r>
      <w:r w:rsidRPr="00B51E18">
        <w:t>§ 41a odst. 2 písm. a) zákona č. 187/2006 Sb., ve znění účinném ode dne nabytí účinnosti tohoto zákona</w:t>
      </w:r>
      <w:r>
        <w:t>,</w:t>
      </w:r>
      <w:r w:rsidRPr="00B51E18">
        <w:t xml:space="preserve"> se postupuje i tehdy, pokud </w:t>
      </w:r>
      <w:r w:rsidRPr="00644647">
        <w:t>v den nabytí účinnosti tohoto zákona</w:t>
      </w:r>
      <w:r w:rsidRPr="00644647">
        <w:rPr>
          <w:i/>
        </w:rPr>
        <w:t xml:space="preserve"> </w:t>
      </w:r>
      <w:r w:rsidRPr="00B51E18">
        <w:t>trvala hospitalizace ošetřované osoby aspoň 4 kalendářní dny po sobě jdoucí</w:t>
      </w:r>
      <w:r>
        <w:t>.</w:t>
      </w:r>
    </w:p>
    <w:p w:rsidR="00A31EE8" w:rsidRDefault="00A31EE8" w:rsidP="000D45F0">
      <w:pPr>
        <w:pStyle w:val="Textlnku"/>
      </w:pPr>
      <w:r>
        <w:t xml:space="preserve">6. </w:t>
      </w:r>
      <w:r w:rsidRPr="009D7474">
        <w:t>Podle § 72b odst. 2</w:t>
      </w:r>
      <w:r>
        <w:t xml:space="preserve"> zákona č. 187/2006 Sb., ve znění účinném ode dne nabytí účinnosti tohoto zákona, se postupuje i tehdy, pokud den propuštění </w:t>
      </w:r>
      <w:r w:rsidRPr="003E6BBF">
        <w:t>ošetřované osoby z</w:t>
      </w:r>
      <w:r>
        <w:t> </w:t>
      </w:r>
      <w:r w:rsidRPr="003E6BBF">
        <w:t>hospitalizace do domácího prostředí</w:t>
      </w:r>
      <w:r>
        <w:t xml:space="preserve"> spadá do období </w:t>
      </w:r>
      <w:r w:rsidRPr="00DA6FD6">
        <w:t>15</w:t>
      </w:r>
      <w:r>
        <w:t xml:space="preserve"> kalendářních dnů </w:t>
      </w:r>
      <w:r w:rsidRPr="003E6BBF">
        <w:t>přede dnem nabytí účinnosti tohoto zákona</w:t>
      </w:r>
      <w:r>
        <w:t xml:space="preserve">; žádost lze podat nejpozději do 15 dnů ode dne nabytí účinnosti tohoto zákona. </w:t>
      </w:r>
    </w:p>
    <w:p w:rsidR="00A31EE8" w:rsidRDefault="00A31EE8" w:rsidP="001E06FD"/>
    <w:p w:rsidR="00A31EE8" w:rsidRPr="00741AF9" w:rsidRDefault="000D45F0" w:rsidP="000D45F0">
      <w:pPr>
        <w:pStyle w:val="ST"/>
      </w:pPr>
      <w:r>
        <w:t xml:space="preserve">ČÁST </w:t>
      </w:r>
      <w:r w:rsidR="00A31EE8" w:rsidRPr="00741AF9">
        <w:t>DRUHÁ</w:t>
      </w:r>
    </w:p>
    <w:p w:rsidR="00A31EE8" w:rsidRPr="00741AF9" w:rsidRDefault="00A31EE8" w:rsidP="000D45F0">
      <w:pPr>
        <w:pStyle w:val="NADPISSTI"/>
      </w:pPr>
      <w:r w:rsidRPr="00741AF9">
        <w:t>Změna zákona o organizaci a provádění sociálního zabezpečení</w:t>
      </w:r>
    </w:p>
    <w:p w:rsidR="00A31EE8" w:rsidRPr="00741AF9" w:rsidRDefault="000D45F0" w:rsidP="000D45F0">
      <w:pPr>
        <w:pStyle w:val="lnek"/>
      </w:pPr>
      <w:r>
        <w:t xml:space="preserve">Čl. </w:t>
      </w:r>
      <w:r w:rsidR="00A31EE8" w:rsidRPr="00741AF9">
        <w:t>III</w:t>
      </w:r>
    </w:p>
    <w:p w:rsidR="00A31EE8" w:rsidRPr="008352DE" w:rsidRDefault="00A31EE8" w:rsidP="000D45F0">
      <w:pPr>
        <w:pStyle w:val="Textlnku"/>
      </w:pPr>
      <w:r w:rsidRPr="008352DE">
        <w:t>V § 37 odst. 1 písm. e) zákona č. 582/1991 Sb., o organizaci a provádění sociálního zabezpečení, ve znění zákona č. 590/1992 Sb., zákona č. 307/1993 Sb., zákona č. 241/1994 Sb., zákona č. 160/1995 Sb., zákona č. 424/2003 Sb., zákona č. 189/2006 Sb., zákona č.</w:t>
      </w:r>
      <w:r>
        <w:t> </w:t>
      </w:r>
      <w:r w:rsidRPr="008352DE">
        <w:t>261/2007 Sb., zákona č. 305/2008 Sb., zákona č. 306/2008 Sb., zákona č. 458/2011 Sb., zákona č.</w:t>
      </w:r>
      <w:r w:rsidR="000D45F0">
        <w:t> </w:t>
      </w:r>
      <w:r w:rsidRPr="008352DE">
        <w:t>470/2011 Sb., zákonného opatření Senátu č. 344/2013 Sb., zákona č. 148/2017 Sb. a zákona č. 310/2017 Sb., se slova „jiného člena domácnosti“ nahrazují slovy „ošetřování jiné fyzické osoby</w:t>
      </w:r>
      <w:r w:rsidRPr="00A31EE8">
        <w:rPr>
          <w:rFonts w:eastAsia="Calibri"/>
          <w:lang w:eastAsia="en-US"/>
        </w:rPr>
        <w:t xml:space="preserve"> </w:t>
      </w:r>
      <w:r w:rsidRPr="008352DE">
        <w:t>v případech uvedených v § 39 zákona o nemocenském pojištění“.</w:t>
      </w:r>
    </w:p>
    <w:p w:rsidR="00A31EE8" w:rsidRDefault="00A31EE8" w:rsidP="001E06FD">
      <w:pPr>
        <w:jc w:val="center"/>
        <w:rPr>
          <w:b/>
        </w:rPr>
      </w:pPr>
    </w:p>
    <w:p w:rsidR="00A31EE8" w:rsidRPr="00741AF9" w:rsidRDefault="000D45F0" w:rsidP="000D45F0">
      <w:pPr>
        <w:pStyle w:val="ST"/>
      </w:pPr>
      <w:r>
        <w:t xml:space="preserve">ČÁST </w:t>
      </w:r>
      <w:r w:rsidR="00A31EE8" w:rsidRPr="00741AF9">
        <w:t>TŘETÍ</w:t>
      </w:r>
    </w:p>
    <w:p w:rsidR="00A31EE8" w:rsidRPr="00741AF9" w:rsidRDefault="00A31EE8" w:rsidP="000D45F0">
      <w:pPr>
        <w:pStyle w:val="NADPISSTI"/>
      </w:pPr>
      <w:r w:rsidRPr="00741AF9">
        <w:t>Změna zákona o důchodovém pojištění</w:t>
      </w:r>
    </w:p>
    <w:p w:rsidR="00A31EE8" w:rsidRPr="00741AF9" w:rsidRDefault="000D45F0" w:rsidP="000D45F0">
      <w:pPr>
        <w:pStyle w:val="lnek"/>
      </w:pPr>
      <w:r>
        <w:t xml:space="preserve">Čl. </w:t>
      </w:r>
      <w:r w:rsidR="00A31EE8" w:rsidRPr="00741AF9">
        <w:t>IV</w:t>
      </w:r>
    </w:p>
    <w:p w:rsidR="00A31EE8" w:rsidRPr="00741AF9" w:rsidRDefault="00A31EE8" w:rsidP="000D45F0">
      <w:pPr>
        <w:pStyle w:val="Textlnku"/>
        <w:rPr>
          <w:rFonts w:eastAsia="Calibri"/>
          <w:lang w:eastAsia="en-US"/>
        </w:rPr>
      </w:pPr>
      <w:r w:rsidRPr="00741AF9">
        <w:t>V § 16 odst. 4 písm. a) z</w:t>
      </w:r>
      <w:r w:rsidRPr="00741AF9">
        <w:rPr>
          <w:rFonts w:eastAsia="Calibri"/>
          <w:lang w:eastAsia="en-US"/>
        </w:rPr>
        <w:t xml:space="preserve">ákona č. 155/1995 Sb., o důchodovém pojištění, ve znění zákona </w:t>
      </w:r>
      <w:r>
        <w:rPr>
          <w:rFonts w:eastAsia="Calibri"/>
          <w:lang w:eastAsia="en-US"/>
        </w:rPr>
        <w:t xml:space="preserve">č. </w:t>
      </w:r>
      <w:r w:rsidRPr="00741AF9">
        <w:rPr>
          <w:rFonts w:eastAsia="Calibri"/>
          <w:lang w:eastAsia="en-US"/>
        </w:rPr>
        <w:t>134/1997 Sb., zákona č. 118/2000 Sb., zákona č. 424/2003 Sb., zákona č. 425/2003 Sb., zákona č. 281/2004 Sb., zákona č. 436/2004 Sb., zákona č. 24/2006 Sb., zákona č.</w:t>
      </w:r>
      <w:r>
        <w:rPr>
          <w:rFonts w:eastAsia="Calibri"/>
          <w:lang w:eastAsia="en-US"/>
        </w:rPr>
        <w:t> </w:t>
      </w:r>
      <w:r w:rsidRPr="00741AF9">
        <w:rPr>
          <w:rFonts w:eastAsia="Calibri"/>
          <w:lang w:eastAsia="en-US"/>
        </w:rPr>
        <w:t>189/2006 Sb., zákona č. 305/2008 Sb., zákona č. 306/2008 Sb., zákona č. 220/2011 Sb., zákona č.</w:t>
      </w:r>
      <w:r w:rsidR="000D45F0">
        <w:rPr>
          <w:rFonts w:eastAsia="Calibri"/>
          <w:lang w:eastAsia="en-US"/>
        </w:rPr>
        <w:t> </w:t>
      </w:r>
      <w:r w:rsidRPr="00741AF9">
        <w:rPr>
          <w:rFonts w:eastAsia="Calibri"/>
          <w:lang w:eastAsia="en-US"/>
        </w:rPr>
        <w:t xml:space="preserve">348/2011 Sb., zákona č. 361/2011 Sb., zákona č. 403/2012 Sb., zákonného opatření Senátu č. 344/2013 Sb., zákona č. 148/2017 Sb. a zákona č. 310/2017 Sb., </w:t>
      </w:r>
      <w:r w:rsidRPr="00741AF9">
        <w:t>se slova „jiného člena domácnosti“ nahrazují slovy „ošetřování jiné fyzické osoby“.</w:t>
      </w:r>
    </w:p>
    <w:p w:rsidR="00A31EE8" w:rsidRPr="00741AF9" w:rsidRDefault="00A31EE8" w:rsidP="001E06FD">
      <w:pPr>
        <w:rPr>
          <w:noProof/>
        </w:rPr>
      </w:pPr>
    </w:p>
    <w:p w:rsidR="00A31EE8" w:rsidRPr="003C166D" w:rsidRDefault="000D45F0" w:rsidP="000D45F0">
      <w:pPr>
        <w:pStyle w:val="ST"/>
      </w:pPr>
      <w:r>
        <w:t xml:space="preserve">ČÁST </w:t>
      </w:r>
      <w:r w:rsidR="00A31EE8" w:rsidRPr="003C166D">
        <w:t>ČTVRTÁ</w:t>
      </w:r>
    </w:p>
    <w:p w:rsidR="00A31EE8" w:rsidRPr="003C166D" w:rsidRDefault="00A31EE8" w:rsidP="000D45F0">
      <w:pPr>
        <w:pStyle w:val="NADPISSTI"/>
      </w:pPr>
      <w:r w:rsidRPr="003C166D">
        <w:t>Změna zákona o obcích</w:t>
      </w:r>
    </w:p>
    <w:p w:rsidR="00A31EE8" w:rsidRDefault="000D45F0" w:rsidP="000D45F0">
      <w:pPr>
        <w:pStyle w:val="lnek"/>
      </w:pPr>
      <w:r>
        <w:t xml:space="preserve">Čl. </w:t>
      </w:r>
      <w:r w:rsidR="00A31EE8" w:rsidRPr="003C166D">
        <w:t>V</w:t>
      </w:r>
    </w:p>
    <w:p w:rsidR="00A31EE8" w:rsidRPr="003C166D" w:rsidRDefault="00A31EE8" w:rsidP="000D45F0">
      <w:pPr>
        <w:pStyle w:val="Textlnku"/>
      </w:pPr>
      <w:r w:rsidRPr="003C166D">
        <w:t>V § 72 odst. 6 z</w:t>
      </w:r>
      <w:r w:rsidRPr="003C166D">
        <w:rPr>
          <w:rFonts w:eastAsia="Calibri"/>
        </w:rPr>
        <w:t xml:space="preserve">ákona č. </w:t>
      </w:r>
      <w:r w:rsidRPr="003C166D">
        <w:t xml:space="preserve">128/2000 Sb., obcích (obecní zřízení), ve znění zákona č. 99/2017 Sb., se slova „člena domácnosti nebo péče o něj“ nahrazují slovy „fyzické osoby nebo péče </w:t>
      </w:r>
      <w:r w:rsidR="00BD4526" w:rsidRPr="00D24CA2">
        <w:t>o</w:t>
      </w:r>
      <w:r w:rsidR="008002C6">
        <w:t> </w:t>
      </w:r>
      <w:r w:rsidR="00BD4526" w:rsidRPr="00D24CA2">
        <w:t>dítě mladší 10 let podle</w:t>
      </w:r>
      <w:r w:rsidR="00BD4526" w:rsidRPr="003C166D">
        <w:t xml:space="preserve"> </w:t>
      </w:r>
      <w:r w:rsidRPr="003C166D">
        <w:t xml:space="preserve">zákona o nemocenském pojištění“. </w:t>
      </w:r>
    </w:p>
    <w:p w:rsidR="00A31EE8" w:rsidRPr="003C166D" w:rsidRDefault="00A31EE8" w:rsidP="00A31EE8">
      <w:pPr>
        <w:pStyle w:val="Bezmezer"/>
        <w:rPr>
          <w:rFonts w:ascii="Times New Roman" w:hAnsi="Times New Roman"/>
          <w:sz w:val="24"/>
        </w:rPr>
      </w:pPr>
    </w:p>
    <w:p w:rsidR="00A31EE8" w:rsidRPr="003C166D" w:rsidRDefault="000D45F0" w:rsidP="000D45F0">
      <w:pPr>
        <w:pStyle w:val="ST"/>
      </w:pPr>
      <w:r>
        <w:t xml:space="preserve">ČÁST </w:t>
      </w:r>
      <w:r w:rsidR="00A31EE8" w:rsidRPr="003C166D">
        <w:t>PÁTÁ</w:t>
      </w:r>
    </w:p>
    <w:p w:rsidR="00A31EE8" w:rsidRPr="003C166D" w:rsidRDefault="00A31EE8" w:rsidP="000D45F0">
      <w:pPr>
        <w:pStyle w:val="NADPISSTI"/>
      </w:pPr>
      <w:r w:rsidRPr="003C166D">
        <w:t>Změna zákona o krajích</w:t>
      </w:r>
    </w:p>
    <w:p w:rsidR="00A31EE8" w:rsidRPr="003C166D" w:rsidRDefault="000D45F0" w:rsidP="000D45F0">
      <w:pPr>
        <w:pStyle w:val="lnek"/>
      </w:pPr>
      <w:r>
        <w:t xml:space="preserve">Čl. </w:t>
      </w:r>
      <w:r w:rsidR="00A31EE8">
        <w:t>VI</w:t>
      </w:r>
    </w:p>
    <w:p w:rsidR="00A31EE8" w:rsidRPr="003C166D" w:rsidRDefault="00A31EE8" w:rsidP="000D45F0">
      <w:pPr>
        <w:pStyle w:val="Textlnku"/>
      </w:pPr>
      <w:r w:rsidRPr="003C166D">
        <w:t>V § 47 odst. 6 z</w:t>
      </w:r>
      <w:r w:rsidRPr="003C166D">
        <w:rPr>
          <w:rFonts w:eastAsia="Calibri"/>
        </w:rPr>
        <w:t xml:space="preserve">ákona č. </w:t>
      </w:r>
      <w:r w:rsidRPr="003C166D">
        <w:t>129/2000 Sb., o krajích (krajské zřízení), ve znění zákona č.</w:t>
      </w:r>
      <w:r w:rsidR="00122159">
        <w:t> </w:t>
      </w:r>
      <w:r w:rsidRPr="003C166D">
        <w:t xml:space="preserve">99/2017 Sb., se slova „člena domácnosti nebo péče o něj“ nahrazují slovy „fyzické osoby nebo péče </w:t>
      </w:r>
      <w:r w:rsidR="00BD4526" w:rsidRPr="00D24CA2">
        <w:t>o dítě mladší 10 let podle</w:t>
      </w:r>
      <w:r w:rsidR="00BD4526" w:rsidRPr="003C166D">
        <w:t xml:space="preserve"> </w:t>
      </w:r>
      <w:r w:rsidRPr="003C166D">
        <w:t xml:space="preserve">zákona o nemocenském pojištění“. </w:t>
      </w:r>
    </w:p>
    <w:p w:rsidR="00A31EE8" w:rsidRPr="003C166D" w:rsidRDefault="00A31EE8" w:rsidP="00A31EE8">
      <w:pPr>
        <w:pStyle w:val="Bezmezer"/>
        <w:rPr>
          <w:rFonts w:ascii="Times New Roman" w:hAnsi="Times New Roman"/>
          <w:sz w:val="24"/>
        </w:rPr>
      </w:pPr>
    </w:p>
    <w:p w:rsidR="00A31EE8" w:rsidRPr="00741AF9" w:rsidRDefault="000D45F0" w:rsidP="000D45F0">
      <w:pPr>
        <w:pStyle w:val="ST"/>
        <w:rPr>
          <w:noProof/>
        </w:rPr>
      </w:pPr>
      <w:r>
        <w:rPr>
          <w:noProof/>
        </w:rPr>
        <w:t xml:space="preserve">ČÁST </w:t>
      </w:r>
      <w:r w:rsidR="00A31EE8" w:rsidRPr="00741AF9">
        <w:rPr>
          <w:noProof/>
        </w:rPr>
        <w:t>ŠESTÁ</w:t>
      </w:r>
    </w:p>
    <w:p w:rsidR="00A31EE8" w:rsidRPr="00741AF9" w:rsidRDefault="00A31EE8" w:rsidP="000D45F0">
      <w:pPr>
        <w:pStyle w:val="NADPISSTI"/>
        <w:rPr>
          <w:noProof/>
        </w:rPr>
      </w:pPr>
      <w:r w:rsidRPr="00741AF9">
        <w:rPr>
          <w:noProof/>
        </w:rPr>
        <w:t>Změna zákona o hlavním městě Praze</w:t>
      </w:r>
    </w:p>
    <w:p w:rsidR="00A31EE8" w:rsidRPr="00741AF9" w:rsidRDefault="000D45F0" w:rsidP="000D45F0">
      <w:pPr>
        <w:pStyle w:val="lnek"/>
        <w:rPr>
          <w:noProof/>
        </w:rPr>
      </w:pPr>
      <w:r>
        <w:rPr>
          <w:noProof/>
        </w:rPr>
        <w:t xml:space="preserve">Čl. </w:t>
      </w:r>
      <w:r w:rsidR="00A31EE8">
        <w:rPr>
          <w:noProof/>
        </w:rPr>
        <w:t>VII</w:t>
      </w:r>
    </w:p>
    <w:p w:rsidR="00A31EE8" w:rsidRPr="00741AF9" w:rsidRDefault="00A31EE8" w:rsidP="000D45F0">
      <w:pPr>
        <w:pStyle w:val="Textlnku"/>
        <w:rPr>
          <w:noProof/>
        </w:rPr>
      </w:pPr>
      <w:r w:rsidRPr="00741AF9">
        <w:rPr>
          <w:noProof/>
        </w:rPr>
        <w:t>V § 53 odst. 6 z</w:t>
      </w:r>
      <w:r w:rsidRPr="00741AF9">
        <w:rPr>
          <w:rFonts w:eastAsia="Calibri"/>
          <w:noProof/>
        </w:rPr>
        <w:t xml:space="preserve">ákona č. </w:t>
      </w:r>
      <w:r w:rsidRPr="00741AF9">
        <w:rPr>
          <w:noProof/>
        </w:rPr>
        <w:t>131/2000 Sb.</w:t>
      </w:r>
      <w:r w:rsidR="00F374AA">
        <w:rPr>
          <w:noProof/>
        </w:rPr>
        <w:t>,</w:t>
      </w:r>
      <w:r w:rsidRPr="00741AF9">
        <w:rPr>
          <w:noProof/>
        </w:rPr>
        <w:t xml:space="preserve"> o hlavním městě Praze, ve znění zákona č. 99/2017 Sb., se slova „člena domácnosti nebo péče o něj“ nahrazují slovy „fyzické osoby nebo péče </w:t>
      </w:r>
      <w:r w:rsidR="00BD4526" w:rsidRPr="00D24CA2">
        <w:t>o</w:t>
      </w:r>
      <w:r w:rsidR="008002C6">
        <w:t> </w:t>
      </w:r>
      <w:r w:rsidR="00BD4526" w:rsidRPr="00D24CA2">
        <w:t>dítě mladší 10 let podle</w:t>
      </w:r>
      <w:r w:rsidRPr="00741AF9">
        <w:rPr>
          <w:noProof/>
        </w:rPr>
        <w:t xml:space="preserve"> zákona o nemocenském pojištění“. </w:t>
      </w:r>
    </w:p>
    <w:p w:rsidR="00A31EE8" w:rsidRPr="001E06FD" w:rsidRDefault="00A31EE8" w:rsidP="00A31EE8">
      <w:pPr>
        <w:pStyle w:val="Bezmezer"/>
        <w:rPr>
          <w:rFonts w:ascii="Times New Roman" w:hAnsi="Times New Roman"/>
          <w:sz w:val="24"/>
        </w:rPr>
      </w:pPr>
    </w:p>
    <w:p w:rsidR="00A31EE8" w:rsidRPr="00784B4E" w:rsidRDefault="000D45F0" w:rsidP="000D45F0">
      <w:pPr>
        <w:pStyle w:val="ST"/>
      </w:pPr>
      <w:r>
        <w:t xml:space="preserve">ČÁST </w:t>
      </w:r>
      <w:r w:rsidR="00A31EE8" w:rsidRPr="00784B4E">
        <w:t>SEDMÁ</w:t>
      </w:r>
    </w:p>
    <w:p w:rsidR="00A31EE8" w:rsidRPr="00784B4E" w:rsidRDefault="00A31EE8" w:rsidP="000D45F0">
      <w:pPr>
        <w:pStyle w:val="NADPISSTI"/>
      </w:pPr>
      <w:r w:rsidRPr="00784B4E">
        <w:t>Změna zákona o služebním poměru příslušníků bezpečnostních sborů</w:t>
      </w:r>
    </w:p>
    <w:p w:rsidR="00A31EE8" w:rsidRPr="00784B4E" w:rsidRDefault="000D45F0" w:rsidP="000D45F0">
      <w:pPr>
        <w:pStyle w:val="lnek"/>
      </w:pPr>
      <w:r>
        <w:t xml:space="preserve">Čl. </w:t>
      </w:r>
      <w:r w:rsidR="00A31EE8" w:rsidRPr="00784B4E">
        <w:t>VIII</w:t>
      </w:r>
    </w:p>
    <w:p w:rsidR="00A31EE8" w:rsidRPr="00784B4E" w:rsidRDefault="00A31EE8" w:rsidP="000D45F0">
      <w:pPr>
        <w:pStyle w:val="Textlnku"/>
      </w:pPr>
      <w:r w:rsidRPr="00784B4E">
        <w:t>Zákon č. 361/2003 Sb., o služebním poměru příslušníků bezpečnostních sborů, ve znění zákona č. 186/2004 Sb., zákona č. 436/2004 Sb., zákona č. 586/2004 Sb., zákona č. 626/2004 Sb., zákona č. 169/2005 Sb., zákona č. 253/2005 Sb., zákona č. 413/2005 Sb., zákona č.</w:t>
      </w:r>
      <w:r w:rsidR="000D45F0">
        <w:t> </w:t>
      </w:r>
      <w:r w:rsidRPr="00784B4E">
        <w:t>530/2005 Sb., zákona č. 189/2006 Sb., zákona č. 531/2006 Sb., zákona č. 261/2007 Sb., zákona č. 305/2008 Sb., zákona č. 306/2008 Sb., zákona č. 326/2009 Sb., zákona č. 341/2011 Sb., zákona č. 375/2011 Sb., zákona č. 428/2011 Sb., zákona č. 470/2011 Sb., zákona č.</w:t>
      </w:r>
      <w:r w:rsidR="000D45F0">
        <w:t> </w:t>
      </w:r>
      <w:r w:rsidRPr="00784B4E">
        <w:t>167/2012 Sb., zákona č. 399/2012 Sb., zákona č. 303/2013 Sb., zákona č. 204/2015 Sb., zákona č. 377/2015 Sb., zákona č. 298/2016 Sb., zákona č. 148/2017 Sb., zákona č. 183/2017 Sb., zákona č. 247/2017 Sb., zákona č. 310/2017 Sb., zákona č. 181/2018 Sb., nálezu Ústavního soudu, vyhlášeného pod č. 235/2018 Sb., zákona č. 32/2019 Sb.</w:t>
      </w:r>
      <w:r w:rsidR="00122159">
        <w:t>,</w:t>
      </w:r>
      <w:r w:rsidRPr="00784B4E">
        <w:t xml:space="preserve"> zákona č. 163/2019 Sb.</w:t>
      </w:r>
      <w:r w:rsidR="00122159">
        <w:t xml:space="preserve"> a zákona č. 277/2019 Sb.</w:t>
      </w:r>
      <w:r w:rsidRPr="00784B4E">
        <w:t>, se mění takto:</w:t>
      </w:r>
    </w:p>
    <w:p w:rsidR="00A31EE8" w:rsidRPr="00784B4E" w:rsidRDefault="00A31EE8" w:rsidP="001E06FD">
      <w:pPr>
        <w:pStyle w:val="Novelizanbod"/>
        <w:numPr>
          <w:ilvl w:val="0"/>
          <w:numId w:val="7"/>
        </w:numPr>
      </w:pPr>
      <w:r w:rsidRPr="00784B4E">
        <w:t xml:space="preserve">V § 66 odst. 5 se slova „ošetřuje-li </w:t>
      </w:r>
      <w:r w:rsidRPr="000D45F0">
        <w:rPr>
          <w:rFonts w:eastAsia="Calibri"/>
          <w:lang w:eastAsia="en-US"/>
        </w:rPr>
        <w:t>nemocného člena rodiny“ nahrazují slovy „ošetřuje nebo</w:t>
      </w:r>
      <w:r w:rsidRPr="000D45F0">
        <w:rPr>
          <w:rFonts w:eastAsia="Calibri"/>
          <w:spacing w:val="-3"/>
        </w:rPr>
        <w:t xml:space="preserve"> pečuje o fyzickou osobu</w:t>
      </w:r>
      <w:r w:rsidRPr="00784B4E">
        <w:t xml:space="preserve"> v případech uvedených v § 39 zákona o nemocenském pojištění“ a slova „ošetřování nemocného člena rodiny“ se nahrazují slovy </w:t>
      </w:r>
      <w:r w:rsidRPr="000D45F0">
        <w:rPr>
          <w:rFonts w:eastAsia="Calibri"/>
          <w:lang w:eastAsia="en-US"/>
        </w:rPr>
        <w:t xml:space="preserve">„ošetřování fyzické osoby </w:t>
      </w:r>
      <w:r w:rsidRPr="00784B4E">
        <w:t>v případech uvedených v § 39 zákona o nemocenském pojištění“.</w:t>
      </w:r>
    </w:p>
    <w:p w:rsidR="00A31EE8" w:rsidRPr="00784B4E" w:rsidRDefault="00A31EE8" w:rsidP="000D45F0">
      <w:pPr>
        <w:pStyle w:val="Novelizanbod"/>
        <w:keepNext w:val="0"/>
      </w:pPr>
      <w:r w:rsidRPr="00A31EE8">
        <w:rPr>
          <w:rFonts w:eastAsia="Calibri"/>
          <w:lang w:eastAsia="en-US"/>
        </w:rPr>
        <w:t xml:space="preserve">V § 70 odst. 2 písm. f) se slova „jiného nemocného člena rodiny, jestliže jeho“ nahrazují slovy „jiné </w:t>
      </w:r>
      <w:r w:rsidRPr="00A31EE8">
        <w:rPr>
          <w:rFonts w:eastAsia="Calibri"/>
          <w:spacing w:val="-3"/>
        </w:rPr>
        <w:t>fyzické osoby</w:t>
      </w:r>
      <w:r w:rsidRPr="00784B4E">
        <w:t xml:space="preserve"> v případech uvedených v § 39 zákona o nemocenském pojištění, jestliže její“.</w:t>
      </w:r>
    </w:p>
    <w:p w:rsidR="00A31EE8" w:rsidRPr="00784B4E" w:rsidRDefault="00A31EE8" w:rsidP="000D45F0">
      <w:pPr>
        <w:pStyle w:val="Novelizanbod"/>
        <w:keepNext w:val="0"/>
      </w:pPr>
      <w:r w:rsidRPr="00784B4E">
        <w:t>V § 71 odst. 2 se slova „nemocného člena rodiny</w:t>
      </w:r>
      <w:r w:rsidRPr="00A31EE8">
        <w:rPr>
          <w:rFonts w:eastAsia="Calibri"/>
          <w:lang w:eastAsia="en-US"/>
        </w:rPr>
        <w:t>“ nahrazují slovy „</w:t>
      </w:r>
      <w:r w:rsidRPr="00A31EE8">
        <w:rPr>
          <w:rFonts w:eastAsia="Calibri"/>
          <w:spacing w:val="-3"/>
        </w:rPr>
        <w:t>fyzické osoby</w:t>
      </w:r>
      <w:r w:rsidRPr="00784B4E">
        <w:t xml:space="preserve"> v případech uvedených v § 39 zákona o nemocenském pojištění“.</w:t>
      </w:r>
    </w:p>
    <w:p w:rsidR="00A31EE8" w:rsidRPr="00193295" w:rsidRDefault="00A31EE8" w:rsidP="001E06FD">
      <w:pPr>
        <w:pStyle w:val="Bezmezer"/>
        <w:ind w:left="284" w:hanging="284"/>
        <w:rPr>
          <w:rFonts w:ascii="Times New Roman" w:hAnsi="Times New Roman"/>
          <w:sz w:val="24"/>
          <w:highlight w:val="yellow"/>
        </w:rPr>
      </w:pPr>
    </w:p>
    <w:p w:rsidR="00A31EE8" w:rsidRPr="00741AF9" w:rsidRDefault="000D45F0" w:rsidP="000D45F0">
      <w:pPr>
        <w:pStyle w:val="ST"/>
        <w:rPr>
          <w:noProof/>
        </w:rPr>
      </w:pPr>
      <w:r>
        <w:rPr>
          <w:noProof/>
        </w:rPr>
        <w:t xml:space="preserve">ČÁST </w:t>
      </w:r>
      <w:r w:rsidR="00A31EE8" w:rsidRPr="00741AF9">
        <w:rPr>
          <w:noProof/>
        </w:rPr>
        <w:t>OSMÁ</w:t>
      </w:r>
    </w:p>
    <w:p w:rsidR="00A31EE8" w:rsidRPr="00741AF9" w:rsidRDefault="00A31EE8" w:rsidP="000D45F0">
      <w:pPr>
        <w:pStyle w:val="NADPISSTI"/>
        <w:rPr>
          <w:noProof/>
        </w:rPr>
      </w:pPr>
      <w:r w:rsidRPr="00741AF9">
        <w:rPr>
          <w:noProof/>
        </w:rPr>
        <w:t>Změna zákoníku práce</w:t>
      </w:r>
    </w:p>
    <w:p w:rsidR="00A31EE8" w:rsidRPr="00741AF9" w:rsidRDefault="000D45F0" w:rsidP="000D45F0">
      <w:pPr>
        <w:pStyle w:val="lnek"/>
        <w:rPr>
          <w:noProof/>
        </w:rPr>
      </w:pPr>
      <w:r>
        <w:rPr>
          <w:noProof/>
        </w:rPr>
        <w:t xml:space="preserve">Čl. </w:t>
      </w:r>
      <w:r w:rsidR="00A31EE8">
        <w:rPr>
          <w:noProof/>
        </w:rPr>
        <w:t>IX</w:t>
      </w:r>
    </w:p>
    <w:p w:rsidR="00A31EE8" w:rsidRPr="00A31EE8" w:rsidRDefault="00A31EE8" w:rsidP="000D45F0">
      <w:pPr>
        <w:pStyle w:val="Textlnku"/>
        <w:rPr>
          <w:rFonts w:eastAsia="Calibri"/>
          <w:lang w:eastAsia="en-US"/>
        </w:rPr>
      </w:pPr>
      <w:r w:rsidRPr="00A31EE8">
        <w:rPr>
          <w:rFonts w:eastAsia="Calibri"/>
          <w:lang w:eastAsia="en-US"/>
        </w:rPr>
        <w:t xml:space="preserve">Zákon č. 262/2006 Sb., zákoník práce, ve znění zákona </w:t>
      </w:r>
      <w:r w:rsidRPr="00741AF9">
        <w:rPr>
          <w:rFonts w:eastAsia="Calibri"/>
        </w:rPr>
        <w:t>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427/2010 Sb., zákona č. 73/2011 Sb., zákona č. 180/2011 Sb., zákona č. 185/2011 Sb., zákona č. 341/2011 Sb., zákona č. 364/2011 Sb., zákona č. 365/2011 Sb., zákona č. 367/2011 Sb., zákona č. 375/2011 Sb., zákona č. 466/2011 Sb., zákona č. 167/2012 Sb., zákona č. 385/2012 Sb., zákona č. 396/2012 Sb., zákona č. 399/2012 Sb., zákona č. 155/2013 Sb., zákona č. 303/2013 Sb., zákona č. 101/2014 Sb., zákona č.</w:t>
      </w:r>
      <w:r>
        <w:rPr>
          <w:rFonts w:eastAsia="Calibri"/>
        </w:rPr>
        <w:t> </w:t>
      </w:r>
      <w:r w:rsidRPr="00741AF9">
        <w:rPr>
          <w:rFonts w:eastAsia="Calibri"/>
        </w:rPr>
        <w:t>182/2014 Sb., zákona č. 250/2014 Sb., zákona č. 205/2015 Sb., zákona č. 298/2015 Sb., zákona č. 377/2015 Sb., zákona č. 47/2016 Sb., zákona č. 264/2016 Sb., zákona č. 298/2016 Sb., zákona č. 460/2016 Sb.</w:t>
      </w:r>
      <w:r w:rsidRPr="00A31EE8">
        <w:rPr>
          <w:rFonts w:eastAsia="Calibri"/>
          <w:lang w:eastAsia="en-US"/>
        </w:rPr>
        <w:t>, zákona č. 93/2017 Sb., zákona č. 99/2017 Sb., zákona č. 148/2017 Sb., zákona č. 202/2017 Sb., zákona č. 203/2017 Sb., zákona č. 206/2017 Sb., zákona č. 222/2017 Sb., zákona č. 292/2017 Sb., zákona č. 310/2017 Sb., zákona č. 181/2018 Sb.</w:t>
      </w:r>
      <w:r w:rsidR="00983551">
        <w:rPr>
          <w:rFonts w:eastAsia="Calibri"/>
          <w:lang w:eastAsia="en-US"/>
        </w:rPr>
        <w:t>,</w:t>
      </w:r>
      <w:r w:rsidRPr="00A31EE8">
        <w:rPr>
          <w:rFonts w:eastAsia="Calibri"/>
          <w:lang w:eastAsia="en-US"/>
        </w:rPr>
        <w:t xml:space="preserve"> zákona č. 32/2019 Sb., </w:t>
      </w:r>
      <w:r w:rsidR="00122159">
        <w:rPr>
          <w:rFonts w:eastAsia="Calibri"/>
          <w:lang w:eastAsia="en-US"/>
        </w:rPr>
        <w:t xml:space="preserve">zákona č. 366/2019 Sb., </w:t>
      </w:r>
      <w:r w:rsidR="00983551">
        <w:rPr>
          <w:rFonts w:eastAsia="Calibri"/>
          <w:lang w:eastAsia="en-US"/>
        </w:rPr>
        <w:t>zákona č. 285/2020 Sb.</w:t>
      </w:r>
      <w:r w:rsidR="00095932">
        <w:rPr>
          <w:rFonts w:eastAsia="Calibri"/>
          <w:lang w:eastAsia="en-US"/>
        </w:rPr>
        <w:t xml:space="preserve">, zákona č. </w:t>
      </w:r>
      <w:r w:rsidR="00983551">
        <w:rPr>
          <w:rFonts w:eastAsia="Calibri"/>
          <w:lang w:eastAsia="en-US"/>
        </w:rPr>
        <w:t>248/2021 Sb.</w:t>
      </w:r>
      <w:r w:rsidR="00095932">
        <w:rPr>
          <w:rFonts w:eastAsia="Calibri"/>
          <w:lang w:eastAsia="en-US"/>
        </w:rPr>
        <w:t xml:space="preserve"> a zákona č. 251/2021 Sb.</w:t>
      </w:r>
      <w:r w:rsidR="00983551">
        <w:rPr>
          <w:rFonts w:eastAsia="Calibri"/>
          <w:lang w:eastAsia="en-US"/>
        </w:rPr>
        <w:t xml:space="preserve">, </w:t>
      </w:r>
      <w:r w:rsidRPr="00A31EE8">
        <w:rPr>
          <w:rFonts w:eastAsia="Calibri"/>
          <w:lang w:eastAsia="en-US"/>
        </w:rPr>
        <w:t xml:space="preserve">se mění takto: </w:t>
      </w:r>
    </w:p>
    <w:p w:rsidR="00A31EE8" w:rsidRDefault="00A31EE8" w:rsidP="000D45F0">
      <w:pPr>
        <w:pStyle w:val="Novelizanbod"/>
        <w:numPr>
          <w:ilvl w:val="0"/>
          <w:numId w:val="8"/>
        </w:numPr>
        <w:rPr>
          <w:noProof/>
        </w:rPr>
      </w:pPr>
      <w:r w:rsidRPr="00741AF9">
        <w:rPr>
          <w:noProof/>
        </w:rPr>
        <w:t>V § 47, § 53 odst. 1 písm. f), § 191 a § 363 se slova „jiného člena domácnosti“ nahrazují slovy „jiné fyzické osoby“.</w:t>
      </w:r>
    </w:p>
    <w:p w:rsidR="00A31EE8" w:rsidRDefault="00A31EE8" w:rsidP="000D45F0">
      <w:pPr>
        <w:pStyle w:val="Novelizanbod"/>
        <w:rPr>
          <w:noProof/>
        </w:rPr>
      </w:pPr>
      <w:r w:rsidRPr="00741AF9">
        <w:rPr>
          <w:noProof/>
          <w:spacing w:val="-3"/>
        </w:rPr>
        <w:t xml:space="preserve">V § 219 odst. 1 </w:t>
      </w:r>
      <w:r w:rsidRPr="00741AF9">
        <w:rPr>
          <w:noProof/>
        </w:rPr>
        <w:t>se slova „nebo ošetřuje-li nemocného člena rodiny“ nahrazují slovy „ , ošetřuje-li</w:t>
      </w:r>
      <w:r w:rsidRPr="00741AF9">
        <w:rPr>
          <w:noProof/>
          <w:spacing w:val="-3"/>
        </w:rPr>
        <w:t xml:space="preserve"> nebo pečuje-li o fyzickou osobu</w:t>
      </w:r>
      <w:r w:rsidRPr="00741AF9">
        <w:rPr>
          <w:noProof/>
        </w:rPr>
        <w:t xml:space="preserve"> v případech uvedených v § 39 zákona o nemocenském pojištění“ a slova „ošetřování nemocného člena rodiny“ se nahrazují slovy „ošetřování fyzické osoby nebo péče o dítě v případech uvedených v § 39 zákona o nemocenském pojištění“.</w:t>
      </w:r>
    </w:p>
    <w:p w:rsidR="00A31EE8" w:rsidRDefault="00A31EE8" w:rsidP="00A31EE8">
      <w:pPr>
        <w:pStyle w:val="Bezmezer"/>
      </w:pPr>
    </w:p>
    <w:p w:rsidR="00A31EE8" w:rsidRDefault="000D45F0" w:rsidP="000D45F0">
      <w:pPr>
        <w:pStyle w:val="ST"/>
      </w:pPr>
      <w:r>
        <w:t xml:space="preserve">ČÁST </w:t>
      </w:r>
      <w:r w:rsidR="00A31EE8" w:rsidRPr="00F84214">
        <w:t>DEVÁTÁ</w:t>
      </w:r>
    </w:p>
    <w:p w:rsidR="00A31EE8" w:rsidRDefault="00A31EE8" w:rsidP="000D45F0">
      <w:pPr>
        <w:pStyle w:val="NADPISSTI"/>
      </w:pPr>
      <w:r w:rsidRPr="00F84214">
        <w:t>ÚČINNOST</w:t>
      </w:r>
    </w:p>
    <w:p w:rsidR="00A31EE8" w:rsidRDefault="000D45F0" w:rsidP="000D45F0">
      <w:pPr>
        <w:pStyle w:val="lnek"/>
      </w:pPr>
      <w:r>
        <w:t xml:space="preserve">Čl. </w:t>
      </w:r>
      <w:r w:rsidR="00A31EE8">
        <w:t>X</w:t>
      </w:r>
    </w:p>
    <w:p w:rsidR="00A31EE8" w:rsidRPr="00F84214" w:rsidRDefault="00A31EE8" w:rsidP="000D45F0">
      <w:pPr>
        <w:pStyle w:val="Textlnku"/>
      </w:pPr>
      <w:r w:rsidRPr="00F84214">
        <w:t>Ten</w:t>
      </w:r>
      <w:r>
        <w:t>to zákon nabývá účinnosti</w:t>
      </w:r>
      <w:r w:rsidRPr="00F84214">
        <w:t xml:space="preserve"> dnem </w:t>
      </w:r>
      <w:r>
        <w:t xml:space="preserve">1. </w:t>
      </w:r>
      <w:r w:rsidR="005148A6">
        <w:t>ledna</w:t>
      </w:r>
      <w:r>
        <w:t xml:space="preserve"> 202</w:t>
      </w:r>
      <w:r w:rsidR="005148A6">
        <w:t>2</w:t>
      </w:r>
      <w:r w:rsidRPr="00F84214">
        <w:t>.</w:t>
      </w:r>
    </w:p>
    <w:p w:rsidR="00A31EE8" w:rsidRPr="008002C6" w:rsidRDefault="00A31EE8" w:rsidP="00A31EE8">
      <w:pPr>
        <w:pStyle w:val="Bezmezer"/>
        <w:rPr>
          <w:rFonts w:ascii="Times New Roman" w:hAnsi="Times New Roman"/>
          <w:bCs/>
          <w:sz w:val="24"/>
        </w:rPr>
      </w:pPr>
    </w:p>
    <w:sectPr w:rsidR="00A31EE8" w:rsidRPr="008002C6">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EE8" w:rsidRDefault="00A31EE8">
      <w:r>
        <w:separator/>
      </w:r>
    </w:p>
  </w:endnote>
  <w:endnote w:type="continuationSeparator" w:id="0">
    <w:p w:rsidR="00A31EE8" w:rsidRDefault="00A31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EE8" w:rsidRDefault="00A31EE8">
      <w:r>
        <w:separator/>
      </w:r>
    </w:p>
  </w:footnote>
  <w:footnote w:type="continuationSeparator" w:id="0">
    <w:p w:rsidR="00A31EE8" w:rsidRDefault="00A31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30F25">
      <w:rPr>
        <w:rStyle w:val="slostrnky"/>
        <w:noProof/>
      </w:rPr>
      <w:t>8</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num>
  <w:num w:numId="8">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31EE8"/>
    <w:rsid w:val="00095932"/>
    <w:rsid w:val="000D45F0"/>
    <w:rsid w:val="00122159"/>
    <w:rsid w:val="00130F25"/>
    <w:rsid w:val="001E06FD"/>
    <w:rsid w:val="00266D0A"/>
    <w:rsid w:val="003713F0"/>
    <w:rsid w:val="00513BBB"/>
    <w:rsid w:val="005148A6"/>
    <w:rsid w:val="007B3C12"/>
    <w:rsid w:val="008002C6"/>
    <w:rsid w:val="0098055C"/>
    <w:rsid w:val="00983551"/>
    <w:rsid w:val="00A31EE8"/>
    <w:rsid w:val="00A73D85"/>
    <w:rsid w:val="00AD6196"/>
    <w:rsid w:val="00B16C4B"/>
    <w:rsid w:val="00BD4526"/>
    <w:rsid w:val="00C6783E"/>
    <w:rsid w:val="00D14A26"/>
    <w:rsid w:val="00D3190E"/>
    <w:rsid w:val="00F37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0A5D72-81CF-47F2-8654-2CA4ED97A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Text grey"/>
    <w:qFormat/>
    <w:rsid w:val="00130F25"/>
    <w:pPr>
      <w:jc w:val="both"/>
    </w:pPr>
    <w:rPr>
      <w:sz w:val="24"/>
      <w:szCs w:val="24"/>
    </w:rPr>
  </w:style>
  <w:style w:type="paragraph" w:styleId="Nadpis1">
    <w:name w:val="heading 1"/>
    <w:basedOn w:val="Normln"/>
    <w:next w:val="Normln"/>
    <w:qFormat/>
    <w:rsid w:val="00130F25"/>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3713F0"/>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3713F0"/>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3713F0"/>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3713F0"/>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3713F0"/>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713F0"/>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130F2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30F25"/>
  </w:style>
  <w:style w:type="paragraph" w:styleId="Zhlav">
    <w:name w:val="header"/>
    <w:basedOn w:val="Normln"/>
    <w:semiHidden/>
    <w:rsid w:val="00130F25"/>
    <w:pPr>
      <w:tabs>
        <w:tab w:val="center" w:pos="4536"/>
        <w:tab w:val="right" w:pos="9072"/>
      </w:tabs>
    </w:pPr>
  </w:style>
  <w:style w:type="paragraph" w:customStyle="1" w:styleId="Textparagrafu">
    <w:name w:val="Text paragrafu"/>
    <w:basedOn w:val="Normln"/>
    <w:rsid w:val="00130F25"/>
    <w:pPr>
      <w:spacing w:before="240"/>
      <w:ind w:firstLine="425"/>
      <w:outlineLvl w:val="5"/>
    </w:pPr>
  </w:style>
  <w:style w:type="paragraph" w:customStyle="1" w:styleId="Paragraf">
    <w:name w:val="Paragraf"/>
    <w:basedOn w:val="Normln"/>
    <w:next w:val="Textodstavce"/>
    <w:rsid w:val="00130F25"/>
    <w:pPr>
      <w:keepNext/>
      <w:keepLines/>
      <w:spacing w:before="240"/>
      <w:jc w:val="center"/>
      <w:outlineLvl w:val="5"/>
    </w:pPr>
  </w:style>
  <w:style w:type="paragraph" w:customStyle="1" w:styleId="Oddl">
    <w:name w:val="Oddíl"/>
    <w:basedOn w:val="Normln"/>
    <w:next w:val="Nadpisoddlu"/>
    <w:rsid w:val="00130F25"/>
    <w:pPr>
      <w:keepNext/>
      <w:keepLines/>
      <w:spacing w:before="240"/>
      <w:jc w:val="center"/>
      <w:outlineLvl w:val="4"/>
    </w:pPr>
  </w:style>
  <w:style w:type="paragraph" w:customStyle="1" w:styleId="Nadpisoddlu">
    <w:name w:val="Nadpis oddílu"/>
    <w:basedOn w:val="Normln"/>
    <w:next w:val="Paragraf"/>
    <w:rsid w:val="00130F25"/>
    <w:pPr>
      <w:keepNext/>
      <w:keepLines/>
      <w:jc w:val="center"/>
      <w:outlineLvl w:val="4"/>
    </w:pPr>
    <w:rPr>
      <w:b/>
    </w:rPr>
  </w:style>
  <w:style w:type="paragraph" w:customStyle="1" w:styleId="Dl">
    <w:name w:val="Díl"/>
    <w:basedOn w:val="Normln"/>
    <w:next w:val="Nadpisdlu"/>
    <w:rsid w:val="00130F25"/>
    <w:pPr>
      <w:keepNext/>
      <w:keepLines/>
      <w:spacing w:before="240"/>
      <w:jc w:val="center"/>
      <w:outlineLvl w:val="3"/>
    </w:pPr>
  </w:style>
  <w:style w:type="paragraph" w:customStyle="1" w:styleId="Nadpisdlu">
    <w:name w:val="Nadpis dílu"/>
    <w:basedOn w:val="Normln"/>
    <w:next w:val="Oddl"/>
    <w:rsid w:val="00130F25"/>
    <w:pPr>
      <w:keepNext/>
      <w:keepLines/>
      <w:jc w:val="center"/>
      <w:outlineLvl w:val="3"/>
    </w:pPr>
    <w:rPr>
      <w:b/>
    </w:rPr>
  </w:style>
  <w:style w:type="paragraph" w:customStyle="1" w:styleId="Hlava">
    <w:name w:val="Hlava"/>
    <w:basedOn w:val="Normln"/>
    <w:next w:val="Nadpishlavy"/>
    <w:rsid w:val="00130F25"/>
    <w:pPr>
      <w:keepNext/>
      <w:keepLines/>
      <w:spacing w:before="240"/>
      <w:jc w:val="center"/>
      <w:outlineLvl w:val="2"/>
    </w:pPr>
  </w:style>
  <w:style w:type="paragraph" w:customStyle="1" w:styleId="Nadpishlavy">
    <w:name w:val="Nadpis hlavy"/>
    <w:basedOn w:val="Normln"/>
    <w:next w:val="Dl"/>
    <w:rsid w:val="00130F25"/>
    <w:pPr>
      <w:keepNext/>
      <w:keepLines/>
      <w:jc w:val="center"/>
      <w:outlineLvl w:val="2"/>
    </w:pPr>
    <w:rPr>
      <w:b/>
    </w:rPr>
  </w:style>
  <w:style w:type="paragraph" w:customStyle="1" w:styleId="ST">
    <w:name w:val="ČÁST"/>
    <w:basedOn w:val="Normln"/>
    <w:next w:val="NADPISSTI"/>
    <w:rsid w:val="00130F25"/>
    <w:pPr>
      <w:keepNext/>
      <w:keepLines/>
      <w:spacing w:before="240" w:after="120"/>
      <w:jc w:val="center"/>
      <w:outlineLvl w:val="1"/>
    </w:pPr>
    <w:rPr>
      <w:caps/>
    </w:rPr>
  </w:style>
  <w:style w:type="paragraph" w:customStyle="1" w:styleId="NADPISSTI">
    <w:name w:val="NADPIS ČÁSTI"/>
    <w:basedOn w:val="Normln"/>
    <w:next w:val="Hlava"/>
    <w:rsid w:val="00130F25"/>
    <w:pPr>
      <w:keepNext/>
      <w:keepLines/>
      <w:jc w:val="center"/>
      <w:outlineLvl w:val="1"/>
    </w:pPr>
    <w:rPr>
      <w:b/>
    </w:rPr>
  </w:style>
  <w:style w:type="paragraph" w:customStyle="1" w:styleId="ZKON">
    <w:name w:val="ZÁKON"/>
    <w:basedOn w:val="Normln"/>
    <w:next w:val="nadpiszkona"/>
    <w:rsid w:val="00130F25"/>
    <w:pPr>
      <w:keepNext/>
      <w:keepLines/>
      <w:jc w:val="center"/>
      <w:outlineLvl w:val="0"/>
    </w:pPr>
    <w:rPr>
      <w:b/>
      <w:caps/>
    </w:rPr>
  </w:style>
  <w:style w:type="paragraph" w:customStyle="1" w:styleId="nadpiszkona">
    <w:name w:val="nadpis zákona"/>
    <w:basedOn w:val="Normln"/>
    <w:next w:val="Parlament"/>
    <w:rsid w:val="00130F25"/>
    <w:pPr>
      <w:keepNext/>
      <w:keepLines/>
      <w:spacing w:before="120"/>
      <w:jc w:val="center"/>
      <w:outlineLvl w:val="0"/>
    </w:pPr>
    <w:rPr>
      <w:b/>
    </w:rPr>
  </w:style>
  <w:style w:type="paragraph" w:customStyle="1" w:styleId="Parlament">
    <w:name w:val="Parlament"/>
    <w:basedOn w:val="Normln"/>
    <w:next w:val="ST"/>
    <w:rsid w:val="00130F25"/>
    <w:pPr>
      <w:keepNext/>
      <w:keepLines/>
      <w:spacing w:before="360" w:after="240"/>
    </w:pPr>
  </w:style>
  <w:style w:type="paragraph" w:customStyle="1" w:styleId="Textlnku">
    <w:name w:val="Text článku"/>
    <w:basedOn w:val="Normln"/>
    <w:rsid w:val="00130F25"/>
    <w:pPr>
      <w:spacing w:before="240"/>
      <w:ind w:firstLine="425"/>
      <w:outlineLvl w:val="5"/>
    </w:pPr>
  </w:style>
  <w:style w:type="paragraph" w:customStyle="1" w:styleId="lnek">
    <w:name w:val="Článek"/>
    <w:basedOn w:val="Normln"/>
    <w:next w:val="Textodstavce"/>
    <w:rsid w:val="00130F25"/>
    <w:pPr>
      <w:keepNext/>
      <w:keepLines/>
      <w:spacing w:before="240"/>
      <w:jc w:val="center"/>
      <w:outlineLvl w:val="5"/>
    </w:pPr>
  </w:style>
  <w:style w:type="paragraph" w:customStyle="1" w:styleId="CELEX">
    <w:name w:val="CELEX"/>
    <w:basedOn w:val="Normln"/>
    <w:next w:val="Normln"/>
    <w:rsid w:val="00130F25"/>
    <w:pPr>
      <w:spacing w:before="60"/>
    </w:pPr>
    <w:rPr>
      <w:i/>
      <w:sz w:val="20"/>
    </w:rPr>
  </w:style>
  <w:style w:type="paragraph" w:customStyle="1" w:styleId="funkce">
    <w:name w:val="funkce"/>
    <w:basedOn w:val="Normln"/>
    <w:rsid w:val="00130F25"/>
    <w:pPr>
      <w:keepLines/>
      <w:jc w:val="center"/>
    </w:pPr>
  </w:style>
  <w:style w:type="paragraph" w:customStyle="1" w:styleId="Psmeno">
    <w:name w:val="&quot;Písmeno&quot;"/>
    <w:basedOn w:val="Normln"/>
    <w:next w:val="Normln"/>
    <w:rsid w:val="00130F25"/>
    <w:pPr>
      <w:keepNext/>
      <w:keepLines/>
      <w:ind w:left="425" w:hanging="425"/>
    </w:pPr>
  </w:style>
  <w:style w:type="paragraph" w:customStyle="1" w:styleId="Oznaenpozmn">
    <w:name w:val="Označení pozm.n."/>
    <w:basedOn w:val="Normln"/>
    <w:next w:val="Normln"/>
    <w:rsid w:val="00130F25"/>
    <w:pPr>
      <w:numPr>
        <w:numId w:val="2"/>
      </w:numPr>
      <w:spacing w:after="120"/>
    </w:pPr>
    <w:rPr>
      <w:b/>
    </w:rPr>
  </w:style>
  <w:style w:type="paragraph" w:customStyle="1" w:styleId="Textpozmn">
    <w:name w:val="Text pozm.n."/>
    <w:basedOn w:val="Normln"/>
    <w:next w:val="Normln"/>
    <w:rsid w:val="00130F25"/>
    <w:pPr>
      <w:numPr>
        <w:numId w:val="3"/>
      </w:numPr>
      <w:tabs>
        <w:tab w:val="clear" w:pos="425"/>
        <w:tab w:val="left" w:pos="851"/>
      </w:tabs>
      <w:spacing w:after="120"/>
      <w:ind w:left="850"/>
    </w:pPr>
  </w:style>
  <w:style w:type="paragraph" w:customStyle="1" w:styleId="Novelizanbod">
    <w:name w:val="Novelizační bod"/>
    <w:basedOn w:val="Normln"/>
    <w:next w:val="Normln"/>
    <w:rsid w:val="00130F25"/>
    <w:pPr>
      <w:keepNext/>
      <w:keepLines/>
      <w:numPr>
        <w:numId w:val="4"/>
      </w:numPr>
      <w:tabs>
        <w:tab w:val="left" w:pos="851"/>
      </w:tabs>
      <w:spacing w:before="480" w:after="120"/>
    </w:pPr>
  </w:style>
  <w:style w:type="paragraph" w:customStyle="1" w:styleId="Novelizanbodvpozmn">
    <w:name w:val="Novelizační bod v pozm.n."/>
    <w:basedOn w:val="Normln"/>
    <w:next w:val="Normln"/>
    <w:rsid w:val="00130F2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130F25"/>
    <w:pPr>
      <w:keepNext/>
      <w:keepLines/>
      <w:spacing w:after="120"/>
      <w:jc w:val="center"/>
    </w:pPr>
    <w:rPr>
      <w:b/>
      <w:sz w:val="32"/>
    </w:rPr>
  </w:style>
  <w:style w:type="paragraph" w:customStyle="1" w:styleId="Textbodu">
    <w:name w:val="Text bodu"/>
    <w:basedOn w:val="Normln"/>
    <w:rsid w:val="00130F25"/>
    <w:pPr>
      <w:numPr>
        <w:ilvl w:val="2"/>
        <w:numId w:val="5"/>
      </w:numPr>
      <w:outlineLvl w:val="8"/>
    </w:pPr>
  </w:style>
  <w:style w:type="paragraph" w:customStyle="1" w:styleId="Textpsmene">
    <w:name w:val="Text písmene"/>
    <w:basedOn w:val="Normln"/>
    <w:rsid w:val="00130F25"/>
    <w:pPr>
      <w:numPr>
        <w:ilvl w:val="1"/>
        <w:numId w:val="5"/>
      </w:numPr>
      <w:outlineLvl w:val="7"/>
    </w:pPr>
  </w:style>
  <w:style w:type="character" w:customStyle="1" w:styleId="Odkaznapoznpodarou">
    <w:name w:val="Odkaz na pozn. pod čarou"/>
    <w:rsid w:val="00130F25"/>
    <w:rPr>
      <w:vertAlign w:val="superscript"/>
    </w:rPr>
  </w:style>
  <w:style w:type="paragraph" w:styleId="Bezmezer">
    <w:name w:val="No Spacing"/>
    <w:uiPriority w:val="1"/>
    <w:qFormat/>
    <w:rsid w:val="00A31EE8"/>
    <w:pPr>
      <w:jc w:val="both"/>
    </w:pPr>
    <w:rPr>
      <w:rFonts w:ascii="Arial" w:hAnsi="Arial"/>
      <w:noProof/>
      <w:color w:val="000000"/>
      <w:sz w:val="22"/>
      <w:szCs w:val="24"/>
    </w:rPr>
  </w:style>
  <w:style w:type="paragraph" w:customStyle="1" w:styleId="Textodstavce">
    <w:name w:val="Text odstavce"/>
    <w:basedOn w:val="Normln"/>
    <w:rsid w:val="00130F25"/>
    <w:pPr>
      <w:numPr>
        <w:numId w:val="5"/>
      </w:numPr>
      <w:tabs>
        <w:tab w:val="left" w:pos="851"/>
      </w:tabs>
      <w:spacing w:before="120" w:after="120"/>
      <w:outlineLvl w:val="6"/>
    </w:pPr>
  </w:style>
  <w:style w:type="paragraph" w:customStyle="1" w:styleId="Textbodunovely">
    <w:name w:val="Text bodu novely"/>
    <w:basedOn w:val="Normln"/>
    <w:next w:val="Normln"/>
    <w:rsid w:val="00130F25"/>
    <w:pPr>
      <w:ind w:left="567" w:hanging="567"/>
    </w:pPr>
  </w:style>
  <w:style w:type="character" w:styleId="slostrnky">
    <w:name w:val="page number"/>
    <w:basedOn w:val="Standardnpsmoodstavce"/>
    <w:semiHidden/>
    <w:rsid w:val="00130F25"/>
  </w:style>
  <w:style w:type="paragraph" w:styleId="Zpat">
    <w:name w:val="footer"/>
    <w:basedOn w:val="Normln"/>
    <w:semiHidden/>
    <w:rsid w:val="00130F25"/>
    <w:pPr>
      <w:tabs>
        <w:tab w:val="center" w:pos="4536"/>
        <w:tab w:val="right" w:pos="9072"/>
      </w:tabs>
    </w:pPr>
  </w:style>
  <w:style w:type="paragraph" w:styleId="Textpoznpodarou">
    <w:name w:val="footnote text"/>
    <w:basedOn w:val="Normln"/>
    <w:semiHidden/>
    <w:rsid w:val="00130F25"/>
    <w:pPr>
      <w:tabs>
        <w:tab w:val="left" w:pos="425"/>
      </w:tabs>
      <w:ind w:left="425" w:hanging="425"/>
    </w:pPr>
    <w:rPr>
      <w:sz w:val="20"/>
    </w:rPr>
  </w:style>
  <w:style w:type="character" w:styleId="Znakapoznpodarou">
    <w:name w:val="footnote reference"/>
    <w:semiHidden/>
    <w:rsid w:val="00130F25"/>
    <w:rPr>
      <w:vertAlign w:val="superscript"/>
    </w:rPr>
  </w:style>
  <w:style w:type="paragraph" w:styleId="Titulek">
    <w:name w:val="caption"/>
    <w:basedOn w:val="Normln"/>
    <w:next w:val="Normln"/>
    <w:qFormat/>
    <w:rsid w:val="00130F25"/>
    <w:pPr>
      <w:spacing w:before="120" w:after="120"/>
    </w:pPr>
    <w:rPr>
      <w:b/>
    </w:rPr>
  </w:style>
  <w:style w:type="paragraph" w:customStyle="1" w:styleId="Nvrh">
    <w:name w:val="Návrh"/>
    <w:basedOn w:val="Normln"/>
    <w:next w:val="ZKON"/>
    <w:rsid w:val="00130F25"/>
    <w:pPr>
      <w:keepNext/>
      <w:keepLines/>
      <w:spacing w:after="240"/>
      <w:jc w:val="center"/>
      <w:outlineLvl w:val="0"/>
    </w:pPr>
    <w:rPr>
      <w:spacing w:val="40"/>
    </w:rPr>
  </w:style>
  <w:style w:type="paragraph" w:customStyle="1" w:styleId="Podpis">
    <w:name w:val="Podpis_"/>
    <w:basedOn w:val="Normln"/>
    <w:next w:val="funkce"/>
    <w:rsid w:val="00130F25"/>
    <w:pPr>
      <w:keepNext/>
      <w:keepLines/>
      <w:spacing w:before="720"/>
      <w:jc w:val="center"/>
    </w:pPr>
  </w:style>
  <w:style w:type="character" w:customStyle="1" w:styleId="normln0">
    <w:name w:val="normln"/>
    <w:rsid w:val="00A31EE8"/>
    <w:rPr>
      <w:sz w:val="24"/>
      <w:szCs w:val="24"/>
    </w:rPr>
  </w:style>
  <w:style w:type="paragraph" w:customStyle="1" w:styleId="VARIANTA">
    <w:name w:val="VARIANTA"/>
    <w:basedOn w:val="Normln"/>
    <w:next w:val="Normln"/>
    <w:rsid w:val="00130F25"/>
    <w:pPr>
      <w:keepNext/>
      <w:spacing w:before="120" w:after="120"/>
    </w:pPr>
    <w:rPr>
      <w:caps/>
      <w:spacing w:val="60"/>
    </w:rPr>
  </w:style>
  <w:style w:type="paragraph" w:customStyle="1" w:styleId="VARIANTA-konec">
    <w:name w:val="VARIANTA - konec"/>
    <w:basedOn w:val="Normln"/>
    <w:next w:val="Normln"/>
    <w:rsid w:val="00130F25"/>
    <w:rPr>
      <w:caps/>
      <w:spacing w:val="60"/>
    </w:rPr>
  </w:style>
  <w:style w:type="paragraph" w:customStyle="1" w:styleId="Nadpisparagrafu">
    <w:name w:val="Nadpis paragrafu"/>
    <w:basedOn w:val="Paragraf"/>
    <w:next w:val="Textodstavce"/>
    <w:rsid w:val="00130F25"/>
    <w:rPr>
      <w:b/>
    </w:rPr>
  </w:style>
  <w:style w:type="paragraph" w:customStyle="1" w:styleId="Nadpislnku">
    <w:name w:val="Nadpis článku"/>
    <w:basedOn w:val="lnek"/>
    <w:next w:val="Textodstavce"/>
    <w:rsid w:val="00130F25"/>
    <w:rPr>
      <w:b/>
    </w:rPr>
  </w:style>
  <w:style w:type="paragraph" w:customStyle="1" w:styleId="normln1">
    <w:name w:val="normln1"/>
    <w:basedOn w:val="Normln"/>
    <w:rsid w:val="00A31EE8"/>
    <w:pPr>
      <w:spacing w:after="20"/>
      <w:jc w:val="left"/>
    </w:pPr>
  </w:style>
  <w:style w:type="character" w:customStyle="1" w:styleId="Nadpis4Char">
    <w:name w:val="Nadpis 4 Char"/>
    <w:basedOn w:val="Standardnpsmoodstavce"/>
    <w:link w:val="Nadpis4"/>
    <w:uiPriority w:val="9"/>
    <w:semiHidden/>
    <w:rsid w:val="003713F0"/>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3713F0"/>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3713F0"/>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3713F0"/>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3713F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713F0"/>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513BB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3B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64</TotalTime>
  <Pages>9</Pages>
  <Words>3122</Words>
  <Characters>15502</Characters>
  <Application>Microsoft Office Word</Application>
  <DocSecurity>0</DocSecurity>
  <Lines>129</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11</cp:revision>
  <cp:lastPrinted>2021-07-28T13:50:00Z</cp:lastPrinted>
  <dcterms:created xsi:type="dcterms:W3CDTF">2021-07-28T08:46:00Z</dcterms:created>
  <dcterms:modified xsi:type="dcterms:W3CDTF">2021-07-29T08:21:00Z</dcterms:modified>
  <cp:category/>
</cp:coreProperties>
</file>