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0D" w:rsidRDefault="00821C0D" w:rsidP="00821C0D">
      <w:pPr>
        <w:pStyle w:val="ZKON"/>
      </w:pPr>
      <w:r>
        <w:t>ZÁKON</w:t>
      </w:r>
    </w:p>
    <w:p w:rsidR="00821C0D" w:rsidRPr="00E30099" w:rsidRDefault="00821C0D" w:rsidP="00821C0D">
      <w:pPr>
        <w:pStyle w:val="nadpiszkona"/>
        <w:rPr>
          <w:b w:val="0"/>
        </w:rPr>
      </w:pPr>
      <w:r w:rsidRPr="00E30099">
        <w:rPr>
          <w:b w:val="0"/>
        </w:rPr>
        <w:t>ze dne ……………2021,</w:t>
      </w:r>
    </w:p>
    <w:p w:rsidR="00FF19BB" w:rsidRDefault="00FF19BB" w:rsidP="00821C0D">
      <w:pPr>
        <w:pStyle w:val="nadpiszkona"/>
      </w:pPr>
      <w:r>
        <w:t>kterým se mění některé zákony v souvislosti s přijetím zákona o elektronizaci zdravotnictví</w:t>
      </w:r>
    </w:p>
    <w:p w:rsidR="00FF19BB" w:rsidRDefault="00821C0D" w:rsidP="00821C0D">
      <w:pPr>
        <w:pStyle w:val="Parlament"/>
      </w:pPr>
      <w:r>
        <w:t>Parlament se usnesl na tomto zákoně České republiky:</w:t>
      </w:r>
    </w:p>
    <w:p w:rsidR="00FF19BB" w:rsidRDefault="00821C0D" w:rsidP="00821C0D">
      <w:pPr>
        <w:pStyle w:val="ST"/>
      </w:pPr>
      <w:r>
        <w:t xml:space="preserve">ČÁST </w:t>
      </w:r>
      <w:r w:rsidR="00FF19BB">
        <w:t>PRVNÍ</w:t>
      </w:r>
    </w:p>
    <w:p w:rsidR="00FF19BB" w:rsidRDefault="00FF19BB" w:rsidP="00821C0D">
      <w:pPr>
        <w:pStyle w:val="NADPISSTI"/>
      </w:pPr>
      <w:r>
        <w:t>Změna zákona o zřízení ministerstev a jiných ústředních orgánů státní správy České republiky</w:t>
      </w:r>
    </w:p>
    <w:p w:rsidR="00FF19BB" w:rsidRDefault="00821C0D" w:rsidP="00821C0D">
      <w:pPr>
        <w:pStyle w:val="lnek"/>
      </w:pPr>
      <w:r>
        <w:t xml:space="preserve">Čl. </w:t>
      </w:r>
      <w:r w:rsidR="00FF19BB">
        <w:t>I</w:t>
      </w:r>
    </w:p>
    <w:p w:rsidR="00FF19BB" w:rsidRDefault="00FF19BB" w:rsidP="00821C0D">
      <w:pPr>
        <w:pStyle w:val="Textlnku"/>
      </w:pPr>
      <w:r>
        <w:t xml:space="preserve">V § 10 odst. 1 zákona č. 2/1969 Sb., o zřízení ministerstev a jiných ústředních orgánů státní správy České republiky, ve znění </w:t>
      </w:r>
      <w:r w:rsidR="005977AE">
        <w:t xml:space="preserve">zákona č. 93/1990 Sb., zákona č. 575/1990 Sb., </w:t>
      </w:r>
      <w:r>
        <w:t xml:space="preserve">zákona </w:t>
      </w:r>
      <w:r w:rsidR="005977AE">
        <w:br/>
      </w:r>
      <w:r>
        <w:t xml:space="preserve">č. 474/1992 Sb., zákona č. 272/1996 Sb., zákona č. 362/2004 Sb., zákona č. 297/2008 Sb. </w:t>
      </w:r>
      <w:r w:rsidR="005977AE">
        <w:br/>
      </w:r>
      <w:r>
        <w:t xml:space="preserve">a zákona č. 375/2011 Sb., se slova „a zdravotnický informační systém,“ nahrazují </w:t>
      </w:r>
      <w:proofErr w:type="gramStart"/>
      <w:r>
        <w:t xml:space="preserve">slovy </w:t>
      </w:r>
      <w:r w:rsidR="005977AE">
        <w:br/>
      </w:r>
      <w:r>
        <w:t>„</w:t>
      </w:r>
      <w:r w:rsidR="00E30099">
        <w:t xml:space="preserve"> </w:t>
      </w:r>
      <w:r>
        <w:t>, zdravotnický</w:t>
      </w:r>
      <w:proofErr w:type="gramEnd"/>
      <w:r>
        <w:t xml:space="preserve"> informační systém a elektronické zdravotnictví,“.</w:t>
      </w:r>
    </w:p>
    <w:p w:rsidR="00FF19BB" w:rsidRDefault="00821C0D" w:rsidP="00821C0D">
      <w:pPr>
        <w:pStyle w:val="ST"/>
      </w:pPr>
      <w:r>
        <w:t xml:space="preserve">ČÁST </w:t>
      </w:r>
      <w:r w:rsidR="00FF19BB">
        <w:t>DRUHÁ</w:t>
      </w:r>
    </w:p>
    <w:p w:rsidR="00FF19BB" w:rsidRDefault="00FF19BB" w:rsidP="00821C0D">
      <w:pPr>
        <w:pStyle w:val="NADPISSTI"/>
      </w:pPr>
      <w:r>
        <w:t>Změna zákona o archivnictví a spisové službě</w:t>
      </w:r>
    </w:p>
    <w:p w:rsidR="00FF19BB" w:rsidRDefault="00821C0D" w:rsidP="00821C0D">
      <w:pPr>
        <w:pStyle w:val="lnek"/>
      </w:pPr>
      <w:r>
        <w:t xml:space="preserve">Čl. </w:t>
      </w:r>
      <w:r w:rsidR="00FF19BB">
        <w:t>II</w:t>
      </w:r>
    </w:p>
    <w:p w:rsidR="00FF19BB" w:rsidRDefault="00FF19BB" w:rsidP="00821C0D">
      <w:pPr>
        <w:pStyle w:val="Textlnku"/>
      </w:pPr>
      <w:r>
        <w:t>Zákon č. 499/2004 Sb., o archivnictví a spisové službě a o změně některých zákonů, ve znění zákona č. 413/2005 Sb., zákona č. 444/2005 Sb., zákona č. 112/2006 Sb., zákona č. 181/2007 Sb., zákona č. 296/2007 Sb., zákona č. 32/2008 Sb., zákona č. 190/2009 Sb., zákona č. 227/2009 Sb., zákona č. 424/2010 Sb., zákona č. 89/2012 Sb., zákona č. 167/2012 Sb., zákona č. 303/2013 Sb., zákona č. 56/2014 Sb., zákona č. 250/2014 Sb., zákona č. 298/2016 Sb., zákona č. 183/2017 Sb., zákona č. 205/2017 Sb., záko</w:t>
      </w:r>
      <w:r w:rsidR="005977AE">
        <w:t>na č. 111/2019 Sb. a zákona č. 261</w:t>
      </w:r>
      <w:r>
        <w:t>/2021 Sb., se mění takto:</w:t>
      </w:r>
    </w:p>
    <w:p w:rsidR="00FF19BB" w:rsidRDefault="00FF19BB" w:rsidP="00821C0D">
      <w:pPr>
        <w:pStyle w:val="Novelizanbod"/>
        <w:rPr>
          <w:rFonts w:eastAsia="Calibri"/>
        </w:rPr>
      </w:pPr>
      <w:r>
        <w:t>V § 3 se doplňuje odstavec 7, který včetně poznámky pod čarou č. 39 zní:</w:t>
      </w:r>
    </w:p>
    <w:p w:rsidR="00FF19BB" w:rsidRDefault="00FF19BB" w:rsidP="00821C0D">
      <w:pPr>
        <w:pStyle w:val="Textlnku"/>
      </w:pPr>
      <w:r>
        <w:t>„(7) Povinnost uchovávat dokumenty a umožnit výběr archiválií pro poskytovatele zdravotních služeb, kteří jsou veřejnoprávními nebo soukromoprávními původci, v případě zdravotnické dokumentace stanoví jiné právní předpisy upravující vedení a uchovávání zdravotnické dokumentace</w:t>
      </w:r>
      <w:r>
        <w:rPr>
          <w:vertAlign w:val="superscript"/>
        </w:rPr>
        <w:t>39)</w:t>
      </w:r>
      <w:r>
        <w:t>.</w:t>
      </w:r>
      <w:r>
        <w:rPr>
          <w:i/>
          <w:iCs/>
        </w:rPr>
        <w:t xml:space="preserve"> </w:t>
      </w:r>
    </w:p>
    <w:p w:rsidR="00FF19BB" w:rsidRDefault="00FF19BB" w:rsidP="00F63874">
      <w:pPr>
        <w:ind w:left="357" w:hanging="357"/>
      </w:pPr>
      <w:r>
        <w:t>________________________</w:t>
      </w:r>
    </w:p>
    <w:p w:rsidR="00FF19BB" w:rsidRDefault="00FF19BB" w:rsidP="00F63874">
      <w:pPr>
        <w:pStyle w:val="Textpoznpodarou"/>
        <w:tabs>
          <w:tab w:val="clear" w:pos="425"/>
        </w:tabs>
        <w:ind w:left="284" w:hanging="284"/>
        <w:rPr>
          <w:b/>
          <w:bCs/>
          <w:sz w:val="24"/>
        </w:rPr>
      </w:pPr>
      <w:r>
        <w:rPr>
          <w:sz w:val="24"/>
          <w:vertAlign w:val="superscript"/>
        </w:rPr>
        <w:t xml:space="preserve">39) </w:t>
      </w:r>
      <w:r>
        <w:rPr>
          <w:sz w:val="24"/>
        </w:rPr>
        <w:t>Zákon č. 372/2011 Sb., o zdravotních službách a podmínkách jejich poskytování (zákon o zdravotních službách), ve znění pozdějších předpisů.</w:t>
      </w:r>
      <w:r>
        <w:rPr>
          <w:b/>
          <w:bCs/>
          <w:sz w:val="24"/>
        </w:rPr>
        <w:t xml:space="preserve"> </w:t>
      </w:r>
    </w:p>
    <w:p w:rsidR="00FF19BB" w:rsidRDefault="00E30099" w:rsidP="00F63874">
      <w:pPr>
        <w:pStyle w:val="Textpoznpodarou"/>
        <w:tabs>
          <w:tab w:val="clear" w:pos="425"/>
        </w:tabs>
        <w:ind w:left="284" w:hanging="284"/>
        <w:rPr>
          <w:bCs/>
          <w:sz w:val="24"/>
        </w:rPr>
      </w:pPr>
      <w:r>
        <w:rPr>
          <w:bCs/>
          <w:sz w:val="24"/>
        </w:rPr>
        <w:tab/>
      </w:r>
      <w:r w:rsidR="00FF19BB">
        <w:rPr>
          <w:bCs/>
          <w:sz w:val="24"/>
        </w:rPr>
        <w:t>Vyhláška č. 98/2012 Sb., o zdravotnické dokumentaci, ve znění pozdějších předpisů.</w:t>
      </w:r>
      <w:r w:rsidR="00FF19BB">
        <w:rPr>
          <w:sz w:val="24"/>
        </w:rPr>
        <w:t>“.</w:t>
      </w:r>
    </w:p>
    <w:p w:rsidR="00FF19BB" w:rsidRDefault="00FF19BB" w:rsidP="00AF6034">
      <w:pPr>
        <w:pStyle w:val="Novelizanbod"/>
        <w:keepNext w:val="0"/>
        <w:rPr>
          <w:rFonts w:eastAsia="Calibri"/>
        </w:rPr>
      </w:pPr>
      <w:r>
        <w:lastRenderedPageBreak/>
        <w:t>V § 63 odst. 1 se na konci písmene a) doplňují slova „s výjimkou poskytovatelů zdravotních služeb, jde-li o vedení zdravotnické dokumentace</w:t>
      </w:r>
      <w:r>
        <w:rPr>
          <w:vertAlign w:val="superscript"/>
        </w:rPr>
        <w:t>39)</w:t>
      </w:r>
      <w:r>
        <w:t>,“.</w:t>
      </w:r>
    </w:p>
    <w:p w:rsidR="00FF19BB" w:rsidRDefault="00821C0D" w:rsidP="00821C0D">
      <w:pPr>
        <w:pStyle w:val="ST"/>
      </w:pPr>
      <w:bookmarkStart w:id="0" w:name="_Hlk60662155"/>
      <w:bookmarkStart w:id="1" w:name="_Hlk61422571"/>
      <w:r>
        <w:t xml:space="preserve">ČÁST </w:t>
      </w:r>
      <w:r w:rsidR="00FF19BB">
        <w:t>TŘETÍ</w:t>
      </w:r>
    </w:p>
    <w:p w:rsidR="00FF19BB" w:rsidRDefault="00FF19BB" w:rsidP="00821C0D">
      <w:pPr>
        <w:pStyle w:val="NADPISSTI"/>
      </w:pPr>
      <w:r>
        <w:t>Změna zákona o nemocenském pojištění</w:t>
      </w:r>
    </w:p>
    <w:p w:rsidR="00FF19BB" w:rsidRDefault="00821C0D" w:rsidP="00821C0D">
      <w:pPr>
        <w:pStyle w:val="lnek"/>
      </w:pPr>
      <w:r>
        <w:t xml:space="preserve">Čl. </w:t>
      </w:r>
      <w:r w:rsidR="00FF19BB">
        <w:t>III</w:t>
      </w:r>
    </w:p>
    <w:p w:rsidR="00FF19BB" w:rsidRDefault="00FF19BB" w:rsidP="00821C0D">
      <w:pPr>
        <w:pStyle w:val="Textlnku"/>
      </w:pPr>
      <w:r>
        <w:t>V § 117 zákona č. 187/2006 Sb., o nemocenském pojištění, ve znění zákona č. 73/2011 Sb., zákona č. 375/2011 Sb., zákona č. 470/2011 Sb., zákona č. 259/2017 Sb. a zákona č. 164/2019 Sb., odstavec 7 zní:</w:t>
      </w:r>
    </w:p>
    <w:p w:rsidR="00FF19BB" w:rsidRDefault="00FF19BB" w:rsidP="00821C0D">
      <w:pPr>
        <w:pStyle w:val="Textlnku"/>
      </w:pPr>
      <w:r>
        <w:t>„(7) Za účelem ověřování identity ošetřujícího lékaře jsou Česká správa sociálního zabezpečení a služební orgány oprávněny využívat resortní systémové přístupové certifikáty poskytovatelů zdravotních služeb vydávané Ministerstvem zdravotnictví podle zákona o elektronizaci zdravotnictví. Ministerstvo zdravotnictví za tímto účelem poskytuje orgánům uvedeným ve větě první potřebné údaje.“.</w:t>
      </w:r>
    </w:p>
    <w:p w:rsidR="00FF19BB" w:rsidRDefault="00821C0D" w:rsidP="00821C0D">
      <w:pPr>
        <w:pStyle w:val="lnek"/>
      </w:pPr>
      <w:r>
        <w:t xml:space="preserve">Čl. </w:t>
      </w:r>
      <w:r w:rsidR="00FF19BB">
        <w:t>IV</w:t>
      </w:r>
    </w:p>
    <w:p w:rsidR="00FF19BB" w:rsidRDefault="00FF19BB" w:rsidP="00821C0D">
      <w:pPr>
        <w:pStyle w:val="Nadpislnku"/>
      </w:pPr>
      <w:r>
        <w:t>Přechodné ustanovení</w:t>
      </w:r>
    </w:p>
    <w:p w:rsidR="00FF19BB" w:rsidRDefault="00FF19BB" w:rsidP="00821C0D">
      <w:pPr>
        <w:pStyle w:val="Textlnku"/>
        <w:rPr>
          <w:i/>
          <w:iCs/>
        </w:rPr>
      </w:pPr>
      <w:r>
        <w:t>Přístupový certifikát poskytovatele zdravotních služeb vydaný Státním ústavem pro kontrolu léčiv do 31. prosince 2022 lze po tomto datu využívat podle § 117 odst. 7 zákona č. 187/2006 Sb., ve znění účinném přede dnem nabytí účinnosti tohoto zákona, za účelem ověřování identity ošetřujícího lékaře nejdéle po dobu jeho platnosti</w:t>
      </w:r>
      <w:r>
        <w:rPr>
          <w:i/>
          <w:iCs/>
        </w:rPr>
        <w:t>.</w:t>
      </w:r>
    </w:p>
    <w:p w:rsidR="00FF19BB" w:rsidRDefault="00821C0D" w:rsidP="00821C0D">
      <w:pPr>
        <w:pStyle w:val="ST"/>
      </w:pPr>
      <w:bookmarkStart w:id="2" w:name="_Hlk60758615"/>
      <w:r>
        <w:t xml:space="preserve">ČÁST </w:t>
      </w:r>
      <w:r w:rsidR="00FF19BB">
        <w:t>ČTVRTÁ</w:t>
      </w:r>
    </w:p>
    <w:p w:rsidR="00FF19BB" w:rsidRDefault="00FF19BB" w:rsidP="00821C0D">
      <w:pPr>
        <w:pStyle w:val="NADPISSTI"/>
      </w:pPr>
      <w:r>
        <w:t>Změna zákona o léčivech</w:t>
      </w:r>
    </w:p>
    <w:p w:rsidR="00FF19BB" w:rsidRDefault="00821C0D" w:rsidP="00821C0D">
      <w:pPr>
        <w:pStyle w:val="lnek"/>
      </w:pPr>
      <w:r>
        <w:t xml:space="preserve">Čl. </w:t>
      </w:r>
      <w:r w:rsidR="00FF19BB">
        <w:t>V</w:t>
      </w:r>
    </w:p>
    <w:p w:rsidR="00FF19BB" w:rsidRPr="00E30099" w:rsidRDefault="00FF19BB" w:rsidP="00821C0D">
      <w:pPr>
        <w:pStyle w:val="Textlnku"/>
      </w:pPr>
      <w:r w:rsidRPr="00E30099">
        <w:t>Zákon č. 378/2007 Sb., o léčivech a o změnách některých souvisejících zákonů (zákon o léčivech), ve znění zákona č.</w:t>
      </w:r>
      <w:hyperlink r:id="rId7" w:history="1">
        <w:r w:rsidRPr="00E30099">
          <w:rPr>
            <w:rStyle w:val="Hypertextovodkaz"/>
            <w:color w:val="auto"/>
            <w:u w:val="none"/>
          </w:rPr>
          <w:t>124/2008 Sb.</w:t>
        </w:r>
      </w:hyperlink>
      <w:r w:rsidRPr="00E30099">
        <w:t xml:space="preserve">, zákona č. </w:t>
      </w:r>
      <w:hyperlink r:id="rId8" w:history="1">
        <w:r w:rsidRPr="00E30099">
          <w:rPr>
            <w:rStyle w:val="Hypertextovodkaz"/>
            <w:color w:val="auto"/>
            <w:u w:val="none"/>
          </w:rPr>
          <w:t>296/2008 Sb.</w:t>
        </w:r>
      </w:hyperlink>
      <w:r w:rsidRPr="00E30099">
        <w:t>, zákona č.</w:t>
      </w:r>
      <w:hyperlink r:id="rId9" w:history="1">
        <w:r w:rsidRPr="00E30099">
          <w:rPr>
            <w:rStyle w:val="Hypertextovodkaz"/>
            <w:color w:val="auto"/>
            <w:u w:val="none"/>
          </w:rPr>
          <w:t>141/2009 Sb.</w:t>
        </w:r>
      </w:hyperlink>
      <w:r w:rsidRPr="00E30099">
        <w:t xml:space="preserve">, zákona č. </w:t>
      </w:r>
      <w:hyperlink r:id="rId10" w:history="1">
        <w:r w:rsidRPr="00E30099">
          <w:rPr>
            <w:rStyle w:val="Hypertextovodkaz"/>
            <w:color w:val="auto"/>
            <w:u w:val="none"/>
          </w:rPr>
          <w:t>281/2009 Sb.</w:t>
        </w:r>
      </w:hyperlink>
      <w:r w:rsidRPr="00E30099">
        <w:t xml:space="preserve">, zákona č. </w:t>
      </w:r>
      <w:hyperlink r:id="rId11" w:history="1">
        <w:r w:rsidRPr="00E30099">
          <w:rPr>
            <w:rStyle w:val="Hypertextovodkaz"/>
            <w:color w:val="auto"/>
            <w:u w:val="none"/>
          </w:rPr>
          <w:t>291/2009 Sb.</w:t>
        </w:r>
      </w:hyperlink>
      <w:r w:rsidRPr="00E30099">
        <w:t>, zákona č.</w:t>
      </w:r>
      <w:hyperlink r:id="rId12" w:history="1">
        <w:r w:rsidRPr="00E30099">
          <w:rPr>
            <w:rStyle w:val="Hypertextovodkaz"/>
            <w:color w:val="auto"/>
            <w:u w:val="none"/>
          </w:rPr>
          <w:t>75/2011 Sb.</w:t>
        </w:r>
      </w:hyperlink>
      <w:r w:rsidRPr="00E30099">
        <w:t xml:space="preserve">, zákona č. </w:t>
      </w:r>
      <w:hyperlink r:id="rId13" w:history="1">
        <w:r w:rsidRPr="00E30099">
          <w:rPr>
            <w:rStyle w:val="Hypertextovodkaz"/>
            <w:color w:val="auto"/>
            <w:u w:val="none"/>
          </w:rPr>
          <w:t>375/2011 Sb.</w:t>
        </w:r>
      </w:hyperlink>
      <w:r w:rsidRPr="00E30099">
        <w:t xml:space="preserve">, zákona č. </w:t>
      </w:r>
      <w:hyperlink r:id="rId14" w:history="1">
        <w:r w:rsidRPr="00E30099">
          <w:rPr>
            <w:rStyle w:val="Hypertextovodkaz"/>
            <w:color w:val="auto"/>
            <w:u w:val="none"/>
          </w:rPr>
          <w:t>50/2013 Sb.</w:t>
        </w:r>
      </w:hyperlink>
      <w:r w:rsidRPr="00E30099">
        <w:t xml:space="preserve">, zákona č. </w:t>
      </w:r>
      <w:hyperlink r:id="rId15" w:history="1">
        <w:r w:rsidRPr="00E30099">
          <w:rPr>
            <w:rStyle w:val="Hypertextovodkaz"/>
            <w:color w:val="auto"/>
            <w:u w:val="none"/>
          </w:rPr>
          <w:t>70/2013 Sb.</w:t>
        </w:r>
      </w:hyperlink>
      <w:r w:rsidRPr="00E30099">
        <w:t xml:space="preserve">, zákona č. </w:t>
      </w:r>
      <w:hyperlink r:id="rId16" w:history="1">
        <w:r w:rsidRPr="00E30099">
          <w:rPr>
            <w:rStyle w:val="Hypertextovodkaz"/>
            <w:color w:val="auto"/>
            <w:u w:val="none"/>
          </w:rPr>
          <w:t>250/2014 Sb.</w:t>
        </w:r>
      </w:hyperlink>
      <w:r w:rsidRPr="00E30099">
        <w:t>, zákona č. </w:t>
      </w:r>
      <w:hyperlink r:id="rId17" w:history="1">
        <w:r w:rsidRPr="00E30099">
          <w:rPr>
            <w:rStyle w:val="Hypertextovodkaz"/>
            <w:color w:val="auto"/>
            <w:u w:val="none"/>
          </w:rPr>
          <w:t>80/2015 Sb.</w:t>
        </w:r>
      </w:hyperlink>
      <w:r w:rsidRPr="00E30099">
        <w:t xml:space="preserve">, zákona č. </w:t>
      </w:r>
      <w:hyperlink r:id="rId18" w:history="1">
        <w:r w:rsidRPr="00E30099">
          <w:rPr>
            <w:rStyle w:val="Hypertextovodkaz"/>
            <w:color w:val="auto"/>
            <w:u w:val="none"/>
          </w:rPr>
          <w:t>243/2016 Sb.</w:t>
        </w:r>
      </w:hyperlink>
      <w:r w:rsidRPr="00E30099">
        <w:t>, zákona č.</w:t>
      </w:r>
      <w:hyperlink r:id="rId19" w:history="1">
        <w:r w:rsidRPr="00E30099">
          <w:rPr>
            <w:rStyle w:val="Hypertextovodkaz"/>
            <w:color w:val="auto"/>
            <w:u w:val="none"/>
          </w:rPr>
          <w:t>65/2017 Sb.</w:t>
        </w:r>
      </w:hyperlink>
      <w:r w:rsidRPr="00E30099">
        <w:t xml:space="preserve"> zákona č.</w:t>
      </w:r>
      <w:hyperlink r:id="rId20" w:history="1">
        <w:r w:rsidRPr="00E30099">
          <w:rPr>
            <w:rStyle w:val="Hypertextovodkaz"/>
            <w:color w:val="auto"/>
            <w:u w:val="none"/>
          </w:rPr>
          <w:t>66/2017 Sb.</w:t>
        </w:r>
      </w:hyperlink>
      <w:r w:rsidRPr="00E30099">
        <w:t>, zákona č.</w:t>
      </w:r>
      <w:hyperlink r:id="rId21" w:history="1">
        <w:r w:rsidRPr="00E30099">
          <w:rPr>
            <w:rStyle w:val="Hypertextovodkaz"/>
            <w:color w:val="auto"/>
            <w:u w:val="none"/>
          </w:rPr>
          <w:t>183/2017 Sb.</w:t>
        </w:r>
      </w:hyperlink>
      <w:r w:rsidRPr="00E30099">
        <w:t>, zákona č. 251/2017 Sb., zákona č</w:t>
      </w:r>
      <w:r w:rsidR="005977AE">
        <w:t xml:space="preserve">. </w:t>
      </w:r>
      <w:hyperlink r:id="rId22" w:history="1">
        <w:r w:rsidRPr="00E30099">
          <w:rPr>
            <w:rStyle w:val="Hypertextovodkaz"/>
            <w:color w:val="auto"/>
            <w:u w:val="none"/>
          </w:rPr>
          <w:t>36/2018 Sb.</w:t>
        </w:r>
      </w:hyperlink>
      <w:r w:rsidRPr="00E30099">
        <w:t xml:space="preserve">, zákona č. </w:t>
      </w:r>
      <w:hyperlink r:id="rId23" w:history="1">
        <w:r w:rsidRPr="00E30099">
          <w:rPr>
            <w:rStyle w:val="Hypertextovodkaz"/>
            <w:color w:val="auto"/>
            <w:u w:val="none"/>
          </w:rPr>
          <w:t>44/2019 Sb.</w:t>
        </w:r>
      </w:hyperlink>
      <w:r w:rsidRPr="00E30099">
        <w:t xml:space="preserve">, zákona č. </w:t>
      </w:r>
      <w:hyperlink r:id="rId24" w:history="1">
        <w:r w:rsidRPr="00E30099">
          <w:rPr>
            <w:rStyle w:val="Hypertextovodkaz"/>
            <w:color w:val="auto"/>
            <w:u w:val="none"/>
          </w:rPr>
          <w:t>262/2019</w:t>
        </w:r>
        <w:r w:rsidR="001E4922">
          <w:rPr>
            <w:rStyle w:val="Hypertextovodkaz"/>
            <w:color w:val="auto"/>
            <w:u w:val="none"/>
          </w:rPr>
          <w:t>, zákona č. 89/2021</w:t>
        </w:r>
        <w:r w:rsidRPr="00E30099">
          <w:rPr>
            <w:rStyle w:val="Hypertextovodkaz"/>
            <w:color w:val="auto"/>
            <w:u w:val="none"/>
          </w:rPr>
          <w:t xml:space="preserve"> Sb.</w:t>
        </w:r>
      </w:hyperlink>
      <w:r w:rsidRPr="00E30099">
        <w:t xml:space="preserve"> a zákona č. </w:t>
      </w:r>
      <w:r w:rsidR="001E4922">
        <w:t>261</w:t>
      </w:r>
      <w:r w:rsidRPr="00E30099">
        <w:t>/2021 Sb., se mění takto:</w:t>
      </w:r>
    </w:p>
    <w:p w:rsidR="00FF19BB" w:rsidRDefault="00FF19BB" w:rsidP="00E30099">
      <w:pPr>
        <w:pStyle w:val="Novelizanbod"/>
        <w:keepNext w:val="0"/>
        <w:numPr>
          <w:ilvl w:val="0"/>
          <w:numId w:val="16"/>
        </w:numPr>
      </w:pPr>
      <w:r>
        <w:t>V § 13 odst. 4 písm. b) se za slovo „zabezpečení“ vkládají slova „a služebním orgánům nemocenského pojištění“.</w:t>
      </w:r>
    </w:p>
    <w:p w:rsidR="00FF19BB" w:rsidRDefault="00FF19BB" w:rsidP="00E30099">
      <w:pPr>
        <w:pStyle w:val="Novelizanbod"/>
        <w:keepNext w:val="0"/>
      </w:pPr>
      <w:r>
        <w:t>V § 13 se odstavec 4 zrušuje.</w:t>
      </w:r>
    </w:p>
    <w:p w:rsidR="00FF19BB" w:rsidRDefault="00FF19BB" w:rsidP="00E30099">
      <w:pPr>
        <w:pStyle w:val="Novelizanbod"/>
        <w:keepNext w:val="0"/>
      </w:pPr>
      <w:r>
        <w:t>V § 81a odst. 1 větě první se za slova „přístupových údajů a“ vkládají slova „resortního systémového“ a za slova „poskytovatele zdravotních služeb“ se vkládají slova „podle zákona o elektronizaci zdravotnictví“.</w:t>
      </w:r>
    </w:p>
    <w:p w:rsidR="00FF19BB" w:rsidRDefault="00FF19BB" w:rsidP="00AF6034">
      <w:pPr>
        <w:pStyle w:val="Novelizanbod"/>
        <w:keepNext w:val="0"/>
      </w:pPr>
      <w:r>
        <w:t>V § 81a odst. 1 větě poslední se slova „a certifikátů“ zrušují.</w:t>
      </w:r>
    </w:p>
    <w:p w:rsidR="00FF19BB" w:rsidRDefault="00FF19BB" w:rsidP="00821C0D">
      <w:pPr>
        <w:pStyle w:val="Novelizanbod"/>
      </w:pPr>
      <w:r>
        <w:t>V § 81a odst. 6 se slovo „technické“ nahrazuje slovem „provozní“.</w:t>
      </w:r>
    </w:p>
    <w:p w:rsidR="00FF19BB" w:rsidRDefault="00821C0D" w:rsidP="00821C0D">
      <w:pPr>
        <w:pStyle w:val="lnek"/>
      </w:pPr>
      <w:r>
        <w:t xml:space="preserve">Čl. </w:t>
      </w:r>
      <w:r w:rsidR="00FF19BB">
        <w:t>VI</w:t>
      </w:r>
    </w:p>
    <w:p w:rsidR="00FF19BB" w:rsidRDefault="00FF19BB" w:rsidP="00821C0D">
      <w:pPr>
        <w:pStyle w:val="Nadpislnku"/>
      </w:pPr>
      <w:r>
        <w:t>Přechodné ustanovení</w:t>
      </w:r>
    </w:p>
    <w:bookmarkEnd w:id="0"/>
    <w:p w:rsidR="00FF19BB" w:rsidRDefault="00FF19BB" w:rsidP="00821C0D">
      <w:pPr>
        <w:pStyle w:val="Textlnku"/>
      </w:pPr>
      <w:r>
        <w:t xml:space="preserve">Přístupový certifikát poskytovatele zdravotních služeb vydaný Státním ústavem pro kontrolu léčiv podle § 81a odst. 1 zákona č. 378/2007 Sb., ve znění účinném přede dnem nabytí účinnosti tohoto zákona, do 31. prosince 2022, lze po tomto datu používat pro přístup k systému </w:t>
      </w:r>
      <w:proofErr w:type="spellStart"/>
      <w:r>
        <w:t>eRecept</w:t>
      </w:r>
      <w:proofErr w:type="spellEnd"/>
      <w:r>
        <w:t xml:space="preserve"> a jeho součástem nejdéle po dobu jeho platnosti</w:t>
      </w:r>
      <w:r>
        <w:rPr>
          <w:i/>
          <w:iCs/>
        </w:rPr>
        <w:t>.</w:t>
      </w:r>
    </w:p>
    <w:bookmarkEnd w:id="2"/>
    <w:p w:rsidR="00FF19BB" w:rsidRDefault="00821C0D" w:rsidP="00821C0D">
      <w:pPr>
        <w:pStyle w:val="ST"/>
      </w:pPr>
      <w:r>
        <w:t xml:space="preserve">ČÁST </w:t>
      </w:r>
      <w:r w:rsidR="00FF19BB">
        <w:t>PÁTÁ</w:t>
      </w:r>
    </w:p>
    <w:p w:rsidR="00FF19BB" w:rsidRDefault="00FF19BB" w:rsidP="00821C0D">
      <w:pPr>
        <w:pStyle w:val="NADPISSTI"/>
      </w:pPr>
      <w:r>
        <w:t>Změna zákona o zdravotních službách</w:t>
      </w:r>
    </w:p>
    <w:bookmarkEnd w:id="1"/>
    <w:p w:rsidR="00FF19BB" w:rsidRDefault="00821C0D" w:rsidP="00821C0D">
      <w:pPr>
        <w:pStyle w:val="lnek"/>
      </w:pPr>
      <w:r>
        <w:t xml:space="preserve">Čl. </w:t>
      </w:r>
      <w:r w:rsidR="00FF19BB">
        <w:t>VII</w:t>
      </w:r>
    </w:p>
    <w:p w:rsidR="00FF19BB" w:rsidRDefault="00FF19BB" w:rsidP="00821C0D">
      <w:pPr>
        <w:pStyle w:val="Textlnku"/>
      </w:pPr>
      <w:r>
        <w:t>Zákon č. 372/2011 Sb., o zdravotních službách a podmínkách jejich poskytování (zákon o zdravotních službách), ve znění zákona č. 167/2012 Sb., nálezu Ústavního soudu vyhlášeného pod č. 437/2012 Sb., zákona č. 66/2013 Sb., zákona č. 303/2013 Sb., zákona č. 60/2014 Sb., zákona č. 205/2015 Sb., zákona č. 47/2016 Sb., zákona č. 126/2016 Sb., zákona č. 147/2016 Sb., zákona č. 189/2016 Sb., zákona č. 192/2016 Sb., zákona č. 264/2016 Sb., zákona č. 298/2016 Sb., zákona č. 65/2017 Sb., zákona č. 183/2017 Sb., zákona č. 193/2017 Sb., zákona č. 206/2017 Sb., zákona č. 251/2017 Sb., zákona č. 290/2017 Sb., zákona č. 44/2019 Sb., zákona č. 45/2019 Sb., zákona č. 111/2019 Sb., zákona č. 255/2019 Sb., zákona č. 262/2019 Sb., zákona č. 277/2019 Sb., zákona č. 165/2020 Sb. a zákona č. </w:t>
      </w:r>
      <w:r w:rsidR="00D203AC">
        <w:t>261</w:t>
      </w:r>
      <w:r>
        <w:t>/2021 Sb., se mění takto:</w:t>
      </w:r>
    </w:p>
    <w:p w:rsidR="00FF19BB" w:rsidRDefault="00FF19BB" w:rsidP="00E30099">
      <w:pPr>
        <w:pStyle w:val="Novelizanbod"/>
        <w:keepNext w:val="0"/>
        <w:numPr>
          <w:ilvl w:val="0"/>
          <w:numId w:val="17"/>
        </w:numPr>
      </w:pPr>
      <w:r>
        <w:t>V § 19 odst. 4 větě druhé a v § 25 odst. 4 se číslo „15“ nahrazuje slovy „3 pracovních“.</w:t>
      </w:r>
    </w:p>
    <w:p w:rsidR="00FF19BB" w:rsidRDefault="00FF19BB" w:rsidP="00E30099">
      <w:pPr>
        <w:pStyle w:val="Novelizanbod"/>
        <w:keepNext w:val="0"/>
      </w:pPr>
      <w:r>
        <w:t>V § 27 odst. 4 se za text „odst. 4“ vkládá tečka a slova „a provede o vydání osvědčení záznam“ se nahrazují slovy „Příslušný správní orgán vydání osvědčení zaznamená do 3 pracovních dnů ode dne jeho vydání“.</w:t>
      </w:r>
    </w:p>
    <w:p w:rsidR="00FF19BB" w:rsidRDefault="00FF19BB" w:rsidP="00E30099">
      <w:pPr>
        <w:pStyle w:val="Novelizanbod"/>
        <w:keepNext w:val="0"/>
      </w:pPr>
      <w:r>
        <w:t>V § 53 odst. 2 písm. a) se za slova „datum narození,“ vkládají slova „identifikátor pacienta přidělený podle zákona o elektronizaci zdravotnictví (dále jen „identifikátor pacienta“),“.</w:t>
      </w:r>
    </w:p>
    <w:p w:rsidR="00FF19BB" w:rsidRDefault="00FF19BB" w:rsidP="00821C0D">
      <w:pPr>
        <w:pStyle w:val="Novelizanbod"/>
      </w:pPr>
      <w:r>
        <w:t xml:space="preserve">Za § 54 se vkládá nový § 54a, který zní: </w:t>
      </w:r>
    </w:p>
    <w:p w:rsidR="00FF19BB" w:rsidRDefault="00FF19BB" w:rsidP="00821C0D">
      <w:pPr>
        <w:pStyle w:val="Paragraf"/>
      </w:pPr>
      <w:r>
        <w:t>„</w:t>
      </w:r>
      <w:r w:rsidR="00821C0D">
        <w:t>§</w:t>
      </w:r>
      <w:r>
        <w:t xml:space="preserve"> 54a</w:t>
      </w:r>
    </w:p>
    <w:p w:rsidR="00FF19BB" w:rsidRDefault="00FF19BB" w:rsidP="00F63874">
      <w:pPr>
        <w:pStyle w:val="Textlnku"/>
      </w:pPr>
      <w:r>
        <w:t xml:space="preserve">Poskytovatel zdravotnickou dokumentaci vedenou v elektronické podobě nebo její části, popřípadě informace z ní, </w:t>
      </w:r>
      <w:bookmarkStart w:id="3" w:name="_Hlk36634488"/>
      <w:r>
        <w:t xml:space="preserve">které předává v souladu s § 45 odst. 2 písm. f) nebo g), </w:t>
      </w:r>
      <w:bookmarkEnd w:id="3"/>
      <w:r>
        <w:t xml:space="preserve">opatří </w:t>
      </w:r>
    </w:p>
    <w:p w:rsidR="00FF19BB" w:rsidRDefault="00FF19BB" w:rsidP="00821C0D">
      <w:pPr>
        <w:pStyle w:val="Textpsmene"/>
      </w:pPr>
      <w:r>
        <w:t>resortním zaručeným elektronickým časovým razítkem nebo kvalifikovaným časovým razítkem a resortní zaručenou nebo uznávanou elektronickou pečetí poskytovatele, nebo</w:t>
      </w:r>
    </w:p>
    <w:p w:rsidR="00FF19BB" w:rsidRDefault="00FF19BB" w:rsidP="00821C0D">
      <w:pPr>
        <w:pStyle w:val="Textpsmene"/>
      </w:pPr>
      <w:r>
        <w:t>resortním zaručeným elektronickým časovým razítkem nebo kvalifikovaným časovým razítkem a uznávaným nebo resortním elektronickým podpisem zdravotnického pracovníka, který ji vyhotovil, pokud je podpis vytvořen na základě certifikátu obsahující identifikaci poskytovatele zdravotních služeb.“.</w:t>
      </w:r>
    </w:p>
    <w:p w:rsidR="00FF19BB" w:rsidRDefault="00FF19BB" w:rsidP="00821C0D">
      <w:pPr>
        <w:pStyle w:val="Novelizanbod"/>
      </w:pPr>
      <w:r>
        <w:t>§ 56a včetně nadpisu nad označením § 56a zní:</w:t>
      </w:r>
    </w:p>
    <w:p w:rsidR="00FF19BB" w:rsidRDefault="00FF19BB" w:rsidP="00FF19BB">
      <w:pPr>
        <w:pStyle w:val="Odstavecseseznamem"/>
        <w:ind w:left="0" w:firstLine="426"/>
        <w:jc w:val="center"/>
      </w:pPr>
      <w:r>
        <w:t>„</w:t>
      </w:r>
      <w:r>
        <w:rPr>
          <w:b/>
          <w:bCs/>
        </w:rPr>
        <w:t xml:space="preserve">Pacientský souhrn a komunikace prostřednictvím Národního kontaktního místa </w:t>
      </w:r>
    </w:p>
    <w:p w:rsidR="00FF19BB" w:rsidRDefault="00821C0D" w:rsidP="00821C0D">
      <w:pPr>
        <w:pStyle w:val="Paragraf"/>
        <w:rPr>
          <w:strike/>
        </w:rPr>
      </w:pPr>
      <w:bookmarkStart w:id="4" w:name="_Hlk56181446"/>
      <w:r>
        <w:t xml:space="preserve">§ </w:t>
      </w:r>
      <w:r w:rsidR="00FF19BB">
        <w:t>56a</w:t>
      </w:r>
    </w:p>
    <w:p w:rsidR="00FF19BB" w:rsidRDefault="00FF19BB" w:rsidP="00F63874">
      <w:pPr>
        <w:pStyle w:val="Textodstavce"/>
        <w:numPr>
          <w:ilvl w:val="0"/>
          <w:numId w:val="34"/>
        </w:numPr>
      </w:pPr>
      <w:r>
        <w:t>Pacientský souhrn je samostatnou částí zdravotnické dokumentace vedené o pacientovi, ve kterém se zaznamenávají základní údaje vedené ve zdravotnické dokumentaci o zdravotním stavu pacienta a jemu poskytnutých zdravotních službách</w:t>
      </w:r>
      <w:r w:rsidRPr="00F63874">
        <w:rPr>
          <w:rFonts w:ascii="MS Mincho" w:eastAsia="MS Mincho" w:hAnsi="MS Mincho" w:cs="MS Mincho" w:hint="eastAsia"/>
        </w:rPr>
        <w:t>․</w:t>
      </w:r>
      <w:r>
        <w:t xml:space="preserve"> Účelem vedení pacientského souhrnu je poskytnutí základních údajů o zdravotním stavu pacienta v rozsahu vymezeném podle prováděcího právního předpisu podle § 69, a to pro potřeby poskytnutí zdravotních služeb podle odstavce 3. O vedení pacientského souhrnu rozhoduje poskytovatel.</w:t>
      </w:r>
    </w:p>
    <w:p w:rsidR="00FF19BB" w:rsidRDefault="00FF19BB" w:rsidP="00F63874">
      <w:pPr>
        <w:pStyle w:val="Textodstavce"/>
        <w:numPr>
          <w:ilvl w:val="0"/>
          <w:numId w:val="34"/>
        </w:numPr>
      </w:pPr>
      <w:r>
        <w:t>Poskytovatel, který vede pacientský souhrn, zajistí</w:t>
      </w:r>
    </w:p>
    <w:p w:rsidR="00FF19BB" w:rsidRDefault="00FF19BB" w:rsidP="00821C0D">
      <w:pPr>
        <w:pStyle w:val="Textpsmene"/>
      </w:pPr>
      <w:r>
        <w:t>zpracování pacientského souhrnu a jeho vložení do zdravotnické dokumentace vedené o pacientovi, jde-li o</w:t>
      </w:r>
    </w:p>
    <w:p w:rsidR="00FF19BB" w:rsidRDefault="00FF19BB" w:rsidP="00821C0D">
      <w:pPr>
        <w:pStyle w:val="Textbodu"/>
      </w:pPr>
      <w:r>
        <w:t>lůžkovou péči, při příjmu pacienta do lůžkové péče; pacientský souhrn se aktualizuje při ukončení hospitalizace,</w:t>
      </w:r>
    </w:p>
    <w:p w:rsidR="00FF19BB" w:rsidRDefault="00FF19BB" w:rsidP="00821C0D">
      <w:pPr>
        <w:pStyle w:val="Textbodu"/>
      </w:pPr>
      <w:r>
        <w:t>ambulantní péči, při příjmu pacienta do ambulantní péče; pacientský souhrn se aktualizuje při každém dalším poskytnutí zdravotní péče, pokud došlo ke změně základních údajů vedených v pacientském souhrnu,</w:t>
      </w:r>
    </w:p>
    <w:p w:rsidR="00FF19BB" w:rsidRDefault="00FF19BB" w:rsidP="00821C0D">
      <w:pPr>
        <w:pStyle w:val="Textpsmene"/>
      </w:pPr>
      <w:r>
        <w:t>ohlášení vedení pacientského souhrnu v souladu s § 69c Národnímu kontaktnímu místu pro elektronické zdravotnictví (dále jen „Národní kontaktní místo“),</w:t>
      </w:r>
    </w:p>
    <w:p w:rsidR="00FF19BB" w:rsidRDefault="00FF19BB" w:rsidP="00821C0D">
      <w:pPr>
        <w:pStyle w:val="Textpsmene"/>
      </w:pPr>
      <w:r>
        <w:t>předání pacientského souhrnu k zajištění postupu podle odstavce 3 Národnímu kontaktnímu místu, na základě požadavku jiného poskytovatele nebo právnické nebo fyzické osoby uvedené v odstavci 3</w:t>
      </w:r>
      <w:r>
        <w:rPr>
          <w:i/>
          <w:iCs/>
        </w:rPr>
        <w:t>.</w:t>
      </w:r>
    </w:p>
    <w:p w:rsidR="00FF19BB" w:rsidRDefault="00FF19BB" w:rsidP="00E30099">
      <w:pPr>
        <w:pStyle w:val="Textodstavce"/>
      </w:pPr>
      <w:r>
        <w:t>Pacientský souhrn lze předat k poskytnutí zdravotních služeb</w:t>
      </w:r>
    </w:p>
    <w:p w:rsidR="00FF19BB" w:rsidRDefault="00FF19BB" w:rsidP="00821C0D">
      <w:pPr>
        <w:pStyle w:val="Textpsmene"/>
      </w:pPr>
      <w:r>
        <w:t>poskytovateli, v jehož péči se pacient, o němž je pacientský souhrn veden, nachází a který prostřednictvím Národního kontaktního místa o pacientský souhrn požádá, nebo</w:t>
      </w:r>
    </w:p>
    <w:p w:rsidR="00FF19BB" w:rsidRDefault="00FF19BB" w:rsidP="00821C0D">
      <w:pPr>
        <w:pStyle w:val="Textpsmene"/>
      </w:pPr>
      <w:r>
        <w:t>právnické nebo fyzické osobě, která má v jiném členském státě Evropské unie, Evropského hospodářského prostoru nebo Švýcarské konfederaci obdobné postavení poskytovatele (dále jen „poskytovatel jiného státu Evropské unie“), v jejíž péči se pacient, o němž je pacientský souhrn veden, nachází a která o pacientský souhrn prostřednictvím příslušného národního kontaktního místa jiného členského státu Evropské unie, Evropského hospodářského prostoru nebo Švýcarské konfederace (dále jen „národní kontaktní místo státu Evropské unie“) požádá.</w:t>
      </w:r>
    </w:p>
    <w:p w:rsidR="00FF19BB" w:rsidRDefault="00FF19BB" w:rsidP="00821C0D">
      <w:pPr>
        <w:pStyle w:val="Novelizanbod"/>
      </w:pPr>
      <w:r>
        <w:t>V § 56b odstavce 1 a 2 znějí:</w:t>
      </w:r>
    </w:p>
    <w:p w:rsidR="00FF19BB" w:rsidRDefault="00FF19BB" w:rsidP="00821C0D">
      <w:pPr>
        <w:pStyle w:val="Textlnku"/>
      </w:pPr>
      <w:bookmarkStart w:id="5" w:name="_Hlk57625407"/>
      <w:bookmarkEnd w:id="4"/>
      <w:r>
        <w:t xml:space="preserve">„(1) Poskytovatel, který vede zdravotnickou dokumentaci o pacientovi v elektronické podobě, může za účelem zajištění návaznosti zdravotní péče prostřednictvím Národního kontaktního místa předat </w:t>
      </w:r>
    </w:p>
    <w:p w:rsidR="00FF19BB" w:rsidRDefault="00FF19BB" w:rsidP="00F63874">
      <w:pPr>
        <w:pStyle w:val="Textpsmene"/>
        <w:numPr>
          <w:ilvl w:val="1"/>
          <w:numId w:val="35"/>
        </w:numPr>
      </w:pPr>
      <w:r>
        <w:t xml:space="preserve">poskytovateli, v jehož péči se pacient, o němž je zdravotnická dokumentace vedena, nachází, </w:t>
      </w:r>
    </w:p>
    <w:p w:rsidR="00FF19BB" w:rsidRDefault="00FF19BB" w:rsidP="00821C0D">
      <w:pPr>
        <w:pStyle w:val="Textbodu"/>
      </w:pPr>
      <w:r>
        <w:t xml:space="preserve">tuto zdravotnickou dokumentaci nebo  </w:t>
      </w:r>
    </w:p>
    <w:p w:rsidR="00FF19BB" w:rsidRDefault="00FF19BB" w:rsidP="00821C0D">
      <w:pPr>
        <w:pStyle w:val="Textbodu"/>
      </w:pPr>
      <w:bookmarkStart w:id="6" w:name="_Hlk56181019"/>
      <w:r>
        <w:t xml:space="preserve">její část jinou než pacientský souhrn, </w:t>
      </w:r>
      <w:bookmarkEnd w:id="6"/>
      <w:r>
        <w:t>nebo</w:t>
      </w:r>
    </w:p>
    <w:p w:rsidR="00FF19BB" w:rsidRDefault="00FF19BB" w:rsidP="00821C0D">
      <w:pPr>
        <w:pStyle w:val="Textpsmene"/>
      </w:pPr>
      <w:r>
        <w:t xml:space="preserve">poskytovateli jiného státu Evropské unie, v jehož péči se pacient, o němž je tato zdravotnická dokumentace vedena, nachází, její jinou část než pacientský souhrn, o níž tak stanoví prováděcí právní předpis podle § 69, </w:t>
      </w:r>
    </w:p>
    <w:p w:rsidR="00FF19BB" w:rsidRDefault="00FF19BB" w:rsidP="00FF19BB">
      <w:pPr>
        <w:widowControl w:val="0"/>
        <w:autoSpaceDE w:val="0"/>
        <w:autoSpaceDN w:val="0"/>
        <w:adjustRightInd w:val="0"/>
      </w:pPr>
      <w:r>
        <w:t xml:space="preserve">pokud o to poskytovatel uvedený v písmenu a) prostřednictvím Národního kontaktního místa nebo v písmenu b) prostřednictvím národního kontaktního místa státu Evropské unie požádá.  </w:t>
      </w:r>
    </w:p>
    <w:p w:rsidR="00FF19BB" w:rsidRDefault="00FF19BB" w:rsidP="00821C0D">
      <w:pPr>
        <w:pStyle w:val="Textlnku"/>
      </w:pPr>
      <w:r>
        <w:t>(2) Při ohlášení vedení zdravotnické dokumentace o pacientovi v elektronické podobě nebo její části jiné než pacientský souhrn za účelem postupu podle odstavce 1 a při předávání Národnímu kontaktnímu místu se postupuje podle § 56a odst. 2 písm. b) a c) obdobně.“.</w:t>
      </w:r>
    </w:p>
    <w:bookmarkEnd w:id="5"/>
    <w:p w:rsidR="00FF19BB" w:rsidRDefault="00FF19BB" w:rsidP="00821C0D">
      <w:pPr>
        <w:pStyle w:val="Novelizanbod"/>
      </w:pPr>
      <w:r>
        <w:t>V § 56b se odstavec 3 zrušuje.</w:t>
      </w:r>
    </w:p>
    <w:p w:rsidR="00FF19BB" w:rsidRDefault="00FF19BB" w:rsidP="00821C0D">
      <w:pPr>
        <w:pStyle w:val="Novelizanbod"/>
      </w:pPr>
      <w:r>
        <w:t>Za § 56b se vkládají nové § 56c a 56d, které znějí:</w:t>
      </w:r>
    </w:p>
    <w:p w:rsidR="00FF19BB" w:rsidRDefault="00FF19BB" w:rsidP="00821C0D">
      <w:pPr>
        <w:pStyle w:val="Paragraf"/>
      </w:pPr>
      <w:r>
        <w:t>„</w:t>
      </w:r>
      <w:r w:rsidR="00821C0D">
        <w:t>§</w:t>
      </w:r>
      <w:r>
        <w:t xml:space="preserve"> 56c</w:t>
      </w:r>
    </w:p>
    <w:p w:rsidR="00FF19BB" w:rsidRDefault="00FF19BB" w:rsidP="00F63874">
      <w:pPr>
        <w:pStyle w:val="Textodstavce"/>
        <w:numPr>
          <w:ilvl w:val="0"/>
          <w:numId w:val="36"/>
        </w:numPr>
      </w:pPr>
      <w:r>
        <w:t>Vedením pacientského souhrnu, jeho předáváním a předáváním zdravotnické dokumentace vedené o pacientovi v elektronické podobě nebo její části jiné než pacientský souhrn Národnímu kontaktnímu místu nejsou dotčeny povinnosti poskytovatele podle § 45 odst. 2 písm. f) nebo g).</w:t>
      </w:r>
    </w:p>
    <w:p w:rsidR="00FF19BB" w:rsidRDefault="00FF19BB" w:rsidP="00F63874">
      <w:pPr>
        <w:pStyle w:val="Textodstavce"/>
        <w:numPr>
          <w:ilvl w:val="0"/>
          <w:numId w:val="36"/>
        </w:numPr>
      </w:pPr>
      <w:r>
        <w:t>Pacient nebo jiná k tomu oprávněná osoba může s předáváním pacientského souhrnu podle § 56a odst. 3 písm. b) nebo části zdravotnické dokumentace jiné než pacientský souhrn podle § 56b odst. 1 písm. b) při přijetí do péče nebo kdykoliv během péče vyslovit nesouhlas. Vyslovení nesouhlasu podle věty první lze kdykoliv odvolat. Vyslovení nesouhlasu nebo jeho odvolání se zaznamená do zdravotnické dokumentace vedené o pacientovi.</w:t>
      </w:r>
    </w:p>
    <w:p w:rsidR="00FF19BB" w:rsidRDefault="00FF19BB" w:rsidP="00F63874">
      <w:pPr>
        <w:pStyle w:val="Textodstavce"/>
        <w:numPr>
          <w:ilvl w:val="0"/>
          <w:numId w:val="36"/>
        </w:numPr>
      </w:pPr>
      <w:r>
        <w:t>Pacient nebo jiná k tomu oprávněná osoba může rovněž nesouhlas s předáváním pacientského souhrnu podle § 56a odst. 3 písm. b) nebo části zdravotnické dokumentace jiné než pacientský souhrn podle § 56b odst. 1 písm. b) vyslovit prostřednictvím Systému správy souhlasů podle zákona o elektronizaci zdravotnictví.</w:t>
      </w:r>
    </w:p>
    <w:p w:rsidR="00FF19BB" w:rsidRDefault="00821C0D" w:rsidP="00821C0D">
      <w:pPr>
        <w:pStyle w:val="Paragraf"/>
      </w:pPr>
      <w:r>
        <w:t xml:space="preserve">§ </w:t>
      </w:r>
      <w:r w:rsidR="00FF19BB">
        <w:t>56d</w:t>
      </w:r>
    </w:p>
    <w:p w:rsidR="00FF19BB" w:rsidRDefault="00FF19BB" w:rsidP="00F63874">
      <w:pPr>
        <w:pStyle w:val="Textodstavce"/>
        <w:numPr>
          <w:ilvl w:val="0"/>
          <w:numId w:val="37"/>
        </w:numPr>
      </w:pPr>
      <w:bookmarkStart w:id="7" w:name="_Hlk59020073"/>
      <w:bookmarkStart w:id="8" w:name="_Hlk62668750"/>
      <w:r>
        <w:t xml:space="preserve">Z požadavku o pacientský souhrn, zdravotnickou dokumentaci vedenou o pacientovi v elektronické podobě nebo její část jinou než pacientský souhrn podaného prostřednictvím Národního kontaktního místa musí být zřejmé, který poskytovatel nebo poskytovatel jiného státu Evropské unie a který jejich zdravotnický pracovník o příslušný dokument vedený o pacientovi nacházejícím se v jeho péči, žádá. Požadavek podle věty první musí dále obsahovat takové údaje pacienta, na základě kterých ho lze jednoznačně identifikovat. </w:t>
      </w:r>
      <w:bookmarkEnd w:id="7"/>
    </w:p>
    <w:p w:rsidR="00FF19BB" w:rsidRPr="00821C0D" w:rsidRDefault="00FF19BB" w:rsidP="00F63874">
      <w:pPr>
        <w:pStyle w:val="Textodstavce"/>
      </w:pPr>
      <w:r w:rsidRPr="00821C0D">
        <w:t>Pokud z požadavku podle odstavce 1 není možné jednoznačně identifikovat pacienta nebo není zřejmé, který poskytovatel nebo poskytovatel jiného státu Evropské unie anebo který jejich zdravotnický pracovník o příslušný dokument vedený o pacientovi nacházejícím se v jeho péči, žádá, Národní kontaktní místo požadavek nepřijme.“.</w:t>
      </w:r>
    </w:p>
    <w:bookmarkEnd w:id="8"/>
    <w:p w:rsidR="00FF19BB" w:rsidRDefault="00FF19BB" w:rsidP="00821C0D">
      <w:pPr>
        <w:pStyle w:val="Novelizanbod"/>
      </w:pPr>
      <w:r>
        <w:t>V § 65 odst. 2 písmeno p) zní:</w:t>
      </w:r>
    </w:p>
    <w:p w:rsidR="00FF19BB" w:rsidRDefault="00FF19BB" w:rsidP="00821C0D">
      <w:pPr>
        <w:pStyle w:val="Psmeno"/>
      </w:pPr>
      <w:r>
        <w:t>„p) jde-li o pacientský souhrn nebo část zdravotnické dokumentace jinou než pacientský</w:t>
      </w:r>
      <w:r>
        <w:rPr>
          <w:dstrike/>
        </w:rPr>
        <w:t xml:space="preserve"> </w:t>
      </w:r>
      <w:r>
        <w:t>souhrn, pracovníci poskytovatele jiného státu Evropské unie prostřednictvím příslušného národního kontaktního místa státu Evropské unie, a to za účelem poskytnutí zdravotních služeb pacientovi, který se nachází v péči poskytovatele jiného státu Evropské unie a o</w:t>
      </w:r>
      <w:r w:rsidR="00F63874">
        <w:t> </w:t>
      </w:r>
      <w:r>
        <w:t>němž jsou pacientský souhrn nebo část zdravotnické dokumentace jiná než pacientský souhrn, vedeny, pokud pacient, popřípadě jiná k tomu oprávněná osoba, nevyslovil nesouhlas podle § 56c odst. 2 nebo 3.“.</w:t>
      </w:r>
    </w:p>
    <w:p w:rsidR="00FF19BB" w:rsidRDefault="00FF19BB" w:rsidP="00821C0D">
      <w:pPr>
        <w:pStyle w:val="Novelizanbod"/>
      </w:pPr>
      <w:r>
        <w:t>V § 66 odst. 4 se slovo „pouze“ zrušuje.</w:t>
      </w:r>
    </w:p>
    <w:p w:rsidR="00FF19BB" w:rsidRDefault="00FF19BB" w:rsidP="00821C0D">
      <w:pPr>
        <w:pStyle w:val="Novelizanbod"/>
      </w:pPr>
      <w:r>
        <w:t>V § 69 písm. b) bodě 2 se za slovo „souhrn“ vkládají slova „nebo části zdravotnické dokumentace jiné než pacientský souhrn“.</w:t>
      </w:r>
    </w:p>
    <w:p w:rsidR="00FF19BB" w:rsidRDefault="00FF19BB" w:rsidP="00821C0D">
      <w:pPr>
        <w:pStyle w:val="Novelizanbod"/>
      </w:pPr>
      <w:r>
        <w:t>V § 69 se na konci písmene b) doplňuje bod 3, který zní:</w:t>
      </w:r>
    </w:p>
    <w:p w:rsidR="00FF19BB" w:rsidRDefault="00FF19BB" w:rsidP="00FF19BB">
      <w:pPr>
        <w:pStyle w:val="Odstavecseseznamem"/>
        <w:ind w:left="709" w:hanging="425"/>
      </w:pPr>
      <w:r>
        <w:rPr>
          <w:bCs/>
        </w:rPr>
        <w:t>„</w:t>
      </w:r>
      <w:r>
        <w:t>3. části zdravotnické dokumentace jiné než pacientský souhrn, které lze prostřednictvím Národního kontaktního místa předat národnímu kontaktnímu místu státu Evropské unie,“.</w:t>
      </w:r>
    </w:p>
    <w:p w:rsidR="00FF19BB" w:rsidRDefault="00FF19BB" w:rsidP="00821C0D">
      <w:pPr>
        <w:pStyle w:val="Novelizanbod"/>
      </w:pPr>
      <w:r>
        <w:t>V § 69 písm. e) se slova</w:t>
      </w:r>
      <w:bookmarkStart w:id="9" w:name="_Hlk46123034"/>
      <w:r>
        <w:t xml:space="preserve"> „formát identifikátoru záznamu, podmínky kladené na formát identifikátoru záznamu a podmínky kladené“ nahrazují slovem „požadavky“</w:t>
      </w:r>
      <w:bookmarkEnd w:id="9"/>
      <w:r>
        <w:t>.</w:t>
      </w:r>
    </w:p>
    <w:p w:rsidR="00FF19BB" w:rsidRDefault="00FF19BB" w:rsidP="00821C0D">
      <w:pPr>
        <w:pStyle w:val="Novelizanbod"/>
      </w:pPr>
      <w:r>
        <w:t>§ 69a včetně nadpisu zní:</w:t>
      </w:r>
    </w:p>
    <w:p w:rsidR="00FF19BB" w:rsidRDefault="00FF19BB" w:rsidP="00821C0D">
      <w:pPr>
        <w:pStyle w:val="Paragraf"/>
      </w:pPr>
      <w:r>
        <w:t>„</w:t>
      </w:r>
      <w:r w:rsidR="00821C0D">
        <w:t>§</w:t>
      </w:r>
      <w:r>
        <w:t xml:space="preserve"> 69a</w:t>
      </w:r>
    </w:p>
    <w:p w:rsidR="00FF19BB" w:rsidRDefault="00FF19BB" w:rsidP="00821C0D">
      <w:pPr>
        <w:pStyle w:val="Nadpisparagrafu"/>
      </w:pPr>
      <w:r>
        <w:t xml:space="preserve">Národní kontaktní místo </w:t>
      </w:r>
    </w:p>
    <w:p w:rsidR="00FF19BB" w:rsidRPr="0086745E" w:rsidRDefault="00FF19BB" w:rsidP="00F63874">
      <w:pPr>
        <w:pStyle w:val="Textodstavce"/>
        <w:numPr>
          <w:ilvl w:val="0"/>
          <w:numId w:val="38"/>
        </w:numPr>
      </w:pPr>
      <w:r w:rsidRPr="0086745E">
        <w:t xml:space="preserve">Národní kontaktní místo je centrální službou Integrovaného datového rozhraní zdravotnictví podle zákona o elektronizaci zdravotnictví. Národní kontaktní místo komunikuje s národními kontaktními místy států Evropské unie, umožňuje poskytovatelům a poskytovatelům jiných států Evropské unie předávání pacientského souhrnu podle § 56a odst. 3 nebo zdravotnické dokumentace vedené o pacientovi v elektronické podobě nebo její části jiné než pacientský souhrn podle § 56b odst. 1. </w:t>
      </w:r>
    </w:p>
    <w:p w:rsidR="00FF19BB" w:rsidRDefault="00FF19BB" w:rsidP="00F63874">
      <w:pPr>
        <w:pStyle w:val="Textodstavce"/>
        <w:numPr>
          <w:ilvl w:val="0"/>
          <w:numId w:val="38"/>
        </w:numPr>
      </w:pPr>
      <w:r>
        <w:t>Služby Národního kontaktního místa podle odstavce 1 jsou oprávněny využívat poskytovatelé a poskytovatelé jiného státu Evropské unie.</w:t>
      </w:r>
    </w:p>
    <w:p w:rsidR="00FF19BB" w:rsidRDefault="00FF19BB" w:rsidP="0086745E">
      <w:pPr>
        <w:pStyle w:val="Textodstavce"/>
      </w:pPr>
      <w:r>
        <w:t xml:space="preserve">Národní kontaktní místo dále slouží pro zajištění komunikace s národními kontaktními místy států Evropské unie při předávání informací nutných pro výdej léčivého přípravku </w:t>
      </w:r>
    </w:p>
    <w:p w:rsidR="00FF19BB" w:rsidRDefault="00FF19BB" w:rsidP="0086745E">
      <w:pPr>
        <w:pStyle w:val="Textpsmene"/>
      </w:pPr>
      <w:r>
        <w:t xml:space="preserve">v České republice na základě elektronického receptu vystaveného v jiném členském státě Evropské unie, Evropského hospodářského prostoru nebo Švýcarské konfederaci a </w:t>
      </w:r>
    </w:p>
    <w:p w:rsidR="00FF19BB" w:rsidRDefault="00FF19BB" w:rsidP="0086745E">
      <w:pPr>
        <w:pStyle w:val="Textpsmene"/>
      </w:pPr>
      <w:r>
        <w:t>v jiném členském státě Evropské unie, Evropského hospodářského prostoru nebo Švýcarské konfederaci na základě elektronického receptu vystaveného v České republice.</w:t>
      </w:r>
    </w:p>
    <w:p w:rsidR="00FF19BB" w:rsidRDefault="00FF19BB" w:rsidP="00FF19BB">
      <w:pPr>
        <w:ind w:left="360"/>
        <w:rPr>
          <w:bCs/>
        </w:rPr>
      </w:pPr>
      <w:bookmarkStart w:id="10" w:name="_Hlk62638025"/>
      <w:r>
        <w:t>Při předávání informací prostřednictvím Národního kontaktního místa při výdeji léčivých přípravků se postupuje podle zákona o léčivech</w:t>
      </w:r>
      <w:r>
        <w:rPr>
          <w:bCs/>
        </w:rPr>
        <w:t>.</w:t>
      </w:r>
    </w:p>
    <w:bookmarkEnd w:id="10"/>
    <w:p w:rsidR="00FF19BB" w:rsidRDefault="00FF19BB" w:rsidP="0086745E">
      <w:pPr>
        <w:pStyle w:val="Textodstavce"/>
      </w:pPr>
      <w:r>
        <w:t>Správcem Národního kontaktního místa je ministerstvo.“.</w:t>
      </w:r>
    </w:p>
    <w:p w:rsidR="00FF19BB" w:rsidRDefault="00FF19BB" w:rsidP="0086745E">
      <w:pPr>
        <w:pStyle w:val="Novelizanbod"/>
      </w:pPr>
      <w:r>
        <w:t>§ 69c zní:</w:t>
      </w:r>
    </w:p>
    <w:p w:rsidR="00FF19BB" w:rsidRDefault="00FF19BB" w:rsidP="0086745E">
      <w:pPr>
        <w:pStyle w:val="Paragraf"/>
      </w:pPr>
      <w:r>
        <w:t>„</w:t>
      </w:r>
      <w:r w:rsidR="0086745E">
        <w:t>§</w:t>
      </w:r>
      <w:r>
        <w:t xml:space="preserve"> 69c</w:t>
      </w:r>
    </w:p>
    <w:p w:rsidR="00FF19BB" w:rsidRDefault="00FF19BB" w:rsidP="00F63874">
      <w:pPr>
        <w:pStyle w:val="Textodstavce"/>
        <w:numPr>
          <w:ilvl w:val="0"/>
          <w:numId w:val="39"/>
        </w:numPr>
      </w:pPr>
      <w:r>
        <w:t>Správce Národního kontaktního místa zajistí pro poskytovatele uvedeného v § 56a odst. 2 přístup do Národního kontaktního místa za účelem ohlášení vedení a poskytování pacientských souhrnů o pacientech, jejichž zdravotnickou dokumentaci vede. Přístup do Národního kontaktního místa správce rovněž zajistí poskytovateli uvedenému v § 56b odst. 1, jde-li o poskytování zdravotnické dokumentace vedené o pacientovi v elektronické podobě nebo její části jiné než pacientský souhrn prostřednictvím Národního kontaktního místa.</w:t>
      </w:r>
    </w:p>
    <w:p w:rsidR="00FF19BB" w:rsidRDefault="00FF19BB" w:rsidP="00DE6F97">
      <w:pPr>
        <w:pStyle w:val="Textodstavce"/>
      </w:pPr>
      <w:r>
        <w:t xml:space="preserve">Prováděcí právní předpis stanoví </w:t>
      </w:r>
    </w:p>
    <w:p w:rsidR="00FF19BB" w:rsidRDefault="00FF19BB" w:rsidP="0086745E">
      <w:pPr>
        <w:pStyle w:val="Textpsmene"/>
      </w:pPr>
      <w:r>
        <w:t>způsob, formu, náležitosti a postup ohlášení vedení a poskytování pacientského souhrnu poskytovatelem prostřednictvím Národního kontaktního místa a</w:t>
      </w:r>
    </w:p>
    <w:p w:rsidR="00FF19BB" w:rsidRPr="0086745E" w:rsidRDefault="00FF19BB" w:rsidP="005F4004">
      <w:pPr>
        <w:pStyle w:val="Textpsmene"/>
        <w:ind w:left="360"/>
      </w:pPr>
      <w:r>
        <w:t xml:space="preserve">způsob, formu, náležitosti a postup ohlášení vedení zdravotnické dokumentace v elektronické podobě nebo její části jiné než pacientský souhrn za účelem jejich poskytování prostřednictvím Národního kontaktního místa.“. </w:t>
      </w:r>
    </w:p>
    <w:p w:rsidR="00FF19BB" w:rsidRDefault="00FF19BB" w:rsidP="00E30099">
      <w:pPr>
        <w:pStyle w:val="Novelizanbod"/>
        <w:keepNext w:val="0"/>
      </w:pPr>
      <w:r>
        <w:t xml:space="preserve">V § 70 odst. 1 se na konci textu písmene f) doplňují </w:t>
      </w:r>
      <w:proofErr w:type="gramStart"/>
      <w:r>
        <w:t>slova „</w:t>
      </w:r>
      <w:r w:rsidR="00E30099">
        <w:t xml:space="preserve"> </w:t>
      </w:r>
      <w:r>
        <w:t>, a dále</w:t>
      </w:r>
      <w:proofErr w:type="gramEnd"/>
      <w:r>
        <w:t xml:space="preserve"> ke zpracování národních statistických ukazatelů o rezortu zdravotnictví (dále jen „resortní referenční statistiky“)“.</w:t>
      </w:r>
    </w:p>
    <w:p w:rsidR="00FF19BB" w:rsidRDefault="00FF19BB" w:rsidP="00E30099">
      <w:pPr>
        <w:pStyle w:val="Novelizanbod"/>
        <w:keepNext w:val="0"/>
      </w:pPr>
      <w:r>
        <w:t>V § 70 odst. 2 písm. a) bodě 1 se za slova „rodné číslo,“ vkládají slova „identifikátor pacienta,“.</w:t>
      </w:r>
    </w:p>
    <w:p w:rsidR="00FF19BB" w:rsidRDefault="00FF19BB" w:rsidP="00E30099">
      <w:pPr>
        <w:pStyle w:val="Novelizanbod"/>
        <w:keepNext w:val="0"/>
      </w:pPr>
      <w:r>
        <w:t>V § 70 odst. 3 se slova „vláda na návrh ministra“ nahrazují slovem „ministr“.</w:t>
      </w:r>
    </w:p>
    <w:p w:rsidR="00FF19BB" w:rsidRDefault="00FF19BB" w:rsidP="00E30099">
      <w:pPr>
        <w:pStyle w:val="Novelizanbod"/>
        <w:keepNext w:val="0"/>
      </w:pPr>
      <w:r>
        <w:t>V § 70 se na konci odstavce 5 tečka nahrazuje čárkou a doplňuje se písmeno c), které zní:</w:t>
      </w:r>
    </w:p>
    <w:p w:rsidR="00FF19BB" w:rsidRDefault="00FF19BB" w:rsidP="00E30099">
      <w:pPr>
        <w:pStyle w:val="Psmeno"/>
        <w:keepNext w:val="0"/>
      </w:pPr>
      <w:r>
        <w:t>„c) jsou povinny zajistit správnost údajů předávaných do Národního zdravotnického informačního systému.“.</w:t>
      </w:r>
    </w:p>
    <w:p w:rsidR="00FF19BB" w:rsidRDefault="00FF19BB" w:rsidP="00E30099">
      <w:pPr>
        <w:pStyle w:val="Novelizanbod"/>
        <w:keepNext w:val="0"/>
      </w:pPr>
      <w:r>
        <w:t>V § 70 se doplňují odstavce 7 a 8, které znějí:</w:t>
      </w:r>
    </w:p>
    <w:p w:rsidR="00FF19BB" w:rsidRDefault="00FF19BB" w:rsidP="0086745E">
      <w:pPr>
        <w:pStyle w:val="Textlnku"/>
      </w:pPr>
      <w:r>
        <w:t xml:space="preserve">„(7) V Národním zdravotnickém informačním systému se v případech stanovených tímto zákonem vede za účelem identifikace subjektu </w:t>
      </w:r>
      <w:bookmarkStart w:id="11" w:name="_Hlk57469086"/>
      <w:r>
        <w:t xml:space="preserve">údajů </w:t>
      </w:r>
    </w:p>
    <w:p w:rsidR="00FF19BB" w:rsidRDefault="00FF19BB" w:rsidP="00F63874">
      <w:pPr>
        <w:pStyle w:val="Textpsmene"/>
        <w:numPr>
          <w:ilvl w:val="1"/>
          <w:numId w:val="40"/>
        </w:numPr>
      </w:pPr>
      <w:r>
        <w:t>identifikátor pacienta,</w:t>
      </w:r>
    </w:p>
    <w:p w:rsidR="00FF19BB" w:rsidRDefault="00FF19BB" w:rsidP="00F63874">
      <w:pPr>
        <w:pStyle w:val="Textpsmene"/>
        <w:numPr>
          <w:ilvl w:val="1"/>
          <w:numId w:val="40"/>
        </w:numPr>
      </w:pPr>
      <w:r>
        <w:t xml:space="preserve">identifikátor zdravotnického pracovníka přidělený podle zákona o elektronizaci zdravotnictví (dále jen „identifikátor zdravotnického pracovníka“), a </w:t>
      </w:r>
      <w:bookmarkEnd w:id="11"/>
    </w:p>
    <w:p w:rsidR="00FF19BB" w:rsidRDefault="00FF19BB" w:rsidP="00F63874">
      <w:pPr>
        <w:pStyle w:val="Textpsmene"/>
        <w:numPr>
          <w:ilvl w:val="1"/>
          <w:numId w:val="40"/>
        </w:numPr>
      </w:pPr>
      <w:proofErr w:type="spellStart"/>
      <w:r>
        <w:t>agendový</w:t>
      </w:r>
      <w:proofErr w:type="spellEnd"/>
      <w:r>
        <w:t xml:space="preserve"> identifikátor fyzické osoby přidělený podle zákona upravujícího informační systém základních registrů</w:t>
      </w:r>
      <w:r w:rsidRPr="00F63874">
        <w:rPr>
          <w:vertAlign w:val="superscript"/>
        </w:rPr>
        <w:t>18)</w:t>
      </w:r>
      <w:r>
        <w:t xml:space="preserve">; </w:t>
      </w:r>
      <w:proofErr w:type="spellStart"/>
      <w:r>
        <w:t>agendový</w:t>
      </w:r>
      <w:proofErr w:type="spellEnd"/>
      <w:r>
        <w:t xml:space="preserve"> identifikátor fyzické osoby předává, pokud tento zákon nestanoví jinak, do Národního informačního systému, statistický ústav.</w:t>
      </w:r>
    </w:p>
    <w:p w:rsidR="00FF19BB" w:rsidRDefault="00FF19BB" w:rsidP="0086745E">
      <w:pPr>
        <w:pStyle w:val="Textlnku"/>
      </w:pPr>
      <w:r>
        <w:t>(8) Pokud statistický ústav zjistí při kontrole podle odstavce 5 písm. b) nebo při plnění úkolů v oblasti zajištění Národního zdravotnického informačního systému nesprávné nebo neúplné údaje, tyto údaje v Národním zdravotnickém informačním systému označí za nesprávné nebo neúplné a informaci o tom předá bez zbytečného odkladu, nejpozději však do 3 pracovních dnů ode dne, kdy nesprávnost nebo neúplnost údaje zjistí, osobě, která tyto údaje do Národního zdravotnického informačního systému předala, k prověření a nápravě, anebo v uvedené lhůtě neúplný údaj doplní nebo nesprávný údaj opraví, pokud je schopen jej ověřit z jiných zdrojů podle tohoto zákona. Osoba, které byla předána informace podle věty první, údaj označený za neúplný doplní nebo údaj označený za nesprávný opraví bez zbytečného odkladu, nejpozději však do 3 pracovních dnů ode dne, kdy jí byla informace předána.“.</w:t>
      </w:r>
    </w:p>
    <w:p w:rsidR="00FF19BB" w:rsidRDefault="00FF19BB" w:rsidP="0086745E">
      <w:pPr>
        <w:pStyle w:val="Novelizanbod"/>
      </w:pPr>
      <w:r>
        <w:t>V § 71 se na konci odstavce 2 tečka nahrazuje čárkou a doplňují se písmena g) a h), která znějí:</w:t>
      </w:r>
    </w:p>
    <w:p w:rsidR="00FF19BB" w:rsidRDefault="00FF19BB" w:rsidP="0086745E">
      <w:pPr>
        <w:pStyle w:val="Psmeno"/>
      </w:pPr>
      <w:r>
        <w:t>„g) čísla a druhy elektronicky čitelných identifikačních dokladů,</w:t>
      </w:r>
    </w:p>
    <w:p w:rsidR="00FF19BB" w:rsidRDefault="00FF19BB" w:rsidP="0086745E">
      <w:pPr>
        <w:pStyle w:val="Psmeno"/>
      </w:pPr>
      <w:r>
        <w:t xml:space="preserve"> h) typ datové schránky a identifikátor datové schránky, je-li tato datová schránka zpřístupněna.“.</w:t>
      </w:r>
    </w:p>
    <w:p w:rsidR="00FF19BB" w:rsidRDefault="00FF19BB" w:rsidP="0086745E">
      <w:pPr>
        <w:pStyle w:val="Novelizanbod"/>
      </w:pPr>
      <w:r>
        <w:t>§ 71c se včetně poznámky pod čarou č. 59 zrušuje.</w:t>
      </w:r>
    </w:p>
    <w:p w:rsidR="00FF19BB" w:rsidRDefault="00FF19BB" w:rsidP="0086745E">
      <w:pPr>
        <w:pStyle w:val="Novelizanbod"/>
      </w:pPr>
      <w:r>
        <w:t>V § 72 se doplňuje odstavec 3, který zní:</w:t>
      </w:r>
    </w:p>
    <w:p w:rsidR="00FF19BB" w:rsidRDefault="00FF19BB" w:rsidP="00F63874">
      <w:pPr>
        <w:pStyle w:val="Textlnku"/>
      </w:pPr>
      <w:r>
        <w:t xml:space="preserve">„(3) Zdravotní registry uvedené v odstavci 1 písm. b) vždy obsahují </w:t>
      </w:r>
    </w:p>
    <w:p w:rsidR="00FF19BB" w:rsidRDefault="00FF19BB" w:rsidP="00F63874">
      <w:pPr>
        <w:pStyle w:val="Textpsmene"/>
        <w:numPr>
          <w:ilvl w:val="1"/>
          <w:numId w:val="41"/>
        </w:numPr>
      </w:pPr>
      <w:r>
        <w:t xml:space="preserve">identifikátor pacienta a </w:t>
      </w:r>
    </w:p>
    <w:p w:rsidR="00FF19BB" w:rsidRDefault="00FF19BB" w:rsidP="00F63874">
      <w:pPr>
        <w:pStyle w:val="Textpsmene"/>
        <w:numPr>
          <w:ilvl w:val="1"/>
          <w:numId w:val="41"/>
        </w:numPr>
      </w:pPr>
      <w:proofErr w:type="spellStart"/>
      <w:r>
        <w:t>agendový</w:t>
      </w:r>
      <w:proofErr w:type="spellEnd"/>
      <w:r>
        <w:t xml:space="preserve"> identifikátor fyzické osoby přidělený k pacientovi podle zákona upravujícího informační systémy základních registrů</w:t>
      </w:r>
      <w:r w:rsidRPr="00F63874">
        <w:rPr>
          <w:vertAlign w:val="superscript"/>
        </w:rPr>
        <w:t>18)</w:t>
      </w:r>
      <w:r>
        <w:t>.“.</w:t>
      </w:r>
    </w:p>
    <w:p w:rsidR="00FF19BB" w:rsidRDefault="00FF19BB" w:rsidP="0086745E">
      <w:pPr>
        <w:pStyle w:val="Novelizanbod"/>
      </w:pPr>
      <w:r>
        <w:t>V § 73 odst. 1 písm. f) se za slovo „pro“ vkládají slova „resortní referenční statistiky,“.</w:t>
      </w:r>
    </w:p>
    <w:p w:rsidR="00FF19BB" w:rsidRDefault="00FF19BB" w:rsidP="0086745E">
      <w:pPr>
        <w:pStyle w:val="Novelizanbod"/>
      </w:pPr>
      <w:r>
        <w:t>V § 73 odst. 2 písmeno b) zní:</w:t>
      </w:r>
    </w:p>
    <w:p w:rsidR="00FF19BB" w:rsidRDefault="00FF19BB" w:rsidP="0086745E">
      <w:pPr>
        <w:pStyle w:val="Psmeno"/>
      </w:pPr>
      <w:r>
        <w:t xml:space="preserve"> </w:t>
      </w:r>
      <w:proofErr w:type="gramStart"/>
      <w:r>
        <w:t>„b) oprávněný</w:t>
      </w:r>
      <w:proofErr w:type="gramEnd"/>
      <w:r>
        <w:t xml:space="preserve"> zdravotnický pracovník poskytovatele, </w:t>
      </w:r>
      <w:proofErr w:type="gramStart"/>
      <w:r>
        <w:t>který</w:t>
      </w:r>
      <w:proofErr w:type="gramEnd"/>
    </w:p>
    <w:p w:rsidR="00FF19BB" w:rsidRDefault="00FF19BB" w:rsidP="0086745E">
      <w:pPr>
        <w:pStyle w:val="Textbodu"/>
      </w:pPr>
      <w:r>
        <w:t xml:space="preserve">poskytuje pacientovi zdravotní služby, které jsou sledovány ve zdravotnickém registru, jde-li o registry </w:t>
      </w:r>
      <w:r w:rsidRPr="00E30099">
        <w:t xml:space="preserve">uvedené v </w:t>
      </w:r>
      <w:hyperlink r:id="rId25" w:history="1">
        <w:r w:rsidRPr="00E30099">
          <w:rPr>
            <w:rStyle w:val="Hypertextovodkaz"/>
            <w:color w:val="auto"/>
            <w:u w:val="none"/>
          </w:rPr>
          <w:t>§ 72 odst. 1 písm. b), e) nebo f)</w:t>
        </w:r>
      </w:hyperlink>
      <w:r w:rsidRPr="00E30099">
        <w:t xml:space="preserve">, </w:t>
      </w:r>
    </w:p>
    <w:p w:rsidR="00FF19BB" w:rsidRDefault="00FF19BB" w:rsidP="0086745E">
      <w:pPr>
        <w:pStyle w:val="Textbodu"/>
      </w:pPr>
      <w:r>
        <w:t>je zdravotnickou záchrannou službou, jde-li o registr uvedený v § 72 odst. 1 písm. c), a to pro účely plnění úkolů podle tohoto zákona a zákona o zdravotnické záchranné službě.“.</w:t>
      </w:r>
    </w:p>
    <w:p w:rsidR="00FF19BB" w:rsidRDefault="00FF19BB" w:rsidP="0086745E">
      <w:pPr>
        <w:pStyle w:val="Novelizanbod"/>
      </w:pPr>
      <w:r>
        <w:t>V § 73 odst. 2 se za písmeno e) vkládá nové písmeno f), které zní:</w:t>
      </w:r>
    </w:p>
    <w:p w:rsidR="00FF19BB" w:rsidRDefault="00FF19BB" w:rsidP="0086745E">
      <w:pPr>
        <w:pStyle w:val="Psmeno"/>
      </w:pPr>
      <w:r>
        <w:t>„f) oprávněný pracovník orgánu ochrany veřejného zdraví, jde-li o registr uvedený v § 72 odst. 1 písm. c) a d), a to pro účely plnění úkolů podle zákona o ochraně veřejného zdraví,“.</w:t>
      </w:r>
    </w:p>
    <w:p w:rsidR="00FF19BB" w:rsidRDefault="00FF19BB" w:rsidP="0086745E">
      <w:pPr>
        <w:pStyle w:val="Novelizanbod"/>
      </w:pPr>
      <w:r>
        <w:t>Za § 73 se vkládá nový § 73a, který zní:</w:t>
      </w:r>
    </w:p>
    <w:p w:rsidR="00FF19BB" w:rsidRPr="0086745E" w:rsidRDefault="00FF19BB" w:rsidP="0086745E">
      <w:pPr>
        <w:pStyle w:val="Paragraf"/>
      </w:pPr>
      <w:r w:rsidRPr="0086745E">
        <w:t>„</w:t>
      </w:r>
      <w:r w:rsidR="0086745E" w:rsidRPr="0086745E">
        <w:t>§</w:t>
      </w:r>
      <w:r w:rsidRPr="0086745E">
        <w:t xml:space="preserve"> 73a</w:t>
      </w:r>
    </w:p>
    <w:p w:rsidR="00FF19BB" w:rsidRPr="0086745E" w:rsidRDefault="00FF19BB" w:rsidP="00F63874">
      <w:pPr>
        <w:pStyle w:val="Textodstavce"/>
        <w:numPr>
          <w:ilvl w:val="0"/>
          <w:numId w:val="42"/>
        </w:numPr>
      </w:pPr>
      <w:r w:rsidRPr="0086745E">
        <w:t>Statistický ústav zpracovává a zveřejňuje resortní referenční statistiky v oblastech, kterými jsou</w:t>
      </w:r>
    </w:p>
    <w:p w:rsidR="00FF19BB" w:rsidRDefault="00FF19BB" w:rsidP="0086745E">
      <w:pPr>
        <w:pStyle w:val="Textpsmene"/>
      </w:pPr>
      <w:r>
        <w:t>makroekonomické charakteristiky zdravotnictví,</w:t>
      </w:r>
    </w:p>
    <w:p w:rsidR="00FF19BB" w:rsidRDefault="00FF19BB" w:rsidP="0086745E">
      <w:pPr>
        <w:pStyle w:val="Textpsmene"/>
      </w:pPr>
      <w:r>
        <w:t>místní, časová a kapacitní dostupnost zdravotních služeb, jejich personální zabezpečení a technické a věcné vybavení,</w:t>
      </w:r>
    </w:p>
    <w:p w:rsidR="00FF19BB" w:rsidRDefault="00FF19BB" w:rsidP="0086745E">
      <w:pPr>
        <w:pStyle w:val="Textpsmene"/>
      </w:pPr>
      <w:r>
        <w:t xml:space="preserve">ukazatele kvality zdravotních služeb, </w:t>
      </w:r>
    </w:p>
    <w:p w:rsidR="00FF19BB" w:rsidRDefault="00FF19BB" w:rsidP="0086745E">
      <w:pPr>
        <w:pStyle w:val="Textpsmene"/>
      </w:pPr>
      <w:r>
        <w:t xml:space="preserve">ukazatele výkonnosti poskytovatelů, </w:t>
      </w:r>
    </w:p>
    <w:p w:rsidR="00FF19BB" w:rsidRDefault="00FF19BB" w:rsidP="0086745E">
      <w:pPr>
        <w:pStyle w:val="Textpsmene"/>
      </w:pPr>
      <w:r>
        <w:t>ukazatele zdravotního stavu obyvatel a</w:t>
      </w:r>
    </w:p>
    <w:p w:rsidR="00FF19BB" w:rsidRDefault="00FF19BB" w:rsidP="0086745E">
      <w:pPr>
        <w:pStyle w:val="Textpsmene"/>
      </w:pPr>
      <w:r>
        <w:t xml:space="preserve">ukazatele kvality a výkonnosti preventivních programů. </w:t>
      </w:r>
    </w:p>
    <w:p w:rsidR="00FF19BB" w:rsidRDefault="00FF19BB" w:rsidP="0086745E">
      <w:pPr>
        <w:pStyle w:val="Textodstavce"/>
      </w:pPr>
      <w:r>
        <w:t>Statistický ústav zpracovává referenční statistiky podle odstavce 1 v rozsahu seznamu konkrétních referenčních statistik stanoveného prováděcím právním předpisem podle § 78 písm. f)</w:t>
      </w:r>
      <w:r>
        <w:rPr>
          <w:rFonts w:cs="Calibri"/>
        </w:rPr>
        <w:t xml:space="preserve">. </w:t>
      </w:r>
      <w:r>
        <w:t>Statistický ústav ke konkrétním referenčním statistikám zveřejní metodiku výpočtu, včetně určení zdroje údajů a základní interpretace konkrétní resortní referenční statistiky.</w:t>
      </w:r>
    </w:p>
    <w:p w:rsidR="00FF19BB" w:rsidRDefault="00FF19BB" w:rsidP="0086745E">
      <w:pPr>
        <w:pStyle w:val="Textodstavce"/>
      </w:pPr>
      <w:r>
        <w:t>Statistický ústav zveřejňuje resortní referenční statistiky, včetně metodiky podle odstavce 2, a podmínky použití datových sad na svých internetových stránkách.“.</w:t>
      </w:r>
    </w:p>
    <w:p w:rsidR="00FF19BB" w:rsidRDefault="00FF19BB" w:rsidP="0086745E">
      <w:pPr>
        <w:pStyle w:val="Novelizanbod"/>
      </w:pPr>
      <w:r>
        <w:t xml:space="preserve">V § 74 odst. 1 se na konci textu písmene m) doplňují </w:t>
      </w:r>
      <w:proofErr w:type="gramStart"/>
      <w:r>
        <w:t>slova „</w:t>
      </w:r>
      <w:r w:rsidR="00E30099">
        <w:t xml:space="preserve"> </w:t>
      </w:r>
      <w:r>
        <w:t>, a údaje</w:t>
      </w:r>
      <w:proofErr w:type="gramEnd"/>
      <w:r>
        <w:t xml:space="preserve"> o obsazenosti lůžek vymezených podle formy nebo oboru zdravotní péče, popřípadě též podle jejich vybavení, stanovených prováděcím právním předpisem podle § 78“. </w:t>
      </w:r>
    </w:p>
    <w:p w:rsidR="00FF19BB" w:rsidRDefault="00FF19BB" w:rsidP="0086745E">
      <w:pPr>
        <w:pStyle w:val="Novelizanbod"/>
      </w:pPr>
      <w:r>
        <w:t>V § 74 odst. 1 písm. n) se slovo „a“ nahrazuje čárkou a za slova „zvláštní odborné“ se vkládají slova „a zvláštní specializované“.</w:t>
      </w:r>
    </w:p>
    <w:p w:rsidR="00FF19BB" w:rsidRDefault="00FF19BB" w:rsidP="0086745E">
      <w:pPr>
        <w:pStyle w:val="Novelizanbod"/>
      </w:pPr>
      <w:r>
        <w:t>V § 74 odst. 1 písmeno p) zní:</w:t>
      </w:r>
    </w:p>
    <w:p w:rsidR="00FF19BB" w:rsidRDefault="00FF19BB" w:rsidP="0086745E">
      <w:pPr>
        <w:pStyle w:val="Psmeno"/>
      </w:pPr>
      <w:bookmarkStart w:id="12" w:name="_Hlk59021747"/>
      <w:r>
        <w:t xml:space="preserve">„p) stejnopis </w:t>
      </w:r>
    </w:p>
    <w:p w:rsidR="00FF19BB" w:rsidRDefault="00FF19BB" w:rsidP="0086745E">
      <w:pPr>
        <w:pStyle w:val="Textbodu"/>
        <w:rPr>
          <w:u w:val="single"/>
        </w:rPr>
      </w:pPr>
      <w:r>
        <w:t>rozhodnutí o udělení oprávnění k poskytování zdravotních služeb a rozhodnutí týkající se jeho změn, odejmutí, pozastavení nebo zániku podle § 25 odst. 4,  </w:t>
      </w:r>
    </w:p>
    <w:p w:rsidR="00FF19BB" w:rsidRDefault="00FF19BB" w:rsidP="0086745E">
      <w:pPr>
        <w:pStyle w:val="Textbodu"/>
        <w:rPr>
          <w:u w:val="single"/>
        </w:rPr>
      </w:pPr>
      <w:r>
        <w:t xml:space="preserve">písemného oznámení poskytovatele o přerušení poskytování zdravotních služeb podle § 26 odst. 2 a písemného oznámení o pokračování v poskytování zdravotních služeb po tomto přerušení podle § 26 odst. 4, </w:t>
      </w:r>
    </w:p>
    <w:p w:rsidR="00FF19BB" w:rsidRDefault="00FF19BB" w:rsidP="0086745E">
      <w:pPr>
        <w:pStyle w:val="Textbodu"/>
        <w:rPr>
          <w:u w:val="single"/>
        </w:rPr>
      </w:pPr>
      <w:r>
        <w:t>osvědčení o pokračování zdravotních služeb podle § 27 odst. 4, a</w:t>
      </w:r>
    </w:p>
    <w:p w:rsidR="00FF19BB" w:rsidRDefault="00FF19BB" w:rsidP="0086745E">
      <w:pPr>
        <w:pStyle w:val="Textbodu"/>
        <w:rPr>
          <w:u w:val="single"/>
        </w:rPr>
      </w:pPr>
      <w:r>
        <w:t xml:space="preserve">dokumentu potvrzujícího sloučení nebo splynutí nejméně dvou poskytovatelů, kteří jsou právnickými osobami,“. </w:t>
      </w:r>
    </w:p>
    <w:bookmarkEnd w:id="12"/>
    <w:p w:rsidR="00FF19BB" w:rsidRDefault="00FF19BB" w:rsidP="0086745E">
      <w:pPr>
        <w:pStyle w:val="Novelizanbod"/>
      </w:pPr>
      <w:r>
        <w:t>V § 74 se na konci odstavce 1 doplňuje písmeno q), které zní:</w:t>
      </w:r>
    </w:p>
    <w:p w:rsidR="00FF19BB" w:rsidRDefault="00FF19BB" w:rsidP="0086745E">
      <w:pPr>
        <w:pStyle w:val="Psmeno"/>
      </w:pPr>
      <w:r>
        <w:t>„q) technické údaje pro komunikaci podle zákona o elektronizaci zdravotnictví.“.</w:t>
      </w:r>
    </w:p>
    <w:p w:rsidR="00FF19BB" w:rsidRDefault="00FF19BB" w:rsidP="0086745E">
      <w:pPr>
        <w:pStyle w:val="Novelizanbod"/>
      </w:pPr>
      <w:r>
        <w:t>V § 74 odst. 3 písm. a) bod 2 zní:</w:t>
      </w:r>
    </w:p>
    <w:p w:rsidR="00FF19BB" w:rsidRDefault="00FF19BB" w:rsidP="00FF19BB">
      <w:pPr>
        <w:spacing w:before="120"/>
        <w:ind w:left="360"/>
      </w:pPr>
      <w:r>
        <w:t xml:space="preserve">„2. </w:t>
      </w:r>
      <w:bookmarkStart w:id="13" w:name="_Hlk61516205"/>
      <w:r>
        <w:t>stejnopisů dokumentů uvedených v odstavci 1 písm. p)</w:t>
      </w:r>
      <w:bookmarkEnd w:id="13"/>
      <w:r>
        <w:t>,“.</w:t>
      </w:r>
    </w:p>
    <w:p w:rsidR="00FF19BB" w:rsidRDefault="00FF19BB" w:rsidP="0086745E">
      <w:pPr>
        <w:pStyle w:val="Novelizanbod"/>
      </w:pPr>
      <w:r>
        <w:t>V § 74 odst. 3 se na konci písmene a) doplňuje bod 4, který zní:</w:t>
      </w:r>
    </w:p>
    <w:p w:rsidR="00FF19BB" w:rsidRDefault="00FF19BB" w:rsidP="00FF19BB">
      <w:pPr>
        <w:pStyle w:val="Odstavecseseznamem"/>
      </w:pPr>
      <w:r>
        <w:t>„4. údajů o obsazenosti lůžek podle odstavce 1 písm. m),“.</w:t>
      </w:r>
    </w:p>
    <w:p w:rsidR="00FF19BB" w:rsidRDefault="00FF19BB" w:rsidP="00E30099">
      <w:pPr>
        <w:pStyle w:val="Novelizanbod"/>
        <w:keepNext w:val="0"/>
      </w:pPr>
      <w:r>
        <w:t>V § 74 odst. 3 písm. b) se slova „přístupný poskytovateli, poskytovateli sociálních služeb“ nahrazují slovy „přístupný oprávněnému pracovníkovi poskytovatele, poskytovatele sociálních služeb a“.</w:t>
      </w:r>
    </w:p>
    <w:p w:rsidR="00FF19BB" w:rsidRDefault="00FF19BB" w:rsidP="00E30099">
      <w:pPr>
        <w:pStyle w:val="Novelizanbod"/>
        <w:keepNext w:val="0"/>
      </w:pPr>
      <w:r>
        <w:t>V § 74 odst. 3 písm. f) se slova „přístupný komoře“ nahrazují slovy „přístupný oprávněnému pracovníkovi komory“.</w:t>
      </w:r>
    </w:p>
    <w:p w:rsidR="00FF19BB" w:rsidRDefault="00FF19BB" w:rsidP="00E30099">
      <w:pPr>
        <w:pStyle w:val="Novelizanbod"/>
        <w:keepNext w:val="0"/>
      </w:pPr>
      <w:r>
        <w:t>V § 74 odst. 3 písm. g) se slova „přístupný ministerstvu“ nahrazují slovy „přístupný oprávněnému zaměstnanci ministerstva“.</w:t>
      </w:r>
    </w:p>
    <w:p w:rsidR="00FF19BB" w:rsidRDefault="00FF19BB" w:rsidP="00E30099">
      <w:pPr>
        <w:pStyle w:val="Novelizanbod"/>
        <w:keepNext w:val="0"/>
      </w:pPr>
      <w:r>
        <w:t>V § 74 se na konci odstavce 3 tečka nahrazuje čárkou a doplňují se písmena h) až k), která znějí:</w:t>
      </w:r>
    </w:p>
    <w:p w:rsidR="00FF19BB" w:rsidRPr="00F63874" w:rsidRDefault="00FF19BB" w:rsidP="00F63874">
      <w:pPr>
        <w:pStyle w:val="Psmeno"/>
      </w:pPr>
      <w:r>
        <w:t xml:space="preserve">„h) </w:t>
      </w:r>
      <w:r w:rsidRPr="00F63874">
        <w:t>přístupný oprávněnému zaměstnanci Státního ústavu pro kontrolu léčiv, a to za účelem plnění úkolů Státního ústavu pro kontrolu léčiv podle zákona o léčivech,</w:t>
      </w:r>
    </w:p>
    <w:p w:rsidR="00FF19BB" w:rsidRPr="00F63874" w:rsidRDefault="00FF19BB" w:rsidP="00F63874">
      <w:pPr>
        <w:pStyle w:val="Psmeno"/>
      </w:pPr>
      <w:r>
        <w:t>i</w:t>
      </w:r>
      <w:r w:rsidRPr="00F63874">
        <w:t xml:space="preserve">) přístupný oprávněnému zaměstnanci České správy sociálního zabezpečení </w:t>
      </w:r>
      <w:bookmarkStart w:id="14" w:name="_Hlk56770571"/>
      <w:r w:rsidRPr="00F63874">
        <w:t xml:space="preserve">nebo služebním orgánům nemocenského pojištění, </w:t>
      </w:r>
      <w:bookmarkEnd w:id="14"/>
      <w:r w:rsidRPr="00F63874">
        <w:t>a to za účelem výkonu státní správy v oblasti nemocenského pojištění,</w:t>
      </w:r>
    </w:p>
    <w:p w:rsidR="00FF19BB" w:rsidRDefault="00FF19BB" w:rsidP="00F63874">
      <w:pPr>
        <w:pStyle w:val="Psmeno"/>
      </w:pPr>
      <w:r>
        <w:t>j) přístupný oprávněnému pracovníkovi zdravotnické záchranné služby, a to za účelem plnění úkolů zdravotnické záchranné služby podle tohoto zákona a zákona o zdravotnické záchranné službě,</w:t>
      </w:r>
    </w:p>
    <w:p w:rsidR="00FF19BB" w:rsidRDefault="00FF19BB" w:rsidP="00F63874">
      <w:pPr>
        <w:pStyle w:val="Psmeno"/>
        <w:ind w:left="426" w:hanging="426"/>
      </w:pPr>
      <w:r>
        <w:t>k) přístupný oprávněnému pracovníkovi orgánu ochrany veřejného zdraví, a to za účelem plnění úkolů orgánu ochrany veřejného zdraví podle zákona o ochraně veřejného zdraví.“.</w:t>
      </w:r>
    </w:p>
    <w:p w:rsidR="00FF19BB" w:rsidRDefault="00FF19BB" w:rsidP="00E30099">
      <w:pPr>
        <w:pStyle w:val="Novelizanbod"/>
        <w:keepNext w:val="0"/>
      </w:pPr>
      <w:r>
        <w:t xml:space="preserve">V § 75 odst. 1 se na konci textu písmene b) doplňují </w:t>
      </w:r>
      <w:proofErr w:type="gramStart"/>
      <w:r>
        <w:t>slova „</w:t>
      </w:r>
      <w:r w:rsidR="001F4046">
        <w:t xml:space="preserve"> </w:t>
      </w:r>
      <w:r>
        <w:t>, s tím</w:t>
      </w:r>
      <w:proofErr w:type="gramEnd"/>
      <w:r>
        <w:t>, že další kontaktní údaje podle § 74 odst. 1 písm. c) předává, pokud jsou mu známé“.</w:t>
      </w:r>
    </w:p>
    <w:p w:rsidR="00FF19BB" w:rsidRDefault="00FF19BB" w:rsidP="00E30099">
      <w:pPr>
        <w:pStyle w:val="Novelizanbod"/>
        <w:keepNext w:val="0"/>
      </w:pPr>
      <w:r>
        <w:t>V § 75 odst. 1 písm. c) se za slova „až o)“ vkládají slova „a q)“.</w:t>
      </w:r>
    </w:p>
    <w:p w:rsidR="00FF19BB" w:rsidRDefault="00FF19BB" w:rsidP="00E30099">
      <w:pPr>
        <w:pStyle w:val="Novelizanbod"/>
        <w:keepNext w:val="0"/>
      </w:pPr>
      <w:r>
        <w:t>V § 75 odst. 1 písm. d) se slova „a j) až n)“ nahrazují slovy „</w:t>
      </w:r>
      <w:r w:rsidR="001F4046">
        <w:t xml:space="preserve"> </w:t>
      </w:r>
      <w:r>
        <w:t>,</w:t>
      </w:r>
      <w:r w:rsidR="001F4046">
        <w:t xml:space="preserve"> </w:t>
      </w:r>
      <w:r>
        <w:t>j) až n) a q)“.</w:t>
      </w:r>
    </w:p>
    <w:p w:rsidR="00FF19BB" w:rsidRDefault="00FF19BB" w:rsidP="009A6645">
      <w:pPr>
        <w:pStyle w:val="Novelizanbod"/>
      </w:pPr>
      <w:r>
        <w:t>V § 75 se doplňuje odstavec 3, který zní:</w:t>
      </w:r>
    </w:p>
    <w:p w:rsidR="00FF19BB" w:rsidRDefault="00FF19BB" w:rsidP="009A6645">
      <w:pPr>
        <w:pStyle w:val="Textlnku"/>
        <w:rPr>
          <w:rFonts w:cs="Calibri"/>
        </w:rPr>
      </w:pPr>
      <w:bookmarkStart w:id="15" w:name="_Hlk57028378"/>
      <w:r>
        <w:t xml:space="preserve">„(3) </w:t>
      </w:r>
      <w:bookmarkStart w:id="16" w:name="_Hlk56600311"/>
      <w:r>
        <w:t>Osoby uvedené v odstavci 1 předávají údaje do Národního registru poskytovatelů nebo jejich změny, s výjimkou údajů podle § 74 odst. 1 písm. o),</w:t>
      </w:r>
      <w:r>
        <w:rPr>
          <w:b/>
          <w:bCs/>
        </w:rPr>
        <w:t xml:space="preserve"> </w:t>
      </w:r>
      <w:r>
        <w:t>bez zbytečného odkladu, nejpozději však do 3 pracovních dnů ode dne, kdy se o vzniku údaje nebo jeho změně dozví.</w:t>
      </w:r>
      <w:bookmarkEnd w:id="16"/>
      <w:r>
        <w:t xml:space="preserve"> Tím není dotčen postup podle § 26 odst. 2 nebo 4.“.</w:t>
      </w:r>
    </w:p>
    <w:bookmarkEnd w:id="15"/>
    <w:p w:rsidR="00FF19BB" w:rsidRDefault="00FF19BB" w:rsidP="009A6645">
      <w:pPr>
        <w:pStyle w:val="Novelizanbod"/>
      </w:pPr>
      <w:r>
        <w:t>V § 76 odst. 1 se za písmeno e) vkládají nová písmena f) a g), která znějí:</w:t>
      </w:r>
    </w:p>
    <w:p w:rsidR="00FF19BB" w:rsidRDefault="00FF19BB" w:rsidP="009A6645">
      <w:pPr>
        <w:pStyle w:val="Psmeno"/>
      </w:pPr>
      <w:bookmarkStart w:id="17" w:name="_Hlk45693390"/>
      <w:bookmarkStart w:id="18" w:name="_Hlk45692564"/>
      <w:r>
        <w:t>„f)</w:t>
      </w:r>
      <w:r w:rsidR="00F63874">
        <w:t xml:space="preserve"> </w:t>
      </w:r>
      <w:r>
        <w:t>údaj o zařazení zdravotnického pracovníka do specializačního vzdělávání ve specializačním oboru nebo v nástavbovém oboru s uvedením oboru, data zařazení a vzdělávacího zařízení, které o zařazení rozhodlo</w:t>
      </w:r>
      <w:bookmarkEnd w:id="17"/>
      <w:r>
        <w:t>,</w:t>
      </w:r>
    </w:p>
    <w:p w:rsidR="00FF19BB" w:rsidRDefault="00F63874" w:rsidP="00F63874">
      <w:pPr>
        <w:pStyle w:val="Psmeno"/>
      </w:pPr>
      <w:bookmarkStart w:id="19" w:name="_Hlk45693417"/>
      <w:r>
        <w:t xml:space="preserve">g) </w:t>
      </w:r>
      <w:r w:rsidR="00FF19BB">
        <w:t>údaj o absolvování základního kmene specializačního vzdělávání s uvedením oboru, data ukončení, čísla certifikátu a vzdělávacího zařízení, které certifikát vydalo</w:t>
      </w:r>
      <w:bookmarkEnd w:id="19"/>
      <w:r w:rsidR="00FF19BB">
        <w:t>,“.</w:t>
      </w:r>
    </w:p>
    <w:bookmarkEnd w:id="18"/>
    <w:p w:rsidR="00FF19BB" w:rsidRDefault="00FF19BB" w:rsidP="00E30099">
      <w:pPr>
        <w:pStyle w:val="Odstavecseseznamem"/>
        <w:spacing w:before="120" w:after="120"/>
        <w:ind w:left="357"/>
        <w:contextualSpacing w:val="0"/>
      </w:pPr>
      <w:r>
        <w:t xml:space="preserve">Dosavadní písmena f) až m) se označují jako písmena h) až o). </w:t>
      </w:r>
    </w:p>
    <w:p w:rsidR="00FF19BB" w:rsidRDefault="00FF19BB" w:rsidP="00E30099">
      <w:pPr>
        <w:pStyle w:val="Novelizanbod"/>
        <w:keepNext w:val="0"/>
      </w:pPr>
      <w:r>
        <w:t>V § 76 se na konci odstavce 1 tečka nahrazuje čárkou a doplňují se písmena p) a q), která znějí:</w:t>
      </w:r>
    </w:p>
    <w:p w:rsidR="00FF19BB" w:rsidRDefault="00FF19BB" w:rsidP="00E30099">
      <w:pPr>
        <w:pStyle w:val="Psmeno"/>
        <w:keepNext w:val="0"/>
      </w:pPr>
      <w:r>
        <w:t xml:space="preserve">„p) identifikátor zdravotnického pracovníka, </w:t>
      </w:r>
    </w:p>
    <w:p w:rsidR="00FF19BB" w:rsidRDefault="00FF19BB" w:rsidP="00E30099">
      <w:pPr>
        <w:pStyle w:val="Psmeno"/>
        <w:keepNext w:val="0"/>
      </w:pPr>
      <w:r>
        <w:t xml:space="preserve">  q) označení funkce zdravotnického pracovníka, který je vedoucím pracoviště poskytovatele, včetně požadavků na toto pracoviště vymezené ve smlouvě o poskytování a úhradě hrazených zdravotních služeb uzavřené mezi poskytovatelem a zdravotní pojišťovnou podle zákona o veřejném zdravotním pojištění.“.</w:t>
      </w:r>
    </w:p>
    <w:p w:rsidR="00FF19BB" w:rsidRDefault="00FF19BB" w:rsidP="00E30099">
      <w:pPr>
        <w:pStyle w:val="Novelizanbod"/>
        <w:keepNext w:val="0"/>
      </w:pPr>
      <w:r>
        <w:t>V § 76 odst. 2 písm. a) se slova „a g)“ nahrazují slovy „až i)“.</w:t>
      </w:r>
    </w:p>
    <w:p w:rsidR="00FF19BB" w:rsidRDefault="00FF19BB" w:rsidP="00E30099">
      <w:pPr>
        <w:pStyle w:val="Novelizanbod"/>
        <w:keepNext w:val="0"/>
      </w:pPr>
      <w:r>
        <w:t>V § 76 odst. 2 se na konci textu písmene a) doplňují slova „a p)“.</w:t>
      </w:r>
    </w:p>
    <w:p w:rsidR="00FF19BB" w:rsidRDefault="00FF19BB" w:rsidP="00E30099">
      <w:pPr>
        <w:pStyle w:val="Novelizanbod"/>
        <w:keepNext w:val="0"/>
      </w:pPr>
      <w:r>
        <w:t>V § 76 odst. 2 písm. b) se slova „l) až m)“ nahrazují slovy „n) až o)“.</w:t>
      </w:r>
    </w:p>
    <w:p w:rsidR="00FF19BB" w:rsidRDefault="00FF19BB" w:rsidP="00E30099">
      <w:pPr>
        <w:pStyle w:val="Novelizanbod"/>
        <w:keepNext w:val="0"/>
      </w:pPr>
      <w:r>
        <w:t>V § 76 odst. 2 písm. d) se slova „a), b), f), g), i), j) a l)“ nahrazují slovy „a), b), d, f) až i), k) až o)“.</w:t>
      </w:r>
    </w:p>
    <w:p w:rsidR="00FF19BB" w:rsidRDefault="00FF19BB" w:rsidP="00E30099">
      <w:pPr>
        <w:pStyle w:val="Novelizanbod"/>
        <w:keepNext w:val="0"/>
      </w:pPr>
      <w:r>
        <w:t>V § 76 odst. 2 písm. f) se slova „a), b), f) a g) až m)“ nahrazují slovy „a), b), f) až o)“.</w:t>
      </w:r>
    </w:p>
    <w:p w:rsidR="00FF19BB" w:rsidRDefault="00FF19BB" w:rsidP="00E30099">
      <w:pPr>
        <w:pStyle w:val="Novelizanbod"/>
        <w:keepNext w:val="0"/>
      </w:pPr>
      <w:r>
        <w:t>V § 76 odst. 2 písm. b), d) a f) se slova „až o)“ nahrazují slovy „až p)“.</w:t>
      </w:r>
    </w:p>
    <w:p w:rsidR="00FF19BB" w:rsidRDefault="00FF19BB" w:rsidP="00E30099">
      <w:pPr>
        <w:pStyle w:val="Novelizanbod"/>
        <w:keepNext w:val="0"/>
      </w:pPr>
      <w:r>
        <w:t>V § 76 odst. 2 písm. g) se slova „a), b), f), j) a l)“ nahrazují slovy „a), b), h), j), l) a n)“.</w:t>
      </w:r>
    </w:p>
    <w:p w:rsidR="00FF19BB" w:rsidRDefault="00FF19BB" w:rsidP="00E30099">
      <w:pPr>
        <w:pStyle w:val="Novelizanbod"/>
        <w:keepNext w:val="0"/>
      </w:pPr>
      <w:r>
        <w:t xml:space="preserve">V § 76 odst. 2 písm. g) se slova „a n)“ nahrazují </w:t>
      </w:r>
      <w:proofErr w:type="gramStart"/>
      <w:r>
        <w:t>slovy „</w:t>
      </w:r>
      <w:r w:rsidR="00E30099">
        <w:t xml:space="preserve"> </w:t>
      </w:r>
      <w:r>
        <w:t>, n) a p)“.</w:t>
      </w:r>
      <w:proofErr w:type="gramEnd"/>
    </w:p>
    <w:p w:rsidR="00FF19BB" w:rsidRDefault="00FF19BB" w:rsidP="009A6645">
      <w:pPr>
        <w:pStyle w:val="Novelizanbod"/>
      </w:pPr>
      <w:r>
        <w:t xml:space="preserve">V § 76 odst. 2 písm. j) se za slovo „věcí“ vkládají </w:t>
      </w:r>
      <w:proofErr w:type="gramStart"/>
      <w:r>
        <w:t>slova „</w:t>
      </w:r>
      <w:r w:rsidR="00E30099">
        <w:t xml:space="preserve"> </w:t>
      </w:r>
      <w:r>
        <w:t>, České</w:t>
      </w:r>
      <w:proofErr w:type="gramEnd"/>
      <w:r>
        <w:t xml:space="preserve"> správě sociálního zabezpečení a služebním orgánům nemocenského pojištění“. </w:t>
      </w:r>
    </w:p>
    <w:p w:rsidR="00FF19BB" w:rsidRDefault="00FF19BB" w:rsidP="009A6645">
      <w:pPr>
        <w:pStyle w:val="Novelizanbod"/>
      </w:pPr>
      <w:r>
        <w:t xml:space="preserve">V § 77 odst. 1 písm. a) se </w:t>
      </w:r>
      <w:proofErr w:type="gramStart"/>
      <w:r>
        <w:t>slova „</w:t>
      </w:r>
      <w:r w:rsidR="00E30099">
        <w:t xml:space="preserve"> </w:t>
      </w:r>
      <w:r>
        <w:t>,f), g) a j)“ nahrazují</w:t>
      </w:r>
      <w:proofErr w:type="gramEnd"/>
      <w:r>
        <w:t xml:space="preserve"> slovy „až j) a l)“.</w:t>
      </w:r>
    </w:p>
    <w:p w:rsidR="00FF19BB" w:rsidRDefault="00FF19BB" w:rsidP="009A6645">
      <w:pPr>
        <w:pStyle w:val="Novelizanbod"/>
      </w:pPr>
      <w:r>
        <w:t>V § 77 odst. 1 písm. c) se slova „g) až j)“ nahrazují slovy „i) až k)“.</w:t>
      </w:r>
    </w:p>
    <w:p w:rsidR="00FF19BB" w:rsidRDefault="00FF19BB" w:rsidP="009A6645">
      <w:pPr>
        <w:pStyle w:val="Novelizanbod"/>
      </w:pPr>
      <w:r>
        <w:t>V § 77 odst. 1 písm. d) se text „j), k)“ nahrazuje textem „l)“.</w:t>
      </w:r>
    </w:p>
    <w:p w:rsidR="00FF19BB" w:rsidRDefault="00FF19BB" w:rsidP="009A6645">
      <w:pPr>
        <w:pStyle w:val="Novelizanbod"/>
      </w:pPr>
      <w:r>
        <w:t>V § 77 odst. 1 písm. e) se text „l)“ nahrazuje textem „n)“.</w:t>
      </w:r>
    </w:p>
    <w:p w:rsidR="00FF19BB" w:rsidRDefault="00FF19BB" w:rsidP="009A6645">
      <w:pPr>
        <w:pStyle w:val="Novelizanbod"/>
      </w:pPr>
      <w:r>
        <w:t>V § 77 odst. 1 písm. f) se text „m)“ nahrazuje textem „o)“ a slova „nebo příslušný správní orgán“ se zrušují.</w:t>
      </w:r>
    </w:p>
    <w:p w:rsidR="00FF19BB" w:rsidRDefault="00FF19BB" w:rsidP="009A6645">
      <w:pPr>
        <w:pStyle w:val="Novelizanbod"/>
      </w:pPr>
      <w:r>
        <w:t>V § 77 odst. 1 písm. g) se text „m)“ nahrazuje textem „o)“.</w:t>
      </w:r>
    </w:p>
    <w:p w:rsidR="00FF19BB" w:rsidRDefault="00FF19BB" w:rsidP="009A6645">
      <w:pPr>
        <w:pStyle w:val="Novelizanbod"/>
      </w:pPr>
      <w:r>
        <w:t>V § 77 se na konci odstavce 1 tečka nahrazuje čárkou a doplňuje se písmeno h), které zní:</w:t>
      </w:r>
    </w:p>
    <w:p w:rsidR="00FF19BB" w:rsidRDefault="00FF19BB" w:rsidP="009A6645">
      <w:pPr>
        <w:pStyle w:val="Psmeno"/>
      </w:pPr>
      <w:r>
        <w:t>„h) písm. p) statistický ústav.“.</w:t>
      </w:r>
    </w:p>
    <w:p w:rsidR="00FF19BB" w:rsidRDefault="00FF19BB" w:rsidP="009A6645">
      <w:pPr>
        <w:pStyle w:val="Novelizanbod"/>
      </w:pPr>
      <w:r>
        <w:t>V § 77 se doplňuje odstavec 4, který zní:</w:t>
      </w:r>
    </w:p>
    <w:p w:rsidR="00FF19BB" w:rsidRDefault="00FF19BB" w:rsidP="009A6645">
      <w:pPr>
        <w:pStyle w:val="Textlnku"/>
      </w:pPr>
      <w:r>
        <w:t>„(4) Osoby uvedené v odstavci 1 písm. a) až d), f) a g) předávají údaje do Národního registru zdravotnických pracovníků nebo jejich změnu bez zbytečného odkladu, nejpozději však do 3 pracovních dnů ode dne, kdy se o vzniku údaje nebo o jeho změně dozví.“.</w:t>
      </w:r>
    </w:p>
    <w:p w:rsidR="00FF19BB" w:rsidRDefault="00FF19BB" w:rsidP="009A6645">
      <w:pPr>
        <w:pStyle w:val="Novelizanbod"/>
      </w:pPr>
      <w:r>
        <w:t>V § 77a odst. 2 se na konci písmene b) doplňuje bod 3, který zní:</w:t>
      </w:r>
    </w:p>
    <w:p w:rsidR="00FF19BB" w:rsidRDefault="00FF19BB" w:rsidP="00FF19BB">
      <w:pPr>
        <w:widowControl w:val="0"/>
        <w:autoSpaceDE w:val="0"/>
        <w:autoSpaceDN w:val="0"/>
        <w:adjustRightInd w:val="0"/>
        <w:ind w:left="851" w:hanging="425"/>
        <w:rPr>
          <w:bCs/>
        </w:rPr>
      </w:pPr>
      <w:r>
        <w:rPr>
          <w:bCs/>
        </w:rPr>
        <w:t>„3. v rozsahu identifikátor zdravotnického pracovníka uvedeného ve Smlouvě o poskytování a úhradě hrazených zdravotních služeb uzavřené mezi poskytovatelem a zdravotní pojišťovnou podle zákona o veřejném zdravotním pojištění,“.</w:t>
      </w:r>
    </w:p>
    <w:p w:rsidR="00FF19BB" w:rsidRDefault="00FF19BB" w:rsidP="009A6645">
      <w:pPr>
        <w:pStyle w:val="Novelizanbod"/>
      </w:pPr>
      <w:r>
        <w:t>V § 77a se doplňují odstavce 4 až 6, které znějí:</w:t>
      </w:r>
    </w:p>
    <w:p w:rsidR="00FF19BB" w:rsidRDefault="00FF19BB" w:rsidP="009A6645">
      <w:pPr>
        <w:pStyle w:val="Textlnku"/>
      </w:pPr>
      <w:r>
        <w:t xml:space="preserve">„(4) Do Národního registru hrazených zdravotních služeb rovněž předává údaje poskytovatel, který provedl vyžádaná laboratorní vyšetření a tuto zdravotní službu vykázal zdravotní pojišťovně, a to </w:t>
      </w:r>
    </w:p>
    <w:p w:rsidR="00FF19BB" w:rsidRDefault="00FF19BB" w:rsidP="00F63874">
      <w:pPr>
        <w:pStyle w:val="Textpsmene"/>
        <w:numPr>
          <w:ilvl w:val="1"/>
          <w:numId w:val="43"/>
        </w:numPr>
      </w:pPr>
      <w:r>
        <w:t>výsledky laboratorních odborných hematologických, odborných biochemických nebo mikrobiologických vyšetření,</w:t>
      </w:r>
    </w:p>
    <w:p w:rsidR="00FF19BB" w:rsidRDefault="00FF19BB" w:rsidP="00F63874">
      <w:pPr>
        <w:pStyle w:val="Textpsmene"/>
        <w:numPr>
          <w:ilvl w:val="1"/>
          <w:numId w:val="43"/>
        </w:numPr>
      </w:pPr>
      <w:r>
        <w:t>výsledky jiných laboratorních odborných vyšetření než uvedených v písmenu a), pokud si takové laboratorní vyšetření vyžádalo centrum vysoce specializované péče,</w:t>
      </w:r>
    </w:p>
    <w:p w:rsidR="00FF19BB" w:rsidRDefault="00FF19BB" w:rsidP="00F63874">
      <w:pPr>
        <w:pStyle w:val="Textpsmene"/>
        <w:numPr>
          <w:ilvl w:val="1"/>
          <w:numId w:val="43"/>
        </w:numPr>
      </w:pPr>
      <w:r>
        <w:t>identifikační údaje zdravotní pojišťovny, které byla úhrada zdravotních služeb podle písmene a) nebo b) vykázána,</w:t>
      </w:r>
    </w:p>
    <w:p w:rsidR="00FF19BB" w:rsidRDefault="00FF19BB" w:rsidP="00F63874">
      <w:pPr>
        <w:pStyle w:val="Textpsmene"/>
        <w:numPr>
          <w:ilvl w:val="1"/>
          <w:numId w:val="43"/>
        </w:numPr>
      </w:pPr>
      <w:r>
        <w:t>identifikační údaje poskytovatele, včetně identifikace pracoviště, který laboratorní vyšetření podle písmene a) nebo b) provedl.</w:t>
      </w:r>
    </w:p>
    <w:p w:rsidR="00FF19BB" w:rsidRDefault="00FF19BB" w:rsidP="009A6645">
      <w:pPr>
        <w:pStyle w:val="Textlnku"/>
      </w:pPr>
      <w:r>
        <w:t>(5) Obsah Národního registru hrazených zdravotních služeb je přístupný zdravotní pojišťovně v rozsahu údajů o zdravotních službách, které uhradila, a to za účelem provádění veřejného zdravotního pojištění.</w:t>
      </w:r>
    </w:p>
    <w:p w:rsidR="00FF19BB" w:rsidRDefault="00FF19BB" w:rsidP="009A6645">
      <w:pPr>
        <w:pStyle w:val="Textlnku"/>
      </w:pPr>
      <w:r>
        <w:t>(6) Osobní údaje vedené v Národním registru hrazených zdravotních služeb se po uplynutí 50 let od roku úmrtí subjektu údajů nebo jeho prohlášení za mrtvého anonymizují.“.</w:t>
      </w:r>
    </w:p>
    <w:p w:rsidR="00584377" w:rsidRDefault="00584377" w:rsidP="00584377">
      <w:pPr>
        <w:pStyle w:val="Novelizanbod"/>
      </w:pPr>
      <w:r w:rsidRPr="00ED5387">
        <w:t>V § 77a odst. 2 písmen</w:t>
      </w:r>
      <w:r>
        <w:t>o</w:t>
      </w:r>
      <w:r w:rsidRPr="00ED5387">
        <w:t xml:space="preserve"> </w:t>
      </w:r>
      <w:r>
        <w:t>d</w:t>
      </w:r>
      <w:r w:rsidRPr="00ED5387">
        <w:t>)</w:t>
      </w:r>
      <w:r>
        <w:t xml:space="preserve"> zní</w:t>
      </w:r>
      <w:r w:rsidRPr="00ED5387">
        <w:t>:</w:t>
      </w:r>
    </w:p>
    <w:p w:rsidR="00FF19BB" w:rsidRPr="00584377" w:rsidRDefault="00584377" w:rsidP="00584377">
      <w:pPr>
        <w:pStyle w:val="Novelizanbod"/>
        <w:numPr>
          <w:ilvl w:val="0"/>
          <w:numId w:val="0"/>
        </w:numPr>
        <w:spacing w:before="0" w:after="0"/>
      </w:pPr>
      <w:r w:rsidRPr="00584377">
        <w:rPr>
          <w:rStyle w:val="PromnnHTML"/>
          <w:i w:val="0"/>
          <w:color w:val="000000"/>
        </w:rPr>
        <w:t>„d)</w:t>
      </w:r>
      <w:r w:rsidRPr="00584377">
        <w:rPr>
          <w:i/>
          <w:color w:val="000000"/>
        </w:rPr>
        <w:t xml:space="preserve"> </w:t>
      </w:r>
      <w:r w:rsidRPr="00584377">
        <w:rPr>
          <w:color w:val="000000"/>
        </w:rPr>
        <w:t xml:space="preserve">údaje o personálním zabezpečení </w:t>
      </w:r>
      <w:bookmarkStart w:id="20" w:name="_Hlk69201124"/>
      <w:r w:rsidRPr="00D04F93">
        <w:t xml:space="preserve">včetně identifikátorů zdravotnických </w:t>
      </w:r>
      <w:r>
        <w:t>pracovníků</w:t>
      </w:r>
      <w:r w:rsidR="00A2124B">
        <w:t>,</w:t>
      </w:r>
      <w:r>
        <w:t xml:space="preserve"> </w:t>
      </w:r>
      <w:r w:rsidRPr="00D04F93">
        <w:t>prostřednictvím kterých poskytovatel poskytuje zdravotní služby</w:t>
      </w:r>
      <w:r w:rsidR="00A2124B">
        <w:t>,</w:t>
      </w:r>
      <w:r w:rsidRPr="00D04F93">
        <w:t xml:space="preserve"> a uvedených ve smlouvě o poskytování a úhradě hrazených zdravotních služeb uzavřené mezi poskytovatelem </w:t>
      </w:r>
      <w:r>
        <w:br/>
      </w:r>
      <w:r w:rsidRPr="00D04F93">
        <w:t>a zdravotní pojišťovnou podle zákona o veřejném zdravotním pojištění, a pokud je nemá k dispozici, tak včetně jejich rodných čísel</w:t>
      </w:r>
      <w:bookmarkEnd w:id="20"/>
      <w:r w:rsidRPr="00D04F93">
        <w:t xml:space="preserve">, </w:t>
      </w:r>
      <w:r w:rsidRPr="00584377">
        <w:rPr>
          <w:color w:val="000000"/>
        </w:rPr>
        <w:t xml:space="preserve">a věcném a technickém vybavení poskytovatele, </w:t>
      </w:r>
      <w:r>
        <w:rPr>
          <w:color w:val="000000"/>
        </w:rPr>
        <w:br/>
      </w:r>
      <w:r w:rsidRPr="00584377">
        <w:rPr>
          <w:color w:val="000000"/>
        </w:rPr>
        <w:t>k jejichž zajištění se zavázal zdravotní pojišťovně ve smlouvě o poskytování a úhradě zdravotních služeb uzavřené podle zákona o veřejném zdravotním pojištění,</w:t>
      </w:r>
      <w:r w:rsidR="003D3A9F">
        <w:rPr>
          <w:color w:val="000000"/>
        </w:rPr>
        <w:t>“.</w:t>
      </w:r>
      <w:r w:rsidRPr="00584377">
        <w:rPr>
          <w:color w:val="000000"/>
        </w:rPr>
        <w:t xml:space="preserve">  </w:t>
      </w:r>
    </w:p>
    <w:p w:rsidR="00FF19BB" w:rsidRDefault="00FF19BB" w:rsidP="009A6645">
      <w:pPr>
        <w:pStyle w:val="Novelizanbod"/>
      </w:pPr>
      <w:r>
        <w:t>V § 77a odst. 4 se na konci textu písmene e) doplňují slova „nebo identifikátor pacienta“.</w:t>
      </w:r>
    </w:p>
    <w:p w:rsidR="00FF19BB" w:rsidRDefault="00FF19BB" w:rsidP="009A6645">
      <w:pPr>
        <w:pStyle w:val="Novelizanbod"/>
      </w:pPr>
      <w:r>
        <w:t>Za § 77a se vkládá nový § 77b, který zní:</w:t>
      </w:r>
    </w:p>
    <w:p w:rsidR="00FF19BB" w:rsidRDefault="00FF19BB" w:rsidP="009A6645">
      <w:pPr>
        <w:pStyle w:val="Paragraf"/>
        <w:rPr>
          <w:bCs/>
        </w:rPr>
      </w:pPr>
      <w:bookmarkStart w:id="21" w:name="_Hlk60835987"/>
      <w:r>
        <w:rPr>
          <w:bCs/>
        </w:rPr>
        <w:t>„</w:t>
      </w:r>
      <w:r w:rsidR="009A6645">
        <w:t>§</w:t>
      </w:r>
      <w:r w:rsidR="0095588E">
        <w:t xml:space="preserve"> </w:t>
      </w:r>
      <w:r>
        <w:rPr>
          <w:bCs/>
        </w:rPr>
        <w:t>77b</w:t>
      </w:r>
    </w:p>
    <w:p w:rsidR="00FF19BB" w:rsidRDefault="00FF19BB" w:rsidP="0095588E">
      <w:pPr>
        <w:pStyle w:val="Textlnku"/>
      </w:pPr>
      <w:r>
        <w:t>Lhůta pro zápis údaje, popřípadě jeho změny, který vyplývá z  rozhodnutí, do příslušného zdravotnického registru, počíná běžet dnem následujícím po dni nabytí právní moci tohoto rozhodnutí.“.</w:t>
      </w:r>
    </w:p>
    <w:bookmarkEnd w:id="21"/>
    <w:p w:rsidR="00FF19BB" w:rsidRDefault="00FF19BB" w:rsidP="00E30099">
      <w:pPr>
        <w:pStyle w:val="Novelizanbod"/>
        <w:keepNext w:val="0"/>
        <w:rPr>
          <w:bCs/>
        </w:rPr>
      </w:pPr>
      <w:r>
        <w:rPr>
          <w:bCs/>
        </w:rPr>
        <w:t xml:space="preserve">V § 78 se na konci textu písmene b) doplňují </w:t>
      </w:r>
      <w:proofErr w:type="gramStart"/>
      <w:r>
        <w:rPr>
          <w:bCs/>
        </w:rPr>
        <w:t xml:space="preserve">slova </w:t>
      </w:r>
      <w:r>
        <w:t>„</w:t>
      </w:r>
      <w:r w:rsidR="00E30099">
        <w:t xml:space="preserve"> </w:t>
      </w:r>
      <w:r>
        <w:t>, a dále</w:t>
      </w:r>
      <w:proofErr w:type="gramEnd"/>
      <w:r>
        <w:t xml:space="preserve"> vymezení lůžek podle formy nebo oboru poskytované zdravotní péče, popřípadě též podle jejich vybavení, u nichž se oznamuje do Národního registru poskytovatelů údaj o jejich obsazenosti“.</w:t>
      </w:r>
    </w:p>
    <w:p w:rsidR="00FF19BB" w:rsidRDefault="00FF19BB" w:rsidP="00E30099">
      <w:pPr>
        <w:pStyle w:val="Novelizanbod"/>
        <w:keepNext w:val="0"/>
      </w:pPr>
      <w:r>
        <w:t xml:space="preserve">V § 78 se na konci textu písmene c) doplňují </w:t>
      </w:r>
      <w:proofErr w:type="gramStart"/>
      <w:r>
        <w:t>slova „</w:t>
      </w:r>
      <w:r w:rsidR="00E30099">
        <w:t xml:space="preserve"> </w:t>
      </w:r>
      <w:r>
        <w:t>, pokud</w:t>
      </w:r>
      <w:proofErr w:type="gramEnd"/>
      <w:r>
        <w:t xml:space="preserve"> tento zákon nestanoví jinak“.</w:t>
      </w:r>
    </w:p>
    <w:p w:rsidR="00EF5BD4" w:rsidRDefault="00EF5BD4">
      <w:pPr>
        <w:jc w:val="left"/>
      </w:pPr>
      <w:r>
        <w:br w:type="page"/>
      </w:r>
    </w:p>
    <w:p w:rsidR="00FF19BB" w:rsidRDefault="00FF19BB" w:rsidP="00E30099">
      <w:pPr>
        <w:pStyle w:val="Novelizanbod"/>
        <w:keepNext w:val="0"/>
      </w:pPr>
      <w:bookmarkStart w:id="22" w:name="_GoBack"/>
      <w:bookmarkEnd w:id="22"/>
      <w:r>
        <w:t>V § 78 se na konci písmene e) tečka nahrazuje čárkou a doplňuje se písmeno f), které zní:</w:t>
      </w:r>
    </w:p>
    <w:p w:rsidR="00FF19BB" w:rsidRDefault="00FF19BB" w:rsidP="00E30099">
      <w:pPr>
        <w:pStyle w:val="Psmeno"/>
        <w:keepNext w:val="0"/>
      </w:pPr>
      <w:r>
        <w:t>„f) seznam konkrétních resortních referenčních statistik, lhůty jejich zveřejnění a případy, kdy lze v dané referenční statistice označit konkrétního poskytovatele nebo zdravotní pojišťovnu.“.</w:t>
      </w:r>
    </w:p>
    <w:p w:rsidR="00FF19BB" w:rsidRDefault="00FF19BB" w:rsidP="0095588E">
      <w:pPr>
        <w:pStyle w:val="Novelizanbod"/>
      </w:pPr>
      <w:r>
        <w:t>Nad označení § 119 se vkládá nadpis, který zní: „</w:t>
      </w:r>
      <w:r>
        <w:rPr>
          <w:b/>
        </w:rPr>
        <w:t>Společná ustanovení</w:t>
      </w:r>
      <w:r>
        <w:t>“.</w:t>
      </w:r>
    </w:p>
    <w:p w:rsidR="00FF19BB" w:rsidRDefault="00FF19BB" w:rsidP="0095588E">
      <w:pPr>
        <w:pStyle w:val="Novelizanbod"/>
      </w:pPr>
      <w:r>
        <w:t>Nadpis § 119 se zrušuje.</w:t>
      </w:r>
    </w:p>
    <w:p w:rsidR="00FF19BB" w:rsidRDefault="00FF19BB" w:rsidP="0095588E">
      <w:pPr>
        <w:pStyle w:val="Novelizanbod"/>
      </w:pPr>
      <w:r>
        <w:t>Za § 119 se vkládá nový § 119a, který včetně nadpisu zní:</w:t>
      </w:r>
    </w:p>
    <w:p w:rsidR="00FF19BB" w:rsidRDefault="00FF19BB" w:rsidP="0095588E">
      <w:pPr>
        <w:pStyle w:val="Paragraf"/>
      </w:pPr>
      <w:r>
        <w:t>„</w:t>
      </w:r>
      <w:r w:rsidR="0095588E">
        <w:t xml:space="preserve">§ </w:t>
      </w:r>
      <w:r>
        <w:t>119a</w:t>
      </w:r>
    </w:p>
    <w:p w:rsidR="00FF19BB" w:rsidRDefault="00FF19BB" w:rsidP="0095588E">
      <w:pPr>
        <w:pStyle w:val="Nadpisparagrafu"/>
      </w:pPr>
      <w:r>
        <w:t>Zvláštní postupy k utajení a zajištění bezpečnosti</w:t>
      </w:r>
    </w:p>
    <w:p w:rsidR="00FF19BB" w:rsidRDefault="00FF19BB" w:rsidP="00F63874">
      <w:pPr>
        <w:pStyle w:val="Textodstavce"/>
        <w:numPr>
          <w:ilvl w:val="0"/>
          <w:numId w:val="44"/>
        </w:numPr>
      </w:pPr>
      <w:r>
        <w:t xml:space="preserve"> Pro účely utajení činnosti zpravodajských služeb České republiky, Policie České republiky, Vojenské policie, Celní správy České republiky, Generální inspekce bezpečnostních sborů a ozbrojených sil České republiky a zajištění bezpečnosti jejich příslušníků a vojáků v činné službě lze použít zvláštní postupy při plnění úkolů souvisejících </w:t>
      </w:r>
    </w:p>
    <w:p w:rsidR="00FF19BB" w:rsidRDefault="00FF19BB" w:rsidP="0095588E">
      <w:pPr>
        <w:pStyle w:val="Textpsmene"/>
        <w:rPr>
          <w:lang w:eastAsia="en-US"/>
        </w:rPr>
      </w:pPr>
      <w:r>
        <w:rPr>
          <w:lang w:eastAsia="en-US"/>
        </w:rPr>
        <w:t>s předáváním údajů do zdravotnických registrů podle § 72 odst. 1 a jejich zpracováním v těchto registrech, včetně přístupu k nim,</w:t>
      </w:r>
    </w:p>
    <w:p w:rsidR="00FF19BB" w:rsidRDefault="00FF19BB" w:rsidP="0095588E">
      <w:pPr>
        <w:pStyle w:val="Textpsmene"/>
        <w:rPr>
          <w:rFonts w:cs="Calibri"/>
          <w:lang w:eastAsia="en-US"/>
        </w:rPr>
      </w:pPr>
      <w:r>
        <w:rPr>
          <w:lang w:eastAsia="en-US"/>
        </w:rPr>
        <w:t>s vedením, zpracováním, ohlášením a předáváním pacientského souhrnu podle § 56a a zdravotnické dokumentace nebo jejich částí podle § 56b.</w:t>
      </w:r>
    </w:p>
    <w:p w:rsidR="00FF19BB" w:rsidRDefault="00FF19BB" w:rsidP="0095588E">
      <w:pPr>
        <w:pStyle w:val="Textodstavce"/>
        <w:rPr>
          <w:lang w:eastAsia="en-US"/>
        </w:rPr>
      </w:pPr>
      <w:r>
        <w:t>Zvláštní postupy podle odstavce 1 mohou použít</w:t>
      </w:r>
    </w:p>
    <w:p w:rsidR="00FF19BB" w:rsidRDefault="00FF19BB" w:rsidP="0095588E">
      <w:pPr>
        <w:pStyle w:val="Textpsmene"/>
        <w:rPr>
          <w:lang w:eastAsia="en-US"/>
        </w:rPr>
      </w:pPr>
      <w:r>
        <w:rPr>
          <w:lang w:eastAsia="en-US"/>
        </w:rPr>
        <w:t>příslušníci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zpravodajské služby České republiky,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Policie České republiky,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Celní správy České republiky,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Generální inspekce bezpečnostních sborů,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Hasičského záchranného sboru České republiky,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Vojenské policie a</w:t>
      </w:r>
    </w:p>
    <w:p w:rsidR="00FF19BB" w:rsidRDefault="00FF19BB" w:rsidP="0095588E">
      <w:pPr>
        <w:pStyle w:val="Textbodu"/>
        <w:rPr>
          <w:lang w:eastAsia="en-US"/>
        </w:rPr>
      </w:pPr>
      <w:r>
        <w:rPr>
          <w:lang w:eastAsia="en-US"/>
        </w:rPr>
        <w:t>ozbrojených sil České republiky,</w:t>
      </w:r>
    </w:p>
    <w:p w:rsidR="00FF19BB" w:rsidRDefault="00FF19BB" w:rsidP="0095588E">
      <w:pPr>
        <w:pStyle w:val="Textpsmene"/>
        <w:rPr>
          <w:lang w:eastAsia="en-US"/>
        </w:rPr>
      </w:pPr>
      <w:r>
        <w:rPr>
          <w:lang w:eastAsia="en-US"/>
        </w:rPr>
        <w:t>zpravodajské služby České republiky, Policie České republiky, Vojenská policie, Celní správa České republiky, Generální inspekce bezpečnostních sborů, Hasičský záchranný sbor České republiky, Ministerstvo zdravotnictví, Ministerstvo vnitra, Ministerstvo obrany a ozbrojené síly České republiky,</w:t>
      </w:r>
    </w:p>
    <w:p w:rsidR="00FF19BB" w:rsidRDefault="00FF19BB" w:rsidP="0095588E">
      <w:pPr>
        <w:pStyle w:val="Textpsmene"/>
        <w:rPr>
          <w:lang w:eastAsia="en-US"/>
        </w:rPr>
      </w:pPr>
      <w:r>
        <w:rPr>
          <w:lang w:eastAsia="en-US"/>
        </w:rPr>
        <w:t>poskytovatelé zdravotních služeb zřizovaní orgány uvedenými v písmenu b), a</w:t>
      </w:r>
    </w:p>
    <w:p w:rsidR="00FF19BB" w:rsidRDefault="00FF19BB" w:rsidP="0095588E">
      <w:pPr>
        <w:pStyle w:val="Textpsmene"/>
        <w:rPr>
          <w:lang w:eastAsia="en-US"/>
        </w:rPr>
      </w:pPr>
      <w:r>
        <w:rPr>
          <w:lang w:eastAsia="en-US"/>
        </w:rPr>
        <w:t>zdravotní pojišťovny ve smluvním vztahu s poskytovateli zdravotních služeb zřizovanými orgány uvedenými v písmenu b).</w:t>
      </w:r>
    </w:p>
    <w:p w:rsidR="00FF19BB" w:rsidRDefault="00FF19BB" w:rsidP="0095588E">
      <w:pPr>
        <w:pStyle w:val="Textodstavce"/>
        <w:rPr>
          <w:lang w:eastAsia="en-US"/>
        </w:rPr>
      </w:pPr>
      <w:r>
        <w:t>Zvláštní postupy podle odstavce 1 stanoví vláda usnesením.“.</w:t>
      </w:r>
    </w:p>
    <w:p w:rsidR="00FF19BB" w:rsidRDefault="0095588E" w:rsidP="0095588E">
      <w:pPr>
        <w:pStyle w:val="lnek"/>
      </w:pPr>
      <w:r>
        <w:t xml:space="preserve">Čl. </w:t>
      </w:r>
      <w:r w:rsidR="00FF19BB">
        <w:t>VIII</w:t>
      </w:r>
    </w:p>
    <w:p w:rsidR="00FF19BB" w:rsidRDefault="00FF19BB" w:rsidP="0095588E">
      <w:pPr>
        <w:pStyle w:val="Nadpislnku"/>
      </w:pPr>
      <w:r>
        <w:t>Přechodná ustanovení</w:t>
      </w:r>
    </w:p>
    <w:p w:rsidR="00FF19BB" w:rsidRDefault="00FF19BB" w:rsidP="002F2150">
      <w:pPr>
        <w:pStyle w:val="Odstavecseseznamem"/>
        <w:numPr>
          <w:ilvl w:val="0"/>
          <w:numId w:val="14"/>
        </w:numPr>
        <w:spacing w:before="120" w:after="120"/>
        <w:ind w:left="357" w:hanging="357"/>
        <w:contextualSpacing w:val="0"/>
      </w:pPr>
      <w:r>
        <w:t>Poskytovatel podle § 53 odst. 2 písm. a) zákona č. 372/2011 Sb., ve znění účinném ode dne nabytí účinnosti tohoto zákona, doplní do zdravotnické dokumentace identifikátor pacienta, o němž zdravotnickou dokumentaci vede, nejpozději při prvním poskytnutí zdravotní péče tomuto pacientovi po dni 31. ledna 2023.</w:t>
      </w:r>
    </w:p>
    <w:p w:rsidR="00FF19BB" w:rsidRDefault="00FF19BB" w:rsidP="0086745E">
      <w:pPr>
        <w:pStyle w:val="Odstavecseseznamem"/>
        <w:numPr>
          <w:ilvl w:val="0"/>
          <w:numId w:val="14"/>
        </w:numPr>
        <w:spacing w:before="120" w:after="120"/>
      </w:pPr>
      <w:r>
        <w:t>Pokud byla přede dnem nabytí účinnosti tohoto zákona podána Ústavu zdravotnických informací a statistiky České republiky žádost podle § 71c zákona č. 372/2011 Sb., ve znění účinném přede dnem nabytí účinnosti tohoto zákona, vyřizování žádosti se dnem nabytí účinnosti tohoto zákona zastavuje.</w:t>
      </w:r>
    </w:p>
    <w:p w:rsidR="00FF19BB" w:rsidRDefault="0095588E" w:rsidP="0095588E">
      <w:pPr>
        <w:pStyle w:val="ST"/>
      </w:pPr>
      <w:bookmarkStart w:id="23" w:name="_Hlk61422634"/>
      <w:bookmarkStart w:id="24" w:name="_Hlk60758961"/>
      <w:bookmarkStart w:id="25" w:name="_Hlk60662216"/>
      <w:bookmarkStart w:id="26" w:name="_Hlk58942053"/>
      <w:r>
        <w:t xml:space="preserve">ČÁST </w:t>
      </w:r>
      <w:r w:rsidR="00FF19BB">
        <w:t>ŠESTÁ</w:t>
      </w:r>
    </w:p>
    <w:p w:rsidR="00FF19BB" w:rsidRDefault="00FF19BB" w:rsidP="0095588E">
      <w:pPr>
        <w:pStyle w:val="NADPISSTI"/>
      </w:pPr>
      <w:bookmarkStart w:id="27" w:name="_Hlk60828843"/>
      <w:bookmarkStart w:id="28" w:name="_Hlk58942325"/>
      <w:r>
        <w:t>ÚČINNOST</w:t>
      </w:r>
    </w:p>
    <w:p w:rsidR="00FF19BB" w:rsidRDefault="0095588E" w:rsidP="0095588E">
      <w:pPr>
        <w:pStyle w:val="lnek"/>
      </w:pPr>
      <w:r>
        <w:t xml:space="preserve">Čl. </w:t>
      </w:r>
      <w:bookmarkStart w:id="29" w:name="_Hlk57318610"/>
      <w:r w:rsidR="00FF19BB">
        <w:t>IX</w:t>
      </w:r>
    </w:p>
    <w:bookmarkEnd w:id="23"/>
    <w:bookmarkEnd w:id="24"/>
    <w:bookmarkEnd w:id="25"/>
    <w:bookmarkEnd w:id="26"/>
    <w:bookmarkEnd w:id="27"/>
    <w:bookmarkEnd w:id="28"/>
    <w:bookmarkEnd w:id="29"/>
    <w:p w:rsidR="00FF19BB" w:rsidRDefault="00FF19BB" w:rsidP="0095588E">
      <w:pPr>
        <w:pStyle w:val="Textlnku"/>
      </w:pPr>
      <w:r>
        <w:t>Tento zákon nabývá účinnosti dnem 1. ledna 2022 s výjimkou ustanovení</w:t>
      </w:r>
    </w:p>
    <w:p w:rsidR="00FF19BB" w:rsidRDefault="00FF19BB" w:rsidP="0095588E">
      <w:pPr>
        <w:pStyle w:val="Textpsmene"/>
      </w:pPr>
      <w:bookmarkStart w:id="30" w:name="_Hlk64307513"/>
      <w:r>
        <w:t>čl. III a IV, čl. V bodů 2 až 4, čl. VI a čl. VII</w:t>
      </w:r>
    </w:p>
    <w:p w:rsidR="00FF19BB" w:rsidRPr="00867AD4" w:rsidRDefault="00FF19BB" w:rsidP="0095588E">
      <w:pPr>
        <w:pStyle w:val="Textbodu"/>
      </w:pPr>
      <w:r w:rsidRPr="00867AD4">
        <w:t>bodu 7,</w:t>
      </w:r>
    </w:p>
    <w:p w:rsidR="00FF19BB" w:rsidRPr="00867AD4" w:rsidRDefault="00FF19BB" w:rsidP="0095588E">
      <w:pPr>
        <w:pStyle w:val="Textbodu"/>
      </w:pPr>
      <w:r w:rsidRPr="00867AD4">
        <w:t xml:space="preserve">bodu 8, pokud jde o § 56c odst. 3, </w:t>
      </w:r>
    </w:p>
    <w:p w:rsidR="00FF19BB" w:rsidRPr="00867AD4" w:rsidRDefault="00FF19BB" w:rsidP="0095588E">
      <w:pPr>
        <w:pStyle w:val="Textbodu"/>
      </w:pPr>
      <w:r w:rsidRPr="00867AD4">
        <w:t>bodu 17,</w:t>
      </w:r>
    </w:p>
    <w:p w:rsidR="00FF19BB" w:rsidRPr="00867AD4" w:rsidRDefault="00FF19BB" w:rsidP="0095588E">
      <w:pPr>
        <w:pStyle w:val="Textbodu"/>
      </w:pPr>
      <w:r w:rsidRPr="00867AD4">
        <w:t xml:space="preserve">bodu 20, pokud jde o § 70 odst. 7 písm. a) a b), </w:t>
      </w:r>
    </w:p>
    <w:p w:rsidR="007845D5" w:rsidRPr="00867AD4" w:rsidRDefault="007845D5" w:rsidP="0095588E">
      <w:pPr>
        <w:pStyle w:val="Textbodu"/>
      </w:pPr>
      <w:r w:rsidRPr="00867AD4">
        <w:t>bodu 22,</w:t>
      </w:r>
    </w:p>
    <w:p w:rsidR="00FF19BB" w:rsidRPr="00867AD4" w:rsidRDefault="00FF19BB" w:rsidP="0095588E">
      <w:pPr>
        <w:pStyle w:val="Textbodu"/>
      </w:pPr>
      <w:r w:rsidRPr="00867AD4">
        <w:t xml:space="preserve">bodu 23, pokud jde o § 72 odst. 3 písm. a), </w:t>
      </w:r>
    </w:p>
    <w:p w:rsidR="00FF19BB" w:rsidRPr="00867AD4" w:rsidRDefault="00FF19BB" w:rsidP="0095588E">
      <w:pPr>
        <w:pStyle w:val="Textbodu"/>
      </w:pPr>
      <w:r w:rsidRPr="00867AD4">
        <w:t>bodu 43, pokud jde o § 76 odst. 1 písm. p), a</w:t>
      </w:r>
    </w:p>
    <w:p w:rsidR="00FF19BB" w:rsidRPr="00867AD4" w:rsidRDefault="00FF19BB" w:rsidP="0095588E">
      <w:pPr>
        <w:pStyle w:val="Textbodu"/>
      </w:pPr>
      <w:r w:rsidRPr="00867AD4">
        <w:t xml:space="preserve">bodů 42, 49, 51, 59, 61 a 63, </w:t>
      </w:r>
    </w:p>
    <w:p w:rsidR="00FF19BB" w:rsidRDefault="00FF19BB" w:rsidP="00FF19BB">
      <w:pPr>
        <w:pStyle w:val="Odstavecseseznamem"/>
        <w:tabs>
          <w:tab w:val="left" w:pos="426"/>
        </w:tabs>
        <w:ind w:left="0"/>
      </w:pPr>
      <w:r>
        <w:t xml:space="preserve"> která nabývají účinnosti dnem 1. ledna 2023, a</w:t>
      </w:r>
    </w:p>
    <w:p w:rsidR="00FF19BB" w:rsidRDefault="00FF19BB" w:rsidP="0095588E">
      <w:pPr>
        <w:pStyle w:val="Textpsmene"/>
      </w:pPr>
      <w:r>
        <w:t xml:space="preserve">čl. VII bodu 3 a 64, která nabývají účinnosti dnem 1. ledna 2024. </w:t>
      </w:r>
    </w:p>
    <w:bookmarkEnd w:id="30"/>
    <w:sectPr w:rsidR="00FF19BB">
      <w:headerReference w:type="even" r:id="rId26"/>
      <w:headerReference w:type="default" r:id="rId2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9BB" w:rsidRDefault="00FF19BB">
      <w:r>
        <w:separator/>
      </w:r>
    </w:p>
  </w:endnote>
  <w:endnote w:type="continuationSeparator" w:id="0">
    <w:p w:rsidR="00FF19BB" w:rsidRDefault="00FF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9BB" w:rsidRDefault="00FF19BB">
      <w:r>
        <w:separator/>
      </w:r>
    </w:p>
  </w:footnote>
  <w:footnote w:type="continuationSeparator" w:id="0">
    <w:p w:rsidR="00FF19BB" w:rsidRDefault="00FF1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F0E" w:rsidRDefault="00FF19B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15F0E" w:rsidRDefault="00715F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F0E" w:rsidRDefault="00FF19B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F5BD4">
      <w:rPr>
        <w:rStyle w:val="slostrnky"/>
        <w:noProof/>
      </w:rPr>
      <w:t>15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715F0E" w:rsidRDefault="00715F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291D"/>
    <w:multiLevelType w:val="hybridMultilevel"/>
    <w:tmpl w:val="D0CA8DA6"/>
    <w:lvl w:ilvl="0" w:tplc="70780E32">
      <w:start w:val="7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0416E31"/>
    <w:multiLevelType w:val="hybridMultilevel"/>
    <w:tmpl w:val="239EC0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260AE7"/>
    <w:multiLevelType w:val="hybridMultilevel"/>
    <w:tmpl w:val="D990E2CC"/>
    <w:lvl w:ilvl="0" w:tplc="46F47BB8">
      <w:start w:val="1"/>
      <w:numFmt w:val="lowerLetter"/>
      <w:lvlText w:val="%1)"/>
      <w:lvlJc w:val="left"/>
      <w:pPr>
        <w:ind w:left="406" w:hanging="360"/>
      </w:pPr>
    </w:lvl>
    <w:lvl w:ilvl="1" w:tplc="04050019">
      <w:start w:val="1"/>
      <w:numFmt w:val="lowerLetter"/>
      <w:lvlText w:val="%2."/>
      <w:lvlJc w:val="left"/>
      <w:pPr>
        <w:ind w:left="1463" w:hanging="360"/>
      </w:pPr>
    </w:lvl>
    <w:lvl w:ilvl="2" w:tplc="0405001B">
      <w:start w:val="1"/>
      <w:numFmt w:val="lowerRoman"/>
      <w:lvlText w:val="%3."/>
      <w:lvlJc w:val="right"/>
      <w:pPr>
        <w:ind w:left="2183" w:hanging="180"/>
      </w:pPr>
    </w:lvl>
    <w:lvl w:ilvl="3" w:tplc="0405000F">
      <w:start w:val="1"/>
      <w:numFmt w:val="decimal"/>
      <w:lvlText w:val="%4."/>
      <w:lvlJc w:val="left"/>
      <w:pPr>
        <w:ind w:left="2903" w:hanging="360"/>
      </w:pPr>
    </w:lvl>
    <w:lvl w:ilvl="4" w:tplc="04050019">
      <w:start w:val="1"/>
      <w:numFmt w:val="lowerLetter"/>
      <w:lvlText w:val="%5."/>
      <w:lvlJc w:val="left"/>
      <w:pPr>
        <w:ind w:left="3623" w:hanging="360"/>
      </w:pPr>
    </w:lvl>
    <w:lvl w:ilvl="5" w:tplc="0405001B">
      <w:start w:val="1"/>
      <w:numFmt w:val="lowerRoman"/>
      <w:lvlText w:val="%6."/>
      <w:lvlJc w:val="right"/>
      <w:pPr>
        <w:ind w:left="4343" w:hanging="180"/>
      </w:pPr>
    </w:lvl>
    <w:lvl w:ilvl="6" w:tplc="0405000F">
      <w:start w:val="1"/>
      <w:numFmt w:val="decimal"/>
      <w:lvlText w:val="%7."/>
      <w:lvlJc w:val="left"/>
      <w:pPr>
        <w:ind w:left="5063" w:hanging="360"/>
      </w:pPr>
    </w:lvl>
    <w:lvl w:ilvl="7" w:tplc="04050019">
      <w:start w:val="1"/>
      <w:numFmt w:val="lowerLetter"/>
      <w:lvlText w:val="%8."/>
      <w:lvlJc w:val="left"/>
      <w:pPr>
        <w:ind w:left="5783" w:hanging="360"/>
      </w:pPr>
    </w:lvl>
    <w:lvl w:ilvl="8" w:tplc="0405001B">
      <w:start w:val="1"/>
      <w:numFmt w:val="lowerRoman"/>
      <w:lvlText w:val="%9."/>
      <w:lvlJc w:val="right"/>
      <w:pPr>
        <w:ind w:left="6503" w:hanging="180"/>
      </w:p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6113569C"/>
    <w:multiLevelType w:val="multilevel"/>
    <w:tmpl w:val="99FE21D6"/>
    <w:lvl w:ilvl="0">
      <w:start w:val="1"/>
      <w:numFmt w:val="decimal"/>
      <w:pStyle w:val="Parcislo"/>
      <w:lvlText w:val="§%1"/>
      <w:lvlJc w:val="left"/>
      <w:pPr>
        <w:ind w:left="5180" w:hanging="360"/>
      </w:pPr>
    </w:lvl>
    <w:lvl w:ilvl="1">
      <w:start w:val="1"/>
      <w:numFmt w:val="decimal"/>
      <w:pStyle w:val="Parodst"/>
      <w:lvlText w:val="(%2)"/>
      <w:lvlJc w:val="left"/>
      <w:pPr>
        <w:ind w:left="6249" w:hanging="360"/>
      </w:pPr>
      <w:rPr>
        <w:b w:val="0"/>
      </w:rPr>
    </w:lvl>
    <w:lvl w:ilvl="2">
      <w:start w:val="1"/>
      <w:numFmt w:val="lowerLetter"/>
      <w:pStyle w:val="Parodstpism"/>
      <w:lvlText w:val="%3)"/>
      <w:lvlJc w:val="left"/>
      <w:pPr>
        <w:ind w:left="6609" w:hanging="360"/>
      </w:pPr>
      <w:rPr>
        <w:b w:val="0"/>
      </w:rPr>
    </w:lvl>
    <w:lvl w:ilvl="3">
      <w:start w:val="1"/>
      <w:numFmt w:val="decimal"/>
      <w:pStyle w:val="Parodstpismcislo"/>
      <w:lvlText w:val="%4."/>
      <w:lvlJc w:val="left"/>
      <w:pPr>
        <w:ind w:left="6969" w:hanging="360"/>
      </w:pPr>
    </w:lvl>
    <w:lvl w:ilvl="4">
      <w:start w:val="1"/>
      <w:numFmt w:val="lowerLetter"/>
      <w:lvlText w:val="(%5)"/>
      <w:lvlJc w:val="left"/>
      <w:pPr>
        <w:ind w:left="7329" w:hanging="360"/>
      </w:pPr>
    </w:lvl>
    <w:lvl w:ilvl="5">
      <w:start w:val="1"/>
      <w:numFmt w:val="lowerRoman"/>
      <w:lvlText w:val="(%6)"/>
      <w:lvlJc w:val="left"/>
      <w:pPr>
        <w:ind w:left="7689" w:hanging="360"/>
      </w:pPr>
    </w:lvl>
    <w:lvl w:ilvl="6">
      <w:start w:val="1"/>
      <w:numFmt w:val="decimal"/>
      <w:lvlText w:val="%7."/>
      <w:lvlJc w:val="left"/>
      <w:pPr>
        <w:ind w:left="8049" w:hanging="360"/>
      </w:pPr>
    </w:lvl>
    <w:lvl w:ilvl="7">
      <w:start w:val="1"/>
      <w:numFmt w:val="lowerLetter"/>
      <w:lvlText w:val="%8."/>
      <w:lvlJc w:val="left"/>
      <w:pPr>
        <w:ind w:left="8409" w:hanging="360"/>
      </w:pPr>
    </w:lvl>
    <w:lvl w:ilvl="8">
      <w:start w:val="1"/>
      <w:numFmt w:val="lowerRoman"/>
      <w:lvlText w:val="%9."/>
      <w:lvlJc w:val="left"/>
      <w:pPr>
        <w:ind w:left="8769" w:hanging="360"/>
      </w:pPr>
    </w:lvl>
  </w:abstractNum>
  <w:abstractNum w:abstractNumId="8" w15:restartNumberingAfterBreak="0">
    <w:nsid w:val="62D713FA"/>
    <w:multiLevelType w:val="hybridMultilevel"/>
    <w:tmpl w:val="1E227306"/>
    <w:lvl w:ilvl="0" w:tplc="621068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737F6"/>
    <w:multiLevelType w:val="hybridMultilevel"/>
    <w:tmpl w:val="1E3AF84C"/>
    <w:lvl w:ilvl="0" w:tplc="040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84788A"/>
    <w:multiLevelType w:val="hybridMultilevel"/>
    <w:tmpl w:val="79FC1704"/>
    <w:lvl w:ilvl="0" w:tplc="D1B0FA22">
      <w:start w:val="1"/>
      <w:numFmt w:val="decimal"/>
      <w:lvlText w:val="%1.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A5C7E0A"/>
    <w:multiLevelType w:val="hybridMultilevel"/>
    <w:tmpl w:val="207C9284"/>
    <w:lvl w:ilvl="0" w:tplc="12E0761C">
      <w:start w:val="6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4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9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F19BB"/>
    <w:rsid w:val="00086DF9"/>
    <w:rsid w:val="001D4A3A"/>
    <w:rsid w:val="001E4922"/>
    <w:rsid w:val="001F4046"/>
    <w:rsid w:val="002F2150"/>
    <w:rsid w:val="003D3A9F"/>
    <w:rsid w:val="00584377"/>
    <w:rsid w:val="005977AE"/>
    <w:rsid w:val="00622B2F"/>
    <w:rsid w:val="006B219F"/>
    <w:rsid w:val="00715F0E"/>
    <w:rsid w:val="007845D5"/>
    <w:rsid w:val="00821C0D"/>
    <w:rsid w:val="0086745E"/>
    <w:rsid w:val="00867AD4"/>
    <w:rsid w:val="0095588E"/>
    <w:rsid w:val="009A6645"/>
    <w:rsid w:val="009F2828"/>
    <w:rsid w:val="00A2124B"/>
    <w:rsid w:val="00AF6034"/>
    <w:rsid w:val="00D203AC"/>
    <w:rsid w:val="00E30099"/>
    <w:rsid w:val="00EF5BD4"/>
    <w:rsid w:val="00F63874"/>
    <w:rsid w:val="00F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2BC08-91EF-42D0-9493-DEF8D80C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603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F603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F6034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F6034"/>
  </w:style>
  <w:style w:type="paragraph" w:styleId="Zhlav">
    <w:name w:val="header"/>
    <w:basedOn w:val="Normln"/>
    <w:semiHidden/>
    <w:rsid w:val="00AF603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F603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F603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F603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F603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F603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F603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F603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F603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F603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F603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F603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F603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F603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F603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F603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F603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F603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F603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F6034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F6034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F6034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F6034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F603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F603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F603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F6034"/>
    <w:rPr>
      <w:vertAlign w:val="superscript"/>
    </w:rPr>
  </w:style>
  <w:style w:type="character" w:styleId="Hypertextovodkaz">
    <w:name w:val="Hyperlink"/>
    <w:uiPriority w:val="99"/>
    <w:semiHidden/>
    <w:unhideWhenUsed/>
    <w:rsid w:val="00FF19BB"/>
    <w:rPr>
      <w:color w:val="0563C1"/>
      <w:u w:val="single"/>
    </w:rPr>
  </w:style>
  <w:style w:type="paragraph" w:customStyle="1" w:styleId="Textodstavce">
    <w:name w:val="Text odstavce"/>
    <w:basedOn w:val="Normln"/>
    <w:rsid w:val="00AF603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F6034"/>
    <w:pPr>
      <w:ind w:left="567" w:hanging="567"/>
    </w:pPr>
  </w:style>
  <w:style w:type="character" w:styleId="slostrnky">
    <w:name w:val="page number"/>
    <w:basedOn w:val="Standardnpsmoodstavce"/>
    <w:semiHidden/>
    <w:rsid w:val="00AF6034"/>
  </w:style>
  <w:style w:type="paragraph" w:styleId="Zpat">
    <w:name w:val="footer"/>
    <w:basedOn w:val="Normln"/>
    <w:semiHidden/>
    <w:rsid w:val="00AF603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AF603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F6034"/>
    <w:rPr>
      <w:vertAlign w:val="superscript"/>
    </w:rPr>
  </w:style>
  <w:style w:type="paragraph" w:styleId="Titulek">
    <w:name w:val="caption"/>
    <w:basedOn w:val="Normln"/>
    <w:next w:val="Normln"/>
    <w:qFormat/>
    <w:rsid w:val="00AF603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F603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F6034"/>
    <w:pPr>
      <w:keepNext/>
      <w:keepLines/>
      <w:spacing w:before="720"/>
      <w:jc w:val="center"/>
    </w:pPr>
  </w:style>
  <w:style w:type="paragraph" w:styleId="Normlnweb">
    <w:name w:val="Normal (Web)"/>
    <w:basedOn w:val="Normln"/>
    <w:uiPriority w:val="99"/>
    <w:semiHidden/>
    <w:unhideWhenUsed/>
    <w:rsid w:val="00FF19BB"/>
  </w:style>
  <w:style w:type="paragraph" w:customStyle="1" w:styleId="VARIANTA">
    <w:name w:val="VARIANTA"/>
    <w:basedOn w:val="Normln"/>
    <w:next w:val="Normln"/>
    <w:rsid w:val="00AF603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F603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F6034"/>
    <w:rPr>
      <w:b/>
    </w:rPr>
  </w:style>
  <w:style w:type="paragraph" w:customStyle="1" w:styleId="Nadpislnku">
    <w:name w:val="Nadpis článku"/>
    <w:basedOn w:val="lnek"/>
    <w:next w:val="Textodstavce"/>
    <w:rsid w:val="00AF6034"/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19B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19BB"/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aliases w:val="Odstavec_muj Char,Nad Char,List Paragraph (Czech Tourism) Char,List Paragraph Char,A-Odrážky1 Char,_Odstavec se seznamem Char,Odstavec_muj1 Char,Odstavec_muj2 Char,Odstavec_muj3 Char,Nad1 Char,List Paragraph1 Char,Nad2 Char"/>
    <w:link w:val="Odstavecseseznamem"/>
    <w:uiPriority w:val="34"/>
    <w:qFormat/>
    <w:locked/>
    <w:rsid w:val="00FF19BB"/>
    <w:rPr>
      <w:sz w:val="22"/>
      <w:szCs w:val="22"/>
      <w:lang w:eastAsia="en-US"/>
    </w:rPr>
  </w:style>
  <w:style w:type="paragraph" w:styleId="Odstavecseseznamem">
    <w:name w:val="List Paragraph"/>
    <w:aliases w:val="Odstavec_muj,Nad,List Paragraph (Czech Tourism),List Paragraph,A-Odrážky1,_Odstavec se seznamem,Odstavec_muj1,Odstavec_muj2,Odstavec_muj3,Nad1,List Paragraph1,Odstavec_muj4,Nad2,List Paragraph2,Odstavec_muj5,Odstavec_muj6,References"/>
    <w:basedOn w:val="Normln"/>
    <w:link w:val="OdstavecseseznamemChar"/>
    <w:uiPriority w:val="34"/>
    <w:qFormat/>
    <w:rsid w:val="00FF19BB"/>
    <w:pPr>
      <w:ind w:left="720"/>
      <w:contextualSpacing/>
    </w:pPr>
  </w:style>
  <w:style w:type="paragraph" w:customStyle="1" w:styleId="Parcislo">
    <w:name w:val="Par_cislo"/>
    <w:basedOn w:val="Normln"/>
    <w:next w:val="Normln"/>
    <w:rsid w:val="00FF19BB"/>
    <w:pPr>
      <w:keepNext/>
      <w:numPr>
        <w:numId w:val="6"/>
      </w:numPr>
      <w:spacing w:before="200" w:after="120"/>
      <w:ind w:left="357" w:hanging="357"/>
      <w:jc w:val="center"/>
    </w:pPr>
    <w:rPr>
      <w:noProof/>
    </w:rPr>
  </w:style>
  <w:style w:type="character" w:customStyle="1" w:styleId="ParodstChar">
    <w:name w:val="Par_odst Char"/>
    <w:link w:val="Parodst"/>
    <w:uiPriority w:val="99"/>
    <w:semiHidden/>
    <w:locked/>
    <w:rsid w:val="00FF19BB"/>
    <w:rPr>
      <w:noProof/>
      <w:sz w:val="24"/>
    </w:rPr>
  </w:style>
  <w:style w:type="paragraph" w:customStyle="1" w:styleId="Parodst">
    <w:name w:val="Par_odst"/>
    <w:basedOn w:val="Normln"/>
    <w:link w:val="ParodstChar"/>
    <w:rsid w:val="00FF19BB"/>
    <w:pPr>
      <w:numPr>
        <w:ilvl w:val="1"/>
        <w:numId w:val="6"/>
      </w:numPr>
      <w:tabs>
        <w:tab w:val="left" w:pos="1418"/>
      </w:tabs>
      <w:spacing w:before="120" w:after="120"/>
      <w:ind w:left="0" w:firstLine="851"/>
    </w:pPr>
    <w:rPr>
      <w:noProof/>
    </w:rPr>
  </w:style>
  <w:style w:type="paragraph" w:customStyle="1" w:styleId="Parodstpism">
    <w:name w:val="Par_odst_pism"/>
    <w:basedOn w:val="Normln"/>
    <w:rsid w:val="00FF19BB"/>
    <w:pPr>
      <w:numPr>
        <w:ilvl w:val="2"/>
        <w:numId w:val="6"/>
      </w:numPr>
      <w:spacing w:before="120" w:after="120"/>
    </w:pPr>
    <w:rPr>
      <w:noProof/>
    </w:rPr>
  </w:style>
  <w:style w:type="paragraph" w:customStyle="1" w:styleId="Parodstpismcislo">
    <w:name w:val="Par_odst_pism_cislo"/>
    <w:basedOn w:val="Normln"/>
    <w:rsid w:val="00FF19BB"/>
    <w:pPr>
      <w:numPr>
        <w:ilvl w:val="3"/>
        <w:numId w:val="6"/>
      </w:numPr>
      <w:spacing w:before="120" w:line="264" w:lineRule="auto"/>
      <w:ind w:left="1434" w:hanging="357"/>
      <w:contextualSpacing/>
    </w:pPr>
  </w:style>
  <w:style w:type="character" w:customStyle="1" w:styleId="TextpoznpodarouChar">
    <w:name w:val="Text pozn. pod čarou Char"/>
    <w:link w:val="Textpoznpodarou"/>
    <w:semiHidden/>
    <w:locked/>
    <w:rsid w:val="00FF19BB"/>
    <w:rPr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5843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296/2008%20Sb.%2523'&amp;ucin-k-dni='30.12.9999'" TargetMode="External"/><Relationship Id="rId13" Type="http://schemas.openxmlformats.org/officeDocument/2006/relationships/hyperlink" Target="aspi://module='ASPI'&amp;link='375/2011%20Sb.%2523'&amp;ucin-k-dni='30.12.9999'" TargetMode="External"/><Relationship Id="rId18" Type="http://schemas.openxmlformats.org/officeDocument/2006/relationships/hyperlink" Target="aspi://module='ASPI'&amp;link='243/2016%20Sb.%2523'&amp;ucin-k-dni='30.12.9999'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aspi://module='ASPI'&amp;link='183/2017%20Sb.%2523'&amp;ucin-k-dni='30.12.9999'" TargetMode="External"/><Relationship Id="rId7" Type="http://schemas.openxmlformats.org/officeDocument/2006/relationships/hyperlink" Target="aspi://module='ASPI'&amp;link='124/2008%20Sb.%2523'&amp;ucin-k-dni='30.12.9999'" TargetMode="External"/><Relationship Id="rId12" Type="http://schemas.openxmlformats.org/officeDocument/2006/relationships/hyperlink" Target="aspi://module='ASPI'&amp;link='75/2011%20Sb.%2523'&amp;ucin-k-dni='30.12.9999'" TargetMode="External"/><Relationship Id="rId17" Type="http://schemas.openxmlformats.org/officeDocument/2006/relationships/hyperlink" Target="aspi://module='ASPI'&amp;link='80/2015%20Sb.%2523'&amp;ucin-k-dni='30.12.9999'" TargetMode="External"/><Relationship Id="rId25" Type="http://schemas.openxmlformats.org/officeDocument/2006/relationships/hyperlink" Target="aspi://module='ASPI'&amp;link='372/2011%20Sb.%252372'&amp;ucin-k-dni='30.12.9999'" TargetMode="External"/><Relationship Id="rId2" Type="http://schemas.openxmlformats.org/officeDocument/2006/relationships/styles" Target="styles.xml"/><Relationship Id="rId16" Type="http://schemas.openxmlformats.org/officeDocument/2006/relationships/hyperlink" Target="aspi://module='ASPI'&amp;link='250/2014%20Sb.%2523'&amp;ucin-k-dni='30.12.9999'" TargetMode="External"/><Relationship Id="rId20" Type="http://schemas.openxmlformats.org/officeDocument/2006/relationships/hyperlink" Target="aspi://module='ASPI'&amp;link='66/2017%20Sb.%2523'&amp;ucin-k-dni='30.12.9999'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291/2009%20Sb.%2523'&amp;ucin-k-dni='30.12.9999'" TargetMode="External"/><Relationship Id="rId24" Type="http://schemas.openxmlformats.org/officeDocument/2006/relationships/hyperlink" Target="aspi://module='ASPI'&amp;link='262/2019%20Sb.%2523'&amp;ucin-k-dni='30.12.9999'" TargetMode="External"/><Relationship Id="rId5" Type="http://schemas.openxmlformats.org/officeDocument/2006/relationships/footnotes" Target="footnotes.xml"/><Relationship Id="rId15" Type="http://schemas.openxmlformats.org/officeDocument/2006/relationships/hyperlink" Target="aspi://module='ASPI'&amp;link='70/2013%20Sb.%2523'&amp;ucin-k-dni='30.12.9999'" TargetMode="External"/><Relationship Id="rId23" Type="http://schemas.openxmlformats.org/officeDocument/2006/relationships/hyperlink" Target="aspi://module='ASPI'&amp;link='44/2019%20Sb.%2523'&amp;ucin-k-dni='30.12.9999'" TargetMode="External"/><Relationship Id="rId28" Type="http://schemas.openxmlformats.org/officeDocument/2006/relationships/fontTable" Target="fontTable.xml"/><Relationship Id="rId10" Type="http://schemas.openxmlformats.org/officeDocument/2006/relationships/hyperlink" Target="aspi://module='ASPI'&amp;link='281/2009%20Sb.%2523'&amp;ucin-k-dni='30.12.9999'" TargetMode="External"/><Relationship Id="rId19" Type="http://schemas.openxmlformats.org/officeDocument/2006/relationships/hyperlink" Target="aspi://module='ASPI'&amp;link='65/2017%20Sb.%2523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141/2009%20Sb.%2523'&amp;ucin-k-dni='30.12.9999'" TargetMode="External"/><Relationship Id="rId14" Type="http://schemas.openxmlformats.org/officeDocument/2006/relationships/hyperlink" Target="aspi://module='ASPI'&amp;link='50/2013%20Sb.%2523'&amp;ucin-k-dni='30.12.9999'" TargetMode="External"/><Relationship Id="rId22" Type="http://schemas.openxmlformats.org/officeDocument/2006/relationships/hyperlink" Target="aspi://module='ASPI'&amp;link='36/2018%20Sb.%2523'&amp;ucin-k-dni='30.12.9999'" TargetMode="External"/><Relationship Id="rId27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57</TotalTime>
  <Pages>15</Pages>
  <Words>4901</Words>
  <Characters>28111</Characters>
  <Application>Microsoft Office Word</Application>
  <DocSecurity>0</DocSecurity>
  <Lines>234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16</cp:revision>
  <cp:lastPrinted>2021-07-08T09:26:00Z</cp:lastPrinted>
  <dcterms:created xsi:type="dcterms:W3CDTF">2021-07-07T14:02:00Z</dcterms:created>
  <dcterms:modified xsi:type="dcterms:W3CDTF">2021-07-21T09:53:00Z</dcterms:modified>
  <cp:category/>
</cp:coreProperties>
</file>