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166A26" w:rsidRDefault="000C6893" w:rsidP="00166A26">
      <w:pPr>
        <w:pStyle w:val="Nadpis"/>
        <w:spacing w:before="120"/>
        <w:jc w:val="center"/>
        <w:rPr>
          <w:b/>
          <w:bCs/>
          <w:sz w:val="24"/>
        </w:rPr>
      </w:pPr>
      <w:r w:rsidRPr="00166A26">
        <w:rPr>
          <w:b/>
          <w:bCs/>
          <w:sz w:val="24"/>
        </w:rPr>
        <w:t xml:space="preserve">k </w:t>
      </w:r>
      <w:r w:rsidR="00166A26" w:rsidRPr="00166A26">
        <w:rPr>
          <w:b/>
          <w:bCs/>
          <w:sz w:val="24"/>
        </w:rPr>
        <w:t>v</w:t>
      </w:r>
      <w:r w:rsidR="00166A26" w:rsidRPr="00166A26">
        <w:rPr>
          <w:rFonts w:cs="Times New Roman"/>
          <w:b/>
          <w:sz w:val="24"/>
          <w:szCs w:val="24"/>
          <w:shd w:val="clear" w:color="auto" w:fill="FFFFFF"/>
        </w:rPr>
        <w:t>ládnímu návrhu zákona o lobbování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66A26">
        <w:rPr>
          <w:b/>
          <w:bCs/>
          <w:sz w:val="24"/>
        </w:rPr>
        <w:t>565)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166A26">
        <w:t xml:space="preserve">ústavně právního </w:t>
      </w:r>
      <w:r>
        <w:t xml:space="preserve">výboru č. </w:t>
      </w:r>
      <w:r w:rsidR="00166A26">
        <w:t>287</w:t>
      </w:r>
      <w:r>
        <w:t xml:space="preserve"> z</w:t>
      </w:r>
      <w:r w:rsidR="00166A26">
        <w:t> 90</w:t>
      </w:r>
      <w:r>
        <w:t>.</w:t>
      </w:r>
      <w:r w:rsidR="005417DB">
        <w:t> </w:t>
      </w:r>
      <w:r>
        <w:t xml:space="preserve">schůze konané dne </w:t>
      </w:r>
      <w:r w:rsidR="00166A26">
        <w:t>25. května 2021</w:t>
      </w:r>
      <w:r>
        <w:t xml:space="preserve"> (tisk </w:t>
      </w:r>
      <w:r w:rsidR="00166A26">
        <w:t>565/4</w:t>
      </w:r>
      <w:r>
        <w:t>)</w:t>
      </w: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 § 2 odst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/>
          <w:sz w:val="24"/>
          <w:szCs w:val="24"/>
          <w:u w:val="single"/>
        </w:rPr>
        <w:t xml:space="preserve"> 1 zní: </w:t>
      </w:r>
    </w:p>
    <w:p w:rsidR="00166A26" w:rsidRPr="007E0B1F" w:rsidRDefault="00166A26" w:rsidP="00DB4EF7">
      <w:pPr>
        <w:ind w:left="708"/>
        <w:jc w:val="both"/>
        <w:rPr>
          <w:rFonts w:cs="Times New Roman"/>
        </w:rPr>
      </w:pPr>
      <w:r w:rsidRPr="007E0B1F">
        <w:rPr>
          <w:rFonts w:cs="Times New Roman"/>
        </w:rPr>
        <w:tab/>
        <w:t xml:space="preserve">„(1) Lobbování je činnost spočívající v komunikaci, uskutečňovaná za účelem ovlivnění jednání lobbovaného při </w:t>
      </w:r>
    </w:p>
    <w:p w:rsidR="00166A26" w:rsidRPr="007E0B1F" w:rsidRDefault="00166A26" w:rsidP="00DB4EF7">
      <w:pPr>
        <w:ind w:left="360" w:firstLine="348"/>
        <w:jc w:val="both"/>
        <w:rPr>
          <w:rFonts w:cs="Times New Roman"/>
        </w:rPr>
      </w:pPr>
      <w:r w:rsidRPr="007E0B1F">
        <w:rPr>
          <w:rFonts w:cs="Times New Roman"/>
        </w:rPr>
        <w:t>a)</w:t>
      </w:r>
      <w:r w:rsidRPr="007E0B1F">
        <w:rPr>
          <w:rFonts w:cs="Times New Roman"/>
        </w:rPr>
        <w:tab/>
        <w:t>přípravě, projednávání nebo schvalování</w:t>
      </w:r>
    </w:p>
    <w:p w:rsidR="00166A26" w:rsidRPr="007E0B1F" w:rsidRDefault="00166A26" w:rsidP="00DB4EF7">
      <w:pPr>
        <w:ind w:left="1056"/>
        <w:jc w:val="both"/>
        <w:rPr>
          <w:rFonts w:cs="Times New Roman"/>
        </w:rPr>
      </w:pPr>
      <w:r w:rsidRPr="007E0B1F">
        <w:rPr>
          <w:rFonts w:cs="Times New Roman"/>
        </w:rPr>
        <w:t>i.</w:t>
      </w:r>
      <w:r w:rsidRPr="007E0B1F">
        <w:rPr>
          <w:rFonts w:cs="Times New Roman"/>
        </w:rPr>
        <w:tab/>
        <w:t>právního předpisu, který schvaluje Parlament nebo vydává vláda, ústřední správní úřad, správní úřad s celostátní působností nebo Česká národní banka (dále jen „předpis“), nebo</w:t>
      </w:r>
    </w:p>
    <w:p w:rsidR="00166A26" w:rsidRPr="007E0B1F" w:rsidRDefault="00166A26" w:rsidP="00DB4EF7">
      <w:pPr>
        <w:ind w:left="1056"/>
        <w:jc w:val="both"/>
        <w:rPr>
          <w:rFonts w:cs="Times New Roman"/>
        </w:rPr>
      </w:pPr>
      <w:proofErr w:type="spellStart"/>
      <w:r w:rsidRPr="007E0B1F">
        <w:rPr>
          <w:rFonts w:cs="Times New Roman"/>
        </w:rPr>
        <w:t>ii</w:t>
      </w:r>
      <w:proofErr w:type="spellEnd"/>
      <w:r w:rsidRPr="007E0B1F">
        <w:rPr>
          <w:rFonts w:cs="Times New Roman"/>
        </w:rPr>
        <w:t>.</w:t>
      </w:r>
      <w:r w:rsidRPr="007E0B1F">
        <w:rPr>
          <w:rFonts w:cs="Times New Roman"/>
        </w:rPr>
        <w:tab/>
        <w:t>dokumentu obsahujícího koncepci rozvoje odvětví svěřeného ústřednímu správnímu úřadu, který schvaluje vláda nebo vedoucí ústředního správního úřadu (dále jen „koncepční dokument“),</w:t>
      </w:r>
    </w:p>
    <w:p w:rsidR="00166A26" w:rsidRDefault="00166A26" w:rsidP="00DB4EF7">
      <w:pPr>
        <w:ind w:left="360" w:firstLine="348"/>
        <w:jc w:val="both"/>
        <w:rPr>
          <w:rFonts w:cs="Times New Roman"/>
        </w:rPr>
      </w:pPr>
      <w:r w:rsidRPr="007E0B1F">
        <w:rPr>
          <w:rFonts w:cs="Times New Roman"/>
        </w:rPr>
        <w:t>b)</w:t>
      </w:r>
      <w:r w:rsidRPr="007E0B1F">
        <w:rPr>
          <w:rFonts w:cs="Times New Roman"/>
        </w:rPr>
        <w:tab/>
        <w:t>vyslovování souhlasu s ratifikací mezinárodní smlouvy Parlamentem ČR.“.</w:t>
      </w:r>
    </w:p>
    <w:p w:rsidR="00DB4EF7" w:rsidRPr="007E0B1F" w:rsidRDefault="00DB4EF7" w:rsidP="00DB4EF7">
      <w:pPr>
        <w:ind w:left="360" w:firstLine="348"/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2 odst. 2 písm. c)</w:t>
      </w:r>
      <w:r w:rsidRPr="007E0B1F">
        <w:rPr>
          <w:rFonts w:ascii="Times New Roman" w:hAnsi="Times New Roman"/>
          <w:sz w:val="24"/>
          <w:szCs w:val="24"/>
        </w:rPr>
        <w:t xml:space="preserve"> se slova „v politických stranách a politických hnutích“ nahrazují slovy „mezi členy téže politické strany nebo politického hnutí“. 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2 odst. 2 písm. h)</w:t>
      </w:r>
      <w:r w:rsidRPr="007E0B1F">
        <w:rPr>
          <w:rFonts w:ascii="Times New Roman" w:hAnsi="Times New Roman"/>
          <w:sz w:val="24"/>
          <w:szCs w:val="24"/>
        </w:rPr>
        <w:t xml:space="preserve"> se slova „v rámci“ nahrazují slovy „na jednání“.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§ 3 včetně nadpisu zní:</w:t>
      </w:r>
    </w:p>
    <w:p w:rsidR="00166A26" w:rsidRPr="007E0B1F" w:rsidRDefault="00166A26" w:rsidP="00DB4EF7">
      <w:pPr>
        <w:ind w:left="360" w:firstLine="348"/>
        <w:jc w:val="center"/>
        <w:rPr>
          <w:rFonts w:cs="Times New Roman"/>
        </w:rPr>
      </w:pPr>
      <w:r w:rsidRPr="007E0B1F">
        <w:rPr>
          <w:rFonts w:cs="Times New Roman"/>
        </w:rPr>
        <w:t>„§ 3</w:t>
      </w:r>
    </w:p>
    <w:p w:rsidR="00166A26" w:rsidRDefault="00166A26" w:rsidP="00DB4EF7">
      <w:pPr>
        <w:ind w:left="360" w:firstLine="348"/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Lobbista</w:t>
      </w:r>
    </w:p>
    <w:p w:rsidR="00DB4EF7" w:rsidRPr="007E0B1F" w:rsidRDefault="00DB4EF7" w:rsidP="00DB4EF7">
      <w:pPr>
        <w:ind w:left="360" w:firstLine="348"/>
        <w:jc w:val="center"/>
        <w:rPr>
          <w:rFonts w:cs="Times New Roman"/>
          <w:b/>
        </w:rPr>
      </w:pPr>
    </w:p>
    <w:p w:rsidR="00166A26" w:rsidRPr="007E0B1F" w:rsidRDefault="00166A26" w:rsidP="00DB4EF7">
      <w:pPr>
        <w:ind w:firstLine="709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Lobbistou se podle tohoto zákona rozumí osoba, která splňuje podmínky podle § 6 odst. 2 a učiní ohlášení o tom, že hodlá soustavně lobbovat v zájmu:</w:t>
      </w:r>
    </w:p>
    <w:p w:rsidR="00166A26" w:rsidRPr="007E0B1F" w:rsidRDefault="00166A26" w:rsidP="00DB4EF7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třetí osoby, </w:t>
      </w:r>
    </w:p>
    <w:p w:rsidR="00166A26" w:rsidRPr="007E0B1F" w:rsidRDefault="00166A26" w:rsidP="00DB4EF7">
      <w:pPr>
        <w:pStyle w:val="Odstavecseseznamem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neurčitého okruhu osob, nebo </w:t>
      </w:r>
    </w:p>
    <w:p w:rsidR="00166A26" w:rsidRPr="007E0B1F" w:rsidRDefault="00166A26" w:rsidP="00DB4EF7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vlastním, kterým se rozumí, jde-li o právnickou osobu, též zájem jejích společníků nebo členů.</w:t>
      </w:r>
    </w:p>
    <w:p w:rsidR="00166A26" w:rsidRPr="007E0B1F" w:rsidRDefault="00166A26" w:rsidP="00DB4EF7">
      <w:pPr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§ 4 včetně nadpisu zní: </w:t>
      </w:r>
    </w:p>
    <w:p w:rsidR="00166A26" w:rsidRPr="007E0B1F" w:rsidRDefault="00166A26" w:rsidP="00DB4EF7">
      <w:pPr>
        <w:ind w:left="360" w:firstLine="348"/>
        <w:jc w:val="center"/>
        <w:rPr>
          <w:rFonts w:cs="Times New Roman"/>
        </w:rPr>
      </w:pPr>
      <w:r w:rsidRPr="007E0B1F">
        <w:rPr>
          <w:rFonts w:cs="Times New Roman"/>
        </w:rPr>
        <w:t>„§ 4</w:t>
      </w:r>
    </w:p>
    <w:p w:rsidR="00166A26" w:rsidRDefault="00166A26" w:rsidP="00DB4EF7">
      <w:pPr>
        <w:ind w:left="360" w:firstLine="348"/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Lobbovaný</w:t>
      </w:r>
    </w:p>
    <w:p w:rsidR="00DB4EF7" w:rsidRPr="007E0B1F" w:rsidRDefault="00DB4EF7" w:rsidP="00DB4EF7">
      <w:pPr>
        <w:ind w:left="360" w:firstLine="348"/>
        <w:jc w:val="center"/>
        <w:rPr>
          <w:rFonts w:cs="Times New Roman"/>
          <w:b/>
        </w:rPr>
      </w:pPr>
    </w:p>
    <w:p w:rsidR="00166A26" w:rsidRPr="007E0B1F" w:rsidRDefault="00166A26" w:rsidP="00DB4EF7">
      <w:pPr>
        <w:ind w:firstLine="709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Lobbovaným se podle tohoto zákona rozumí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a) poslanec Poslanecké sněmovny Parlamentu,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b) senátor Senátu Parlamentu,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c) člen vlády a vedoucí ústředního správního úřadu, v jehož čele není člen vlády,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d) náměstek člena vlády,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e) zástupce vedoucího ústředního správního úřadu, v jehož čele není člen vlády,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f) vládní zmocněnec,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g) vedoucí Kanceláře Poslanecké sněmovny a jeho zástupce, vedoucí Kanceláře Senátu a jeho zástupce a vedoucí Kanceláře prezidenta republiky a jeho zástupce,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h) člen bankovní rady České národní banky,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lastRenderedPageBreak/>
        <w:t xml:space="preserve">i) člen Rady Českého telekomunikačního úřadu,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j) člen Rady Energetického regulačního úřadu,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k) člen Rady pro rozhlasové a televizní vysílání,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l) vedoucí zaměstnanec 2. až 4. stupně řízení podle zvláštního právního předpisu v ministerstvu nebo ústředním správním úřadu, v jehož čele není člen vlády, a představený podle zákona o státní službě, nejde-li o vedoucího oddělení, v ministerstvu nebo ústředním správním úřadu, v jehož čele není člen vlády,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m) fyzická osoba vykonávající soustavné odborné nebo administrativní práce (dále jen „asistent“) pro poslance nebo senátora, 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n) poradce prezidenta republiky,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o) poradce člena vlády, náměstka člena vlády nebo vedoucího ústředního správního úřadu, v  jehož čele není člen vlády,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p) vedoucí kabinetu člena vlády, kabinetu náměstka člena vlády nebo kabinetu vedoucího ústředního správního úřadu, v jehož čele není člen vlády.“. </w:t>
      </w:r>
    </w:p>
    <w:p w:rsidR="00166A26" w:rsidRPr="007E0B1F" w:rsidRDefault="00166A26" w:rsidP="00DB4EF7">
      <w:pPr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V § 5 odst. 2 </w:t>
      </w:r>
      <w:r w:rsidRPr="007E0B1F">
        <w:rPr>
          <w:rFonts w:ascii="Times New Roman" w:hAnsi="Times New Roman"/>
          <w:sz w:val="24"/>
          <w:szCs w:val="24"/>
        </w:rPr>
        <w:t>se text „</w:t>
      </w:r>
      <w:r w:rsidRPr="007E0B1F">
        <w:rPr>
          <w:rFonts w:ascii="Times New Roman" w:hAnsi="Times New Roman"/>
          <w:color w:val="000000"/>
          <w:sz w:val="24"/>
          <w:szCs w:val="24"/>
        </w:rPr>
        <w:t xml:space="preserve">§ 12 a § 14“ nahrazuje textem </w:t>
      </w:r>
      <w:r w:rsidRPr="007E0B1F">
        <w:rPr>
          <w:rFonts w:ascii="Times New Roman" w:hAnsi="Times New Roman"/>
          <w:sz w:val="24"/>
          <w:szCs w:val="24"/>
        </w:rPr>
        <w:t xml:space="preserve">„§ 9 odst. 2, § 9a a § 12“.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5</w:t>
      </w:r>
      <w:r w:rsidRPr="007E0B1F">
        <w:rPr>
          <w:rFonts w:ascii="Times New Roman" w:hAnsi="Times New Roman"/>
          <w:sz w:val="24"/>
          <w:szCs w:val="24"/>
        </w:rPr>
        <w:t xml:space="preserve"> se za odstavec 2 vkládá nový odstavec 3, který zní: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ab/>
        <w:t xml:space="preserve">„(3) Orgán veřejné moci, organizační složka státu, lobbista nebo lobbovaný zapisují údaje do registru prostřednictvím elektronického formuláře.“.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6 odst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/>
          <w:sz w:val="24"/>
          <w:szCs w:val="24"/>
          <w:u w:val="single"/>
        </w:rPr>
        <w:t xml:space="preserve"> 1 zní: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spacing w:after="120"/>
        <w:ind w:left="708" w:firstLine="12"/>
        <w:jc w:val="both"/>
        <w:rPr>
          <w:rFonts w:cs="Times New Roman"/>
        </w:rPr>
      </w:pPr>
      <w:r w:rsidRPr="007E0B1F">
        <w:rPr>
          <w:rFonts w:cs="Times New Roman"/>
        </w:rPr>
        <w:tab/>
        <w:t xml:space="preserve">„(1) </w:t>
      </w:r>
      <w:r w:rsidRPr="007E0B1F">
        <w:rPr>
          <w:color w:val="000000"/>
        </w:rPr>
        <w:t xml:space="preserve">Osoba, která hodlá soustavně </w:t>
      </w:r>
      <w:r w:rsidRPr="007E0B1F">
        <w:t>lobbovat</w:t>
      </w:r>
      <w:r w:rsidRPr="007E0B1F">
        <w:rPr>
          <w:color w:val="000000"/>
        </w:rPr>
        <w:t>, je povinna učinit ohlášení Úřadu prostřednictvím registru, v ohlášení uvést údaje podle odstavce 3 písm. a) až e) a doložit svou bezúhonnost ve smyslu odstavce 2 výpisem z rejstříku trestů, který k okamžiku ohlášení nesmí být starší než 14 dnů.</w:t>
      </w:r>
      <w:r w:rsidRPr="007E0B1F">
        <w:rPr>
          <w:rFonts w:cs="Times New Roman"/>
        </w:rPr>
        <w:t>“.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V § 6 odst. 2 </w:t>
      </w:r>
      <w:r w:rsidRPr="007E0B1F">
        <w:rPr>
          <w:rFonts w:ascii="Times New Roman" w:hAnsi="Times New Roman"/>
          <w:sz w:val="24"/>
          <w:szCs w:val="24"/>
        </w:rPr>
        <w:t>se slova „spáchaný v souvislosti s lobbováním“ nahrazují slovy „pletich v insolvenčním řízení, zneužití informace a postavení v obchodním styku, zjednání výhody při zadání veřejné zakázky, při veřejné soutěži a veřejné dražbě, pletich při zadání veřejné zakázky a při veřejné soutěži, pletich při veřejné dražbě, zneužití pravomoci úřední osoby, přijetí úplatku, podplácení, nepřímého úplatkářství a zasahování do nezávislosti soudu“.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V § 7 odst. 3 písm. c) </w:t>
      </w:r>
      <w:r w:rsidRPr="007E0B1F">
        <w:rPr>
          <w:rFonts w:ascii="Times New Roman" w:hAnsi="Times New Roman"/>
          <w:sz w:val="24"/>
          <w:szCs w:val="24"/>
        </w:rPr>
        <w:t xml:space="preserve">se za slova „jde-li“ vkládají slova „o poradce prezidenta republiky,“.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7 odst. 3 písm. d)</w:t>
      </w:r>
      <w:r w:rsidRPr="007E0B1F">
        <w:rPr>
          <w:rFonts w:ascii="Times New Roman" w:hAnsi="Times New Roman"/>
          <w:sz w:val="24"/>
          <w:szCs w:val="24"/>
        </w:rPr>
        <w:t xml:space="preserve"> se text „§ 4 písm. c) až g), j) až l), n) a o)“ nahrazují textem „§ 4 písm. c) až f), i) až l), o) a p)“.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8 se za odst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7E0B1F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7E0B1F">
        <w:rPr>
          <w:rFonts w:ascii="Times New Roman" w:hAnsi="Times New Roman"/>
          <w:sz w:val="24"/>
          <w:szCs w:val="24"/>
        </w:rPr>
        <w:t xml:space="preserve"> vkládá nový odstavec 2, který zní: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ab/>
        <w:t xml:space="preserve">„(2) Lobbista zapíše lobbujícího prostředníka do registru, pokud je bezúhonný; § 6 odst. 2 se použije obdobně. Lobbující prostředník je povinen oznámit lobbistovi, že nesplňuje podmínku bezúhonnosti, do 10 dnů ode dne, kdy se o této skutečnosti dozvěděl.“. </w:t>
      </w:r>
    </w:p>
    <w:p w:rsidR="00166A26" w:rsidRPr="007E0B1F" w:rsidRDefault="00166A26" w:rsidP="00DB4EF7">
      <w:pPr>
        <w:ind w:firstLine="708"/>
        <w:jc w:val="both"/>
        <w:rPr>
          <w:rFonts w:cs="Times New Roman"/>
        </w:rPr>
      </w:pPr>
    </w:p>
    <w:p w:rsidR="00166A26" w:rsidRPr="007E0B1F" w:rsidRDefault="00166A26" w:rsidP="00DB4EF7">
      <w:pPr>
        <w:ind w:firstLine="708"/>
        <w:jc w:val="both"/>
        <w:rPr>
          <w:rFonts w:cs="Times New Roman"/>
        </w:rPr>
      </w:pPr>
      <w:r w:rsidRPr="007E0B1F">
        <w:rPr>
          <w:rFonts w:cs="Times New Roman"/>
        </w:rPr>
        <w:t xml:space="preserve">Dosavadní odstavec 2 se označuje jako odstavec 3. 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V § 8 odst. 3</w:t>
      </w:r>
      <w:r w:rsidRPr="007E0B1F">
        <w:rPr>
          <w:rFonts w:ascii="Times New Roman" w:hAnsi="Times New Roman"/>
          <w:sz w:val="24"/>
          <w:szCs w:val="24"/>
        </w:rPr>
        <w:t xml:space="preserve"> se slova „nebo výmaz údajů o lobbujícím prostředníkovi“ zrušují a slova „změně údajů“ se nahrazují slovem „ní“. </w:t>
      </w:r>
    </w:p>
    <w:p w:rsidR="00166A26" w:rsidRPr="007E0B1F" w:rsidRDefault="00166A26" w:rsidP="00DB4EF7">
      <w:pPr>
        <w:ind w:firstLine="708"/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lastRenderedPageBreak/>
        <w:t>V § 8</w:t>
      </w:r>
      <w:r w:rsidRPr="007E0B1F">
        <w:rPr>
          <w:rFonts w:ascii="Times New Roman" w:hAnsi="Times New Roman"/>
          <w:sz w:val="24"/>
          <w:szCs w:val="24"/>
        </w:rPr>
        <w:t xml:space="preserve"> se za odstavec 3 vkládá nový odstavec 4, který zní: </w:t>
      </w:r>
    </w:p>
    <w:p w:rsidR="00166A26" w:rsidRPr="007E0B1F" w:rsidRDefault="00166A26" w:rsidP="00DB4EF7">
      <w:pPr>
        <w:ind w:firstLine="708"/>
        <w:jc w:val="both"/>
        <w:rPr>
          <w:rFonts w:cs="Times New Roman"/>
        </w:rPr>
      </w:pPr>
    </w:p>
    <w:p w:rsidR="00166A26" w:rsidRPr="007E0B1F" w:rsidRDefault="00166A26" w:rsidP="00DB4EF7">
      <w:pPr>
        <w:ind w:left="708"/>
        <w:jc w:val="both"/>
        <w:rPr>
          <w:rFonts w:cs="Times New Roman"/>
        </w:rPr>
      </w:pPr>
      <w:r w:rsidRPr="007E0B1F">
        <w:rPr>
          <w:rFonts w:cs="Times New Roman"/>
        </w:rPr>
        <w:t xml:space="preserve">„(4) </w:t>
      </w:r>
      <w:r w:rsidRPr="007E0B1F">
        <w:rPr>
          <w:color w:val="000000"/>
        </w:rPr>
        <w:t>Lobbista bezodkladně vyznačí v registru skutečnost, že přestal lobbovat prostřednictvím lobbujícího</w:t>
      </w:r>
      <w:r w:rsidRPr="007E0B1F">
        <w:rPr>
          <w:rFonts w:cs="Times New Roman"/>
        </w:rPr>
        <w:t xml:space="preserve"> prostředníka nebo že lobbující prostředník přestal splňovat podmínku bezúhonnosti. Dozví</w:t>
      </w:r>
      <w:r w:rsidRPr="007E0B1F">
        <w:rPr>
          <w:rFonts w:cs="Times New Roman"/>
        </w:rPr>
        <w:noBreakHyphen/>
        <w:t xml:space="preserve">li se Úřad tyto skutečnosti při své úřední činnosti a neprovedl-li lobbista jejich vyznačení v registru, vyznačí je bez zbytečného odkladu Úřad.“ </w:t>
      </w:r>
    </w:p>
    <w:p w:rsidR="00166A26" w:rsidRPr="007E0B1F" w:rsidRDefault="00166A26" w:rsidP="00DB4EF7">
      <w:pPr>
        <w:ind w:firstLine="708"/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§ 9 včetně nadpisu zní: 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</w:rPr>
        <w:t>„§ 9</w:t>
      </w:r>
    </w:p>
    <w:p w:rsidR="00166A26" w:rsidRPr="007E0B1F" w:rsidRDefault="00166A26" w:rsidP="00DB4EF7">
      <w:pPr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Zánik a zrušení oprávnění k lobbování</w:t>
      </w:r>
    </w:p>
    <w:p w:rsidR="00166A26" w:rsidRPr="007E0B1F" w:rsidRDefault="00166A26" w:rsidP="00DB4EF7">
      <w:pPr>
        <w:jc w:val="center"/>
        <w:rPr>
          <w:rFonts w:cs="Times New Roman"/>
          <w:b/>
        </w:rPr>
      </w:pPr>
    </w:p>
    <w:p w:rsidR="00166A26" w:rsidRPr="007E0B1F" w:rsidRDefault="00166A26" w:rsidP="00DB4EF7">
      <w:pPr>
        <w:spacing w:after="120"/>
        <w:ind w:left="708"/>
        <w:jc w:val="both"/>
        <w:rPr>
          <w:rFonts w:cs="Times New Roman"/>
        </w:rPr>
      </w:pPr>
      <w:r w:rsidRPr="007E0B1F">
        <w:rPr>
          <w:rFonts w:cs="Times New Roman"/>
        </w:rPr>
        <w:tab/>
        <w:t xml:space="preserve">(1) Lobbista je povinen oznámit Úřadu do 10 dnů ode dne, kdy taková skutečnost nastane, že ukončil lobbování nebo že přestal splňovat některou z podmínek nutných ke vzniku oprávnění k lobbování podle § 6 odst. 2. Dnem oznámení zaniká oprávnění lobbisty k lobbování.  </w:t>
      </w:r>
    </w:p>
    <w:p w:rsidR="00166A26" w:rsidRPr="007E0B1F" w:rsidRDefault="00166A26" w:rsidP="00DB4EF7">
      <w:pPr>
        <w:ind w:firstLine="709"/>
        <w:jc w:val="both"/>
        <w:rPr>
          <w:rFonts w:cs="Times New Roman"/>
        </w:rPr>
      </w:pPr>
      <w:r w:rsidRPr="007E0B1F">
        <w:rPr>
          <w:rFonts w:cs="Times New Roman"/>
        </w:rPr>
        <w:t>(2) Úřad</w:t>
      </w:r>
    </w:p>
    <w:p w:rsidR="00166A26" w:rsidRPr="007E0B1F" w:rsidRDefault="00166A26" w:rsidP="00DB4EF7">
      <w:pPr>
        <w:widowControl/>
        <w:numPr>
          <w:ilvl w:val="0"/>
          <w:numId w:val="6"/>
        </w:numPr>
        <w:suppressAutoHyphens w:val="0"/>
        <w:ind w:left="1066" w:hanging="357"/>
        <w:jc w:val="both"/>
        <w:rPr>
          <w:rFonts w:cs="Times New Roman"/>
        </w:rPr>
      </w:pPr>
      <w:r w:rsidRPr="007E0B1F">
        <w:rPr>
          <w:rFonts w:cs="Times New Roman"/>
        </w:rPr>
        <w:t>na základě oznámení podle odstavce 1 bezodkladně vyznačí v registru zánik oprávnění lobbisty k lobbování,</w:t>
      </w:r>
    </w:p>
    <w:p w:rsidR="00166A26" w:rsidRPr="007E0B1F" w:rsidRDefault="00166A26" w:rsidP="00DB4EF7">
      <w:pPr>
        <w:widowControl/>
        <w:numPr>
          <w:ilvl w:val="0"/>
          <w:numId w:val="6"/>
        </w:numPr>
        <w:suppressAutoHyphens w:val="0"/>
        <w:spacing w:after="160"/>
        <w:ind w:left="1066" w:hanging="357"/>
        <w:jc w:val="both"/>
        <w:rPr>
          <w:rFonts w:cs="Times New Roman"/>
        </w:rPr>
      </w:pPr>
      <w:r w:rsidRPr="007E0B1F">
        <w:rPr>
          <w:rFonts w:cs="Times New Roman"/>
        </w:rPr>
        <w:t xml:space="preserve">bezodkladně zruší oprávnění lobbisty k lobbování a vyznačí tuto skutečnost v registru, jakmile se dozví o skutečnostech podle odstavce 1 jinak než na základě oznámení nebo jakmile se dozví o skutečnostech podle odstavce 3. </w:t>
      </w:r>
    </w:p>
    <w:p w:rsidR="00166A26" w:rsidRPr="007E0B1F" w:rsidRDefault="00166A26" w:rsidP="00DB4EF7">
      <w:pPr>
        <w:spacing w:after="120"/>
        <w:ind w:left="708"/>
        <w:jc w:val="both"/>
        <w:rPr>
          <w:rFonts w:cs="Times New Roman"/>
        </w:rPr>
      </w:pPr>
      <w:r w:rsidRPr="007E0B1F">
        <w:rPr>
          <w:rFonts w:cs="Times New Roman"/>
        </w:rPr>
        <w:t>(3) Oprávnění k lobbování zaniká také smrtí nebo zánikem lobbisty.“.</w:t>
      </w:r>
    </w:p>
    <w:p w:rsidR="005417DB" w:rsidRPr="005417DB" w:rsidRDefault="005417DB" w:rsidP="00DB4EF7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>Za § 9</w:t>
      </w:r>
      <w:r w:rsidRPr="007E0B1F">
        <w:rPr>
          <w:rFonts w:ascii="Times New Roman" w:hAnsi="Times New Roman"/>
          <w:sz w:val="24"/>
          <w:szCs w:val="24"/>
        </w:rPr>
        <w:t xml:space="preserve"> se vkládá nový § 9a, který včetně nadpisu zní: 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</w:rPr>
        <w:t>„§ 9a</w:t>
      </w:r>
    </w:p>
    <w:p w:rsidR="00166A26" w:rsidRPr="007E0B1F" w:rsidRDefault="00166A26" w:rsidP="00DB4EF7">
      <w:pPr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Pozbytí postavení lobbovaného</w:t>
      </w:r>
    </w:p>
    <w:p w:rsidR="00166A26" w:rsidRPr="007E0B1F" w:rsidRDefault="00166A26" w:rsidP="00DB4EF7">
      <w:pPr>
        <w:pStyle w:val="Odstavecseseznamem"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:rsidR="00166A26" w:rsidRPr="007E0B1F" w:rsidRDefault="00166A26" w:rsidP="00DB4EF7">
      <w:pPr>
        <w:ind w:left="708" w:firstLine="708"/>
        <w:jc w:val="both"/>
        <w:rPr>
          <w:rFonts w:cs="Times New Roman"/>
        </w:rPr>
      </w:pPr>
      <w:r w:rsidRPr="007E0B1F">
        <w:rPr>
          <w:rFonts w:cs="Times New Roman"/>
        </w:rPr>
        <w:t>Orgán veřejné moci nebo organizační složka státu podle § 7 odst. 3 vyznačí bezodkladně v registru pozbytí postavení lobbovaného. Dozví-li se Úřad, že lobbovaný pozbyl postavení lobbovaného a orgán veřejné moci nebo organizační složka státu neprovedly vyznačení podle věty první, bezodkladně v registru pozbytí postavení lobbovaného vyznačí.“.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E0B1F">
        <w:rPr>
          <w:rFonts w:ascii="Times New Roman" w:hAnsi="Times New Roman"/>
          <w:sz w:val="24"/>
          <w:szCs w:val="24"/>
          <w:u w:val="single"/>
        </w:rPr>
        <w:t xml:space="preserve">§ 10 včetně nadpisu zní:   </w:t>
      </w:r>
    </w:p>
    <w:p w:rsidR="00166A26" w:rsidRPr="007E0B1F" w:rsidRDefault="00166A26" w:rsidP="006E3F9B">
      <w:pPr>
        <w:jc w:val="both"/>
        <w:rPr>
          <w:rFonts w:cs="Times New Roman"/>
        </w:rPr>
      </w:pP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</w:rPr>
        <w:t xml:space="preserve"> „§ 10</w:t>
      </w:r>
    </w:p>
    <w:p w:rsidR="00166A26" w:rsidRPr="007E0B1F" w:rsidRDefault="00166A26" w:rsidP="00DB4EF7">
      <w:pPr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Výmaz z registru</w:t>
      </w:r>
    </w:p>
    <w:p w:rsidR="00166A26" w:rsidRPr="007E0B1F" w:rsidRDefault="00166A26" w:rsidP="006E3F9B">
      <w:pPr>
        <w:jc w:val="both"/>
        <w:rPr>
          <w:rFonts w:cs="Times New Roman"/>
        </w:rPr>
      </w:pPr>
      <w:r w:rsidRPr="007E0B1F">
        <w:rPr>
          <w:rFonts w:cs="Times New Roman"/>
        </w:rPr>
        <w:t xml:space="preserve"> </w:t>
      </w:r>
    </w:p>
    <w:p w:rsidR="00166A26" w:rsidRPr="007E0B1F" w:rsidRDefault="00166A26" w:rsidP="00DB4EF7">
      <w:pPr>
        <w:spacing w:after="120"/>
        <w:ind w:left="708" w:firstLine="709"/>
        <w:jc w:val="both"/>
        <w:rPr>
          <w:rFonts w:cs="Times New Roman"/>
        </w:rPr>
      </w:pPr>
      <w:r w:rsidRPr="007E0B1F">
        <w:rPr>
          <w:rFonts w:cs="Times New Roman"/>
        </w:rPr>
        <w:t xml:space="preserve">(1) Úřad z registru vymaže údaje o lobbujícím prostředníkovi bezodkladně po uplynutí jednoho roku ode dne, kdy byly v registru vyznačeny skutečnosti podle § 8 odst. 4, a výmaz oznámí lobbistovi, pokud skutečnosti byly vyznačeny Úřadem. </w:t>
      </w:r>
    </w:p>
    <w:p w:rsidR="00166A26" w:rsidRPr="007E0B1F" w:rsidRDefault="00166A26" w:rsidP="006E3F9B">
      <w:pPr>
        <w:ind w:left="709" w:firstLine="709"/>
        <w:jc w:val="both"/>
        <w:rPr>
          <w:rFonts w:cs="Times New Roman"/>
        </w:rPr>
      </w:pPr>
      <w:r w:rsidRPr="007E0B1F">
        <w:rPr>
          <w:rFonts w:cs="Times New Roman"/>
        </w:rPr>
        <w:t xml:space="preserve">(2) Úřad z registru vymaže údaje o lobbovaném nebo lobbistovi bezodkladně </w:t>
      </w:r>
      <w:r w:rsidRPr="007E0B1F">
        <w:rPr>
          <w:rFonts w:cs="Times New Roman"/>
        </w:rPr>
        <w:br/>
        <w:t>po uplynutí pěti let ode dne, kdy byly v registru vyznačeny skutečnosti podle § 9 odst. 2 nebo § 10, anebo ode dne smrti nebo zániku lobbisty.“.</w:t>
      </w:r>
    </w:p>
    <w:p w:rsidR="00166A26" w:rsidRPr="007E0B1F" w:rsidRDefault="00166A26" w:rsidP="006E3F9B">
      <w:pPr>
        <w:ind w:left="709" w:firstLine="709"/>
        <w:jc w:val="both"/>
        <w:rPr>
          <w:rFonts w:cs="Times New Roman"/>
        </w:rPr>
      </w:pPr>
    </w:p>
    <w:p w:rsidR="00EC0B96" w:rsidRPr="00EC0B96" w:rsidRDefault="00EC0B96">
      <w:pPr>
        <w:widowControl/>
        <w:suppressAutoHyphens w:val="0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  <w:u w:val="single"/>
        </w:rPr>
      </w:pPr>
      <w:r w:rsidRPr="007E0B1F">
        <w:rPr>
          <w:rFonts w:cs="Times New Roman"/>
          <w:u w:val="single"/>
        </w:rPr>
        <w:t>§ 12 včetně nadpisu zní:</w:t>
      </w: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</w:rPr>
        <w:t>„§ 12</w:t>
      </w:r>
    </w:p>
    <w:p w:rsidR="00166A26" w:rsidRDefault="00166A26" w:rsidP="00DB4EF7">
      <w:pPr>
        <w:jc w:val="center"/>
        <w:rPr>
          <w:rFonts w:cs="Times New Roman"/>
          <w:b/>
        </w:rPr>
      </w:pPr>
      <w:r w:rsidRPr="007E0B1F">
        <w:rPr>
          <w:rFonts w:cs="Times New Roman"/>
          <w:b/>
        </w:rPr>
        <w:t>Prohlášení lobbisty</w:t>
      </w:r>
    </w:p>
    <w:p w:rsidR="00DB4EF7" w:rsidRPr="00DB4EF7" w:rsidRDefault="00DB4EF7" w:rsidP="00DB4EF7">
      <w:pPr>
        <w:jc w:val="center"/>
        <w:rPr>
          <w:rFonts w:cs="Times New Roman"/>
        </w:rPr>
      </w:pPr>
    </w:p>
    <w:p w:rsidR="00166A26" w:rsidRPr="007E0B1F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 (1) Lobbista před zahájením lobbování v registru uvede</w:t>
      </w:r>
    </w:p>
    <w:p w:rsidR="00166A26" w:rsidRPr="007E0B1F" w:rsidRDefault="00166A26" w:rsidP="00DB4EF7">
      <w:pPr>
        <w:widowControl/>
        <w:numPr>
          <w:ilvl w:val="0"/>
          <w:numId w:val="9"/>
        </w:numPr>
        <w:suppressAutoHyphens w:val="0"/>
        <w:ind w:left="1276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 vymezení oblasti lobbování, </w:t>
      </w:r>
    </w:p>
    <w:p w:rsidR="00166A26" w:rsidRDefault="00166A26" w:rsidP="00DB4EF7">
      <w:pPr>
        <w:widowControl/>
        <w:numPr>
          <w:ilvl w:val="0"/>
          <w:numId w:val="9"/>
        </w:numPr>
        <w:suppressAutoHyphens w:val="0"/>
        <w:ind w:left="1276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obchodní firmu, název nebo jméno, popřípadě jména, a příjmení osoby, v jejímž zájmu lobbista lobbuje, nebo informaci, že lobbuje v zájmu neurčitého okruhu osob nebo v zájmu vlastním.</w:t>
      </w:r>
    </w:p>
    <w:p w:rsidR="00DB4EF7" w:rsidRPr="007E0B1F" w:rsidRDefault="00DB4EF7" w:rsidP="006E3F9B">
      <w:pPr>
        <w:widowControl/>
        <w:suppressAutoHyphens w:val="0"/>
        <w:ind w:left="709"/>
        <w:jc w:val="both"/>
        <w:rPr>
          <w:rFonts w:eastAsia="Calibri" w:cs="Times New Roman"/>
        </w:rPr>
      </w:pPr>
    </w:p>
    <w:p w:rsidR="00166A26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(2) Dojde-li u lobbisty po zahájení lobbování ke změně údajů podle odstavce 1, před pokračováním v lobbování vyznačí změnu těchto údajů v registru.</w:t>
      </w:r>
    </w:p>
    <w:p w:rsidR="00DB4EF7" w:rsidRPr="007E0B1F" w:rsidRDefault="00DB4EF7" w:rsidP="00DB4EF7">
      <w:pPr>
        <w:ind w:left="708" w:firstLine="708"/>
        <w:jc w:val="both"/>
        <w:rPr>
          <w:rFonts w:eastAsia="Calibri" w:cs="Times New Roman"/>
        </w:rPr>
      </w:pPr>
    </w:p>
    <w:p w:rsidR="00166A26" w:rsidRPr="007E0B1F" w:rsidRDefault="00166A26" w:rsidP="00DB4EF7">
      <w:pPr>
        <w:ind w:left="709" w:firstLine="709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(3) Lobbista je povinen do registru uložit v elektronické podobě prohlášení lobbisty o lobbování za uplynulé kalendářní čtvrtletí (dále jen „prohlášení lobbisty“), a to do 30 dnů po</w:t>
      </w:r>
    </w:p>
    <w:p w:rsidR="00166A26" w:rsidRPr="007E0B1F" w:rsidRDefault="00166A26" w:rsidP="00DB4EF7">
      <w:pPr>
        <w:widowControl/>
        <w:numPr>
          <w:ilvl w:val="0"/>
          <w:numId w:val="12"/>
        </w:numPr>
        <w:suppressAutoHyphens w:val="0"/>
        <w:ind w:left="1418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uplynutí kalendářního čtvrtletí, za které se prohlášení lobbisty podává, nebo </w:t>
      </w:r>
    </w:p>
    <w:p w:rsidR="00166A26" w:rsidRDefault="00166A26" w:rsidP="00DB4EF7">
      <w:pPr>
        <w:widowControl/>
        <w:numPr>
          <w:ilvl w:val="0"/>
          <w:numId w:val="12"/>
        </w:numPr>
        <w:suppressAutoHyphens w:val="0"/>
        <w:ind w:left="1418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oznámení podle § 9 odst. 1. </w:t>
      </w:r>
    </w:p>
    <w:p w:rsidR="00DB4EF7" w:rsidRPr="007E0B1F" w:rsidRDefault="00DB4EF7" w:rsidP="00DB4EF7">
      <w:pPr>
        <w:widowControl/>
        <w:suppressAutoHyphens w:val="0"/>
        <w:ind w:left="851"/>
        <w:jc w:val="both"/>
        <w:rPr>
          <w:rFonts w:eastAsia="Calibri" w:cs="Times New Roman"/>
        </w:rPr>
      </w:pPr>
    </w:p>
    <w:p w:rsidR="00166A26" w:rsidRPr="007E0B1F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(4) V prohlášení lobbisty lobbista uvede</w:t>
      </w:r>
    </w:p>
    <w:p w:rsidR="00166A26" w:rsidRPr="007E0B1F" w:rsidRDefault="00166A26" w:rsidP="00DB4EF7">
      <w:pPr>
        <w:widowControl/>
        <w:numPr>
          <w:ilvl w:val="0"/>
          <w:numId w:val="10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jméno, popřípadě jména, a příjmení lobbovaného, u kterého lobboval, </w:t>
      </w:r>
    </w:p>
    <w:p w:rsidR="00166A26" w:rsidRPr="007E0B1F" w:rsidRDefault="00166A26" w:rsidP="00DB4EF7">
      <w:pPr>
        <w:widowControl/>
        <w:numPr>
          <w:ilvl w:val="0"/>
          <w:numId w:val="10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orgán veřejné moci nebo organizační složku státu, ve které lobbovaný působí, a funkci nebo zařazení lobbovaného,</w:t>
      </w:r>
    </w:p>
    <w:p w:rsidR="00166A26" w:rsidRPr="007E0B1F" w:rsidRDefault="00166A26" w:rsidP="00DB4EF7">
      <w:pPr>
        <w:widowControl/>
        <w:numPr>
          <w:ilvl w:val="0"/>
          <w:numId w:val="10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zda lobbování probíhalo v uplynulém čtvrtletí osobně, telefonicky nebo písemně a </w:t>
      </w:r>
    </w:p>
    <w:p w:rsidR="00166A26" w:rsidRPr="007E0B1F" w:rsidRDefault="00166A26" w:rsidP="00DB4EF7">
      <w:pPr>
        <w:widowControl/>
        <w:numPr>
          <w:ilvl w:val="0"/>
          <w:numId w:val="10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cíl, kterého se lobbováním snažil dosáhnout.</w:t>
      </w:r>
    </w:p>
    <w:p w:rsidR="00166A26" w:rsidRPr="007E0B1F" w:rsidRDefault="00166A26" w:rsidP="00DB4EF7">
      <w:pPr>
        <w:ind w:left="1276"/>
        <w:jc w:val="both"/>
        <w:rPr>
          <w:rFonts w:eastAsia="Calibri" w:cs="Times New Roman"/>
        </w:rPr>
      </w:pPr>
    </w:p>
    <w:p w:rsidR="00166A26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(5) Nedošlo-li v uplynulém kalendářním čtvrtletí k lobbování, uvede to lobbista </w:t>
      </w:r>
      <w:r w:rsidRPr="007E0B1F">
        <w:rPr>
          <w:rFonts w:eastAsia="Calibri" w:cs="Times New Roman"/>
        </w:rPr>
        <w:br/>
        <w:t xml:space="preserve">v prohlášení lobbisty namísto informací podle odstavce </w:t>
      </w:r>
    </w:p>
    <w:p w:rsidR="00DB4EF7" w:rsidRPr="007E0B1F" w:rsidRDefault="00DB4EF7" w:rsidP="00DB4EF7">
      <w:pPr>
        <w:ind w:left="708" w:firstLine="708"/>
        <w:jc w:val="both"/>
        <w:rPr>
          <w:rFonts w:eastAsia="Calibri" w:cs="Times New Roman"/>
        </w:rPr>
      </w:pPr>
    </w:p>
    <w:p w:rsidR="00166A26" w:rsidRPr="007E0B1F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(6) Lobbovaný je po dobu své evidence v registru oprávněn podat v elektronické podobě prostřednictvím registru námitku pro</w:t>
      </w:r>
    </w:p>
    <w:p w:rsidR="00166A26" w:rsidRPr="007E0B1F" w:rsidRDefault="00166A26" w:rsidP="00DB4EF7">
      <w:pPr>
        <w:widowControl/>
        <w:numPr>
          <w:ilvl w:val="0"/>
          <w:numId w:val="11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nepravdivost údaje obsaženého v prohlášení lobbisty, pokud se tento údaj lobbovaného týká, nebo</w:t>
      </w:r>
    </w:p>
    <w:p w:rsidR="00166A26" w:rsidRDefault="00166A26" w:rsidP="00DB4EF7">
      <w:pPr>
        <w:widowControl/>
        <w:numPr>
          <w:ilvl w:val="0"/>
          <w:numId w:val="11"/>
        </w:numPr>
        <w:suppressAutoHyphens w:val="0"/>
        <w:ind w:left="1276" w:hanging="425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skutečnost, že lobbista v prohlášení lobbisty neuvedl lobbování, které vůči němu tento lobbista v období, za které je prohlášení podáváno, uskutečnil. </w:t>
      </w:r>
    </w:p>
    <w:p w:rsidR="00DB4EF7" w:rsidRPr="007E0B1F" w:rsidRDefault="00DB4EF7" w:rsidP="00DB4EF7">
      <w:pPr>
        <w:widowControl/>
        <w:suppressAutoHyphens w:val="0"/>
        <w:ind w:left="851"/>
        <w:jc w:val="both"/>
        <w:rPr>
          <w:rFonts w:eastAsia="Calibri" w:cs="Times New Roman"/>
        </w:rPr>
      </w:pPr>
    </w:p>
    <w:p w:rsidR="00166A26" w:rsidRDefault="00166A26" w:rsidP="00DB4EF7">
      <w:pPr>
        <w:ind w:left="708" w:firstLine="708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(7) Úřad na základě podnětu třetí osoby odstraní z textu prohlášení lobbisty nebo námitky podle odstavce 6 údaje o této třetí osobě, nejde-li o údaje podle odstavce 1 nebo 4.</w:t>
      </w:r>
    </w:p>
    <w:p w:rsidR="00DB4EF7" w:rsidRPr="007E0B1F" w:rsidRDefault="00DB4EF7" w:rsidP="00DB4EF7">
      <w:pPr>
        <w:ind w:left="708" w:firstLine="708"/>
        <w:jc w:val="both"/>
        <w:rPr>
          <w:rFonts w:eastAsia="Calibri" w:cs="Times New Roman"/>
        </w:rPr>
      </w:pPr>
    </w:p>
    <w:p w:rsidR="00166A26" w:rsidRPr="007E0B1F" w:rsidRDefault="00166A26" w:rsidP="00DB4EF7">
      <w:pPr>
        <w:ind w:left="708" w:firstLine="708"/>
        <w:jc w:val="both"/>
        <w:rPr>
          <w:rFonts w:cs="Times New Roman"/>
        </w:rPr>
      </w:pPr>
      <w:r w:rsidRPr="007E0B1F">
        <w:rPr>
          <w:rFonts w:eastAsia="Calibri" w:cs="Times New Roman"/>
        </w:rPr>
        <w:t>(8) Prohlášení lobbistů se v registru uchovávají po dobu 5 let; poté Úřad provede jejich výmaz.“.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  <w:u w:val="single"/>
        </w:rPr>
      </w:pPr>
      <w:r w:rsidRPr="007E0B1F">
        <w:rPr>
          <w:rFonts w:cs="Times New Roman"/>
          <w:u w:val="single"/>
        </w:rPr>
        <w:t xml:space="preserve">§ 14 včetně nadpisu zní: </w:t>
      </w:r>
    </w:p>
    <w:p w:rsidR="00166A26" w:rsidRPr="007E0B1F" w:rsidRDefault="00166A26" w:rsidP="00DB4EF7">
      <w:pPr>
        <w:ind w:left="720"/>
        <w:jc w:val="both"/>
        <w:rPr>
          <w:rFonts w:cs="Times New Roman"/>
        </w:rPr>
      </w:pPr>
    </w:p>
    <w:p w:rsidR="00166A26" w:rsidRPr="007E0B1F" w:rsidRDefault="00166A26" w:rsidP="00DB4EF7">
      <w:pPr>
        <w:jc w:val="center"/>
        <w:rPr>
          <w:rFonts w:eastAsia="Calibri" w:cs="Times New Roman"/>
        </w:rPr>
      </w:pPr>
      <w:r w:rsidRPr="007E0B1F">
        <w:rPr>
          <w:rFonts w:eastAsia="Calibri" w:cs="Times New Roman"/>
        </w:rPr>
        <w:t xml:space="preserve">„§ 14 </w:t>
      </w:r>
    </w:p>
    <w:p w:rsidR="00166A26" w:rsidRPr="007E0B1F" w:rsidRDefault="00166A26" w:rsidP="006E3F9B">
      <w:pPr>
        <w:spacing w:after="120"/>
        <w:ind w:firstLine="346"/>
        <w:jc w:val="center"/>
        <w:rPr>
          <w:rFonts w:eastAsia="Calibri" w:cs="Times New Roman"/>
          <w:b/>
        </w:rPr>
      </w:pPr>
      <w:r w:rsidRPr="007E0B1F">
        <w:rPr>
          <w:rFonts w:eastAsia="Calibri" w:cs="Times New Roman"/>
          <w:b/>
        </w:rPr>
        <w:t>Námitka proti údajům uvedeným v lobbistické stopě právního předpisu</w:t>
      </w:r>
    </w:p>
    <w:p w:rsidR="00166A26" w:rsidRPr="007E0B1F" w:rsidRDefault="00166A26" w:rsidP="00DB4EF7">
      <w:pPr>
        <w:widowControl/>
        <w:numPr>
          <w:ilvl w:val="0"/>
          <w:numId w:val="13"/>
        </w:numPr>
        <w:suppressAutoHyphens w:val="0"/>
        <w:ind w:left="851" w:firstLine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Osoba, která lobbovala u lobbovaného, je oprávněna podat proti údajům uvedeným v lobbistické stopě právního předpisu podle zákona o Sbírce zákonů a mezinárodních smluv písemně námitku pro</w:t>
      </w:r>
    </w:p>
    <w:p w:rsidR="00166A26" w:rsidRPr="007E0B1F" w:rsidRDefault="00166A26" w:rsidP="00DB4EF7">
      <w:pPr>
        <w:widowControl/>
        <w:numPr>
          <w:ilvl w:val="1"/>
          <w:numId w:val="13"/>
        </w:numPr>
        <w:suppressAutoHyphens w:val="0"/>
        <w:ind w:left="1418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nepravdivost údaje uvedeného v lobbistické stopě, pokud se tento údaj osoby týká, nebo</w:t>
      </w:r>
    </w:p>
    <w:p w:rsidR="00166A26" w:rsidRDefault="00166A26" w:rsidP="00DB4EF7">
      <w:pPr>
        <w:widowControl/>
        <w:numPr>
          <w:ilvl w:val="1"/>
          <w:numId w:val="13"/>
        </w:numPr>
        <w:suppressAutoHyphens w:val="0"/>
        <w:ind w:left="1418" w:hanging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skutečnost, že lobbovaný v údajích uvedených v lobbistické stopě neuvedl lobbování, které vůči němu osoba uskutečnila.</w:t>
      </w:r>
    </w:p>
    <w:p w:rsidR="00DB4EF7" w:rsidRPr="007E0B1F" w:rsidRDefault="00DB4EF7" w:rsidP="00DB4EF7">
      <w:pPr>
        <w:widowControl/>
        <w:suppressAutoHyphens w:val="0"/>
        <w:ind w:left="851"/>
        <w:jc w:val="both"/>
        <w:rPr>
          <w:rFonts w:eastAsia="Calibri" w:cs="Times New Roman"/>
        </w:rPr>
      </w:pPr>
    </w:p>
    <w:p w:rsidR="00166A26" w:rsidRDefault="00166A26" w:rsidP="00DB4EF7">
      <w:pPr>
        <w:widowControl/>
        <w:numPr>
          <w:ilvl w:val="0"/>
          <w:numId w:val="13"/>
        </w:numPr>
        <w:suppressAutoHyphens w:val="0"/>
        <w:ind w:left="851" w:firstLine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lastRenderedPageBreak/>
        <w:t>Lobbovaný zaznamená písemnou námitku osoby, která u lobbovaného lobbovala, do 30 dní ode dne doručení písemné námitky, do lobbistické stopy.</w:t>
      </w:r>
    </w:p>
    <w:p w:rsidR="00DB4EF7" w:rsidRPr="007E0B1F" w:rsidRDefault="00DB4EF7" w:rsidP="00DB4EF7">
      <w:pPr>
        <w:widowControl/>
        <w:suppressAutoHyphens w:val="0"/>
        <w:ind w:left="1418"/>
        <w:jc w:val="both"/>
        <w:rPr>
          <w:rFonts w:eastAsia="Calibri" w:cs="Times New Roman"/>
        </w:rPr>
      </w:pPr>
    </w:p>
    <w:p w:rsidR="00166A26" w:rsidRPr="007E0B1F" w:rsidRDefault="00166A26" w:rsidP="00DB4EF7">
      <w:pPr>
        <w:ind w:left="851" w:firstLine="567"/>
        <w:jc w:val="both"/>
        <w:rPr>
          <w:rFonts w:eastAsia="Calibri" w:cs="Times New Roman"/>
        </w:rPr>
      </w:pPr>
      <w:r w:rsidRPr="007E0B1F">
        <w:rPr>
          <w:rFonts w:eastAsia="Calibri" w:cs="Times New Roman"/>
        </w:rPr>
        <w:t>(3) Pokud lobbovaný námitku proti údajům uvedeným v lobbistické stopě podle odstavce 2 do lobbistické stopy nezaznamená, může osoba, která lobbovala u lobbovaného, podat námitku písemně Úřadu. Úřad námitku zaznamená do lobbistické stopy bez zbytečného odkladu poté, co osoba, která lobbovala u lobbovaného, osvědčí, že vůči lobbovanému písemně uplatnila námitku a že uplynula lhůta podle odstavce 2.“.</w:t>
      </w:r>
    </w:p>
    <w:p w:rsidR="00166A26" w:rsidRPr="007E0B1F" w:rsidRDefault="00166A26" w:rsidP="00DB4EF7">
      <w:pPr>
        <w:ind w:left="720"/>
        <w:jc w:val="both"/>
        <w:rPr>
          <w:rFonts w:cs="Times New Roman"/>
        </w:rPr>
      </w:pPr>
      <w:r w:rsidRPr="007E0B1F">
        <w:rPr>
          <w:rFonts w:cs="Times New Roman"/>
        </w:rPr>
        <w:t xml:space="preserve"> </w:t>
      </w: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  <w:u w:val="single"/>
        </w:rPr>
      </w:pPr>
      <w:r w:rsidRPr="007E0B1F">
        <w:rPr>
          <w:rFonts w:cs="Times New Roman"/>
          <w:u w:val="single"/>
        </w:rPr>
        <w:t>§ 15 včetně nadpisu zní:</w:t>
      </w: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</w:rPr>
        <w:t>„§ 15</w:t>
      </w:r>
    </w:p>
    <w:p w:rsidR="00166A26" w:rsidRPr="007E0B1F" w:rsidRDefault="00166A26" w:rsidP="00DB4EF7">
      <w:pPr>
        <w:jc w:val="center"/>
        <w:rPr>
          <w:rFonts w:cs="Times New Roman"/>
        </w:rPr>
      </w:pPr>
      <w:r w:rsidRPr="007E0B1F">
        <w:rPr>
          <w:rFonts w:cs="Times New Roman"/>
          <w:b/>
        </w:rPr>
        <w:t>Dohled</w:t>
      </w:r>
    </w:p>
    <w:p w:rsidR="00166A26" w:rsidRDefault="00166A26" w:rsidP="00DB4EF7">
      <w:pPr>
        <w:ind w:left="707" w:firstLine="709"/>
        <w:jc w:val="both"/>
        <w:rPr>
          <w:rFonts w:cs="Times New Roman"/>
        </w:rPr>
      </w:pPr>
      <w:r w:rsidRPr="007E0B1F">
        <w:rPr>
          <w:rFonts w:cs="Times New Roman"/>
        </w:rPr>
        <w:t xml:space="preserve">(1) Dohled nad plněním povinností podle tohoto zákona vykonává Úřad. </w:t>
      </w:r>
    </w:p>
    <w:p w:rsidR="00DB4EF7" w:rsidRPr="007E0B1F" w:rsidRDefault="00DB4EF7" w:rsidP="00DB4EF7">
      <w:pPr>
        <w:ind w:left="707" w:firstLine="709"/>
        <w:jc w:val="both"/>
        <w:rPr>
          <w:rFonts w:cs="Times New Roman"/>
        </w:rPr>
      </w:pPr>
    </w:p>
    <w:p w:rsidR="00166A26" w:rsidRPr="007E0B1F" w:rsidRDefault="00166A26" w:rsidP="00DB4EF7">
      <w:pPr>
        <w:ind w:left="707" w:firstLine="709"/>
        <w:jc w:val="both"/>
        <w:rPr>
          <w:rFonts w:cs="Times New Roman"/>
        </w:rPr>
      </w:pPr>
      <w:r w:rsidRPr="007E0B1F">
        <w:rPr>
          <w:rFonts w:cs="Times New Roman"/>
        </w:rPr>
        <w:t>(2) Úřad uveřejní na své internetové stránce zejména</w:t>
      </w:r>
    </w:p>
    <w:p w:rsidR="00166A26" w:rsidRPr="007E0B1F" w:rsidRDefault="00166A26" w:rsidP="00DB4EF7">
      <w:pPr>
        <w:widowControl/>
        <w:numPr>
          <w:ilvl w:val="0"/>
          <w:numId w:val="5"/>
        </w:numPr>
        <w:suppressAutoHyphens w:val="0"/>
        <w:ind w:left="1066" w:hanging="357"/>
        <w:jc w:val="both"/>
        <w:rPr>
          <w:rFonts w:cs="Times New Roman"/>
        </w:rPr>
      </w:pPr>
      <w:r w:rsidRPr="007E0B1F">
        <w:rPr>
          <w:rFonts w:cs="Times New Roman"/>
        </w:rPr>
        <w:t xml:space="preserve">informace o způsobu a podmínkách poskytování metodické, poradenské a odborné pomoci, </w:t>
      </w:r>
    </w:p>
    <w:p w:rsidR="00166A26" w:rsidRPr="007E0B1F" w:rsidRDefault="00166A26" w:rsidP="00DB4EF7">
      <w:pPr>
        <w:widowControl/>
        <w:numPr>
          <w:ilvl w:val="0"/>
          <w:numId w:val="5"/>
        </w:numPr>
        <w:suppressAutoHyphens w:val="0"/>
        <w:ind w:left="1066" w:hanging="357"/>
        <w:jc w:val="both"/>
        <w:rPr>
          <w:rFonts w:cs="Times New Roman"/>
        </w:rPr>
      </w:pPr>
      <w:r w:rsidRPr="007E0B1F">
        <w:rPr>
          <w:rFonts w:cs="Times New Roman"/>
        </w:rPr>
        <w:t>výroční zprávu o činnosti podle tohoto zákona, a to nejpozději do 30. června následujícího kalendářního roku po kalendářním roce, za který je zpracována.“.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>V § 16 odst. 1</w:t>
      </w:r>
      <w:r w:rsidRPr="007E0B1F">
        <w:rPr>
          <w:rFonts w:cs="Times New Roman"/>
        </w:rPr>
        <w:t xml:space="preserve"> se za slovo „kdo“ vkládá slovo „soustavně“ a na konci textu se doplňuje text „podle § 3“.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  <w:u w:val="single"/>
        </w:rPr>
      </w:pPr>
      <w:r w:rsidRPr="007E0B1F">
        <w:rPr>
          <w:rFonts w:cs="Times New Roman"/>
          <w:u w:val="single"/>
        </w:rPr>
        <w:t>V § 16 odstavec 2 zní: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ind w:left="709" w:firstLine="709"/>
        <w:jc w:val="both"/>
        <w:rPr>
          <w:rFonts w:cs="Times New Roman"/>
        </w:rPr>
      </w:pPr>
      <w:r w:rsidRPr="007E0B1F">
        <w:rPr>
          <w:rFonts w:cs="Times New Roman"/>
        </w:rPr>
        <w:t xml:space="preserve">„(2) Lobbista se dopustí přestupku tím, že 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>lobbuje prostřednictvím osoby, která není zapsána v registru, nebo úmyslně lobbuje prostřednictvím osoby, která nesplňuje podmínky podle § 8 odst. 2,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>neoznámí Úřadu změnu v podmínkách nutných ke vzniku oprávnění k lobbování, uvede v registru nebo v ohlášení Úřadu nepravdivé údaje o sobě nebo o lobbujícím prostředníkovi anebo neprovede změnu údajů o lobbujícím prostředníkovi podle § 8 odst. 3 nebo nevyznačí v registru skutečnosti podle § 8 odst. 4,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>neuloží do registru ve stanovené lhůtě prohlášení lobbisty,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 xml:space="preserve"> neuvede před zahájením lobbování údaje podle § 12 odst. 1 nebo neprovede změnu údajů podle § 12 odst. 2 před pokračováním v lobbování,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 xml:space="preserve">uvede nepravdivé nebo neúplné údaje v registru nebo v prohlášení lobbisty podle § 12 odst. 1 nebo 4, 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>neupozorní lobbovaného, že je lobbistou, podle § 13 odst. 2 nebo</w:t>
      </w:r>
    </w:p>
    <w:p w:rsidR="00166A26" w:rsidRPr="007E0B1F" w:rsidRDefault="00166A26" w:rsidP="00DB4EF7">
      <w:pPr>
        <w:widowControl/>
        <w:numPr>
          <w:ilvl w:val="0"/>
          <w:numId w:val="4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</w:rPr>
        <w:t>nepotvrdí písemně obsah upozornění, že je lobbistou, podle § 13 odst. 3.“.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>V § 16 odst. 3</w:t>
      </w:r>
      <w:r w:rsidRPr="007E0B1F">
        <w:rPr>
          <w:rFonts w:cs="Times New Roman"/>
        </w:rPr>
        <w:t xml:space="preserve"> se písmena a) a b) zrušují. </w:t>
      </w:r>
    </w:p>
    <w:p w:rsidR="00166A26" w:rsidRPr="007E0B1F" w:rsidRDefault="00166A26" w:rsidP="00DB4EF7">
      <w:pPr>
        <w:ind w:left="720"/>
        <w:jc w:val="both"/>
        <w:rPr>
          <w:rFonts w:cs="Times New Roman"/>
        </w:rPr>
      </w:pPr>
    </w:p>
    <w:p w:rsidR="00166A26" w:rsidRPr="007E0B1F" w:rsidRDefault="00166A26" w:rsidP="00DB4EF7">
      <w:pPr>
        <w:ind w:left="720"/>
        <w:jc w:val="both"/>
        <w:rPr>
          <w:rFonts w:cs="Times New Roman"/>
        </w:rPr>
      </w:pPr>
      <w:r w:rsidRPr="007E0B1F">
        <w:rPr>
          <w:rFonts w:cs="Times New Roman"/>
        </w:rPr>
        <w:t>Dosavadní písmena c) a d) se označují jako písmena a) a b).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spacing w:after="120"/>
        <w:ind w:left="714" w:hanging="357"/>
        <w:jc w:val="both"/>
        <w:rPr>
          <w:rFonts w:cs="Times New Roman"/>
          <w:u w:val="single"/>
        </w:rPr>
      </w:pPr>
      <w:r w:rsidRPr="007E0B1F">
        <w:rPr>
          <w:rFonts w:cs="Times New Roman"/>
          <w:u w:val="single"/>
        </w:rPr>
        <w:t xml:space="preserve">V § 16 odstavec 4 zní: </w:t>
      </w:r>
    </w:p>
    <w:p w:rsidR="00166A26" w:rsidRPr="007E0B1F" w:rsidRDefault="00166A26" w:rsidP="00DB4EF7">
      <w:pPr>
        <w:ind w:left="714"/>
        <w:jc w:val="both"/>
        <w:rPr>
          <w:rFonts w:cs="Times New Roman"/>
        </w:rPr>
      </w:pPr>
      <w:r w:rsidRPr="007E0B1F">
        <w:rPr>
          <w:rFonts w:cs="Times New Roman"/>
        </w:rPr>
        <w:tab/>
        <w:t xml:space="preserve">„(4) Lobbující prostředník se dopustí přestupku tím, že </w:t>
      </w:r>
    </w:p>
    <w:p w:rsidR="00166A26" w:rsidRPr="007E0B1F" w:rsidRDefault="00166A26" w:rsidP="00DB4EF7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 xml:space="preserve">neoznámí lobbistovi, jehož jménem lobbuje, že nesplňuje podmínku bezúhonnosti </w:t>
      </w:r>
      <w:r w:rsidRPr="007E0B1F">
        <w:rPr>
          <w:rFonts w:ascii="Times New Roman" w:hAnsi="Times New Roman"/>
          <w:sz w:val="24"/>
          <w:szCs w:val="24"/>
        </w:rPr>
        <w:br/>
        <w:t>podle § 8 odst. 2,</w:t>
      </w:r>
    </w:p>
    <w:p w:rsidR="00166A26" w:rsidRPr="007E0B1F" w:rsidRDefault="00166A26" w:rsidP="00DB4EF7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sz w:val="24"/>
          <w:szCs w:val="24"/>
        </w:rPr>
        <w:t>poskytne lobbistovi nepravdivé údaje potřebné k zápisu lobbujícího prostředníka do registru podle § 8 odst. 1,</w:t>
      </w:r>
    </w:p>
    <w:p w:rsidR="00166A26" w:rsidRPr="007E0B1F" w:rsidRDefault="00166A26" w:rsidP="00DB4EF7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color w:val="000000"/>
          <w:sz w:val="24"/>
          <w:szCs w:val="24"/>
        </w:rPr>
        <w:t>neupozorní lobbovaného, že je lobbujícím prostředníkem, podle § 13 odst. 2 nebo</w:t>
      </w:r>
    </w:p>
    <w:p w:rsidR="00166A26" w:rsidRPr="007E0B1F" w:rsidRDefault="00166A26" w:rsidP="00DB4EF7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E0B1F">
        <w:rPr>
          <w:rFonts w:ascii="Times New Roman" w:hAnsi="Times New Roman"/>
          <w:color w:val="000000"/>
          <w:sz w:val="24"/>
          <w:szCs w:val="24"/>
        </w:rPr>
        <w:lastRenderedPageBreak/>
        <w:t>nepotvrdí písemně obsah upozornění, že je lobbujícím prostředníkem, podle § 13 odst. 3.</w:t>
      </w:r>
      <w:r w:rsidRPr="007E0B1F">
        <w:rPr>
          <w:rFonts w:ascii="Times New Roman" w:hAnsi="Times New Roman"/>
          <w:sz w:val="24"/>
          <w:szCs w:val="24"/>
        </w:rPr>
        <w:t>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>V § 16 odst. 5 písm. a)</w:t>
      </w:r>
      <w:r w:rsidRPr="007E0B1F">
        <w:rPr>
          <w:rFonts w:cs="Times New Roman"/>
        </w:rPr>
        <w:t xml:space="preserve"> se text „e) nebo f)“ nahrazuje textem „f) nebo g)“.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>V § 16 odst. 5 písm. b)</w:t>
      </w:r>
      <w:r w:rsidRPr="007E0B1F">
        <w:rPr>
          <w:rFonts w:cs="Times New Roman"/>
        </w:rPr>
        <w:t xml:space="preserve"> se slova „nebo d) nebo odstavce 3“ nahrazují slovy „až e), odstavce 3 nebo 4“.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 xml:space="preserve">V § 16 odstavci 6 </w:t>
      </w:r>
      <w:r w:rsidRPr="007E0B1F">
        <w:rPr>
          <w:rFonts w:cs="Times New Roman"/>
        </w:rPr>
        <w:t>se text „nebo d)“ nahrazuje textem „až e)“.</w:t>
      </w:r>
    </w:p>
    <w:p w:rsidR="00166A26" w:rsidRPr="007E0B1F" w:rsidRDefault="00166A26" w:rsidP="00DB4EF7">
      <w:pPr>
        <w:jc w:val="both"/>
        <w:rPr>
          <w:rFonts w:cs="Times New Roman"/>
        </w:rPr>
      </w:pPr>
    </w:p>
    <w:p w:rsidR="00166A26" w:rsidRPr="007E0B1F" w:rsidRDefault="00166A26" w:rsidP="00DB4EF7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 w:rsidRPr="007E0B1F">
        <w:rPr>
          <w:rFonts w:cs="Times New Roman"/>
          <w:u w:val="single"/>
        </w:rPr>
        <w:t>V § 18</w:t>
      </w:r>
      <w:r w:rsidRPr="007E0B1F">
        <w:rPr>
          <w:rFonts w:cs="Times New Roman"/>
        </w:rPr>
        <w:t xml:space="preserve"> se číslo „2021“ nahrazuje číslem „2023“.</w:t>
      </w:r>
      <w:r>
        <w:rPr>
          <w:rFonts w:cs="Times New Roman"/>
        </w:rPr>
        <w:t>,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A96983">
        <w:rPr>
          <w:b/>
        </w:rPr>
        <w:t>8</w:t>
      </w:r>
      <w:r w:rsidR="009A12A1">
        <w:rPr>
          <w:b/>
        </w:rPr>
        <w:t>. července 2021</w:t>
      </w:r>
    </w:p>
    <w:p w:rsidR="000C6893" w:rsidRDefault="000C6893"/>
    <w:p w:rsidR="000C6893" w:rsidRDefault="000C6893" w:rsidP="00511F8C">
      <w:pPr>
        <w:pStyle w:val="PNposlanec"/>
      </w:pPr>
      <w:r>
        <w:t>Poslanec</w:t>
      </w:r>
      <w:r w:rsidR="00A96983">
        <w:t xml:space="preserve"> Navrkal František</w:t>
      </w:r>
    </w:p>
    <w:p w:rsidR="00A96983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1. </w:t>
      </w:r>
      <w:r w:rsidR="00E8003C" w:rsidRPr="00DB4EF7">
        <w:rPr>
          <w:b w:val="0"/>
          <w:i/>
        </w:rPr>
        <w:t>(SD 8623)</w:t>
      </w:r>
    </w:p>
    <w:p w:rsidR="00152A65" w:rsidRDefault="00152A65" w:rsidP="00152A6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Bod 7 nově zní:</w:t>
      </w:r>
    </w:p>
    <w:p w:rsidR="00152A65" w:rsidRPr="00152A65" w:rsidRDefault="00152A65" w:rsidP="00152A65">
      <w:pPr>
        <w:pBdr>
          <w:top w:val="nil"/>
          <w:left w:val="nil"/>
          <w:bottom w:val="nil"/>
          <w:right w:val="nil"/>
          <w:between w:val="nil"/>
        </w:pBdr>
      </w:pPr>
      <w:r>
        <w:rPr>
          <w:sz w:val="22"/>
          <w:szCs w:val="22"/>
        </w:rPr>
        <w:t>„</w:t>
      </w:r>
      <w:r w:rsidRPr="00152A65">
        <w:t xml:space="preserve">7. V § 5 se za odstavec 2 vkládají nové </w:t>
      </w:r>
      <w:proofErr w:type="gramStart"/>
      <w:r w:rsidRPr="00152A65">
        <w:t>odstavce  3 a 4, které</w:t>
      </w:r>
      <w:proofErr w:type="gramEnd"/>
      <w:r w:rsidRPr="00152A65">
        <w:t xml:space="preserve"> znějí:</w:t>
      </w:r>
    </w:p>
    <w:p w:rsidR="00152A65" w:rsidRPr="00152A65" w:rsidRDefault="00152A65" w:rsidP="00152A65">
      <w:pPr>
        <w:pBdr>
          <w:top w:val="nil"/>
          <w:left w:val="nil"/>
          <w:bottom w:val="nil"/>
          <w:right w:val="nil"/>
          <w:between w:val="nil"/>
        </w:pBdr>
      </w:pPr>
      <w:r w:rsidRPr="00152A65">
        <w:tab/>
        <w:t>„(3) Orgán veřejné moci, organizační složka státu, lobbista nebo lobbovaný zapisují údaje do registru prostřednictvím elektronického formuláře.</w:t>
      </w:r>
    </w:p>
    <w:p w:rsidR="00152A65" w:rsidRPr="00152A65" w:rsidRDefault="00152A65" w:rsidP="00C6576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</w:pPr>
      <w:r w:rsidRPr="00152A65">
        <w:t>(4) Správce registru umožní, aby osoby prokázaly při zápisu údajů do registru svou totožnost s též využitím prostředku pro elektronickou identifikaci vydaného v rámci kvalifikovaného systému elektronické identifikace. Možnost prokázat totožnost jiným způsobem není tímto ustanovením dotčena.“.“.</w:t>
      </w:r>
    </w:p>
    <w:p w:rsidR="00E8003C" w:rsidRDefault="00E8003C" w:rsidP="00C6576C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E8003C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2. </w:t>
      </w:r>
      <w:r w:rsidR="00E8003C" w:rsidRPr="00DB4EF7">
        <w:rPr>
          <w:b w:val="0"/>
          <w:i/>
        </w:rPr>
        <w:t>(SD 8624)</w:t>
      </w:r>
    </w:p>
    <w:p w:rsidR="00152A65" w:rsidRDefault="00152A65" w:rsidP="00152A65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t>V bodě 5, v § 4, písmena a) a b) znějí:</w:t>
      </w:r>
    </w:p>
    <w:p w:rsidR="00152A65" w:rsidRPr="00EC0B96" w:rsidRDefault="00152A65" w:rsidP="00152A65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  <w:r w:rsidRPr="00EC0B96">
        <w:rPr>
          <w:szCs w:val="22"/>
        </w:rPr>
        <w:t>„a) prezident republiky,</w:t>
      </w:r>
    </w:p>
    <w:p w:rsidR="00152A65" w:rsidRPr="00EC0B96" w:rsidRDefault="00152A65" w:rsidP="00152A65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  <w:r w:rsidRPr="00EC0B96">
        <w:rPr>
          <w:szCs w:val="22"/>
        </w:rPr>
        <w:t>b) poslanec Poslanecké sněmovny Parlamentu a senátor Senátu Parlamentu,”.</w:t>
      </w:r>
    </w:p>
    <w:p w:rsidR="00152A65" w:rsidRPr="00EC0B96" w:rsidRDefault="00152A65" w:rsidP="00C6576C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714" w:hanging="357"/>
        <w:rPr>
          <w:b/>
          <w:szCs w:val="22"/>
        </w:rPr>
      </w:pPr>
      <w:r w:rsidRPr="00EC0B96">
        <w:rPr>
          <w:b/>
          <w:szCs w:val="22"/>
        </w:rPr>
        <w:t>Bod 10 nově zní:</w:t>
      </w:r>
    </w:p>
    <w:p w:rsidR="00152A65" w:rsidRPr="00EC0B96" w:rsidRDefault="00152A65" w:rsidP="00152A65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  <w:r w:rsidRPr="00EC0B96">
        <w:rPr>
          <w:szCs w:val="22"/>
        </w:rPr>
        <w:t>„10. V § 7 odst. 3 písm. c) se za slova „jde-li“ vkládají slova „o prezidenta republiky, poradce prezidenta republiky,“.</w:t>
      </w:r>
    </w:p>
    <w:p w:rsidR="00E8003C" w:rsidRDefault="00E8003C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E8003C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3. </w:t>
      </w:r>
      <w:r w:rsidR="00E8003C" w:rsidRPr="00DB4EF7">
        <w:rPr>
          <w:b w:val="0"/>
          <w:i/>
        </w:rPr>
        <w:t>(SD 8625)</w:t>
      </w:r>
    </w:p>
    <w:p w:rsidR="00C6576C" w:rsidRDefault="00C6576C" w:rsidP="00C6576C">
      <w:pPr>
        <w:widowControl/>
        <w:numPr>
          <w:ilvl w:val="0"/>
          <w:numId w:val="18"/>
        </w:numPr>
        <w:suppressAutoHyphens w:val="0"/>
        <w:ind w:left="357" w:hanging="357"/>
      </w:pPr>
      <w:r>
        <w:t>Bod 1 nově zní:</w:t>
      </w:r>
    </w:p>
    <w:p w:rsidR="00C6576C" w:rsidRDefault="00C6576C" w:rsidP="00C6576C">
      <w:r>
        <w:t xml:space="preserve">„1. V § 2 odstavec 1 zní: </w:t>
      </w:r>
    </w:p>
    <w:p w:rsidR="00C6576C" w:rsidRDefault="00C6576C" w:rsidP="00C6576C">
      <w:pPr>
        <w:jc w:val="both"/>
      </w:pPr>
      <w:r>
        <w:t>„(1) Lobbování je činnost spočívající v komunikaci, uskutečňovaná za účelem ovlivnění jednání lobbovaného při výkonu veřejné funkce.“.“</w:t>
      </w:r>
    </w:p>
    <w:p w:rsidR="00C6576C" w:rsidRDefault="00C6576C" w:rsidP="00C6576C">
      <w:pPr>
        <w:widowControl/>
        <w:numPr>
          <w:ilvl w:val="0"/>
          <w:numId w:val="18"/>
        </w:numPr>
        <w:suppressAutoHyphens w:val="0"/>
        <w:spacing w:before="120"/>
        <w:ind w:left="357" w:hanging="357"/>
      </w:pPr>
      <w:r>
        <w:t xml:space="preserve">V bodě 18 ustanovení § 12 odst. 1 se za písmeno a) vkládá písmeno b), které zní: </w:t>
      </w:r>
    </w:p>
    <w:p w:rsidR="00C6576C" w:rsidRDefault="00C6576C" w:rsidP="00C6576C">
      <w:pPr>
        <w:jc w:val="both"/>
      </w:pPr>
      <w:r>
        <w:t>„b) vymezení předmětu lobbování, kterým se rozumí zejména předpis, koncepční dokument nebo mezinárodní smlouva podle § 2 odst. 1 písm. b) nebo jejich návrh, nebo jiné jednání lobbovaného, nebo že lobbují bez vymezení předmětu lobbování,“.</w:t>
      </w:r>
    </w:p>
    <w:p w:rsidR="00C6576C" w:rsidRDefault="00C6576C" w:rsidP="00C6576C">
      <w:pPr>
        <w:jc w:val="both"/>
      </w:pPr>
      <w:r>
        <w:t>Dosavadní písmeno b) se označuje jako písmeno c).</w:t>
      </w:r>
    </w:p>
    <w:p w:rsidR="00E8003C" w:rsidRDefault="00E8003C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E8003C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4. </w:t>
      </w:r>
      <w:r w:rsidR="00E8003C" w:rsidRPr="00DB4EF7">
        <w:rPr>
          <w:b w:val="0"/>
          <w:i/>
        </w:rPr>
        <w:t>(SD 8627)</w:t>
      </w:r>
    </w:p>
    <w:p w:rsidR="00C6576C" w:rsidRDefault="00C6576C" w:rsidP="00C6576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</w:rPr>
        <w:t>Za bod 6 se vkládá nový bod 7, který zní:</w:t>
      </w:r>
    </w:p>
    <w:p w:rsidR="00C6576C" w:rsidRDefault="00C6576C" w:rsidP="00C6576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„7. V § 5 se na konci odstavce 2 doplňuje věta: „Údaje z registru, do kterých lze veřejně nahlížet, zveřejní správce registru též jako otevřená data.”.”.</w:t>
      </w:r>
    </w:p>
    <w:p w:rsidR="00C6576C" w:rsidRDefault="00C6576C" w:rsidP="00C6576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C6576C" w:rsidRDefault="00C6576C" w:rsidP="00C6576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Následující body se přečíslují.</w:t>
      </w:r>
    </w:p>
    <w:p w:rsidR="00E8003C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lastRenderedPageBreak/>
        <w:t xml:space="preserve">5. </w:t>
      </w:r>
      <w:r w:rsidR="00E8003C" w:rsidRPr="00DB4EF7">
        <w:rPr>
          <w:b w:val="0"/>
          <w:i/>
        </w:rPr>
        <w:t xml:space="preserve">(SD </w:t>
      </w:r>
      <w:r w:rsidR="00152A65" w:rsidRPr="00DB4EF7">
        <w:rPr>
          <w:b w:val="0"/>
          <w:i/>
        </w:rPr>
        <w:t>8629)</w:t>
      </w:r>
    </w:p>
    <w:p w:rsidR="00C6576C" w:rsidRDefault="00C6576C" w:rsidP="00C6576C">
      <w:r>
        <w:t>V bodě 18 se na konci ustanovení § 12 odst. 1 písm. b) tečka nahrazuje čárkou a doplňují se písmeno c), které zní:</w:t>
      </w:r>
    </w:p>
    <w:p w:rsidR="00C6576C" w:rsidRDefault="00C6576C" w:rsidP="00C6576C">
      <w:r>
        <w:t xml:space="preserve">„c) vymezení zájmu, za který lobbuje.“. </w:t>
      </w:r>
    </w:p>
    <w:p w:rsidR="00152A65" w:rsidRDefault="00152A65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152A65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6. </w:t>
      </w:r>
      <w:r w:rsidR="00152A65" w:rsidRPr="00DB4EF7">
        <w:rPr>
          <w:b w:val="0"/>
          <w:i/>
        </w:rPr>
        <w:t>(SD 8632)</w:t>
      </w:r>
    </w:p>
    <w:p w:rsidR="00C6576C" w:rsidRPr="00EC0B96" w:rsidRDefault="00C6576C" w:rsidP="00C6576C">
      <w:pPr>
        <w:widowControl/>
        <w:numPr>
          <w:ilvl w:val="0"/>
          <w:numId w:val="19"/>
        </w:numPr>
        <w:suppressAutoHyphens w:val="0"/>
        <w:jc w:val="both"/>
        <w:rPr>
          <w:b/>
          <w:szCs w:val="22"/>
        </w:rPr>
      </w:pPr>
      <w:r w:rsidRPr="00EC0B96">
        <w:rPr>
          <w:b/>
          <w:szCs w:val="22"/>
        </w:rPr>
        <w:t>Bod 6 nově zní:</w:t>
      </w:r>
    </w:p>
    <w:p w:rsidR="00C6576C" w:rsidRPr="00EC0B96" w:rsidRDefault="00C6576C" w:rsidP="00C6576C">
      <w:pPr>
        <w:jc w:val="both"/>
        <w:rPr>
          <w:szCs w:val="22"/>
        </w:rPr>
      </w:pPr>
    </w:p>
    <w:p w:rsidR="00C6576C" w:rsidRPr="00EC0B96" w:rsidRDefault="00C6576C" w:rsidP="00C6576C">
      <w:pPr>
        <w:jc w:val="both"/>
        <w:rPr>
          <w:szCs w:val="22"/>
        </w:rPr>
      </w:pPr>
      <w:r w:rsidRPr="00EC0B96">
        <w:rPr>
          <w:szCs w:val="22"/>
        </w:rPr>
        <w:t>„6. V § 5 odst. 2 se text „§ 12 a § 14“ nahrazuje textem „§ 9 odst. 2, § 9a, § 12 a §16 odst. 8“.</w:t>
      </w:r>
    </w:p>
    <w:p w:rsidR="00C6576C" w:rsidRPr="00EC0B96" w:rsidRDefault="00C6576C" w:rsidP="00C6576C">
      <w:pPr>
        <w:jc w:val="both"/>
        <w:rPr>
          <w:szCs w:val="22"/>
        </w:rPr>
      </w:pPr>
    </w:p>
    <w:p w:rsidR="00C6576C" w:rsidRPr="00EC0B96" w:rsidRDefault="00C6576C" w:rsidP="00C6576C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rPr>
          <w:b/>
          <w:szCs w:val="22"/>
        </w:rPr>
      </w:pPr>
      <w:r w:rsidRPr="00EC0B96">
        <w:rPr>
          <w:b/>
          <w:szCs w:val="22"/>
        </w:rPr>
        <w:t>Za bod 27 se vkládá nový bod 28, který zní:</w:t>
      </w:r>
    </w:p>
    <w:p w:rsidR="00C6576C" w:rsidRPr="00EC0B96" w:rsidRDefault="00C6576C" w:rsidP="00C6576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Cs w:val="22"/>
        </w:rPr>
      </w:pPr>
      <w:r w:rsidRPr="00EC0B96">
        <w:rPr>
          <w:szCs w:val="22"/>
        </w:rPr>
        <w:t>„28. V § 16 se doplňuje nový odstavec 8, který zní:</w:t>
      </w:r>
    </w:p>
    <w:p w:rsidR="00C6576C" w:rsidRPr="00EC0B96" w:rsidRDefault="00C6576C" w:rsidP="00C6576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</w:rPr>
      </w:pPr>
      <w:r w:rsidRPr="00EC0B96">
        <w:rPr>
          <w:szCs w:val="22"/>
        </w:rPr>
        <w:t>„(8) Rozhodnutí o přestupku podle tohoto zákona, který spáchala osoba zapsaná v Registru lobbistů, se zveřejní v Registru lobbistů, a to na dobu 3 let, tato doba se prodlužuje o dobu trvání zákazu činnosti, je-li uložen. Úřad před zveřejněním z rozhodnutí odstraní osobní údaje osob a další informace, jejichž zveřejnění zakazuje právní předpis, s výjimkou jména a příjmení pachatele. Toto zveřejnění se nepovažuje za výkon správního trestu zveřejnění rozhodnutí o přestupku, při ukládání správního trestu zveřejnění rozhodnutí o přestupku však Úřad přihlédne k tomu, že rozhodnutí bude zveřejněno též tímto způsobem.“.“.</w:t>
      </w:r>
    </w:p>
    <w:p w:rsidR="00152A65" w:rsidRDefault="00152A65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152A65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7. </w:t>
      </w:r>
      <w:r w:rsidR="00152A65" w:rsidRPr="00DB4EF7">
        <w:rPr>
          <w:b w:val="0"/>
          <w:i/>
        </w:rPr>
        <w:t>(SD 8633)</w:t>
      </w:r>
    </w:p>
    <w:p w:rsidR="00C6576C" w:rsidRDefault="00C6576C" w:rsidP="00C6576C">
      <w:r>
        <w:rPr>
          <w:b/>
        </w:rPr>
        <w:t>1.</w:t>
      </w:r>
      <w:r>
        <w:t xml:space="preserve"> V bodě 18 ustanovení § 12 odst. 4 písm. c) zní:</w:t>
      </w:r>
    </w:p>
    <w:p w:rsidR="00C6576C" w:rsidRDefault="00C6576C" w:rsidP="00C6576C">
      <w:r>
        <w:t xml:space="preserve">„c) zda lobbování proběhlo v rámci hromadné písemné komunikace, individuální písemnou komunikací, telefonicky nebo osobně, čímž se rozumí také </w:t>
      </w:r>
      <w:proofErr w:type="spellStart"/>
      <w:r>
        <w:t>videohovor</w:t>
      </w:r>
      <w:proofErr w:type="spellEnd"/>
      <w:r>
        <w:t>, a“.</w:t>
      </w:r>
    </w:p>
    <w:p w:rsidR="00C6576C" w:rsidRDefault="00C6576C" w:rsidP="00C6576C"/>
    <w:p w:rsidR="00C6576C" w:rsidRDefault="00C6576C" w:rsidP="00C6576C">
      <w:r>
        <w:rPr>
          <w:b/>
        </w:rPr>
        <w:t>2.</w:t>
      </w:r>
      <w:r>
        <w:t xml:space="preserve"> V bodě 18 ustanovení § 12 odst. 4 písm. d) zní:</w:t>
      </w:r>
    </w:p>
    <w:p w:rsidR="00C6576C" w:rsidRDefault="00C6576C" w:rsidP="00C6576C">
      <w:r>
        <w:t>„d) cíl, kterého se lobbováním ve vymezené oblasti a ve vymezeném předmětu lobbování snažil dosáhnout.“.</w:t>
      </w:r>
    </w:p>
    <w:p w:rsidR="00152A65" w:rsidRDefault="00152A65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152A65" w:rsidRPr="00DB4EF7" w:rsidRDefault="00EC0B96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EC0B96">
        <w:t xml:space="preserve">8. </w:t>
      </w:r>
      <w:r w:rsidR="00152A65" w:rsidRPr="00DB4EF7">
        <w:rPr>
          <w:b w:val="0"/>
          <w:i/>
        </w:rPr>
        <w:t>(SD 8635)</w:t>
      </w:r>
    </w:p>
    <w:p w:rsidR="00C6576C" w:rsidRDefault="00C6576C" w:rsidP="00C6576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Za § 12 se vkládá § 12a, který včetně nadpisu zní:</w:t>
      </w:r>
    </w:p>
    <w:p w:rsidR="00C6576C" w:rsidRDefault="00C6576C" w:rsidP="00C6576C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„§ 12a</w:t>
      </w:r>
    </w:p>
    <w:p w:rsidR="00C6576C" w:rsidRDefault="00C6576C" w:rsidP="00C6576C">
      <w:pPr>
        <w:spacing w:before="120" w:after="12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Právo na přístup do elektronického systému tvorby právních předpisů</w:t>
      </w:r>
    </w:p>
    <w:p w:rsidR="00C6576C" w:rsidRDefault="00C6576C" w:rsidP="00C6576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Správce elektronického systému tvorby právních předpisů nebo jiného informačního systému veřejné správy, který plní srovnatelnou funkci, přidělí lobbistovi na jeho žádost přístup s odpovídajícími uživatelskými oprávněními do tohoto systému.“.</w:t>
      </w:r>
    </w:p>
    <w:p w:rsidR="00A96983" w:rsidRDefault="00A96983" w:rsidP="00A9698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C6576C" w:rsidRDefault="00C6576C" w:rsidP="00A9698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A96983" w:rsidRDefault="00A96983" w:rsidP="00A96983">
      <w:pPr>
        <w:pStyle w:val="PNposlanec"/>
        <w:numPr>
          <w:ilvl w:val="0"/>
          <w:numId w:val="0"/>
        </w:numPr>
        <w:ind w:left="425" w:hanging="425"/>
      </w:pPr>
      <w:r>
        <w:t>C</w:t>
      </w:r>
      <w:r w:rsidR="00EC0B96">
        <w:t>.</w:t>
      </w:r>
      <w:r>
        <w:tab/>
        <w:t>Poslankyně Kovářová Věra</w:t>
      </w:r>
    </w:p>
    <w:p w:rsidR="00A96983" w:rsidRPr="00DB4EF7" w:rsidRDefault="00152A65" w:rsidP="00A9698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  <w:i/>
        </w:rPr>
      </w:pPr>
      <w:r w:rsidRPr="00DB4EF7">
        <w:rPr>
          <w:b w:val="0"/>
          <w:i/>
        </w:rPr>
        <w:t>(SD 3228)</w:t>
      </w:r>
    </w:p>
    <w:p w:rsidR="00C6576C" w:rsidRDefault="00C6576C" w:rsidP="00C6576C">
      <w:pPr>
        <w:jc w:val="center"/>
        <w:rPr>
          <w:rFonts w:cs="Times New Roman"/>
          <w:u w:val="single"/>
        </w:rPr>
      </w:pPr>
      <w:r w:rsidRPr="007E4C94">
        <w:rPr>
          <w:rFonts w:cs="Times New Roman"/>
          <w:u w:val="single"/>
        </w:rPr>
        <w:t xml:space="preserve">Varianta </w:t>
      </w:r>
      <w:r>
        <w:rPr>
          <w:rFonts w:cs="Times New Roman"/>
          <w:u w:val="single"/>
        </w:rPr>
        <w:t>I</w:t>
      </w:r>
    </w:p>
    <w:p w:rsidR="00C6576C" w:rsidRPr="007E4C94" w:rsidRDefault="00C6576C" w:rsidP="00C6576C">
      <w:pPr>
        <w:jc w:val="center"/>
        <w:rPr>
          <w:rFonts w:cs="Times New Roman"/>
          <w:u w:val="single"/>
        </w:rPr>
      </w:pPr>
    </w:p>
    <w:p w:rsidR="00C6576C" w:rsidRPr="00EC0B96" w:rsidRDefault="00C6576C" w:rsidP="00C6576C">
      <w:pPr>
        <w:pStyle w:val="Odstavecseseznamem"/>
        <w:numPr>
          <w:ilvl w:val="0"/>
          <w:numId w:val="20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</w:rPr>
      </w:pPr>
      <w:r w:rsidRPr="00EC0B96">
        <w:rPr>
          <w:rFonts w:ascii="Times New Roman" w:hAnsi="Times New Roman"/>
          <w:sz w:val="24"/>
        </w:rPr>
        <w:t>V § 4 se za písmeno l) vkládá nové písmeno m), které zní:</w:t>
      </w:r>
    </w:p>
    <w:p w:rsidR="00C6576C" w:rsidRPr="00EC0B96" w:rsidRDefault="00C6576C" w:rsidP="00C6576C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</w:rPr>
      </w:pPr>
      <w:r w:rsidRPr="00EC0B96">
        <w:rPr>
          <w:rFonts w:ascii="Times New Roman" w:hAnsi="Times New Roman"/>
          <w:sz w:val="24"/>
        </w:rPr>
        <w:t>„m) fyzická osoba vykonávající odborné práce nebo poradenskou činnost (dále jen „poradce prezidenta republiky“) pro prezidenta republiky,“.</w:t>
      </w:r>
    </w:p>
    <w:p w:rsidR="00C6576C" w:rsidRDefault="00C6576C" w:rsidP="00C6576C">
      <w:pPr>
        <w:ind w:left="567"/>
        <w:rPr>
          <w:rFonts w:cs="Times New Roman"/>
        </w:rPr>
      </w:pPr>
      <w:r w:rsidRPr="00011409">
        <w:rPr>
          <w:rFonts w:cs="Times New Roman"/>
        </w:rPr>
        <w:t xml:space="preserve">Dosavadní </w:t>
      </w:r>
      <w:r>
        <w:rPr>
          <w:rFonts w:cs="Times New Roman"/>
        </w:rPr>
        <w:t>písmena m) až o)</w:t>
      </w:r>
      <w:r w:rsidRPr="00011409">
        <w:rPr>
          <w:rFonts w:cs="Times New Roman"/>
        </w:rPr>
        <w:t xml:space="preserve"> se označují jako </w:t>
      </w:r>
      <w:r>
        <w:rPr>
          <w:rFonts w:cs="Times New Roman"/>
        </w:rPr>
        <w:t>písmena n) až p)</w:t>
      </w:r>
      <w:r w:rsidRPr="00011409">
        <w:rPr>
          <w:rFonts w:cs="Times New Roman"/>
        </w:rPr>
        <w:t>.</w:t>
      </w:r>
    </w:p>
    <w:p w:rsidR="00C6576C" w:rsidRDefault="00C6576C" w:rsidP="00C6576C">
      <w:pPr>
        <w:ind w:left="567"/>
        <w:rPr>
          <w:rFonts w:cs="Times New Roman"/>
        </w:rPr>
      </w:pPr>
    </w:p>
    <w:p w:rsidR="00C6576C" w:rsidRPr="00EC0B96" w:rsidRDefault="00C6576C" w:rsidP="00C6576C">
      <w:pPr>
        <w:pStyle w:val="Odstavecseseznamem"/>
        <w:numPr>
          <w:ilvl w:val="0"/>
          <w:numId w:val="20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</w:rPr>
      </w:pPr>
      <w:r w:rsidRPr="00EC0B96">
        <w:rPr>
          <w:rFonts w:ascii="Times New Roman" w:hAnsi="Times New Roman"/>
          <w:sz w:val="24"/>
        </w:rPr>
        <w:t>V § 7 odst. 3 písm. c) se za slova „jde-li“ vkládají slova „o poradce prezidenta republiky,“.</w:t>
      </w:r>
    </w:p>
    <w:p w:rsidR="00C6576C" w:rsidRPr="00EC0B96" w:rsidRDefault="00C6576C" w:rsidP="00C6576C">
      <w:pPr>
        <w:jc w:val="both"/>
        <w:rPr>
          <w:sz w:val="28"/>
        </w:rPr>
      </w:pPr>
    </w:p>
    <w:p w:rsidR="00C6576C" w:rsidRPr="00EC0B96" w:rsidRDefault="00C6576C" w:rsidP="00C6576C">
      <w:pPr>
        <w:pStyle w:val="Odstavecseseznamem"/>
        <w:numPr>
          <w:ilvl w:val="0"/>
          <w:numId w:val="20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</w:rPr>
      </w:pPr>
      <w:r w:rsidRPr="00EC0B96">
        <w:rPr>
          <w:rFonts w:ascii="Times New Roman" w:hAnsi="Times New Roman"/>
          <w:sz w:val="24"/>
        </w:rPr>
        <w:lastRenderedPageBreak/>
        <w:t>V § 7 odst. 3 písm. d) se slova „§ 4 písm. c) až g), j) až l), n) a o)“ se nahrazují slovy „§ 4 písm. c) až g), j) až l), o) a p)“.</w:t>
      </w:r>
    </w:p>
    <w:p w:rsidR="00C6576C" w:rsidRDefault="00C6576C" w:rsidP="00C6576C">
      <w:pPr>
        <w:jc w:val="both"/>
        <w:rPr>
          <w:rFonts w:cs="Times New Roman"/>
        </w:rPr>
      </w:pPr>
    </w:p>
    <w:p w:rsidR="00C6576C" w:rsidRDefault="00C6576C" w:rsidP="00C6576C">
      <w:pPr>
        <w:jc w:val="center"/>
        <w:rPr>
          <w:rFonts w:cs="Times New Roman"/>
          <w:u w:val="single"/>
        </w:rPr>
      </w:pPr>
      <w:r w:rsidRPr="007E4C94">
        <w:rPr>
          <w:rFonts w:cs="Times New Roman"/>
          <w:u w:val="single"/>
        </w:rPr>
        <w:t xml:space="preserve">Varianta </w:t>
      </w:r>
      <w:r>
        <w:rPr>
          <w:rFonts w:cs="Times New Roman"/>
          <w:u w:val="single"/>
        </w:rPr>
        <w:t>II</w:t>
      </w:r>
    </w:p>
    <w:p w:rsidR="00C6576C" w:rsidRPr="00EC0B96" w:rsidRDefault="00C6576C" w:rsidP="00C6576C">
      <w:pPr>
        <w:jc w:val="center"/>
        <w:rPr>
          <w:rFonts w:cs="Times New Roman"/>
          <w:u w:val="single"/>
        </w:rPr>
      </w:pPr>
    </w:p>
    <w:p w:rsidR="00C6576C" w:rsidRPr="00EC0B96" w:rsidRDefault="00C6576C" w:rsidP="00C6576C">
      <w:pPr>
        <w:pStyle w:val="Odstavecseseznamem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V § 4 se vkládá nové písmeno a), které zní:</w:t>
      </w:r>
    </w:p>
    <w:p w:rsidR="00C6576C" w:rsidRPr="00EC0B96" w:rsidRDefault="00C6576C" w:rsidP="00C6576C">
      <w:pPr>
        <w:ind w:left="567"/>
        <w:jc w:val="both"/>
        <w:rPr>
          <w:rFonts w:cs="Times New Roman"/>
        </w:rPr>
      </w:pPr>
      <w:r w:rsidRPr="00EC0B96">
        <w:rPr>
          <w:rFonts w:cs="Times New Roman"/>
        </w:rPr>
        <w:t>„a) prezident republiky,“.</w:t>
      </w:r>
    </w:p>
    <w:p w:rsidR="00C6576C" w:rsidRPr="00EC0B96" w:rsidRDefault="00C6576C" w:rsidP="00C6576C">
      <w:pPr>
        <w:ind w:left="567"/>
        <w:jc w:val="both"/>
        <w:rPr>
          <w:rFonts w:cs="Times New Roman"/>
        </w:rPr>
      </w:pPr>
      <w:r w:rsidRPr="00EC0B96">
        <w:rPr>
          <w:rFonts w:cs="Times New Roman"/>
        </w:rPr>
        <w:t>Dosavadní písmena a) až o) se označují jako písmena b) až p).</w:t>
      </w:r>
    </w:p>
    <w:p w:rsidR="00C6576C" w:rsidRPr="00EC0B96" w:rsidRDefault="00C6576C" w:rsidP="00C6576C">
      <w:pPr>
        <w:ind w:left="567"/>
        <w:jc w:val="both"/>
        <w:rPr>
          <w:rFonts w:cs="Times New Roman"/>
        </w:rPr>
      </w:pPr>
    </w:p>
    <w:p w:rsidR="00C6576C" w:rsidRPr="00EC0B96" w:rsidRDefault="00C6576C" w:rsidP="00C6576C">
      <w:pPr>
        <w:pStyle w:val="Odstavecseseznamem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V § 4 se za písmeno m) vkládá nové písmeno n), které zní:</w:t>
      </w:r>
    </w:p>
    <w:p w:rsidR="00C6576C" w:rsidRPr="00EC0B96" w:rsidRDefault="00C6576C" w:rsidP="00C6576C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„n) fyzická osoba vykonávající odborné práce nebo poradenskou činnost (dále jen „poradce prezidenta republiky“) pro prezidenta republiky,“.</w:t>
      </w:r>
    </w:p>
    <w:p w:rsidR="00C6576C" w:rsidRPr="00EC0B96" w:rsidRDefault="00C6576C" w:rsidP="00C6576C">
      <w:pPr>
        <w:ind w:left="567"/>
        <w:rPr>
          <w:rFonts w:cs="Times New Roman"/>
        </w:rPr>
      </w:pPr>
      <w:r w:rsidRPr="00EC0B96">
        <w:rPr>
          <w:rFonts w:cs="Times New Roman"/>
        </w:rPr>
        <w:t>Dosavadní písmena n) až p) se označují jako písmena o) až q).</w:t>
      </w:r>
    </w:p>
    <w:p w:rsidR="00C6576C" w:rsidRPr="00EC0B96" w:rsidRDefault="00C6576C" w:rsidP="00C6576C">
      <w:pPr>
        <w:ind w:left="567"/>
        <w:rPr>
          <w:rFonts w:cs="Times New Roman"/>
        </w:rPr>
      </w:pPr>
    </w:p>
    <w:p w:rsidR="00C6576C" w:rsidRPr="00EC0B96" w:rsidRDefault="00C6576C" w:rsidP="00C6576C">
      <w:pPr>
        <w:pStyle w:val="Odstavecseseznamem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V § 7 odst. 3 písm. c) se za slova „jde-li“ vkládají slova „ o prezidenta republiky, poradce prezidenta republiky,“.</w:t>
      </w:r>
    </w:p>
    <w:p w:rsidR="00C6576C" w:rsidRPr="00EC0B96" w:rsidRDefault="00C6576C" w:rsidP="00C6576C">
      <w:pPr>
        <w:jc w:val="both"/>
      </w:pPr>
    </w:p>
    <w:p w:rsidR="00C6576C" w:rsidRPr="00EC0B96" w:rsidRDefault="00C6576C" w:rsidP="00C6576C">
      <w:pPr>
        <w:pStyle w:val="Odstavecseseznamem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V § 7 odst. 3 písm. d) se slova „§ 4 písm. c) až g), j) až l), n) a o)“ se nahrazují slovy „§ 4 písm. d) až h), k) až m), p) a q)“.</w:t>
      </w:r>
    </w:p>
    <w:p w:rsidR="00C6576C" w:rsidRPr="00EC0B96" w:rsidRDefault="00C6576C" w:rsidP="00C6576C">
      <w:pPr>
        <w:jc w:val="both"/>
      </w:pPr>
    </w:p>
    <w:p w:rsidR="00C6576C" w:rsidRPr="00EC0B96" w:rsidRDefault="00C6576C" w:rsidP="00C6576C">
      <w:pPr>
        <w:pStyle w:val="Odstavecseseznamem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0B96">
        <w:rPr>
          <w:rFonts w:ascii="Times New Roman" w:hAnsi="Times New Roman"/>
          <w:sz w:val="24"/>
          <w:szCs w:val="24"/>
        </w:rPr>
        <w:t>V § 7 odst. 3 písm. e) se slova „§ 4 písm. i)“ se nahrazují slovy „§ 4 písm. j)“.</w:t>
      </w:r>
    </w:p>
    <w:p w:rsidR="00C6576C" w:rsidRDefault="00C6576C" w:rsidP="00C6576C">
      <w:pPr>
        <w:jc w:val="both"/>
        <w:rPr>
          <w:rFonts w:cs="Times New Roman"/>
        </w:rPr>
      </w:pPr>
    </w:p>
    <w:p w:rsidR="00A96983" w:rsidRDefault="00A96983" w:rsidP="00A9698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A96983" w:rsidRDefault="00A96983" w:rsidP="00A96983">
      <w:pPr>
        <w:pStyle w:val="PNposlanec"/>
        <w:numPr>
          <w:ilvl w:val="0"/>
          <w:numId w:val="0"/>
        </w:numPr>
        <w:ind w:left="425" w:hanging="425"/>
      </w:pPr>
      <w:r>
        <w:t>D</w:t>
      </w:r>
      <w:r w:rsidR="00EC0B96">
        <w:t>.</w:t>
      </w:r>
      <w:r>
        <w:tab/>
        <w:t>Poslankyně Valachová Kateřina</w:t>
      </w:r>
    </w:p>
    <w:p w:rsidR="000C6893" w:rsidRPr="00DB4EF7" w:rsidRDefault="00467142">
      <w:pPr>
        <w:rPr>
          <w:i/>
        </w:rPr>
      </w:pPr>
      <w:r w:rsidRPr="00467142">
        <w:rPr>
          <w:b/>
        </w:rPr>
        <w:t xml:space="preserve">1. </w:t>
      </w:r>
      <w:r w:rsidR="00152A65" w:rsidRPr="00DB4EF7">
        <w:rPr>
          <w:i/>
        </w:rPr>
        <w:t>(SD 8638)</w:t>
      </w:r>
    </w:p>
    <w:p w:rsidR="00C6576C" w:rsidRPr="00685EAF" w:rsidRDefault="00C6576C" w:rsidP="00C6576C">
      <w:pPr>
        <w:rPr>
          <w:rFonts w:cs="Times New Roman"/>
          <w:b/>
          <w:u w:val="single"/>
        </w:rPr>
      </w:pPr>
      <w:r w:rsidRPr="00685EAF">
        <w:rPr>
          <w:rFonts w:eastAsia="Calibri" w:cs="Times New Roman"/>
        </w:rPr>
        <w:t xml:space="preserve">V bodě 18 se </w:t>
      </w:r>
      <w:r>
        <w:rPr>
          <w:rFonts w:eastAsia="Calibri" w:cs="Times New Roman"/>
        </w:rPr>
        <w:t>na konci</w:t>
      </w:r>
      <w:r w:rsidRPr="00685EAF">
        <w:rPr>
          <w:rFonts w:eastAsia="Calibri" w:cs="Times New Roman"/>
        </w:rPr>
        <w:t xml:space="preserve"> ustanovení § 12 odst. 1 písm. b) </w:t>
      </w:r>
      <w:r>
        <w:rPr>
          <w:rFonts w:eastAsia="Calibri" w:cs="Times New Roman"/>
        </w:rPr>
        <w:t xml:space="preserve">tečka nahrazuje čárkou a doplňují se slova: </w:t>
      </w:r>
      <w:r w:rsidRPr="0076209B">
        <w:rPr>
          <w:rFonts w:eastAsia="Calibri" w:cs="Times New Roman"/>
        </w:rPr>
        <w:t>„</w:t>
      </w:r>
      <w:r w:rsidRPr="0076209B">
        <w:rPr>
          <w:rFonts w:eastAsia="Times New Roman" w:cs="Times New Roman"/>
          <w:lang w:eastAsia="cs-CZ"/>
        </w:rPr>
        <w:t>a vymezení tohoto zájmu.“</w:t>
      </w:r>
    </w:p>
    <w:p w:rsidR="00152A65" w:rsidRDefault="00152A65"/>
    <w:p w:rsidR="00152A65" w:rsidRPr="00DB4EF7" w:rsidRDefault="00152A65">
      <w:pPr>
        <w:rPr>
          <w:i/>
        </w:rPr>
      </w:pPr>
      <w:r w:rsidRPr="00DB4EF7">
        <w:rPr>
          <w:i/>
        </w:rPr>
        <w:t>(SD 8640)</w:t>
      </w:r>
    </w:p>
    <w:p w:rsidR="00C6576C" w:rsidRPr="00501435" w:rsidRDefault="00467142" w:rsidP="00C6576C">
      <w:pPr>
        <w:rPr>
          <w:rFonts w:eastAsia="Calibri" w:cs="Times New Roman"/>
          <w:bCs/>
        </w:rPr>
      </w:pPr>
      <w:r w:rsidRPr="00467142">
        <w:rPr>
          <w:rFonts w:eastAsia="Calibri" w:cs="Times New Roman"/>
          <w:b/>
          <w:bCs/>
        </w:rPr>
        <w:t>2</w:t>
      </w:r>
      <w:r w:rsidR="00C6576C" w:rsidRPr="00467142">
        <w:rPr>
          <w:rFonts w:eastAsia="Calibri" w:cs="Times New Roman"/>
          <w:b/>
          <w:bCs/>
        </w:rPr>
        <w:t>.</w:t>
      </w:r>
      <w:r w:rsidR="00C6576C" w:rsidRPr="00501435">
        <w:rPr>
          <w:rFonts w:eastAsia="Calibri" w:cs="Times New Roman"/>
          <w:bCs/>
        </w:rPr>
        <w:t xml:space="preserve"> Bod 19 zní:</w:t>
      </w:r>
    </w:p>
    <w:p w:rsidR="00C6576C" w:rsidRPr="00F42122" w:rsidRDefault="00C6576C" w:rsidP="00C6576C">
      <w:pPr>
        <w:jc w:val="both"/>
        <w:rPr>
          <w:rFonts w:cs="Times New Roman"/>
        </w:rPr>
      </w:pPr>
      <w:r w:rsidRPr="00F42122">
        <w:rPr>
          <w:rFonts w:cs="Times New Roman"/>
        </w:rPr>
        <w:t xml:space="preserve">„19. § 14 včetně nadpisu zní: </w:t>
      </w:r>
    </w:p>
    <w:p w:rsidR="00C6576C" w:rsidRPr="00F42122" w:rsidRDefault="00C6576C" w:rsidP="00C6576C">
      <w:pPr>
        <w:ind w:left="720"/>
        <w:jc w:val="both"/>
        <w:rPr>
          <w:rFonts w:cs="Times New Roman"/>
        </w:rPr>
      </w:pPr>
    </w:p>
    <w:p w:rsidR="00C6576C" w:rsidRPr="00F42122" w:rsidRDefault="00C6576C" w:rsidP="00C6576C">
      <w:pPr>
        <w:jc w:val="center"/>
        <w:rPr>
          <w:rFonts w:eastAsia="Calibri" w:cs="Times New Roman"/>
        </w:rPr>
      </w:pPr>
      <w:r w:rsidRPr="00F42122">
        <w:rPr>
          <w:rFonts w:eastAsia="Calibri" w:cs="Times New Roman"/>
        </w:rPr>
        <w:t xml:space="preserve">„§ 14 </w:t>
      </w:r>
    </w:p>
    <w:p w:rsidR="00C6576C" w:rsidRPr="00F42122" w:rsidRDefault="00C6576C" w:rsidP="00C6576C">
      <w:pPr>
        <w:spacing w:before="120" w:after="120"/>
        <w:ind w:firstLine="346"/>
        <w:jc w:val="center"/>
        <w:rPr>
          <w:rFonts w:eastAsia="Calibri" w:cs="Times New Roman"/>
          <w:b/>
        </w:rPr>
      </w:pPr>
      <w:r w:rsidRPr="00F42122">
        <w:rPr>
          <w:rFonts w:eastAsia="Calibri" w:cs="Times New Roman"/>
          <w:b/>
        </w:rPr>
        <w:t>Námitka proti údajům uvedeným v lobbistické stopě právního předpisu</w:t>
      </w:r>
    </w:p>
    <w:p w:rsidR="00C6576C" w:rsidRPr="00F42122" w:rsidRDefault="00C6576C" w:rsidP="00C6576C">
      <w:pPr>
        <w:widowControl/>
        <w:numPr>
          <w:ilvl w:val="0"/>
          <w:numId w:val="23"/>
        </w:numPr>
        <w:suppressAutoHyphens w:val="0"/>
        <w:ind w:left="0" w:firstLine="567"/>
        <w:jc w:val="both"/>
        <w:rPr>
          <w:rFonts w:eastAsia="Calibri" w:cs="Times New Roman"/>
        </w:rPr>
      </w:pPr>
      <w:r w:rsidRPr="00F42122">
        <w:rPr>
          <w:rFonts w:eastAsia="Calibri" w:cs="Times New Roman"/>
        </w:rPr>
        <w:t>Lobbista, který lobboval u lobbovaného, je oprávněn podat proti údajům uvedeným v lobbistické stopě právního předpisu podle zákona o Sbírce zákonů a mezinárodních smluv písemně námitku pro</w:t>
      </w:r>
    </w:p>
    <w:p w:rsidR="00C6576C" w:rsidRPr="00F42122" w:rsidRDefault="00C6576C" w:rsidP="00C6576C">
      <w:pPr>
        <w:widowControl/>
        <w:numPr>
          <w:ilvl w:val="1"/>
          <w:numId w:val="23"/>
        </w:numPr>
        <w:suppressAutoHyphens w:val="0"/>
        <w:ind w:left="426" w:hanging="426"/>
        <w:jc w:val="both"/>
        <w:rPr>
          <w:rFonts w:eastAsia="Calibri" w:cs="Times New Roman"/>
        </w:rPr>
      </w:pPr>
      <w:r w:rsidRPr="00F42122">
        <w:rPr>
          <w:rFonts w:eastAsia="Calibri" w:cs="Times New Roman"/>
        </w:rPr>
        <w:t>nepravdivost údaje uvedeného v lobbistické stopě, pokud se tento údaj lobbisty týká, nebo</w:t>
      </w:r>
    </w:p>
    <w:p w:rsidR="00C6576C" w:rsidRPr="00F42122" w:rsidRDefault="00C6576C" w:rsidP="00C6576C">
      <w:pPr>
        <w:widowControl/>
        <w:numPr>
          <w:ilvl w:val="1"/>
          <w:numId w:val="23"/>
        </w:numPr>
        <w:suppressAutoHyphens w:val="0"/>
        <w:ind w:left="426" w:hanging="426"/>
        <w:jc w:val="both"/>
        <w:rPr>
          <w:rFonts w:eastAsia="Calibri" w:cs="Times New Roman"/>
        </w:rPr>
      </w:pPr>
      <w:r w:rsidRPr="00F42122">
        <w:rPr>
          <w:rFonts w:eastAsia="Calibri" w:cs="Times New Roman"/>
        </w:rPr>
        <w:t>skutečnost, že lobbovaný v údajích uvedených v lobbistické stopě neuvedl lobbování, které vůči němu lobbista uskutečnil.</w:t>
      </w:r>
    </w:p>
    <w:p w:rsidR="00C6576C" w:rsidRPr="00F42122" w:rsidRDefault="00C6576C" w:rsidP="00C6576C">
      <w:pPr>
        <w:widowControl/>
        <w:numPr>
          <w:ilvl w:val="0"/>
          <w:numId w:val="23"/>
        </w:numPr>
        <w:suppressAutoHyphens w:val="0"/>
        <w:ind w:left="0" w:firstLine="567"/>
        <w:jc w:val="both"/>
        <w:rPr>
          <w:rFonts w:eastAsia="Calibri" w:cs="Times New Roman"/>
        </w:rPr>
      </w:pPr>
      <w:r w:rsidRPr="00F42122">
        <w:rPr>
          <w:rFonts w:eastAsia="Calibri" w:cs="Times New Roman"/>
        </w:rPr>
        <w:t>Lobbovaný zaznamená písemnou námitku lobbisty, který u lobbovaného lobboval, do 30 dní ode dne doručení písemné námitky, do lobbistické stopy.</w:t>
      </w:r>
    </w:p>
    <w:p w:rsidR="00C6576C" w:rsidRPr="00F42122" w:rsidRDefault="00C6576C" w:rsidP="00C6576C">
      <w:pPr>
        <w:ind w:firstLine="567"/>
        <w:jc w:val="both"/>
        <w:rPr>
          <w:rFonts w:eastAsia="Calibri" w:cs="Times New Roman"/>
        </w:rPr>
      </w:pPr>
      <w:r w:rsidRPr="00F42122">
        <w:rPr>
          <w:rFonts w:eastAsia="Calibri" w:cs="Times New Roman"/>
        </w:rPr>
        <w:t>(3) Pokud lobbovaný námitku proti údajům uvedeným v lobbistické stopě podle odstavce 2 do lobbistické stopy nezaznamená, může lobbista, který lobboval u lobbovaného, podat námitku písemně Úřadu. Úřad námitku zaznamená do lobbistické stopy bez zbytečného odkladu poté, co lobbista, který lobboval u lobbovaného, osvědčí, že vůči lobbovanému písemně uplatnil námitku a že uplynula lhůta podle odstavce 2.“.“</w:t>
      </w:r>
    </w:p>
    <w:p w:rsidR="00C6576C" w:rsidRPr="00F42122" w:rsidRDefault="00C6576C" w:rsidP="00C6576C">
      <w:pPr>
        <w:rPr>
          <w:rFonts w:eastAsia="Calibri" w:cs="Times New Roman"/>
        </w:rPr>
      </w:pPr>
    </w:p>
    <w:p w:rsidR="00C6576C" w:rsidRPr="00501435" w:rsidRDefault="00467142" w:rsidP="00C6576C">
      <w:pPr>
        <w:rPr>
          <w:rFonts w:eastAsia="Calibri" w:cs="Times New Roman"/>
          <w:bCs/>
        </w:rPr>
      </w:pPr>
      <w:r w:rsidRPr="00467142">
        <w:rPr>
          <w:rFonts w:eastAsia="Calibri" w:cs="Times New Roman"/>
          <w:b/>
          <w:bCs/>
        </w:rPr>
        <w:t>3</w:t>
      </w:r>
      <w:r w:rsidR="00C6576C" w:rsidRPr="00467142">
        <w:rPr>
          <w:rFonts w:eastAsia="Calibri" w:cs="Times New Roman"/>
          <w:b/>
          <w:bCs/>
        </w:rPr>
        <w:t>.</w:t>
      </w:r>
      <w:r w:rsidR="00C6576C" w:rsidRPr="00501435">
        <w:rPr>
          <w:rFonts w:eastAsia="Calibri" w:cs="Times New Roman"/>
          <w:bCs/>
        </w:rPr>
        <w:t xml:space="preserve"> Bod 23 zní: </w:t>
      </w:r>
    </w:p>
    <w:p w:rsidR="00C6576C" w:rsidRPr="00F42122" w:rsidRDefault="00C6576C" w:rsidP="00C6576C">
      <w:pPr>
        <w:rPr>
          <w:rFonts w:eastAsia="Calibri" w:cs="Times New Roman"/>
        </w:rPr>
      </w:pPr>
      <w:r w:rsidRPr="00F42122">
        <w:rPr>
          <w:rFonts w:eastAsia="Calibri" w:cs="Times New Roman"/>
        </w:rPr>
        <w:t xml:space="preserve">„23. V § 16 odstavec 3 zní: </w:t>
      </w:r>
    </w:p>
    <w:p w:rsidR="00C6576C" w:rsidRPr="00F42122" w:rsidRDefault="00C6576C" w:rsidP="00C6576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ind w:left="709" w:hanging="709"/>
        <w:jc w:val="both"/>
        <w:outlineLvl w:val="6"/>
        <w:rPr>
          <w:rFonts w:eastAsia="Calibri" w:cs="Times New Roman"/>
          <w:color w:val="000000"/>
        </w:rPr>
      </w:pPr>
      <w:r w:rsidRPr="00F42122">
        <w:rPr>
          <w:rFonts w:eastAsia="Calibri" w:cs="Times New Roman"/>
          <w:color w:val="000000"/>
        </w:rPr>
        <w:tab/>
        <w:t xml:space="preserve">„(3) Lobbovaný se dopustí přestupku tím, že </w:t>
      </w:r>
    </w:p>
    <w:p w:rsidR="00C6576C" w:rsidRPr="00F42122" w:rsidRDefault="00C6576C" w:rsidP="00C6576C">
      <w:pPr>
        <w:widowControl/>
        <w:numPr>
          <w:ilvl w:val="0"/>
          <w:numId w:val="22"/>
        </w:numPr>
        <w:suppressAutoHyphens w:val="0"/>
        <w:ind w:left="426" w:hanging="426"/>
        <w:jc w:val="both"/>
        <w:rPr>
          <w:rFonts w:eastAsia="Calibri" w:cs="Times New Roman"/>
          <w:color w:val="000000"/>
        </w:rPr>
      </w:pPr>
      <w:r w:rsidRPr="00F42122">
        <w:rPr>
          <w:rFonts w:eastAsia="Calibri" w:cs="Times New Roman"/>
          <w:color w:val="000000"/>
        </w:rPr>
        <w:lastRenderedPageBreak/>
        <w:t xml:space="preserve">neuvede údaje pro lobbistickou stopu právního předpisu podle zákona o Sbírce zákonů </w:t>
      </w:r>
      <w:r w:rsidRPr="00F42122">
        <w:rPr>
          <w:rFonts w:eastAsia="Calibri" w:cs="Times New Roman"/>
          <w:color w:val="000000"/>
        </w:rPr>
        <w:br/>
        <w:t xml:space="preserve">a mezinárodních smluv, </w:t>
      </w:r>
    </w:p>
    <w:p w:rsidR="00C6576C" w:rsidRPr="00F42122" w:rsidRDefault="00C6576C" w:rsidP="00C6576C">
      <w:pPr>
        <w:widowControl/>
        <w:numPr>
          <w:ilvl w:val="0"/>
          <w:numId w:val="22"/>
        </w:numPr>
        <w:suppressAutoHyphens w:val="0"/>
        <w:ind w:left="426" w:hanging="426"/>
        <w:jc w:val="both"/>
        <w:rPr>
          <w:rFonts w:eastAsia="Calibri" w:cs="Times New Roman"/>
          <w:color w:val="000000"/>
        </w:rPr>
      </w:pPr>
      <w:r w:rsidRPr="00F42122">
        <w:rPr>
          <w:rFonts w:eastAsia="Calibri" w:cs="Times New Roman"/>
          <w:color w:val="000000"/>
        </w:rPr>
        <w:t xml:space="preserve">uvede v lobbistické stopě právního předpisu podle zákona o Sbírce zákonů </w:t>
      </w:r>
      <w:r w:rsidRPr="00F42122">
        <w:rPr>
          <w:rFonts w:eastAsia="Calibri" w:cs="Times New Roman"/>
          <w:color w:val="000000"/>
        </w:rPr>
        <w:br/>
        <w:t>a mezinárodních smluv nepravdivé nebo neúplné údaje, nebo</w:t>
      </w:r>
    </w:p>
    <w:p w:rsidR="00C6576C" w:rsidRPr="00F42122" w:rsidRDefault="00C6576C" w:rsidP="00C6576C">
      <w:pPr>
        <w:widowControl/>
        <w:numPr>
          <w:ilvl w:val="0"/>
          <w:numId w:val="22"/>
        </w:numPr>
        <w:suppressAutoHyphens w:val="0"/>
        <w:ind w:left="426" w:hanging="426"/>
        <w:jc w:val="both"/>
        <w:rPr>
          <w:rFonts w:eastAsia="Calibri" w:cs="Times New Roman"/>
          <w:color w:val="000000"/>
        </w:rPr>
      </w:pPr>
      <w:r w:rsidRPr="00F42122">
        <w:t>nezaznamená námitku proti údajům uvedeným v lobbistické stopě právního předpisu podle zákona o Sbírce zákonů a mezinárodních smluv do 30 dní ode dne doručení písemné námitky lobbisty, který u lobbovaného lobboval, do lobbistické stopy.“.“</w:t>
      </w:r>
    </w:p>
    <w:p w:rsidR="000C6893" w:rsidRDefault="000C6893"/>
    <w:p w:rsidR="00C6576C" w:rsidRDefault="00C6576C"/>
    <w:p w:rsidR="000C6893" w:rsidRPr="00A96983" w:rsidRDefault="00A96983" w:rsidP="0051453C">
      <w:pPr>
        <w:rPr>
          <w:b/>
        </w:rPr>
      </w:pPr>
      <w:r w:rsidRPr="00A96983">
        <w:rPr>
          <w:b/>
        </w:rPr>
        <w:t>E</w:t>
      </w:r>
      <w:r w:rsidR="00EC0B96">
        <w:rPr>
          <w:b/>
        </w:rPr>
        <w:t>.</w:t>
      </w:r>
      <w:r w:rsidRPr="00A96983">
        <w:rPr>
          <w:b/>
        </w:rPr>
        <w:tab/>
        <w:t>Poslanec Jakob Jan</w:t>
      </w:r>
    </w:p>
    <w:p w:rsidR="000C6893" w:rsidRPr="00DB4EF7" w:rsidRDefault="00A96983" w:rsidP="0051453C">
      <w:pPr>
        <w:rPr>
          <w:i/>
        </w:rPr>
      </w:pPr>
      <w:r w:rsidRPr="00DB4EF7">
        <w:rPr>
          <w:i/>
        </w:rPr>
        <w:t>(SD 8770)</w:t>
      </w:r>
    </w:p>
    <w:p w:rsidR="00EC0B96" w:rsidRDefault="00EC0B96" w:rsidP="00EC0B96">
      <w:pPr>
        <w:pStyle w:val="Odstavecseseznamem"/>
        <w:spacing w:after="0" w:line="240" w:lineRule="auto"/>
        <w:ind w:left="0"/>
        <w:contextualSpacing w:val="0"/>
        <w:rPr>
          <w:rFonts w:ascii="Times New Roman" w:hAnsi="Times New Roman"/>
          <w:b/>
        </w:rPr>
      </w:pPr>
    </w:p>
    <w:p w:rsidR="00A96983" w:rsidRDefault="00A96983" w:rsidP="00EC0B96">
      <w:pPr>
        <w:pStyle w:val="Odstavecseseznamem"/>
        <w:numPr>
          <w:ilvl w:val="0"/>
          <w:numId w:val="14"/>
        </w:numPr>
        <w:spacing w:after="0" w:line="240" w:lineRule="auto"/>
        <w:ind w:left="0" w:firstLine="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Bod 5 nově zní:</w:t>
      </w:r>
    </w:p>
    <w:p w:rsidR="00A96983" w:rsidRPr="00B35034" w:rsidRDefault="00A96983" w:rsidP="00A96983">
      <w:pPr>
        <w:jc w:val="both"/>
        <w:rPr>
          <w:u w:val="single"/>
        </w:rPr>
      </w:pPr>
      <w:r>
        <w:t>„</w:t>
      </w:r>
      <w:r w:rsidRPr="00B35034">
        <w:t xml:space="preserve">5. </w:t>
      </w:r>
      <w:r w:rsidRPr="00B35034">
        <w:rPr>
          <w:u w:val="single"/>
        </w:rPr>
        <w:t xml:space="preserve">§ 4 včetně nadpisu zní: </w:t>
      </w:r>
    </w:p>
    <w:p w:rsidR="00A96983" w:rsidRPr="007E0B1F" w:rsidRDefault="00A96983" w:rsidP="00A96983">
      <w:pPr>
        <w:ind w:left="360" w:firstLine="348"/>
        <w:jc w:val="center"/>
      </w:pPr>
      <w:r w:rsidRPr="007E0B1F">
        <w:t>„§ 4</w:t>
      </w:r>
    </w:p>
    <w:p w:rsidR="00A96983" w:rsidRPr="007E0B1F" w:rsidRDefault="00A96983" w:rsidP="00A96983">
      <w:pPr>
        <w:spacing w:after="120"/>
        <w:ind w:left="357" w:firstLine="346"/>
        <w:jc w:val="center"/>
        <w:rPr>
          <w:b/>
        </w:rPr>
      </w:pPr>
      <w:r w:rsidRPr="007E0B1F">
        <w:rPr>
          <w:b/>
        </w:rPr>
        <w:t>Lobbovaný</w:t>
      </w:r>
    </w:p>
    <w:p w:rsidR="00A96983" w:rsidRPr="007E0B1F" w:rsidRDefault="00A96983" w:rsidP="00A96983">
      <w:pPr>
        <w:spacing w:after="120"/>
        <w:ind w:firstLine="708"/>
        <w:jc w:val="both"/>
      </w:pPr>
      <w:r w:rsidRPr="007E0B1F">
        <w:rPr>
          <w:b/>
        </w:rPr>
        <w:tab/>
      </w:r>
      <w:r w:rsidRPr="007E0B1F">
        <w:t>Lobbovaným se podle tohoto zákona rozumí</w:t>
      </w:r>
    </w:p>
    <w:p w:rsidR="00A96983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7E0B1F">
        <w:rPr>
          <w:rFonts w:ascii="Times New Roman" w:hAnsi="Times New Roman"/>
        </w:rPr>
        <w:t xml:space="preserve">a) </w:t>
      </w:r>
      <w:r>
        <w:rPr>
          <w:rFonts w:ascii="Times New Roman" w:hAnsi="Times New Roman"/>
        </w:rPr>
        <w:t>prezident republiky,</w:t>
      </w:r>
    </w:p>
    <w:p w:rsidR="00A96983" w:rsidRPr="00B35034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B35034">
        <w:rPr>
          <w:rFonts w:ascii="Times New Roman" w:hAnsi="Times New Roman"/>
        </w:rPr>
        <w:t xml:space="preserve">poslanec Poslanecké sněmovny Parlamentu,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7E0B1F">
        <w:rPr>
          <w:rFonts w:ascii="Times New Roman" w:hAnsi="Times New Roman"/>
        </w:rPr>
        <w:t>) senátor Senátu Parlamentu,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7E0B1F">
        <w:rPr>
          <w:rFonts w:ascii="Times New Roman" w:hAnsi="Times New Roman"/>
        </w:rPr>
        <w:t>) člen vlády a vedoucí ústředního správního úřadu, v jehož čele není člen vlády,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Pr="007E0B1F">
        <w:rPr>
          <w:rFonts w:ascii="Times New Roman" w:hAnsi="Times New Roman"/>
        </w:rPr>
        <w:t xml:space="preserve">) náměstek člena vlády,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7E0B1F">
        <w:rPr>
          <w:rFonts w:ascii="Times New Roman" w:hAnsi="Times New Roman"/>
        </w:rPr>
        <w:t>) zástupce vedoucího ústředního správního úřadu, v jehož čele není člen vlády,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Pr="007E0B1F">
        <w:rPr>
          <w:rFonts w:ascii="Times New Roman" w:hAnsi="Times New Roman"/>
        </w:rPr>
        <w:t xml:space="preserve">) vládní zmocněnec,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Pr="007E0B1F">
        <w:rPr>
          <w:rFonts w:ascii="Times New Roman" w:hAnsi="Times New Roman"/>
        </w:rPr>
        <w:t xml:space="preserve">) vedoucí Kanceláře Poslanecké sněmovny a jeho zástupce, vedoucí Kanceláře Senátu a jeho zástupce a vedoucí Kanceláře prezidenta republiky a jeho zástupce,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7E0B1F">
        <w:rPr>
          <w:rFonts w:ascii="Times New Roman" w:hAnsi="Times New Roman"/>
        </w:rPr>
        <w:t>) člen bankovní rady České národní banky,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Pr="007E0B1F">
        <w:rPr>
          <w:rFonts w:ascii="Times New Roman" w:hAnsi="Times New Roman"/>
        </w:rPr>
        <w:t xml:space="preserve">) člen Rady Českého telekomunikačního úřadu,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7E0B1F">
        <w:rPr>
          <w:rFonts w:ascii="Times New Roman" w:hAnsi="Times New Roman"/>
        </w:rPr>
        <w:t>) člen Rady Energetického regulačního úřadu,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7E0B1F">
        <w:rPr>
          <w:rFonts w:ascii="Times New Roman" w:hAnsi="Times New Roman"/>
        </w:rPr>
        <w:t>) člen Rady pro rozhlasové a televizní vysílání,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7E0B1F">
        <w:rPr>
          <w:rFonts w:ascii="Times New Roman" w:hAnsi="Times New Roman"/>
        </w:rPr>
        <w:t xml:space="preserve">) vedoucí zaměstnanec 2. až 4. stupně řízení podle zvláštního právního předpisu v ministerstvu nebo ústředním správním úřadu, v jehož čele není člen vlády, a představený podle zákona o státní službě, nejde-li o vedoucího oddělení, v ministerstvu nebo ústředním správním úřadu, v jehož čele není člen vlády,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7E0B1F">
        <w:rPr>
          <w:rFonts w:ascii="Times New Roman" w:hAnsi="Times New Roman"/>
        </w:rPr>
        <w:t xml:space="preserve">) fyzická osoba vykonávající soustavné odborné nebo administrativní práce (dále jen „asistent“) pro poslance nebo senátora, 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7E0B1F">
        <w:rPr>
          <w:rFonts w:ascii="Times New Roman" w:hAnsi="Times New Roman"/>
        </w:rPr>
        <w:t xml:space="preserve">) poradce prezidenta republiky, 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7E0B1F">
        <w:rPr>
          <w:rFonts w:ascii="Times New Roman" w:hAnsi="Times New Roman"/>
        </w:rPr>
        <w:t>) poradce člena vlády, náměstka člena vlády nebo vedoucího ústředního správního úřadu, v jehož čele není člen vlády,</w:t>
      </w:r>
    </w:p>
    <w:p w:rsidR="00A96983" w:rsidRPr="007E0B1F" w:rsidRDefault="00A96983" w:rsidP="00A96983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</w:t>
      </w:r>
      <w:r w:rsidRPr="007E0B1F">
        <w:rPr>
          <w:rFonts w:ascii="Times New Roman" w:hAnsi="Times New Roman"/>
        </w:rPr>
        <w:t>) vedoucí kabinetu člena vlády, kabinetu náměstka člena vlády nebo kabinetu vedoucího ústředního správního úřadu, v jehož čele není člen vlády.“.</w:t>
      </w:r>
      <w:r>
        <w:rPr>
          <w:rFonts w:ascii="Times New Roman" w:hAnsi="Times New Roman"/>
        </w:rPr>
        <w:t>“</w:t>
      </w:r>
      <w:r w:rsidRPr="007E0B1F">
        <w:rPr>
          <w:rFonts w:ascii="Times New Roman" w:hAnsi="Times New Roman"/>
        </w:rPr>
        <w:t xml:space="preserve"> </w:t>
      </w:r>
    </w:p>
    <w:p w:rsidR="00A96983" w:rsidRDefault="00A96983" w:rsidP="00467142">
      <w:pPr>
        <w:jc w:val="both"/>
      </w:pPr>
    </w:p>
    <w:p w:rsidR="00A96983" w:rsidRDefault="00A96983" w:rsidP="00EC0B96">
      <w:pPr>
        <w:pStyle w:val="Odstavecseseznamem"/>
        <w:numPr>
          <w:ilvl w:val="0"/>
          <w:numId w:val="14"/>
        </w:numPr>
        <w:spacing w:after="0" w:line="240" w:lineRule="auto"/>
        <w:ind w:left="0" w:firstLine="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Bod 10 nově zní: </w:t>
      </w:r>
    </w:p>
    <w:p w:rsidR="00A96983" w:rsidRPr="007E259E" w:rsidRDefault="00A96983" w:rsidP="0051453C">
      <w:pPr>
        <w:pStyle w:val="Odstavecseseznamem"/>
        <w:spacing w:after="0" w:line="240" w:lineRule="auto"/>
        <w:ind w:left="0"/>
        <w:contextualSpacing w:val="0"/>
        <w:rPr>
          <w:rFonts w:ascii="Times New Roman" w:hAnsi="Times New Roman"/>
          <w:b/>
        </w:rPr>
      </w:pPr>
      <w:r w:rsidRPr="007E259E">
        <w:rPr>
          <w:rFonts w:ascii="Times New Roman" w:hAnsi="Times New Roman"/>
        </w:rPr>
        <w:t>„</w:t>
      </w:r>
      <w:r>
        <w:rPr>
          <w:rFonts w:ascii="Times New Roman" w:hAnsi="Times New Roman"/>
        </w:rPr>
        <w:t>10</w:t>
      </w:r>
      <w:r w:rsidRPr="007E259E">
        <w:rPr>
          <w:rFonts w:ascii="Times New Roman" w:hAnsi="Times New Roman"/>
        </w:rPr>
        <w:t xml:space="preserve">. </w:t>
      </w:r>
      <w:r w:rsidRPr="007E259E">
        <w:rPr>
          <w:rFonts w:ascii="Times New Roman" w:hAnsi="Times New Roman"/>
          <w:u w:val="single"/>
        </w:rPr>
        <w:t xml:space="preserve">§ </w:t>
      </w:r>
      <w:r>
        <w:rPr>
          <w:rFonts w:ascii="Times New Roman" w:hAnsi="Times New Roman"/>
          <w:u w:val="single"/>
        </w:rPr>
        <w:t>7</w:t>
      </w:r>
      <w:r w:rsidRPr="007E259E">
        <w:rPr>
          <w:rFonts w:ascii="Times New Roman" w:hAnsi="Times New Roman"/>
          <w:u w:val="single"/>
        </w:rPr>
        <w:t xml:space="preserve"> včetně nadpisu zní: </w:t>
      </w:r>
    </w:p>
    <w:p w:rsidR="00A96983" w:rsidRPr="006D4AE7" w:rsidRDefault="00A96983" w:rsidP="0051453C">
      <w:pPr>
        <w:spacing w:after="120"/>
        <w:jc w:val="center"/>
        <w:rPr>
          <w:color w:val="000000"/>
        </w:rPr>
      </w:pPr>
      <w:r>
        <w:rPr>
          <w:color w:val="000000"/>
        </w:rPr>
        <w:t>„</w:t>
      </w:r>
      <w:r w:rsidRPr="006D4AE7">
        <w:rPr>
          <w:color w:val="000000"/>
        </w:rPr>
        <w:t>§ 7</w:t>
      </w:r>
    </w:p>
    <w:p w:rsidR="00A96983" w:rsidRPr="006D4AE7" w:rsidRDefault="00A96983" w:rsidP="00A96983">
      <w:pPr>
        <w:spacing w:after="120"/>
        <w:jc w:val="center"/>
        <w:rPr>
          <w:b/>
          <w:strike/>
          <w:color w:val="000000"/>
        </w:rPr>
      </w:pPr>
      <w:r w:rsidRPr="006D4AE7">
        <w:rPr>
          <w:b/>
          <w:color w:val="000000"/>
        </w:rPr>
        <w:t>Evidence lobbovaného v registru</w:t>
      </w:r>
    </w:p>
    <w:p w:rsidR="00A96983" w:rsidRPr="006D4AE7" w:rsidRDefault="00A96983" w:rsidP="00A96983">
      <w:pPr>
        <w:ind w:firstLine="709"/>
        <w:jc w:val="both"/>
        <w:rPr>
          <w:color w:val="000000"/>
        </w:rPr>
      </w:pPr>
      <w:r w:rsidRPr="006D4AE7">
        <w:rPr>
          <w:color w:val="000000"/>
        </w:rPr>
        <w:t>(1) Lobbovaný musí být zapsán do registru do 15 dnů ode dne získání postavení lobbovaného podle § 4.</w:t>
      </w:r>
    </w:p>
    <w:p w:rsidR="00A96983" w:rsidRPr="006D4AE7" w:rsidRDefault="00A96983" w:rsidP="00A96983">
      <w:pPr>
        <w:spacing w:before="120"/>
        <w:ind w:firstLine="709"/>
        <w:jc w:val="both"/>
        <w:rPr>
          <w:color w:val="000000"/>
        </w:rPr>
      </w:pPr>
      <w:r w:rsidRPr="006D4AE7">
        <w:rPr>
          <w:color w:val="000000"/>
        </w:rPr>
        <w:t>(2) Do registru se o lobbovaném zapíše</w:t>
      </w:r>
    </w:p>
    <w:p w:rsidR="00A96983" w:rsidRPr="006D4AE7" w:rsidRDefault="00A96983" w:rsidP="00A96983">
      <w:pPr>
        <w:widowControl/>
        <w:numPr>
          <w:ilvl w:val="0"/>
          <w:numId w:val="15"/>
        </w:numPr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>jméno, popřípadě jména, a příjmení,</w:t>
      </w:r>
    </w:p>
    <w:p w:rsidR="00A96983" w:rsidRPr="006D4AE7" w:rsidRDefault="00A96983" w:rsidP="00A96983">
      <w:pPr>
        <w:widowControl/>
        <w:numPr>
          <w:ilvl w:val="0"/>
          <w:numId w:val="15"/>
        </w:numPr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 xml:space="preserve">datum narození, </w:t>
      </w:r>
    </w:p>
    <w:p w:rsidR="00A96983" w:rsidRPr="006D4AE7" w:rsidRDefault="00A96983" w:rsidP="00A96983">
      <w:pPr>
        <w:widowControl/>
        <w:numPr>
          <w:ilvl w:val="0"/>
          <w:numId w:val="15"/>
        </w:numPr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 xml:space="preserve">orgán veřejné moci nebo organizační složka státu, ve které lobbovaný působí, </w:t>
      </w:r>
    </w:p>
    <w:p w:rsidR="00A96983" w:rsidRPr="006D4AE7" w:rsidRDefault="00A96983" w:rsidP="00A96983">
      <w:pPr>
        <w:widowControl/>
        <w:numPr>
          <w:ilvl w:val="0"/>
          <w:numId w:val="15"/>
        </w:numPr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lastRenderedPageBreak/>
        <w:t>funkce nebo zařazení a</w:t>
      </w:r>
    </w:p>
    <w:p w:rsidR="00A96983" w:rsidRPr="006D4AE7" w:rsidRDefault="00A96983" w:rsidP="00A96983">
      <w:pPr>
        <w:widowControl/>
        <w:numPr>
          <w:ilvl w:val="0"/>
          <w:numId w:val="15"/>
        </w:numPr>
        <w:suppressAutoHyphens w:val="0"/>
        <w:ind w:left="351" w:hanging="357"/>
        <w:jc w:val="both"/>
        <w:rPr>
          <w:color w:val="000000"/>
        </w:rPr>
      </w:pPr>
      <w:r w:rsidRPr="006D4AE7">
        <w:rPr>
          <w:color w:val="000000"/>
        </w:rPr>
        <w:t>den zápisu do registru.</w:t>
      </w:r>
    </w:p>
    <w:p w:rsidR="00A96983" w:rsidRPr="006D4AE7" w:rsidRDefault="00A96983" w:rsidP="00A96983">
      <w:pPr>
        <w:shd w:val="clear" w:color="auto" w:fill="FFFFFF"/>
        <w:spacing w:before="120"/>
        <w:jc w:val="both"/>
        <w:rPr>
          <w:color w:val="000000"/>
        </w:rPr>
      </w:pPr>
      <w:r w:rsidRPr="006D4AE7">
        <w:rPr>
          <w:rFonts w:eastAsia="Times New Roman"/>
          <w:color w:val="000000"/>
          <w:lang w:eastAsia="cs-CZ"/>
        </w:rPr>
        <w:tab/>
      </w:r>
      <w:r w:rsidRPr="006D4AE7">
        <w:rPr>
          <w:color w:val="000000"/>
        </w:rPr>
        <w:t xml:space="preserve">(3) Údaje podle odstavce 2 do registru zapisují </w:t>
      </w:r>
    </w:p>
    <w:p w:rsidR="00A96983" w:rsidRPr="006D4AE7" w:rsidRDefault="00A96983" w:rsidP="00A96983">
      <w:pPr>
        <w:widowControl/>
        <w:numPr>
          <w:ilvl w:val="0"/>
          <w:numId w:val="16"/>
        </w:numPr>
        <w:shd w:val="clear" w:color="auto" w:fill="FFFFFF"/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>Kancelář Poslanecké sněmovny, jde-li o poslance, vedoucího Kanceláře Poslanecké sněmovny nebo jeho zástupce nebo asistenta poslance,</w:t>
      </w:r>
    </w:p>
    <w:p w:rsidR="00A96983" w:rsidRPr="006D4AE7" w:rsidRDefault="00A96983" w:rsidP="00A96983">
      <w:pPr>
        <w:widowControl/>
        <w:numPr>
          <w:ilvl w:val="0"/>
          <w:numId w:val="16"/>
        </w:numPr>
        <w:shd w:val="clear" w:color="auto" w:fill="FFFFFF"/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>Kancelář Senátu, jde-li o senátora, vedoucího Kanceláře Senátu nebo jeho zástupce nebo asistenta senátora,</w:t>
      </w:r>
    </w:p>
    <w:p w:rsidR="00A96983" w:rsidRPr="006D4AE7" w:rsidRDefault="00A96983" w:rsidP="00A96983">
      <w:pPr>
        <w:widowControl/>
        <w:numPr>
          <w:ilvl w:val="0"/>
          <w:numId w:val="16"/>
        </w:numPr>
        <w:shd w:val="clear" w:color="auto" w:fill="FFFFFF"/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 xml:space="preserve">Kancelář prezidenta republiky, jde-li </w:t>
      </w:r>
      <w:r w:rsidRPr="007E259E">
        <w:rPr>
          <w:bCs/>
          <w:color w:val="000000"/>
        </w:rPr>
        <w:t>o</w:t>
      </w:r>
      <w:r>
        <w:rPr>
          <w:bCs/>
          <w:color w:val="000000"/>
        </w:rPr>
        <w:t xml:space="preserve"> prezidenta republiky,</w:t>
      </w:r>
      <w:r w:rsidRPr="006D4AE7">
        <w:rPr>
          <w:b/>
          <w:color w:val="000000"/>
        </w:rPr>
        <w:t xml:space="preserve"> </w:t>
      </w:r>
      <w:r w:rsidRPr="007E259E">
        <w:rPr>
          <w:bCs/>
          <w:color w:val="000000"/>
        </w:rPr>
        <w:t>poradce prezidenta republiky,</w:t>
      </w:r>
      <w:r w:rsidRPr="006D4AE7">
        <w:rPr>
          <w:color w:val="000000"/>
        </w:rPr>
        <w:t xml:space="preserve"> vedoucího Kanceláře prezidenta republiky nebo jeho zástupce,</w:t>
      </w:r>
    </w:p>
    <w:p w:rsidR="00A96983" w:rsidRPr="007E259E" w:rsidRDefault="00A96983" w:rsidP="00A96983">
      <w:pPr>
        <w:widowControl/>
        <w:numPr>
          <w:ilvl w:val="0"/>
          <w:numId w:val="16"/>
        </w:numPr>
        <w:shd w:val="clear" w:color="auto" w:fill="FFFFFF"/>
        <w:suppressAutoHyphens w:val="0"/>
        <w:ind w:left="360"/>
        <w:jc w:val="both"/>
        <w:rPr>
          <w:bCs/>
          <w:color w:val="000000"/>
        </w:rPr>
      </w:pPr>
      <w:r w:rsidRPr="006D4AE7">
        <w:rPr>
          <w:color w:val="000000"/>
        </w:rPr>
        <w:t xml:space="preserve">ministerstvo nebo jiný ústřední správní úřad, kde lobbovaní uvedení v </w:t>
      </w:r>
      <w:r w:rsidRPr="007E259E">
        <w:rPr>
          <w:bCs/>
          <w:color w:val="000000"/>
        </w:rPr>
        <w:t xml:space="preserve">§ 4 písm. </w:t>
      </w:r>
      <w:r>
        <w:rPr>
          <w:bCs/>
          <w:color w:val="000000"/>
        </w:rPr>
        <w:t>d</w:t>
      </w:r>
      <w:r w:rsidRPr="007E259E">
        <w:rPr>
          <w:bCs/>
          <w:color w:val="000000"/>
        </w:rPr>
        <w:t xml:space="preserve">) až </w:t>
      </w:r>
      <w:r>
        <w:rPr>
          <w:bCs/>
          <w:color w:val="000000"/>
        </w:rPr>
        <w:t>g</w:t>
      </w:r>
      <w:r w:rsidRPr="007E259E">
        <w:rPr>
          <w:bCs/>
          <w:color w:val="000000"/>
        </w:rPr>
        <w:t xml:space="preserve">), </w:t>
      </w:r>
      <w:r>
        <w:rPr>
          <w:bCs/>
          <w:color w:val="000000"/>
        </w:rPr>
        <w:t>j</w:t>
      </w:r>
      <w:r w:rsidRPr="007E259E">
        <w:rPr>
          <w:bCs/>
          <w:color w:val="000000"/>
        </w:rPr>
        <w:t xml:space="preserve">) až </w:t>
      </w:r>
      <w:r>
        <w:rPr>
          <w:bCs/>
          <w:color w:val="000000"/>
        </w:rPr>
        <w:t>m</w:t>
      </w:r>
      <w:r w:rsidRPr="007E259E">
        <w:rPr>
          <w:bCs/>
          <w:color w:val="000000"/>
        </w:rPr>
        <w:t xml:space="preserve">), </w:t>
      </w:r>
      <w:r>
        <w:rPr>
          <w:bCs/>
          <w:color w:val="000000"/>
        </w:rPr>
        <w:t>p</w:t>
      </w:r>
      <w:r w:rsidRPr="007E259E">
        <w:rPr>
          <w:bCs/>
          <w:color w:val="000000"/>
        </w:rPr>
        <w:t xml:space="preserve">) a </w:t>
      </w:r>
      <w:r>
        <w:rPr>
          <w:bCs/>
          <w:color w:val="000000"/>
        </w:rPr>
        <w:t>q</w:t>
      </w:r>
      <w:r w:rsidRPr="007E259E">
        <w:rPr>
          <w:bCs/>
          <w:color w:val="000000"/>
        </w:rPr>
        <w:t>) působí,</w:t>
      </w:r>
    </w:p>
    <w:p w:rsidR="00A96983" w:rsidRPr="006D4AE7" w:rsidRDefault="00A96983" w:rsidP="00A96983">
      <w:pPr>
        <w:widowControl/>
        <w:numPr>
          <w:ilvl w:val="0"/>
          <w:numId w:val="16"/>
        </w:numPr>
        <w:shd w:val="clear" w:color="auto" w:fill="FFFFFF"/>
        <w:suppressAutoHyphens w:val="0"/>
        <w:ind w:left="360"/>
        <w:jc w:val="both"/>
        <w:rPr>
          <w:color w:val="000000"/>
        </w:rPr>
      </w:pPr>
      <w:r w:rsidRPr="006D4AE7">
        <w:rPr>
          <w:color w:val="000000"/>
        </w:rPr>
        <w:t xml:space="preserve">Česká národní banka, jde-li o lobbované uvedené v § 4 písm. </w:t>
      </w:r>
      <w:r>
        <w:rPr>
          <w:color w:val="000000"/>
        </w:rPr>
        <w:t>i</w:t>
      </w:r>
      <w:r w:rsidRPr="006D4AE7">
        <w:rPr>
          <w:color w:val="000000"/>
        </w:rPr>
        <w:t>).</w:t>
      </w:r>
    </w:p>
    <w:p w:rsidR="00A96983" w:rsidRDefault="00A96983" w:rsidP="00A96983">
      <w:pPr>
        <w:spacing w:before="120"/>
        <w:jc w:val="both"/>
        <w:rPr>
          <w:color w:val="000000"/>
        </w:rPr>
      </w:pPr>
      <w:r w:rsidRPr="006D4AE7">
        <w:rPr>
          <w:color w:val="000000"/>
        </w:rPr>
        <w:tab/>
        <w:t>(4) Orgán veřejné moci nebo organizační složka státu příslušná k zápisu podle odstavce 3 zapíše lobbovaného do registru a zašle mu přístupové údaje do registru.</w:t>
      </w:r>
      <w:r>
        <w:rPr>
          <w:color w:val="000000"/>
        </w:rPr>
        <w:t>“.“</w:t>
      </w:r>
    </w:p>
    <w:p w:rsidR="00A96983" w:rsidRDefault="00A96983" w:rsidP="00467142">
      <w:pPr>
        <w:jc w:val="both"/>
        <w:rPr>
          <w:color w:val="000000"/>
        </w:rPr>
      </w:pPr>
    </w:p>
    <w:p w:rsidR="00A96983" w:rsidRDefault="00A96983" w:rsidP="00467142">
      <w:pPr>
        <w:pStyle w:val="Odstavecseseznamem"/>
        <w:numPr>
          <w:ilvl w:val="0"/>
          <w:numId w:val="14"/>
        </w:numPr>
        <w:spacing w:after="0" w:line="240" w:lineRule="auto"/>
        <w:ind w:left="0" w:firstLine="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Bod 11 se zrušuje. Ostatní body se přečíslují. </w:t>
      </w:r>
    </w:p>
    <w:p w:rsidR="000C6893" w:rsidRDefault="000C6893" w:rsidP="00A96983"/>
    <w:p w:rsidR="000C6893" w:rsidRDefault="000C6893" w:rsidP="00A96983"/>
    <w:p w:rsidR="000C6893" w:rsidRPr="00E8003C" w:rsidRDefault="00E8003C" w:rsidP="00E8003C">
      <w:pPr>
        <w:spacing w:after="120"/>
        <w:rPr>
          <w:b/>
        </w:rPr>
      </w:pPr>
      <w:r w:rsidRPr="00E8003C">
        <w:rPr>
          <w:b/>
        </w:rPr>
        <w:t>F</w:t>
      </w:r>
      <w:r w:rsidR="00467142">
        <w:rPr>
          <w:b/>
        </w:rPr>
        <w:t>.</w:t>
      </w:r>
      <w:r w:rsidRPr="00E8003C">
        <w:rPr>
          <w:b/>
        </w:rPr>
        <w:tab/>
        <w:t>Poslanec Chvojka Jan</w:t>
      </w:r>
    </w:p>
    <w:p w:rsidR="000C6893" w:rsidRPr="00DB4EF7" w:rsidRDefault="00152A65">
      <w:pPr>
        <w:rPr>
          <w:i/>
        </w:rPr>
      </w:pPr>
      <w:r w:rsidRPr="00DB4EF7">
        <w:rPr>
          <w:i/>
        </w:rPr>
        <w:t>(SD 8797)</w:t>
      </w:r>
    </w:p>
    <w:p w:rsidR="007F3C5B" w:rsidRDefault="007F3C5B" w:rsidP="007F3C5B">
      <w:pPr>
        <w:rPr>
          <w:rFonts w:cs="Times New Roman"/>
          <w:bCs/>
        </w:rPr>
      </w:pPr>
      <w:r>
        <w:rPr>
          <w:rFonts w:cs="Times New Roman"/>
          <w:bCs/>
        </w:rPr>
        <w:t xml:space="preserve">1. V bodě 1 se na konci ustanovení § 2 odst. 1 písm. b) tečka nahrazuje čárkou a vkládají se nová ustanovení písm. c) a d), která zní: </w:t>
      </w:r>
    </w:p>
    <w:p w:rsidR="007F3C5B" w:rsidRDefault="007F3C5B" w:rsidP="007F3C5B">
      <w:pPr>
        <w:rPr>
          <w:rFonts w:eastAsia="Calibri" w:cs="Times New Roman"/>
        </w:rPr>
      </w:pPr>
      <w:r>
        <w:rPr>
          <w:rFonts w:cs="Times New Roman"/>
          <w:bCs/>
        </w:rPr>
        <w:t>„</w:t>
      </w:r>
      <w:r>
        <w:rPr>
          <w:rFonts w:eastAsia="Calibri" w:cs="Times New Roman"/>
        </w:rPr>
        <w:t>c) přípravě, projednávání nebo schvalování veřejné zakázky zadávané veřejným zadavatelem,</w:t>
      </w:r>
    </w:p>
    <w:p w:rsidR="007F3C5B" w:rsidRDefault="007F3C5B" w:rsidP="007F3C5B">
      <w:pPr>
        <w:rPr>
          <w:rFonts w:eastAsia="Calibri" w:cs="Times New Roman"/>
        </w:rPr>
      </w:pPr>
      <w:r>
        <w:rPr>
          <w:rFonts w:eastAsia="Calibri" w:cs="Times New Roman"/>
        </w:rPr>
        <w:t>d) stanovení podmínek poskytování investiční veřejné podpory a podávání žádosti o investiční veřejnou podporu z veřejných prostředků a jejího schvalování včetně rozhodování o jejím udělení.“</w:t>
      </w:r>
    </w:p>
    <w:p w:rsidR="000C6893" w:rsidRDefault="000C6893"/>
    <w:p w:rsidR="000C6893" w:rsidRDefault="000C6893"/>
    <w:p w:rsidR="000C6893" w:rsidRPr="00E8003C" w:rsidRDefault="00E8003C" w:rsidP="00E8003C">
      <w:pPr>
        <w:spacing w:after="120"/>
        <w:rPr>
          <w:b/>
        </w:rPr>
      </w:pPr>
      <w:r w:rsidRPr="00E8003C">
        <w:rPr>
          <w:b/>
        </w:rPr>
        <w:t>G</w:t>
      </w:r>
      <w:r w:rsidR="00467142">
        <w:rPr>
          <w:b/>
        </w:rPr>
        <w:t>.</w:t>
      </w:r>
      <w:r w:rsidRPr="00E8003C">
        <w:rPr>
          <w:b/>
        </w:rPr>
        <w:tab/>
        <w:t>Poslanec Výborn</w:t>
      </w:r>
      <w:r>
        <w:rPr>
          <w:b/>
        </w:rPr>
        <w:t xml:space="preserve">ý </w:t>
      </w:r>
      <w:r w:rsidRPr="00E8003C">
        <w:rPr>
          <w:b/>
        </w:rPr>
        <w:t>Marek</w:t>
      </w:r>
    </w:p>
    <w:p w:rsidR="000C6893" w:rsidRPr="00DB4EF7" w:rsidRDefault="00152A65">
      <w:pPr>
        <w:rPr>
          <w:i/>
        </w:rPr>
      </w:pPr>
      <w:r w:rsidRPr="00DB4EF7">
        <w:rPr>
          <w:i/>
        </w:rPr>
        <w:t>(SD 8801)</w:t>
      </w:r>
    </w:p>
    <w:p w:rsidR="007F3C5B" w:rsidRPr="004727C1" w:rsidRDefault="007F3C5B" w:rsidP="007F3C5B">
      <w:pPr>
        <w:jc w:val="both"/>
        <w:rPr>
          <w:u w:val="single"/>
        </w:rPr>
      </w:pPr>
      <w:r w:rsidRPr="004727C1">
        <w:rPr>
          <w:u w:val="single"/>
        </w:rPr>
        <w:t>Navržené změny:</w:t>
      </w:r>
    </w:p>
    <w:p w:rsidR="007F3C5B" w:rsidRPr="004727C1" w:rsidRDefault="007F3C5B" w:rsidP="007F3C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rPr>
          <w:szCs w:val="22"/>
        </w:rPr>
      </w:pPr>
    </w:p>
    <w:p w:rsidR="007F3C5B" w:rsidRPr="00075027" w:rsidRDefault="007F3C5B" w:rsidP="007F3C5B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ind w:left="284" w:hanging="284"/>
        <w:rPr>
          <w:u w:val="single"/>
        </w:rPr>
      </w:pPr>
      <w:r w:rsidRPr="00075027">
        <w:t>Bod číslo 1 nově zní:</w:t>
      </w:r>
    </w:p>
    <w:p w:rsidR="007F3C5B" w:rsidRDefault="007F3C5B" w:rsidP="007F3C5B">
      <w:pPr>
        <w:jc w:val="both"/>
      </w:pPr>
    </w:p>
    <w:p w:rsidR="007F3C5B" w:rsidRPr="00075027" w:rsidRDefault="007F3C5B" w:rsidP="007F3C5B">
      <w:pPr>
        <w:jc w:val="both"/>
        <w:rPr>
          <w:szCs w:val="22"/>
        </w:rPr>
      </w:pPr>
      <w:r>
        <w:rPr>
          <w:szCs w:val="22"/>
        </w:rPr>
        <w:t xml:space="preserve">„1. V </w:t>
      </w:r>
      <w:r w:rsidRPr="00075027">
        <w:t xml:space="preserve">§ 2 odstavec 1 zní: </w:t>
      </w:r>
    </w:p>
    <w:p w:rsidR="007F3C5B" w:rsidRDefault="007F3C5B" w:rsidP="007F3C5B">
      <w:pPr>
        <w:jc w:val="both"/>
        <w:rPr>
          <w:szCs w:val="22"/>
        </w:rPr>
      </w:pPr>
    </w:p>
    <w:p w:rsidR="007F3C5B" w:rsidRPr="00075027" w:rsidRDefault="007F3C5B" w:rsidP="007F3C5B">
      <w:pPr>
        <w:jc w:val="both"/>
        <w:rPr>
          <w:szCs w:val="22"/>
        </w:rPr>
      </w:pPr>
      <w:r w:rsidRPr="00075027">
        <w:rPr>
          <w:szCs w:val="22"/>
        </w:rPr>
        <w:t xml:space="preserve">„(1) Lobbování je soustavná činnost spočívající v komunikaci, uskutečňovaná za účelem ovlivnění jednání lobbovaného při </w:t>
      </w:r>
    </w:p>
    <w:p w:rsidR="007F3C5B" w:rsidRPr="00075027" w:rsidRDefault="007F3C5B" w:rsidP="007F3C5B">
      <w:pPr>
        <w:ind w:left="360"/>
        <w:jc w:val="both"/>
        <w:rPr>
          <w:szCs w:val="22"/>
        </w:rPr>
      </w:pPr>
      <w:r w:rsidRPr="00075027">
        <w:rPr>
          <w:szCs w:val="22"/>
        </w:rPr>
        <w:t>a)</w:t>
      </w:r>
      <w:r w:rsidRPr="00075027">
        <w:rPr>
          <w:szCs w:val="22"/>
        </w:rPr>
        <w:tab/>
        <w:t>přípravě, projednávání nebo schvalování</w:t>
      </w:r>
    </w:p>
    <w:p w:rsidR="007F3C5B" w:rsidRPr="00075027" w:rsidRDefault="007F3C5B" w:rsidP="007F3C5B">
      <w:pPr>
        <w:ind w:left="360" w:firstLine="348"/>
        <w:jc w:val="both"/>
        <w:rPr>
          <w:szCs w:val="22"/>
        </w:rPr>
      </w:pPr>
      <w:r w:rsidRPr="00075027">
        <w:rPr>
          <w:szCs w:val="22"/>
        </w:rPr>
        <w:t>i.</w:t>
      </w:r>
      <w:r w:rsidRPr="00075027">
        <w:rPr>
          <w:szCs w:val="22"/>
        </w:rPr>
        <w:tab/>
        <w:t>právního předpisu, který schvaluje Parlament nebo vydává vláda, ústřední správní úřad, správní úřad s celostátní působností nebo Česká národní banka (dále jen „předpis“), nebo</w:t>
      </w:r>
    </w:p>
    <w:p w:rsidR="007F3C5B" w:rsidRDefault="007F3C5B" w:rsidP="006E3F9B">
      <w:pPr>
        <w:ind w:left="360" w:firstLine="348"/>
        <w:jc w:val="both"/>
        <w:rPr>
          <w:szCs w:val="22"/>
        </w:rPr>
      </w:pPr>
      <w:proofErr w:type="spellStart"/>
      <w:r w:rsidRPr="00075027">
        <w:rPr>
          <w:szCs w:val="22"/>
        </w:rPr>
        <w:t>ii</w:t>
      </w:r>
      <w:proofErr w:type="spellEnd"/>
      <w:r w:rsidRPr="00075027">
        <w:rPr>
          <w:szCs w:val="22"/>
        </w:rPr>
        <w:t>.</w:t>
      </w:r>
      <w:r w:rsidRPr="00075027">
        <w:rPr>
          <w:szCs w:val="22"/>
        </w:rPr>
        <w:tab/>
        <w:t>dokumentu obsahujícího koncepci rozvoje odvětví svěřeného ústřednímu správnímu úřadu, který schvaluje vláda nebo vedoucí ústředního správního úřadu (dále jen „koncepční dokument“),</w:t>
      </w:r>
    </w:p>
    <w:p w:rsidR="007F3C5B" w:rsidRPr="00075027" w:rsidRDefault="007F3C5B" w:rsidP="007F3C5B">
      <w:pPr>
        <w:ind w:left="360"/>
        <w:jc w:val="both"/>
        <w:rPr>
          <w:szCs w:val="22"/>
        </w:rPr>
      </w:pPr>
      <w:r w:rsidRPr="00075027">
        <w:rPr>
          <w:szCs w:val="22"/>
        </w:rPr>
        <w:t>b)</w:t>
      </w:r>
      <w:r w:rsidRPr="00075027">
        <w:rPr>
          <w:szCs w:val="22"/>
        </w:rPr>
        <w:tab/>
        <w:t>vyslovování souhlasu s ratifikací mezinárodní smlouvy Parlamentem ČR.“.</w:t>
      </w:r>
    </w:p>
    <w:p w:rsidR="000C6893" w:rsidRDefault="000C6893"/>
    <w:p w:rsidR="000C6893" w:rsidRDefault="000C6893">
      <w:pPr>
        <w:jc w:val="center"/>
      </w:pPr>
      <w:r>
        <w:t xml:space="preserve">V Praze </w:t>
      </w:r>
      <w:proofErr w:type="gramStart"/>
      <w:r w:rsidR="006E3F9B">
        <w:t>dne</w:t>
      </w:r>
      <w:r w:rsidR="00E8003C">
        <w:t xml:space="preserve"> </w:t>
      </w:r>
      <w:bookmarkStart w:id="0" w:name="_GoBack"/>
      <w:bookmarkEnd w:id="0"/>
      <w:r w:rsidR="00E8003C">
        <w:t xml:space="preserve"> </w:t>
      </w:r>
      <w:r w:rsidR="0051453C">
        <w:t>8.</w:t>
      </w:r>
      <w:r w:rsidR="00E8003C">
        <w:t xml:space="preserve"> července</w:t>
      </w:r>
      <w:proofErr w:type="gramEnd"/>
      <w:r w:rsidR="00E8003C">
        <w:t xml:space="preserve"> 2021</w:t>
      </w:r>
    </w:p>
    <w:p w:rsidR="000C6893" w:rsidRDefault="000C6893">
      <w:pPr>
        <w:jc w:val="center"/>
      </w:pPr>
    </w:p>
    <w:p w:rsidR="000C6893" w:rsidRDefault="00166A26">
      <w:pPr>
        <w:jc w:val="center"/>
      </w:pPr>
      <w:r w:rsidRPr="00EF3773">
        <w:rPr>
          <w:rFonts w:cs="Times New Roman"/>
        </w:rPr>
        <w:t>JUDr. Jan C</w:t>
      </w:r>
      <w:r>
        <w:rPr>
          <w:rFonts w:cs="Times New Roman"/>
        </w:rPr>
        <w:t>hvojka</w:t>
      </w:r>
      <w:r w:rsidR="0051453C">
        <w:rPr>
          <w:rFonts w:cs="Times New Roman"/>
        </w:rPr>
        <w:t xml:space="preserve">, </w:t>
      </w:r>
      <w:proofErr w:type="gramStart"/>
      <w:r w:rsidR="0051453C">
        <w:rPr>
          <w:rFonts w:cs="Times New Roman"/>
        </w:rPr>
        <w:t>v.r.</w:t>
      </w:r>
      <w:proofErr w:type="gramEnd"/>
    </w:p>
    <w:p w:rsidR="000C6893" w:rsidRDefault="000C6893">
      <w:pPr>
        <w:jc w:val="center"/>
      </w:pPr>
      <w:r>
        <w:t xml:space="preserve">zpravodaj garančního </w:t>
      </w:r>
      <w:r w:rsidR="00166A26">
        <w:t xml:space="preserve">ústavně právního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A26" w:rsidRDefault="00166A26" w:rsidP="00087102">
      <w:r>
        <w:separator/>
      </w:r>
    </w:p>
  </w:endnote>
  <w:endnote w:type="continuationSeparator" w:id="0">
    <w:p w:rsidR="00166A26" w:rsidRDefault="00166A2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A26" w:rsidRDefault="00166A26" w:rsidP="00087102">
      <w:r>
        <w:separator/>
      </w:r>
    </w:p>
  </w:footnote>
  <w:footnote w:type="continuationSeparator" w:id="0">
    <w:p w:rsidR="00166A26" w:rsidRDefault="00166A2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1453C">
      <w:rPr>
        <w:noProof/>
      </w:rPr>
      <w:t>9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F96897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3189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3" w15:restartNumberingAfterBreak="0">
    <w:nsid w:val="0D05304F"/>
    <w:multiLevelType w:val="multilevel"/>
    <w:tmpl w:val="1B6E8D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2681"/>
    <w:multiLevelType w:val="hybridMultilevel"/>
    <w:tmpl w:val="DADCE26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3E61392"/>
    <w:multiLevelType w:val="hybridMultilevel"/>
    <w:tmpl w:val="D02824F2"/>
    <w:lvl w:ilvl="0" w:tplc="FE34DC7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173203D0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F46878"/>
    <w:multiLevelType w:val="hybridMultilevel"/>
    <w:tmpl w:val="8E2E022A"/>
    <w:lvl w:ilvl="0" w:tplc="556EDEC8">
      <w:start w:val="1"/>
      <w:numFmt w:val="lowerLetter"/>
      <w:lvlText w:val="%1)"/>
      <w:lvlJc w:val="left"/>
      <w:pPr>
        <w:ind w:left="106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1E6F440E"/>
    <w:multiLevelType w:val="hybridMultilevel"/>
    <w:tmpl w:val="B934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A29CD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01261"/>
    <w:multiLevelType w:val="hybridMultilevel"/>
    <w:tmpl w:val="1430F06C"/>
    <w:lvl w:ilvl="0" w:tplc="4A82D706">
      <w:start w:val="1"/>
      <w:numFmt w:val="lowerLetter"/>
      <w:lvlText w:val="%1)"/>
      <w:lvlJc w:val="left"/>
      <w:pPr>
        <w:ind w:left="1067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1" w15:restartNumberingAfterBreak="0">
    <w:nsid w:val="317E6DC8"/>
    <w:multiLevelType w:val="multilevel"/>
    <w:tmpl w:val="BEE60D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8815B0E"/>
    <w:multiLevelType w:val="hybridMultilevel"/>
    <w:tmpl w:val="1C962C82"/>
    <w:lvl w:ilvl="0" w:tplc="06122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1FB3"/>
    <w:multiLevelType w:val="multilevel"/>
    <w:tmpl w:val="AB20A0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65C14"/>
    <w:multiLevelType w:val="hybridMultilevel"/>
    <w:tmpl w:val="22A22298"/>
    <w:lvl w:ilvl="0" w:tplc="752A272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C41124"/>
    <w:multiLevelType w:val="multilevel"/>
    <w:tmpl w:val="AB069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5DD3A3C"/>
    <w:multiLevelType w:val="hybridMultilevel"/>
    <w:tmpl w:val="7BF6FDDC"/>
    <w:lvl w:ilvl="0" w:tplc="04050017">
      <w:start w:val="1"/>
      <w:numFmt w:val="lowerLetter"/>
      <w:lvlText w:val="%1)"/>
      <w:lvlJc w:val="left"/>
      <w:pPr>
        <w:ind w:left="2857" w:hanging="360"/>
      </w:pPr>
    </w:lvl>
    <w:lvl w:ilvl="1" w:tplc="04050019" w:tentative="1">
      <w:start w:val="1"/>
      <w:numFmt w:val="lowerLetter"/>
      <w:lvlText w:val="%2."/>
      <w:lvlJc w:val="left"/>
      <w:pPr>
        <w:ind w:left="3577" w:hanging="360"/>
      </w:pPr>
    </w:lvl>
    <w:lvl w:ilvl="2" w:tplc="0405001B" w:tentative="1">
      <w:start w:val="1"/>
      <w:numFmt w:val="lowerRoman"/>
      <w:lvlText w:val="%3."/>
      <w:lvlJc w:val="right"/>
      <w:pPr>
        <w:ind w:left="4297" w:hanging="180"/>
      </w:pPr>
    </w:lvl>
    <w:lvl w:ilvl="3" w:tplc="0405000F" w:tentative="1">
      <w:start w:val="1"/>
      <w:numFmt w:val="decimal"/>
      <w:lvlText w:val="%4."/>
      <w:lvlJc w:val="left"/>
      <w:pPr>
        <w:ind w:left="5017" w:hanging="360"/>
      </w:pPr>
    </w:lvl>
    <w:lvl w:ilvl="4" w:tplc="04050019" w:tentative="1">
      <w:start w:val="1"/>
      <w:numFmt w:val="lowerLetter"/>
      <w:lvlText w:val="%5."/>
      <w:lvlJc w:val="left"/>
      <w:pPr>
        <w:ind w:left="5737" w:hanging="360"/>
      </w:pPr>
    </w:lvl>
    <w:lvl w:ilvl="5" w:tplc="0405001B" w:tentative="1">
      <w:start w:val="1"/>
      <w:numFmt w:val="lowerRoman"/>
      <w:lvlText w:val="%6."/>
      <w:lvlJc w:val="right"/>
      <w:pPr>
        <w:ind w:left="6457" w:hanging="180"/>
      </w:pPr>
    </w:lvl>
    <w:lvl w:ilvl="6" w:tplc="0405000F" w:tentative="1">
      <w:start w:val="1"/>
      <w:numFmt w:val="decimal"/>
      <w:lvlText w:val="%7."/>
      <w:lvlJc w:val="left"/>
      <w:pPr>
        <w:ind w:left="7177" w:hanging="360"/>
      </w:pPr>
    </w:lvl>
    <w:lvl w:ilvl="7" w:tplc="04050019" w:tentative="1">
      <w:start w:val="1"/>
      <w:numFmt w:val="lowerLetter"/>
      <w:lvlText w:val="%8."/>
      <w:lvlJc w:val="left"/>
      <w:pPr>
        <w:ind w:left="7897" w:hanging="360"/>
      </w:pPr>
    </w:lvl>
    <w:lvl w:ilvl="8" w:tplc="0405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17" w15:restartNumberingAfterBreak="0">
    <w:nsid w:val="56F95872"/>
    <w:multiLevelType w:val="hybridMultilevel"/>
    <w:tmpl w:val="969A2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B6C2A"/>
    <w:multiLevelType w:val="hybridMultilevel"/>
    <w:tmpl w:val="9782EB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33514"/>
    <w:multiLevelType w:val="hybridMultilevel"/>
    <w:tmpl w:val="72102FD8"/>
    <w:lvl w:ilvl="0" w:tplc="BD90B2CC">
      <w:start w:val="1"/>
      <w:numFmt w:val="decimal"/>
      <w:suff w:val="space"/>
      <w:lvlText w:val="(%1)"/>
      <w:lvlJc w:val="left"/>
      <w:pPr>
        <w:ind w:left="1637" w:hanging="360"/>
      </w:pPr>
      <w:rPr>
        <w:rFonts w:hint="default"/>
        <w:b w:val="0"/>
        <w:color w:val="auto"/>
      </w:rPr>
    </w:lvl>
    <w:lvl w:ilvl="1" w:tplc="04050017">
      <w:start w:val="1"/>
      <w:numFmt w:val="lowerLetter"/>
      <w:lvlText w:val="%2)"/>
      <w:lvlJc w:val="left"/>
      <w:pPr>
        <w:ind w:left="3865" w:hanging="360"/>
      </w:pPr>
    </w:lvl>
    <w:lvl w:ilvl="2" w:tplc="0405001B" w:tentative="1">
      <w:start w:val="1"/>
      <w:numFmt w:val="lowerRoman"/>
      <w:lvlText w:val="%3."/>
      <w:lvlJc w:val="right"/>
      <w:pPr>
        <w:ind w:left="4585" w:hanging="180"/>
      </w:pPr>
    </w:lvl>
    <w:lvl w:ilvl="3" w:tplc="0405000F" w:tentative="1">
      <w:start w:val="1"/>
      <w:numFmt w:val="decimal"/>
      <w:lvlText w:val="%4."/>
      <w:lvlJc w:val="left"/>
      <w:pPr>
        <w:ind w:left="5305" w:hanging="360"/>
      </w:pPr>
    </w:lvl>
    <w:lvl w:ilvl="4" w:tplc="04050019" w:tentative="1">
      <w:start w:val="1"/>
      <w:numFmt w:val="lowerLetter"/>
      <w:lvlText w:val="%5."/>
      <w:lvlJc w:val="left"/>
      <w:pPr>
        <w:ind w:left="6025" w:hanging="360"/>
      </w:pPr>
    </w:lvl>
    <w:lvl w:ilvl="5" w:tplc="0405001B" w:tentative="1">
      <w:start w:val="1"/>
      <w:numFmt w:val="lowerRoman"/>
      <w:lvlText w:val="%6."/>
      <w:lvlJc w:val="right"/>
      <w:pPr>
        <w:ind w:left="6745" w:hanging="180"/>
      </w:pPr>
    </w:lvl>
    <w:lvl w:ilvl="6" w:tplc="0405000F" w:tentative="1">
      <w:start w:val="1"/>
      <w:numFmt w:val="decimal"/>
      <w:lvlText w:val="%7."/>
      <w:lvlJc w:val="left"/>
      <w:pPr>
        <w:ind w:left="7465" w:hanging="360"/>
      </w:pPr>
    </w:lvl>
    <w:lvl w:ilvl="7" w:tplc="04050019" w:tentative="1">
      <w:start w:val="1"/>
      <w:numFmt w:val="lowerLetter"/>
      <w:lvlText w:val="%8."/>
      <w:lvlJc w:val="left"/>
      <w:pPr>
        <w:ind w:left="8185" w:hanging="360"/>
      </w:pPr>
    </w:lvl>
    <w:lvl w:ilvl="8" w:tplc="0405001B" w:tentative="1">
      <w:start w:val="1"/>
      <w:numFmt w:val="lowerRoman"/>
      <w:lvlText w:val="%9."/>
      <w:lvlJc w:val="right"/>
      <w:pPr>
        <w:ind w:left="8905" w:hanging="180"/>
      </w:pPr>
    </w:lvl>
  </w:abstractNum>
  <w:abstractNum w:abstractNumId="20" w15:restartNumberingAfterBreak="0">
    <w:nsid w:val="6FDA560A"/>
    <w:multiLevelType w:val="hybridMultilevel"/>
    <w:tmpl w:val="AC5E26D0"/>
    <w:lvl w:ilvl="0" w:tplc="061222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E64383"/>
    <w:multiLevelType w:val="hybridMultilevel"/>
    <w:tmpl w:val="2C26F8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B055F"/>
    <w:multiLevelType w:val="hybridMultilevel"/>
    <w:tmpl w:val="A6EAF53E"/>
    <w:lvl w:ilvl="0" w:tplc="179E80F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D6D1B4B"/>
    <w:multiLevelType w:val="hybridMultilevel"/>
    <w:tmpl w:val="248083E8"/>
    <w:lvl w:ilvl="0" w:tplc="E230E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7"/>
  </w:num>
  <w:num w:numId="6">
    <w:abstractNumId w:val="16"/>
  </w:num>
  <w:num w:numId="7">
    <w:abstractNumId w:val="4"/>
  </w:num>
  <w:num w:numId="8">
    <w:abstractNumId w:val="22"/>
  </w:num>
  <w:num w:numId="9">
    <w:abstractNumId w:val="9"/>
  </w:num>
  <w:num w:numId="10">
    <w:abstractNumId w:val="6"/>
  </w:num>
  <w:num w:numId="11">
    <w:abstractNumId w:val="14"/>
  </w:num>
  <w:num w:numId="12">
    <w:abstractNumId w:val="2"/>
  </w:num>
  <w:num w:numId="13">
    <w:abstractNumId w:val="19"/>
  </w:num>
  <w:num w:numId="14">
    <w:abstractNumId w:val="21"/>
  </w:num>
  <w:num w:numId="15">
    <w:abstractNumId w:val="18"/>
  </w:num>
  <w:num w:numId="16">
    <w:abstractNumId w:val="17"/>
  </w:num>
  <w:num w:numId="17">
    <w:abstractNumId w:val="11"/>
  </w:num>
  <w:num w:numId="18">
    <w:abstractNumId w:val="13"/>
  </w:num>
  <w:num w:numId="19">
    <w:abstractNumId w:val="15"/>
  </w:num>
  <w:num w:numId="20">
    <w:abstractNumId w:val="12"/>
  </w:num>
  <w:num w:numId="21">
    <w:abstractNumId w:val="20"/>
  </w:num>
  <w:num w:numId="22">
    <w:abstractNumId w:val="23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26"/>
    <w:rsid w:val="00087102"/>
    <w:rsid w:val="000C6893"/>
    <w:rsid w:val="00152A65"/>
    <w:rsid w:val="00166A26"/>
    <w:rsid w:val="00467142"/>
    <w:rsid w:val="00511F8C"/>
    <w:rsid w:val="0051453C"/>
    <w:rsid w:val="005417DB"/>
    <w:rsid w:val="006706ED"/>
    <w:rsid w:val="006E3F9B"/>
    <w:rsid w:val="007F3C5B"/>
    <w:rsid w:val="00996726"/>
    <w:rsid w:val="009A12A1"/>
    <w:rsid w:val="00A96983"/>
    <w:rsid w:val="00C6576C"/>
    <w:rsid w:val="00DB4EF7"/>
    <w:rsid w:val="00E8003C"/>
    <w:rsid w:val="00EC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4C06FE"/>
  <w15:chartTrackingRefBased/>
  <w15:docId w15:val="{8A0A542B-D965-44EB-88FF-0C0A765F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166A2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258</TotalTime>
  <Pages>10</Pages>
  <Words>3288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1899-12-31T23:00:00Z</cp:lastPrinted>
  <dcterms:created xsi:type="dcterms:W3CDTF">2021-06-15T12:44:00Z</dcterms:created>
  <dcterms:modified xsi:type="dcterms:W3CDTF">2021-07-08T14:10:00Z</dcterms:modified>
</cp:coreProperties>
</file>