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7777777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DF7720">
        <w:t>1</w:t>
      </w:r>
    </w:p>
    <w:p w14:paraId="47916600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002DC27" w14:textId="421864A8" w:rsidR="003E1216" w:rsidRPr="00C907C5" w:rsidRDefault="00D60BA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398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1C1E36D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DF7720">
        <w:t>5</w:t>
      </w:r>
      <w:r w:rsidR="00AA09A4">
        <w:t>8</w:t>
      </w:r>
      <w:r w:rsidR="00C907C5">
        <w:t>. schůze</w:t>
      </w:r>
    </w:p>
    <w:p w14:paraId="025AB889" w14:textId="60725F8E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462C8">
        <w:rPr>
          <w:bCs/>
          <w:iCs/>
        </w:rPr>
        <w:t>10</w:t>
      </w:r>
      <w:r>
        <w:rPr>
          <w:bCs/>
          <w:iCs/>
        </w:rPr>
        <w:t xml:space="preserve">. </w:t>
      </w:r>
      <w:r w:rsidR="00AA09A4">
        <w:rPr>
          <w:bCs/>
          <w:iCs/>
        </w:rPr>
        <w:t>červ</w:t>
      </w:r>
      <w:r w:rsidR="00DF7720">
        <w:rPr>
          <w:bCs/>
          <w:iCs/>
        </w:rPr>
        <w:t>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DF7720">
        <w:rPr>
          <w:bCs/>
          <w:iCs/>
        </w:rPr>
        <w:t>1</w:t>
      </w:r>
    </w:p>
    <w:p w14:paraId="74834C7C" w14:textId="363DCEBF" w:rsidR="00AA09A4" w:rsidRDefault="00A84635" w:rsidP="00AA09A4">
      <w:pPr>
        <w:pStyle w:val="slovanseznam"/>
        <w:pBdr>
          <w:bottom w:val="single" w:sz="4" w:space="1" w:color="auto"/>
        </w:pBdr>
        <w:tabs>
          <w:tab w:val="clear" w:pos="360"/>
        </w:tabs>
        <w:spacing w:before="600"/>
        <w:ind w:left="0" w:firstLine="0"/>
        <w:contextualSpacing w:val="0"/>
        <w:jc w:val="center"/>
        <w:rPr>
          <w:b/>
          <w:color w:val="000000" w:themeColor="text1"/>
        </w:rPr>
      </w:pPr>
      <w:r>
        <w:t>k</w:t>
      </w:r>
      <w:r w:rsidR="00AA09A4" w:rsidRPr="00AA09A4">
        <w:t xml:space="preserve"> </w:t>
      </w:r>
      <w:r w:rsidR="0055761F">
        <w:t>v</w:t>
      </w:r>
      <w:r w:rsidR="0055761F" w:rsidRPr="00243566">
        <w:t>ládní</w:t>
      </w:r>
      <w:r w:rsidR="0055761F">
        <w:t>mu</w:t>
      </w:r>
      <w:r w:rsidR="0055761F" w:rsidRPr="00243566">
        <w:t xml:space="preserve"> návrh zákona, kterým se mění zákon č. 165/2012 Sb., o podporovaných zdrojích energie a o změně některých zákonů, ve znění pozdějších předpisů, a zákon č. 458/2000 Sb., o podmínkách podnikání a o výkonu státní správy v energetických odvětvích a o změně některých zákonů (energetický zákon), ve znění pozdějších předpisů – </w:t>
      </w:r>
      <w:r w:rsidR="0055761F">
        <w:rPr>
          <w:b/>
        </w:rPr>
        <w:t>sněmovní tisk 870</w:t>
      </w:r>
    </w:p>
    <w:p w14:paraId="00278DDB" w14:textId="77777777" w:rsidR="00AA09A4" w:rsidRPr="00AA09A4" w:rsidRDefault="00AA09A4" w:rsidP="00AA09A4">
      <w:pPr>
        <w:pStyle w:val="slovanseznam"/>
        <w:pBdr>
          <w:bottom w:val="single" w:sz="4" w:space="1" w:color="auto"/>
        </w:pBdr>
        <w:tabs>
          <w:tab w:val="clear" w:pos="360"/>
        </w:tabs>
        <w:spacing w:after="360"/>
        <w:ind w:left="0" w:firstLine="0"/>
        <w:contextualSpacing w:val="0"/>
        <w:jc w:val="center"/>
        <w:rPr>
          <w:b/>
          <w:color w:val="000000" w:themeColor="text1"/>
        </w:rPr>
      </w:pPr>
    </w:p>
    <w:p w14:paraId="01D4945B" w14:textId="77777777" w:rsidR="00EF638C" w:rsidRPr="00282A9E" w:rsidRDefault="00EF638C" w:rsidP="009D2659">
      <w:pPr>
        <w:suppressAutoHyphens/>
        <w:spacing w:before="360" w:after="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534C197C" w14:textId="170DCC25" w:rsidR="00EF638C" w:rsidRPr="00234153" w:rsidRDefault="00EF638C" w:rsidP="009D2659">
      <w:pPr>
        <w:pStyle w:val="Odstavecseseznamem"/>
        <w:numPr>
          <w:ilvl w:val="0"/>
          <w:numId w:val="27"/>
        </w:numPr>
        <w:suppressAutoHyphens/>
        <w:spacing w:before="36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AE23C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870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C462C8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48705F4A" w:rsidR="00EF638C" w:rsidRPr="00751D84" w:rsidRDefault="00EF638C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 xml:space="preserve">pozměňovací návrh </w:t>
      </w:r>
      <w:r w:rsidR="0070406A">
        <w:t>C2</w:t>
      </w:r>
      <w:r w:rsidRPr="00751D84">
        <w:t xml:space="preserve"> </w:t>
      </w:r>
      <w:r w:rsidR="00DA0367" w:rsidRPr="00DA0367">
        <w:rPr>
          <w:i/>
        </w:rPr>
        <w:t>(</w:t>
      </w:r>
      <w:r w:rsidR="00926DBC">
        <w:rPr>
          <w:i/>
        </w:rPr>
        <w:t>bude-li přijat, je pozměňovací návrh A</w:t>
      </w:r>
      <w:r w:rsidR="0070406A">
        <w:rPr>
          <w:i/>
        </w:rPr>
        <w:t>101</w:t>
      </w:r>
      <w:r w:rsidR="00926DBC">
        <w:rPr>
          <w:i/>
        </w:rPr>
        <w:t xml:space="preserve"> nehlasovatelný</w:t>
      </w:r>
      <w:r w:rsidR="00DA0367">
        <w:rPr>
          <w:i/>
        </w:rPr>
        <w:t>)</w:t>
      </w:r>
    </w:p>
    <w:p w14:paraId="57F9CA7B" w14:textId="5311550D" w:rsidR="00A64721" w:rsidRPr="00A64721" w:rsidRDefault="00A64721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A101</w:t>
      </w:r>
      <w:r w:rsidR="00C30EC0">
        <w:t xml:space="preserve"> </w:t>
      </w:r>
      <w:r>
        <w:rPr>
          <w:i/>
        </w:rPr>
        <w:t>(hlasovat pouze nebude-li přijat pozměňovací návrh C2)</w:t>
      </w:r>
    </w:p>
    <w:p w14:paraId="071FC7B3" w14:textId="1BED9905" w:rsidR="00E63FB5" w:rsidRPr="00E63FB5" w:rsidRDefault="00EF638C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 xml:space="preserve">pozměňovací návrh </w:t>
      </w:r>
      <w:r w:rsidR="0070406A">
        <w:t>C4</w:t>
      </w:r>
      <w:r w:rsidR="00926DBC">
        <w:t xml:space="preserve"> </w:t>
      </w:r>
      <w:r w:rsidR="00926DBC">
        <w:rPr>
          <w:i/>
        </w:rPr>
        <w:t>(</w:t>
      </w:r>
      <w:r w:rsidR="00A64721">
        <w:rPr>
          <w:i/>
        </w:rPr>
        <w:t>bude-li přijat</w:t>
      </w:r>
      <w:r w:rsidR="00525DAE">
        <w:rPr>
          <w:i/>
        </w:rPr>
        <w:t xml:space="preserve">, jsou pozměňovací návrhy </w:t>
      </w:r>
      <w:r w:rsidR="0070406A">
        <w:rPr>
          <w:i/>
        </w:rPr>
        <w:t xml:space="preserve">A55, A57, A58, A59, H5 a H6 </w:t>
      </w:r>
      <w:r w:rsidR="00525DAE">
        <w:rPr>
          <w:i/>
        </w:rPr>
        <w:t>nehlasovatelné</w:t>
      </w:r>
      <w:r w:rsidR="00926DBC">
        <w:rPr>
          <w:i/>
        </w:rPr>
        <w:t>)</w:t>
      </w:r>
    </w:p>
    <w:p w14:paraId="47FDE1C7" w14:textId="00E3CB55" w:rsidR="00A64721" w:rsidRPr="00A64721" w:rsidRDefault="00A64721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A64721">
        <w:t>pozměňovací návrhy</w:t>
      </w:r>
      <w:r>
        <w:t xml:space="preserve"> A55, A57, A58, A59, H5 a H6</w:t>
      </w:r>
      <w:r w:rsidR="00C30EC0">
        <w:t xml:space="preserve"> </w:t>
      </w:r>
      <w:r w:rsidR="00F25F63">
        <w:rPr>
          <w:i/>
        </w:rPr>
        <w:t>(hlasovat pouze nebude-li přijat pozměňovací návrh C4)</w:t>
      </w:r>
    </w:p>
    <w:p w14:paraId="27A04A8C" w14:textId="146C98ED" w:rsidR="00525DAE" w:rsidRDefault="00525DA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H</w:t>
      </w:r>
      <w:r w:rsidR="0070406A">
        <w:t xml:space="preserve">4 </w:t>
      </w:r>
      <w:r w:rsidR="00C30EC0">
        <w:rPr>
          <w:i/>
        </w:rPr>
        <w:t xml:space="preserve">(bude-li </w:t>
      </w:r>
      <w:r w:rsidR="005F7AC6">
        <w:rPr>
          <w:i/>
        </w:rPr>
        <w:t>přijat</w:t>
      </w:r>
      <w:r w:rsidR="00C30EC0">
        <w:rPr>
          <w:i/>
        </w:rPr>
        <w:t>, jsou pozměňovací návrhy A52 a A53 nehlasovatelné)</w:t>
      </w:r>
    </w:p>
    <w:p w14:paraId="0B4DBB96" w14:textId="03DD8B53" w:rsidR="00C30EC0" w:rsidRDefault="00C30EC0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</w:t>
      </w:r>
      <w:r w:rsidR="005F7AC6">
        <w:t>y</w:t>
      </w:r>
      <w:r>
        <w:t xml:space="preserve"> A52 a A53 </w:t>
      </w:r>
      <w:r>
        <w:rPr>
          <w:i/>
        </w:rPr>
        <w:t xml:space="preserve">(hlasovat jedním hlasováním pouze nebude-li </w:t>
      </w:r>
      <w:r w:rsidR="005F7AC6">
        <w:rPr>
          <w:i/>
        </w:rPr>
        <w:t>přijat</w:t>
      </w:r>
      <w:r>
        <w:rPr>
          <w:i/>
        </w:rPr>
        <w:t xml:space="preserve"> pozměňovací návrh H4)</w:t>
      </w:r>
    </w:p>
    <w:p w14:paraId="3ADC0020" w14:textId="5E72E3AC" w:rsidR="00525DAE" w:rsidRPr="00525DAE" w:rsidRDefault="00525DA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H</w:t>
      </w:r>
      <w:r w:rsidR="0070406A">
        <w:t xml:space="preserve">7 </w:t>
      </w:r>
      <w:r w:rsidR="00A64721">
        <w:rPr>
          <w:i/>
        </w:rPr>
        <w:t>(bude-li přijat, je pozměňovací návrh A15 nehlasovatelný)</w:t>
      </w:r>
    </w:p>
    <w:p w14:paraId="76624755" w14:textId="5B41E795" w:rsidR="00F25F63" w:rsidRPr="00F25F63" w:rsidRDefault="00C30EC0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A15</w:t>
      </w:r>
      <w:r w:rsidR="00F25F63">
        <w:t xml:space="preserve"> </w:t>
      </w:r>
      <w:r w:rsidR="00F25F63">
        <w:rPr>
          <w:i/>
        </w:rPr>
        <w:t>(hlasovat pouze nebude-li přijat pozměňovací návrh H7)</w:t>
      </w:r>
    </w:p>
    <w:p w14:paraId="0F684CD1" w14:textId="12C17AF2" w:rsidR="00DA0367" w:rsidRDefault="00DA0367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</w:t>
      </w:r>
      <w:r w:rsidR="00926DBC">
        <w:t xml:space="preserve">ávrh </w:t>
      </w:r>
      <w:r w:rsidR="007A07F2">
        <w:t>H8</w:t>
      </w:r>
      <w:r w:rsidR="00926DBC">
        <w:t xml:space="preserve"> </w:t>
      </w:r>
      <w:r w:rsidR="00926DBC">
        <w:rPr>
          <w:i/>
        </w:rPr>
        <w:t>(bude-li přijat, je pozměňovací návrh A</w:t>
      </w:r>
      <w:r w:rsidR="007A07F2">
        <w:rPr>
          <w:i/>
        </w:rPr>
        <w:t>14</w:t>
      </w:r>
      <w:r w:rsidR="00926DBC">
        <w:rPr>
          <w:i/>
        </w:rPr>
        <w:t xml:space="preserve"> nehlasovatelný</w:t>
      </w:r>
      <w:r w:rsidR="00A64721">
        <w:rPr>
          <w:i/>
        </w:rPr>
        <w:t>)</w:t>
      </w:r>
    </w:p>
    <w:p w14:paraId="45D65D54" w14:textId="16D466FC" w:rsidR="00F25F63" w:rsidRPr="00F25F63" w:rsidRDefault="00F25F63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</w:pPr>
      <w:r w:rsidRPr="00F25F63">
        <w:t>pozměňovací návrh</w:t>
      </w:r>
      <w:r>
        <w:t xml:space="preserve"> A</w:t>
      </w:r>
      <w:r w:rsidR="007A07F2">
        <w:t xml:space="preserve">14 </w:t>
      </w:r>
      <w:r w:rsidR="00384AA0" w:rsidRPr="00384AA0">
        <w:rPr>
          <w:i/>
        </w:rPr>
        <w:t>(</w:t>
      </w:r>
      <w:r>
        <w:rPr>
          <w:i/>
        </w:rPr>
        <w:t xml:space="preserve">hlasovat pouze nebude-li přijat pozměňovací návrh </w:t>
      </w:r>
      <w:r w:rsidR="007A07F2">
        <w:rPr>
          <w:i/>
        </w:rPr>
        <w:t>H8</w:t>
      </w:r>
      <w:r>
        <w:rPr>
          <w:i/>
        </w:rPr>
        <w:t>)</w:t>
      </w:r>
      <w:r w:rsidRPr="00F25F63">
        <w:t xml:space="preserve"> </w:t>
      </w:r>
    </w:p>
    <w:p w14:paraId="131A3310" w14:textId="4A260456" w:rsidR="00926DBC" w:rsidRDefault="00C71EC0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lastRenderedPageBreak/>
        <w:t xml:space="preserve">pozměňovací návrh </w:t>
      </w:r>
      <w:r w:rsidR="007A07F2">
        <w:t>H9</w:t>
      </w:r>
      <w:r w:rsidR="00926DBC">
        <w:t xml:space="preserve"> </w:t>
      </w:r>
      <w:r w:rsidR="00926DBC">
        <w:rPr>
          <w:i/>
        </w:rPr>
        <w:t>(bude-li přijat</w:t>
      </w:r>
      <w:r w:rsidR="00A64721">
        <w:rPr>
          <w:i/>
        </w:rPr>
        <w:t>,</w:t>
      </w:r>
      <w:r w:rsidR="000852C8">
        <w:rPr>
          <w:i/>
        </w:rPr>
        <w:t xml:space="preserve"> je</w:t>
      </w:r>
      <w:r w:rsidR="00926DBC">
        <w:rPr>
          <w:i/>
        </w:rPr>
        <w:t xml:space="preserve"> </w:t>
      </w:r>
      <w:r w:rsidR="00DE7B9B">
        <w:rPr>
          <w:i/>
        </w:rPr>
        <w:t>pozměňovací návrh A</w:t>
      </w:r>
      <w:r w:rsidR="007A07F2">
        <w:rPr>
          <w:i/>
        </w:rPr>
        <w:t>66</w:t>
      </w:r>
      <w:r w:rsidR="00A64721">
        <w:rPr>
          <w:i/>
        </w:rPr>
        <w:t xml:space="preserve"> nehlasovatelný</w:t>
      </w:r>
      <w:r w:rsidR="00DE7B9B">
        <w:rPr>
          <w:i/>
        </w:rPr>
        <w:t>)</w:t>
      </w:r>
    </w:p>
    <w:p w14:paraId="29A8B189" w14:textId="212950F1" w:rsidR="00F25F63" w:rsidRPr="00926DBC" w:rsidRDefault="00F25F63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A</w:t>
      </w:r>
      <w:r w:rsidR="007A07F2">
        <w:t xml:space="preserve">66 </w:t>
      </w:r>
      <w:r>
        <w:rPr>
          <w:i/>
        </w:rPr>
        <w:t xml:space="preserve">(hlasovat pouze nebude-li přijat pozměňovací návrh </w:t>
      </w:r>
      <w:r w:rsidR="007A07F2">
        <w:rPr>
          <w:i/>
        </w:rPr>
        <w:t>H9</w:t>
      </w:r>
      <w:r>
        <w:rPr>
          <w:i/>
        </w:rPr>
        <w:t>)</w:t>
      </w:r>
    </w:p>
    <w:p w14:paraId="1B406642" w14:textId="25E9FC7B" w:rsidR="00DE7B9B" w:rsidRPr="00DE7B9B" w:rsidRDefault="00DE7B9B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7A07F2">
        <w:t xml:space="preserve">I2 </w:t>
      </w:r>
      <w:r>
        <w:rPr>
          <w:i/>
        </w:rPr>
        <w:t>(bude-li přijat, je pozměňovací návrh A</w:t>
      </w:r>
      <w:r w:rsidR="007A07F2">
        <w:rPr>
          <w:i/>
        </w:rPr>
        <w:t>100</w:t>
      </w:r>
      <w:r>
        <w:rPr>
          <w:i/>
        </w:rPr>
        <w:t xml:space="preserve"> nehlasovatelný)</w:t>
      </w:r>
    </w:p>
    <w:p w14:paraId="6376C7CE" w14:textId="2C6FDDEF" w:rsidR="00DE7B9B" w:rsidRPr="00DE7B9B" w:rsidRDefault="00DE7B9B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A</w:t>
      </w:r>
      <w:r w:rsidR="007A07F2">
        <w:t xml:space="preserve">100 </w:t>
      </w:r>
      <w:r>
        <w:rPr>
          <w:i/>
        </w:rPr>
        <w:t xml:space="preserve">(hlasovat pouze nebude-li přijat pozměňovací návrh </w:t>
      </w:r>
      <w:r w:rsidR="007A07F2">
        <w:rPr>
          <w:i/>
        </w:rPr>
        <w:t>I2</w:t>
      </w:r>
      <w:r>
        <w:rPr>
          <w:i/>
        </w:rPr>
        <w:t>)</w:t>
      </w:r>
    </w:p>
    <w:p w14:paraId="06E0420C" w14:textId="2A28CA05" w:rsidR="00BC3022" w:rsidRPr="00BC3022" w:rsidRDefault="00BC302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auto"/>
        </w:rPr>
      </w:pPr>
      <w:r w:rsidRPr="00BC3022">
        <w:rPr>
          <w:color w:val="auto"/>
        </w:rPr>
        <w:t xml:space="preserve">pozměňovací návrh </w:t>
      </w:r>
      <w:r w:rsidR="007A07F2">
        <w:rPr>
          <w:color w:val="auto"/>
        </w:rPr>
        <w:t>A</w:t>
      </w:r>
      <w:r w:rsidRPr="00BC3022">
        <w:rPr>
          <w:color w:val="auto"/>
        </w:rPr>
        <w:t>1</w:t>
      </w:r>
      <w:r w:rsidR="007A07F2">
        <w:rPr>
          <w:color w:val="auto"/>
        </w:rPr>
        <w:t xml:space="preserve"> </w:t>
      </w:r>
      <w:r w:rsidRPr="00BC3022">
        <w:rPr>
          <w:i/>
          <w:color w:val="auto"/>
        </w:rPr>
        <w:t>(bude-li přijat, je pozměňovací návrh A</w:t>
      </w:r>
      <w:r w:rsidR="007A07F2">
        <w:rPr>
          <w:i/>
          <w:color w:val="auto"/>
        </w:rPr>
        <w:t>2</w:t>
      </w:r>
      <w:r w:rsidRPr="00BC3022">
        <w:rPr>
          <w:i/>
          <w:color w:val="auto"/>
        </w:rPr>
        <w:t xml:space="preserve"> nehlasovatelný)</w:t>
      </w:r>
    </w:p>
    <w:p w14:paraId="37FCB022" w14:textId="4D7F9E90" w:rsidR="00BC3022" w:rsidRDefault="00BC302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auto"/>
        </w:rPr>
      </w:pPr>
      <w:r w:rsidRPr="00BC3022">
        <w:rPr>
          <w:color w:val="auto"/>
        </w:rPr>
        <w:t>pozměňovací návrh A</w:t>
      </w:r>
      <w:r w:rsidR="007A07F2">
        <w:rPr>
          <w:color w:val="auto"/>
        </w:rPr>
        <w:t xml:space="preserve">2 </w:t>
      </w:r>
      <w:r>
        <w:rPr>
          <w:i/>
          <w:color w:val="auto"/>
        </w:rPr>
        <w:t xml:space="preserve">(hlasovat pouze nebude-li přijat pozměňovací návrh </w:t>
      </w:r>
      <w:r w:rsidR="007A07F2">
        <w:rPr>
          <w:i/>
          <w:color w:val="auto"/>
        </w:rPr>
        <w:t>A</w:t>
      </w:r>
      <w:r>
        <w:rPr>
          <w:i/>
          <w:color w:val="auto"/>
        </w:rPr>
        <w:t>1)</w:t>
      </w:r>
    </w:p>
    <w:p w14:paraId="5F2E5BEC" w14:textId="375FDEB3" w:rsidR="00BC3022" w:rsidRDefault="00BC302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auto"/>
        </w:rPr>
      </w:pPr>
      <w:r w:rsidRPr="00BC3022">
        <w:rPr>
          <w:color w:val="auto"/>
        </w:rPr>
        <w:t xml:space="preserve">pozměňovací návrh </w:t>
      </w:r>
      <w:r w:rsidR="007A07F2">
        <w:rPr>
          <w:color w:val="auto"/>
        </w:rPr>
        <w:t>A72</w:t>
      </w:r>
      <w:r w:rsidR="007A07F2">
        <w:rPr>
          <w:color w:val="FF0000"/>
        </w:rPr>
        <w:t xml:space="preserve"> </w:t>
      </w:r>
      <w:r>
        <w:rPr>
          <w:i/>
          <w:color w:val="auto"/>
        </w:rPr>
        <w:t>(bude-li přijat, je pozměňovací návrh A</w:t>
      </w:r>
      <w:r w:rsidR="007A07F2">
        <w:rPr>
          <w:i/>
          <w:color w:val="auto"/>
        </w:rPr>
        <w:t>71</w:t>
      </w:r>
      <w:r>
        <w:rPr>
          <w:i/>
          <w:color w:val="auto"/>
        </w:rPr>
        <w:t xml:space="preserve"> nehlasovatelný)</w:t>
      </w:r>
    </w:p>
    <w:p w14:paraId="6D0E0740" w14:textId="34773A58" w:rsidR="00BC3022" w:rsidRPr="00BC3022" w:rsidRDefault="00BC302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auto"/>
        </w:rPr>
      </w:pPr>
      <w:r>
        <w:rPr>
          <w:color w:val="auto"/>
        </w:rPr>
        <w:t>pozměňovací návrh A</w:t>
      </w:r>
      <w:r w:rsidR="007A07F2">
        <w:rPr>
          <w:color w:val="auto"/>
        </w:rPr>
        <w:t>71</w:t>
      </w:r>
      <w:r>
        <w:rPr>
          <w:color w:val="auto"/>
        </w:rPr>
        <w:t xml:space="preserve"> </w:t>
      </w:r>
      <w:r>
        <w:rPr>
          <w:i/>
          <w:color w:val="auto"/>
        </w:rPr>
        <w:t xml:space="preserve">(hlasovat pouze nebude-li přijat pozměňovací návrh </w:t>
      </w:r>
      <w:r w:rsidR="007A07F2">
        <w:rPr>
          <w:i/>
          <w:color w:val="auto"/>
        </w:rPr>
        <w:t>A7</w:t>
      </w:r>
      <w:r>
        <w:rPr>
          <w:i/>
          <w:color w:val="auto"/>
        </w:rPr>
        <w:t>2)</w:t>
      </w:r>
    </w:p>
    <w:p w14:paraId="14F1522A" w14:textId="5B218A12" w:rsidR="00F25F63" w:rsidRPr="007A07F2" w:rsidRDefault="00F25F63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  <w:color w:val="auto"/>
        </w:rPr>
      </w:pPr>
      <w:r w:rsidRPr="007A07F2">
        <w:rPr>
          <w:color w:val="auto"/>
        </w:rPr>
        <w:t>pozměňovací návrh</w:t>
      </w:r>
      <w:r w:rsidR="007A07F2">
        <w:rPr>
          <w:color w:val="auto"/>
        </w:rPr>
        <w:t xml:space="preserve"> A96</w:t>
      </w:r>
      <w:r w:rsidR="007A07F2">
        <w:rPr>
          <w:color w:val="FF0000"/>
        </w:rPr>
        <w:t xml:space="preserve"> </w:t>
      </w:r>
      <w:r w:rsidR="007A07F2">
        <w:rPr>
          <w:i/>
          <w:color w:val="auto"/>
        </w:rPr>
        <w:t>(bude-li přijat, je pozměňovací návrh A95 nehlasovatelný)</w:t>
      </w:r>
      <w:r w:rsidRPr="007A07F2">
        <w:rPr>
          <w:color w:val="auto"/>
        </w:rPr>
        <w:t xml:space="preserve"> </w:t>
      </w:r>
    </w:p>
    <w:p w14:paraId="2B8C9A25" w14:textId="551D6083" w:rsidR="00102702" w:rsidRPr="00102702" w:rsidRDefault="00DE7B9B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7A07F2">
        <w:t xml:space="preserve">A95 </w:t>
      </w:r>
      <w:r w:rsidR="00E71B02">
        <w:rPr>
          <w:i/>
        </w:rPr>
        <w:t>(</w:t>
      </w:r>
      <w:r w:rsidR="007A07F2">
        <w:rPr>
          <w:i/>
        </w:rPr>
        <w:t>hlasovat pouze nebude-li přijat pozměňovací návrh A96</w:t>
      </w:r>
      <w:r w:rsidR="00102702">
        <w:rPr>
          <w:i/>
        </w:rPr>
        <w:t>)</w:t>
      </w:r>
    </w:p>
    <w:p w14:paraId="553665CE" w14:textId="4566023E" w:rsidR="00E71B02" w:rsidRPr="00E71B02" w:rsidRDefault="00E71B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</w:t>
      </w:r>
      <w:r w:rsidR="007A07F2">
        <w:t>y</w:t>
      </w:r>
      <w:r>
        <w:t xml:space="preserve"> A</w:t>
      </w:r>
      <w:r w:rsidR="006877A6">
        <w:t xml:space="preserve">3 až A13, A16 až A51, </w:t>
      </w:r>
      <w:r w:rsidR="00F7223A">
        <w:t xml:space="preserve">A54, A56, </w:t>
      </w:r>
      <w:r w:rsidR="006877A6">
        <w:t xml:space="preserve">A60 až A65, A67 až A70, A73 až A94 a A97 až A99 </w:t>
      </w:r>
      <w:r>
        <w:t xml:space="preserve"> </w:t>
      </w:r>
    </w:p>
    <w:p w14:paraId="661F3593" w14:textId="444EE912" w:rsidR="00E71B02" w:rsidRDefault="00E71B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E71B02">
        <w:t>pozměňovací návrh</w:t>
      </w:r>
      <w:r>
        <w:t xml:space="preserve"> </w:t>
      </w:r>
      <w:r w:rsidR="006877A6">
        <w:t xml:space="preserve">I1 </w:t>
      </w:r>
      <w:r>
        <w:t xml:space="preserve"> </w:t>
      </w:r>
    </w:p>
    <w:p w14:paraId="442AB4FD" w14:textId="04E82392" w:rsidR="00E71B02" w:rsidRDefault="00E71B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6877A6">
        <w:t>J1</w:t>
      </w:r>
      <w:r>
        <w:t xml:space="preserve"> </w:t>
      </w:r>
    </w:p>
    <w:p w14:paraId="28E13F80" w14:textId="3A399BCF" w:rsidR="00525DAE" w:rsidRPr="00525DAE" w:rsidRDefault="00525DA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163480">
        <w:t xml:space="preserve">C3 </w:t>
      </w:r>
    </w:p>
    <w:p w14:paraId="54F03102" w14:textId="0D64E4F7" w:rsidR="00525DAE" w:rsidRDefault="00525DA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D</w:t>
      </w:r>
      <w:r w:rsidR="00163480">
        <w:t xml:space="preserve">4 </w:t>
      </w:r>
      <w:r w:rsidR="00163480">
        <w:rPr>
          <w:i/>
          <w:color w:val="auto"/>
        </w:rPr>
        <w:t>(bude-li přijat, j</w:t>
      </w:r>
      <w:r w:rsidR="006877A6">
        <w:rPr>
          <w:i/>
          <w:color w:val="auto"/>
        </w:rPr>
        <w:t>sou</w:t>
      </w:r>
      <w:r w:rsidR="00163480">
        <w:rPr>
          <w:i/>
          <w:color w:val="auto"/>
        </w:rPr>
        <w:t xml:space="preserve"> pozměňovací návrh</w:t>
      </w:r>
      <w:r w:rsidR="006877A6">
        <w:rPr>
          <w:i/>
          <w:color w:val="auto"/>
        </w:rPr>
        <w:t xml:space="preserve">y </w:t>
      </w:r>
      <w:proofErr w:type="gramStart"/>
      <w:r w:rsidR="006877A6">
        <w:rPr>
          <w:i/>
          <w:color w:val="auto"/>
        </w:rPr>
        <w:t>C1</w:t>
      </w:r>
      <w:r w:rsidR="00FE39E0">
        <w:rPr>
          <w:i/>
          <w:color w:val="auto"/>
        </w:rPr>
        <w:t>.</w:t>
      </w:r>
      <w:r w:rsidR="006877A6">
        <w:rPr>
          <w:i/>
          <w:color w:val="auto"/>
        </w:rPr>
        <w:t>2, J2</w:t>
      </w:r>
      <w:proofErr w:type="gramEnd"/>
      <w:r w:rsidR="006877A6">
        <w:rPr>
          <w:i/>
          <w:color w:val="auto"/>
        </w:rPr>
        <w:t>, H2.1, G2.2, H3.2, D1.2</w:t>
      </w:r>
      <w:r w:rsidR="0098067D">
        <w:rPr>
          <w:i/>
          <w:color w:val="auto"/>
        </w:rPr>
        <w:t xml:space="preserve"> a K</w:t>
      </w:r>
      <w:r w:rsidR="00D60BAC">
        <w:rPr>
          <w:i/>
          <w:color w:val="auto"/>
        </w:rPr>
        <w:t xml:space="preserve"> nehlasovatelné</w:t>
      </w:r>
      <w:r w:rsidR="00163480">
        <w:rPr>
          <w:i/>
          <w:color w:val="auto"/>
        </w:rPr>
        <w:t>)</w:t>
      </w:r>
    </w:p>
    <w:p w14:paraId="61822698" w14:textId="216C4C72" w:rsidR="00525DAE" w:rsidRDefault="00163480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J2</w:t>
      </w:r>
      <w:r w:rsidR="00525DAE">
        <w:t xml:space="preserve"> </w:t>
      </w:r>
      <w:r w:rsidR="00525DAE">
        <w:rPr>
          <w:i/>
        </w:rPr>
        <w:t xml:space="preserve">(hlasovat pouze nebude-li přijat pozměňovací návrh </w:t>
      </w:r>
      <w:r>
        <w:rPr>
          <w:i/>
        </w:rPr>
        <w:t>D4</w:t>
      </w:r>
      <w:r w:rsidR="00525DAE">
        <w:rPr>
          <w:i/>
        </w:rPr>
        <w:t>)</w:t>
      </w:r>
    </w:p>
    <w:p w14:paraId="2DAD24CB" w14:textId="448A05E2" w:rsidR="00FE39E0" w:rsidRPr="00525DAE" w:rsidRDefault="00FE39E0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 xml:space="preserve">(bude-li přijat, jsou pozměňovací návrhy </w:t>
      </w:r>
      <w:proofErr w:type="gramStart"/>
      <w:r>
        <w:rPr>
          <w:i/>
        </w:rPr>
        <w:t>D1.2, G2</w:t>
      </w:r>
      <w:proofErr w:type="gramEnd"/>
      <w:r>
        <w:rPr>
          <w:i/>
        </w:rPr>
        <w:t>.2, H2.1, H3.2 a K</w:t>
      </w:r>
      <w:r w:rsidR="00D60BAC">
        <w:rPr>
          <w:i/>
        </w:rPr>
        <w:t xml:space="preserve"> nehlasovatelné</w:t>
      </w:r>
      <w:r>
        <w:rPr>
          <w:i/>
        </w:rPr>
        <w:t>)</w:t>
      </w:r>
    </w:p>
    <w:p w14:paraId="4C26EED2" w14:textId="53A60BED" w:rsidR="00D75F23" w:rsidRPr="00D75F23" w:rsidRDefault="00D75F23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proofErr w:type="gramStart"/>
      <w:r>
        <w:t>C</w:t>
      </w:r>
      <w:r w:rsidR="00FE39E0">
        <w:t xml:space="preserve">1.1 </w:t>
      </w:r>
      <w:r>
        <w:rPr>
          <w:i/>
        </w:rPr>
        <w:t>(</w:t>
      </w:r>
      <w:r w:rsidR="00FE39E0">
        <w:rPr>
          <w:i/>
        </w:rPr>
        <w:t>bude</w:t>
      </w:r>
      <w:proofErr w:type="gramEnd"/>
      <w:r w:rsidR="00FE39E0">
        <w:rPr>
          <w:i/>
        </w:rPr>
        <w:t xml:space="preserve">-li přijat, jsou pozměňovací návrhy B část 2, D1, D2, G1, G2, </w:t>
      </w:r>
      <w:r w:rsidR="00683981">
        <w:rPr>
          <w:i/>
        </w:rPr>
        <w:t xml:space="preserve">H2.2, </w:t>
      </w:r>
      <w:r w:rsidR="00FE39E0">
        <w:rPr>
          <w:i/>
        </w:rPr>
        <w:t>H3 a K</w:t>
      </w:r>
      <w:r w:rsidR="00D60BAC">
        <w:rPr>
          <w:i/>
        </w:rPr>
        <w:t xml:space="preserve"> nehlasovatelné</w:t>
      </w:r>
      <w:r>
        <w:rPr>
          <w:i/>
        </w:rPr>
        <w:t>)</w:t>
      </w:r>
    </w:p>
    <w:p w14:paraId="3BBE884D" w14:textId="2FEE4270" w:rsidR="00030B45" w:rsidRDefault="00947E3F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163480">
        <w:t xml:space="preserve">D2 </w:t>
      </w:r>
      <w:r w:rsidR="00030B45">
        <w:t>(</w:t>
      </w:r>
      <w:r w:rsidR="00030B45">
        <w:rPr>
          <w:i/>
        </w:rPr>
        <w:t xml:space="preserve">hlasovat pouze nebude-li </w:t>
      </w:r>
      <w:r w:rsidR="00683981">
        <w:rPr>
          <w:i/>
        </w:rPr>
        <w:t>přijat</w:t>
      </w:r>
      <w:r w:rsidR="00030B45">
        <w:rPr>
          <w:i/>
        </w:rPr>
        <w:t xml:space="preserve"> pozměňovací návrh </w:t>
      </w:r>
      <w:proofErr w:type="gramStart"/>
      <w:r w:rsidR="00030B45">
        <w:rPr>
          <w:i/>
        </w:rPr>
        <w:t>C1.1)</w:t>
      </w:r>
      <w:proofErr w:type="gramEnd"/>
    </w:p>
    <w:p w14:paraId="5CB3B6C8" w14:textId="1C1AA5C9" w:rsidR="00947E3F" w:rsidRDefault="00FE39E0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>(bude-li přijat</w:t>
      </w:r>
      <w:r w:rsidR="00030B45">
        <w:rPr>
          <w:i/>
        </w:rPr>
        <w:t xml:space="preserve"> D2</w:t>
      </w:r>
      <w:r>
        <w:rPr>
          <w:i/>
        </w:rPr>
        <w:t xml:space="preserve">, jsou pozměňovací návrhy B část 2, </w:t>
      </w:r>
      <w:proofErr w:type="gramStart"/>
      <w:r>
        <w:rPr>
          <w:i/>
        </w:rPr>
        <w:t>D1.1, G1</w:t>
      </w:r>
      <w:proofErr w:type="gramEnd"/>
      <w:r>
        <w:rPr>
          <w:i/>
        </w:rPr>
        <w:t>, G2.1, H2.2, H3.1 a K</w:t>
      </w:r>
      <w:r w:rsidR="00D60BAC">
        <w:rPr>
          <w:i/>
        </w:rPr>
        <w:t xml:space="preserve"> nehlasovatelné</w:t>
      </w:r>
      <w:r>
        <w:rPr>
          <w:i/>
        </w:rPr>
        <w:t>)</w:t>
      </w:r>
    </w:p>
    <w:p w14:paraId="27B7C7E0" w14:textId="5ABFAB46" w:rsidR="00030B45" w:rsidRDefault="00947E3F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H2</w:t>
      </w:r>
      <w:r w:rsidR="00163480">
        <w:t xml:space="preserve">.2 </w:t>
      </w:r>
      <w:r w:rsidR="00030B45">
        <w:rPr>
          <w:i/>
        </w:rPr>
        <w:t xml:space="preserve">(hlasovat pouze nebude-li </w:t>
      </w:r>
      <w:r w:rsidR="00683981">
        <w:rPr>
          <w:i/>
        </w:rPr>
        <w:t>přijat</w:t>
      </w:r>
      <w:r w:rsidR="00030B45">
        <w:rPr>
          <w:i/>
        </w:rPr>
        <w:t xml:space="preserve"> D2</w:t>
      </w:r>
      <w:r w:rsidR="00683981">
        <w:rPr>
          <w:i/>
        </w:rPr>
        <w:t xml:space="preserve"> nebo </w:t>
      </w:r>
      <w:proofErr w:type="gramStart"/>
      <w:r w:rsidR="00683981">
        <w:rPr>
          <w:i/>
        </w:rPr>
        <w:t>C1.1, G1</w:t>
      </w:r>
      <w:proofErr w:type="gramEnd"/>
      <w:r w:rsidR="00683981">
        <w:rPr>
          <w:i/>
        </w:rPr>
        <w:t>, G2.1</w:t>
      </w:r>
      <w:r w:rsidR="00030B45">
        <w:rPr>
          <w:i/>
        </w:rPr>
        <w:t>)</w:t>
      </w:r>
    </w:p>
    <w:p w14:paraId="59B5F3CE" w14:textId="24325A20" w:rsidR="00947E3F" w:rsidRDefault="00163480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>(</w:t>
      </w:r>
      <w:r w:rsidR="00FE39E0">
        <w:rPr>
          <w:i/>
        </w:rPr>
        <w:t xml:space="preserve">bude-li přijat, jsou pozměňovací návrhy B část 2, </w:t>
      </w:r>
      <w:proofErr w:type="gramStart"/>
      <w:r w:rsidR="00FE39E0">
        <w:rPr>
          <w:i/>
        </w:rPr>
        <w:t>D1.1, G1</w:t>
      </w:r>
      <w:proofErr w:type="gramEnd"/>
      <w:r w:rsidR="00FE39E0">
        <w:rPr>
          <w:i/>
        </w:rPr>
        <w:t>, G2.1, H3.1, a K</w:t>
      </w:r>
      <w:r w:rsidR="0098067D">
        <w:rPr>
          <w:i/>
        </w:rPr>
        <w:t xml:space="preserve"> nehlasovatelné</w:t>
      </w:r>
      <w:r w:rsidR="00FE39E0">
        <w:rPr>
          <w:i/>
        </w:rPr>
        <w:t>)</w:t>
      </w:r>
    </w:p>
    <w:p w14:paraId="2FA25727" w14:textId="330A3B1D" w:rsidR="00947E3F" w:rsidRDefault="00FE39E0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G2</w:t>
      </w:r>
      <w:r w:rsidR="00030B45">
        <w:t>.1</w:t>
      </w:r>
      <w:r w:rsidR="00947E3F">
        <w:t xml:space="preserve"> </w:t>
      </w:r>
      <w:r w:rsidR="00947E3F">
        <w:rPr>
          <w:i/>
        </w:rPr>
        <w:t xml:space="preserve">(hlasovat pouze nebude-li přijat pozměňovací návrh </w:t>
      </w:r>
      <w:proofErr w:type="gramStart"/>
      <w:r w:rsidR="00683981">
        <w:rPr>
          <w:i/>
        </w:rPr>
        <w:t>C1.1,</w:t>
      </w:r>
      <w:proofErr w:type="gramEnd"/>
      <w:r w:rsidR="00683981">
        <w:rPr>
          <w:i/>
        </w:rPr>
        <w:t xml:space="preserve"> D2, </w:t>
      </w:r>
      <w:r w:rsidR="00030B45">
        <w:rPr>
          <w:i/>
        </w:rPr>
        <w:t>H2.2</w:t>
      </w:r>
      <w:r w:rsidR="00947E3F">
        <w:rPr>
          <w:i/>
        </w:rPr>
        <w:t>)</w:t>
      </w:r>
    </w:p>
    <w:p w14:paraId="6863BC56" w14:textId="11B43B01" w:rsidR="00030B45" w:rsidRPr="00947E3F" w:rsidRDefault="00030B45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 xml:space="preserve">(bude-li přijat jsou pozměňovací návrhy B část 2, </w:t>
      </w:r>
      <w:proofErr w:type="gramStart"/>
      <w:r>
        <w:rPr>
          <w:i/>
        </w:rPr>
        <w:t>D1.1, G1</w:t>
      </w:r>
      <w:proofErr w:type="gramEnd"/>
      <w:r>
        <w:rPr>
          <w:i/>
        </w:rPr>
        <w:t>, H3.1 a K</w:t>
      </w:r>
      <w:r w:rsidR="0098067D">
        <w:rPr>
          <w:i/>
        </w:rPr>
        <w:t xml:space="preserve"> nehl</w:t>
      </w:r>
      <w:r>
        <w:rPr>
          <w:i/>
        </w:rPr>
        <w:t>asovatelné)</w:t>
      </w:r>
    </w:p>
    <w:p w14:paraId="1D70DDE3" w14:textId="5354B174" w:rsidR="00947E3F" w:rsidRDefault="00947E3F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030B45">
        <w:t>H3</w:t>
      </w:r>
      <w:r>
        <w:t xml:space="preserve"> </w:t>
      </w:r>
      <w:r>
        <w:rPr>
          <w:i/>
        </w:rPr>
        <w:t xml:space="preserve">(hlasovat pouze nebude-li přijat pozměňovací návrh </w:t>
      </w:r>
      <w:proofErr w:type="gramStart"/>
      <w:r w:rsidR="005F7AC6">
        <w:rPr>
          <w:i/>
        </w:rPr>
        <w:t>C1.1 nebo</w:t>
      </w:r>
      <w:proofErr w:type="gramEnd"/>
      <w:r w:rsidR="00683981">
        <w:rPr>
          <w:i/>
        </w:rPr>
        <w:t xml:space="preserve"> D</w:t>
      </w:r>
      <w:r w:rsidR="005F7AC6">
        <w:rPr>
          <w:i/>
        </w:rPr>
        <w:t>4</w:t>
      </w:r>
      <w:r w:rsidR="00683981">
        <w:rPr>
          <w:i/>
        </w:rPr>
        <w:t xml:space="preserve">, H2.2, </w:t>
      </w:r>
      <w:r w:rsidR="00030B45">
        <w:rPr>
          <w:i/>
        </w:rPr>
        <w:t>G2.1</w:t>
      </w:r>
      <w:r>
        <w:rPr>
          <w:i/>
        </w:rPr>
        <w:t>)</w:t>
      </w:r>
    </w:p>
    <w:p w14:paraId="0897374E" w14:textId="4A14DD8B" w:rsidR="00030B45" w:rsidRPr="00947E3F" w:rsidRDefault="00030B45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 xml:space="preserve">(bude-li přijat jsou pozměňovací návrhy B část 2, </w:t>
      </w:r>
      <w:proofErr w:type="gramStart"/>
      <w:r>
        <w:rPr>
          <w:i/>
        </w:rPr>
        <w:t>D1.1, G1</w:t>
      </w:r>
      <w:proofErr w:type="gramEnd"/>
      <w:r>
        <w:rPr>
          <w:i/>
        </w:rPr>
        <w:t xml:space="preserve"> a K</w:t>
      </w:r>
      <w:r w:rsidR="0098067D">
        <w:rPr>
          <w:i/>
        </w:rPr>
        <w:t xml:space="preserve"> </w:t>
      </w:r>
      <w:r>
        <w:rPr>
          <w:i/>
        </w:rPr>
        <w:t xml:space="preserve">nehlasovatelné) </w:t>
      </w:r>
    </w:p>
    <w:p w14:paraId="2E4F139E" w14:textId="26707B16" w:rsidR="00947E3F" w:rsidRDefault="00947E3F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030B45">
        <w:t xml:space="preserve">G1 </w:t>
      </w:r>
      <w:r>
        <w:rPr>
          <w:i/>
        </w:rPr>
        <w:t xml:space="preserve">(hlasovat pouze nebude-li přijat pozměňovací návrh </w:t>
      </w:r>
      <w:proofErr w:type="gramStart"/>
      <w:r w:rsidR="00683981">
        <w:rPr>
          <w:i/>
        </w:rPr>
        <w:t>C1.1, D1</w:t>
      </w:r>
      <w:proofErr w:type="gramEnd"/>
      <w:r w:rsidR="00683981">
        <w:rPr>
          <w:i/>
        </w:rPr>
        <w:t xml:space="preserve">.1, </w:t>
      </w:r>
      <w:r w:rsidR="00030B45">
        <w:rPr>
          <w:i/>
        </w:rPr>
        <w:t>H3</w:t>
      </w:r>
      <w:r>
        <w:rPr>
          <w:i/>
        </w:rPr>
        <w:t>)</w:t>
      </w:r>
    </w:p>
    <w:p w14:paraId="1A80355D" w14:textId="4553FD81" w:rsidR="00030B45" w:rsidRPr="00947E3F" w:rsidRDefault="00030B45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 xml:space="preserve">(bude-li přijat, jsou B část 2, </w:t>
      </w:r>
      <w:proofErr w:type="gramStart"/>
      <w:r>
        <w:rPr>
          <w:i/>
        </w:rPr>
        <w:t>D1.1 a K</w:t>
      </w:r>
      <w:r w:rsidR="0098067D">
        <w:rPr>
          <w:i/>
        </w:rPr>
        <w:t xml:space="preserve"> </w:t>
      </w:r>
      <w:r>
        <w:rPr>
          <w:i/>
        </w:rPr>
        <w:t>nehlasovatelné</w:t>
      </w:r>
      <w:proofErr w:type="gramEnd"/>
      <w:r>
        <w:rPr>
          <w:i/>
        </w:rPr>
        <w:t>)</w:t>
      </w:r>
    </w:p>
    <w:p w14:paraId="40F717CB" w14:textId="3D27B508" w:rsidR="00DE7B9B" w:rsidRPr="00BD5B7D" w:rsidRDefault="001027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proofErr w:type="gramStart"/>
      <w:r w:rsidR="00030B45">
        <w:t>D1.1</w:t>
      </w:r>
      <w:r w:rsidR="00030B45">
        <w:rPr>
          <w:color w:val="FF0000"/>
        </w:rPr>
        <w:t xml:space="preserve"> </w:t>
      </w:r>
      <w:r w:rsidR="00030B45">
        <w:rPr>
          <w:i/>
          <w:color w:val="auto"/>
        </w:rPr>
        <w:t>(hlasovat</w:t>
      </w:r>
      <w:proofErr w:type="gramEnd"/>
      <w:r w:rsidR="00030B45">
        <w:rPr>
          <w:i/>
          <w:color w:val="auto"/>
        </w:rPr>
        <w:t xml:space="preserve"> pouze nebude-li přijat pozměňovací návrh </w:t>
      </w:r>
      <w:r w:rsidR="005F7AC6">
        <w:rPr>
          <w:i/>
          <w:color w:val="auto"/>
        </w:rPr>
        <w:t xml:space="preserve">C1.1 a </w:t>
      </w:r>
      <w:bookmarkStart w:id="0" w:name="_GoBack"/>
      <w:bookmarkEnd w:id="0"/>
      <w:r w:rsidR="00030B45">
        <w:rPr>
          <w:i/>
          <w:color w:val="auto"/>
        </w:rPr>
        <w:t>G1)</w:t>
      </w:r>
    </w:p>
    <w:p w14:paraId="5F3454FF" w14:textId="66FD6011" w:rsidR="00BD5B7D" w:rsidRDefault="00BD5B7D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  <w:color w:val="auto"/>
        </w:rPr>
      </w:pPr>
      <w:r>
        <w:rPr>
          <w:i/>
          <w:color w:val="auto"/>
        </w:rPr>
        <w:t>(bude-li přijat, jsou pozměňovací návrhy B část 2 a K nehlasovatelné)</w:t>
      </w:r>
    </w:p>
    <w:p w14:paraId="265BA1C0" w14:textId="0858F7FB" w:rsidR="00BD5B7D" w:rsidRDefault="00BD5B7D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K</w:t>
      </w:r>
      <w:r w:rsidR="0098067D">
        <w:t xml:space="preserve"> </w:t>
      </w:r>
      <w:r w:rsidRPr="00BD5B7D">
        <w:rPr>
          <w:i/>
          <w:color w:val="auto"/>
        </w:rPr>
        <w:t xml:space="preserve">(hlasovat pouze nebude-li přijat pozměňovací návrh </w:t>
      </w:r>
      <w:proofErr w:type="gramStart"/>
      <w:r w:rsidR="005F7AC6">
        <w:rPr>
          <w:i/>
          <w:color w:val="auto"/>
        </w:rPr>
        <w:t xml:space="preserve">C1.1, </w:t>
      </w:r>
      <w:r w:rsidRPr="00BD5B7D">
        <w:rPr>
          <w:i/>
          <w:color w:val="auto"/>
        </w:rPr>
        <w:t>D1</w:t>
      </w:r>
      <w:proofErr w:type="gramEnd"/>
      <w:r w:rsidRPr="00BD5B7D">
        <w:rPr>
          <w:i/>
          <w:color w:val="auto"/>
        </w:rPr>
        <w:t>.1</w:t>
      </w:r>
      <w:r w:rsidR="005F7AC6">
        <w:rPr>
          <w:i/>
          <w:color w:val="auto"/>
        </w:rPr>
        <w:t>, D2 nebo D4</w:t>
      </w:r>
      <w:r>
        <w:rPr>
          <w:i/>
        </w:rPr>
        <w:t>)</w:t>
      </w:r>
    </w:p>
    <w:p w14:paraId="22693B8B" w14:textId="12BCB350" w:rsidR="00BD5B7D" w:rsidRPr="00BD5B7D" w:rsidRDefault="00BD5B7D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</w:rPr>
        <w:t>(bude-li přijat, je pozměňovací návrh B část 2 nehlasovatelný)</w:t>
      </w:r>
      <w:r w:rsidRPr="00BD5B7D">
        <w:rPr>
          <w:i/>
        </w:rPr>
        <w:t xml:space="preserve"> </w:t>
      </w:r>
    </w:p>
    <w:p w14:paraId="3C800A14" w14:textId="6B3CFEBC" w:rsidR="00102702" w:rsidRPr="00BD5B7D" w:rsidRDefault="001027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BD5B7D">
        <w:t xml:space="preserve">B </w:t>
      </w:r>
      <w:r w:rsidR="00E24BEE">
        <w:t xml:space="preserve">část 1 </w:t>
      </w:r>
      <w:r w:rsidR="00BD5B7D">
        <w:rPr>
          <w:color w:val="FF0000"/>
        </w:rPr>
        <w:t xml:space="preserve"> </w:t>
      </w:r>
    </w:p>
    <w:p w14:paraId="3741439C" w14:textId="7B76EE10" w:rsidR="00E24BEE" w:rsidRPr="00E24BEE" w:rsidRDefault="00E24BE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B část 2 </w:t>
      </w:r>
      <w:r>
        <w:rPr>
          <w:i/>
          <w:color w:val="auto"/>
        </w:rPr>
        <w:t xml:space="preserve">(hlasovat pouze nebude-li přijat pozměňovací návrh </w:t>
      </w:r>
      <w:proofErr w:type="gramStart"/>
      <w:r w:rsidR="005F7AC6">
        <w:rPr>
          <w:i/>
          <w:color w:val="auto"/>
        </w:rPr>
        <w:t xml:space="preserve">C1.1 a </w:t>
      </w:r>
      <w:r>
        <w:rPr>
          <w:i/>
          <w:color w:val="auto"/>
        </w:rPr>
        <w:t>K)</w:t>
      </w:r>
      <w:proofErr w:type="gramEnd"/>
    </w:p>
    <w:p w14:paraId="16F01AEB" w14:textId="10077B15" w:rsidR="00102702" w:rsidRPr="00102702" w:rsidRDefault="001027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E24BEE">
        <w:t xml:space="preserve">D3 </w:t>
      </w:r>
      <w:r w:rsidR="00E24BEE">
        <w:rPr>
          <w:i/>
          <w:color w:val="auto"/>
        </w:rPr>
        <w:t xml:space="preserve">(bude-li </w:t>
      </w:r>
      <w:r w:rsidR="005F7AC6">
        <w:rPr>
          <w:i/>
          <w:color w:val="auto"/>
        </w:rPr>
        <w:t>přijat</w:t>
      </w:r>
      <w:r w:rsidR="00E24BEE">
        <w:rPr>
          <w:i/>
          <w:color w:val="auto"/>
        </w:rPr>
        <w:t xml:space="preserve">, jsou </w:t>
      </w:r>
      <w:r w:rsidR="005F7AC6">
        <w:rPr>
          <w:i/>
          <w:color w:val="auto"/>
        </w:rPr>
        <w:t xml:space="preserve">pozměňovací návrhy </w:t>
      </w:r>
      <w:r w:rsidR="00E24BEE">
        <w:rPr>
          <w:i/>
          <w:color w:val="auto"/>
        </w:rPr>
        <w:t>H10, H11 a H12 nehlasovatelné)</w:t>
      </w:r>
    </w:p>
    <w:p w14:paraId="233C8353" w14:textId="49C6450A" w:rsidR="00DE7B9B" w:rsidRPr="00E24BEE" w:rsidRDefault="00DE7B9B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H</w:t>
      </w:r>
      <w:r w:rsidR="00E24BEE">
        <w:t>11</w:t>
      </w:r>
      <w:r w:rsidR="00384AA0">
        <w:t xml:space="preserve"> </w:t>
      </w:r>
      <w:r w:rsidR="00E24BEE">
        <w:rPr>
          <w:i/>
          <w:color w:val="auto"/>
        </w:rPr>
        <w:t xml:space="preserve">(hlasovat pouze nebude-li </w:t>
      </w:r>
      <w:r w:rsidR="005F7AC6">
        <w:rPr>
          <w:i/>
          <w:color w:val="auto"/>
        </w:rPr>
        <w:t>přijat</w:t>
      </w:r>
      <w:r w:rsidR="00E24BEE">
        <w:rPr>
          <w:i/>
          <w:color w:val="auto"/>
        </w:rPr>
        <w:t xml:space="preserve"> pozměňovací návrh D3)</w:t>
      </w:r>
    </w:p>
    <w:p w14:paraId="06997DD3" w14:textId="6367B816" w:rsidR="00E24BEE" w:rsidRPr="00DE7B9B" w:rsidRDefault="00E24BEE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  <w:color w:val="auto"/>
        </w:rPr>
        <w:t>(bude-li přijat, jsou pozměňovací návrhy H10</w:t>
      </w:r>
      <w:r w:rsidR="00601912">
        <w:rPr>
          <w:i/>
          <w:color w:val="auto"/>
        </w:rPr>
        <w:t xml:space="preserve"> </w:t>
      </w:r>
      <w:r>
        <w:rPr>
          <w:i/>
          <w:color w:val="auto"/>
        </w:rPr>
        <w:t>a H12 nehlasovatelné)</w:t>
      </w:r>
    </w:p>
    <w:p w14:paraId="14ED52B9" w14:textId="0026CB0A" w:rsidR="00DE7B9B" w:rsidRPr="00E24BEE" w:rsidRDefault="00DE7B9B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H</w:t>
      </w:r>
      <w:r w:rsidR="00E24BEE">
        <w:t>12</w:t>
      </w:r>
      <w:r w:rsidR="00384AA0">
        <w:t xml:space="preserve"> </w:t>
      </w:r>
      <w:r w:rsidR="00E24BEE">
        <w:rPr>
          <w:i/>
          <w:color w:val="auto"/>
        </w:rPr>
        <w:t xml:space="preserve">(hlasovat pouze nebude-li </w:t>
      </w:r>
      <w:r w:rsidR="005F7AC6">
        <w:rPr>
          <w:i/>
          <w:color w:val="auto"/>
        </w:rPr>
        <w:t>přijat</w:t>
      </w:r>
      <w:r w:rsidR="00E24BEE">
        <w:rPr>
          <w:i/>
          <w:color w:val="auto"/>
        </w:rPr>
        <w:t xml:space="preserve"> pozměňovací návrh H11)</w:t>
      </w:r>
    </w:p>
    <w:p w14:paraId="353C367F" w14:textId="623FD530" w:rsidR="00E24BEE" w:rsidRPr="00DE7B9B" w:rsidRDefault="00E24BEE" w:rsidP="009D2659">
      <w:pPr>
        <w:pStyle w:val="Normlnweb"/>
        <w:widowControl w:val="0"/>
        <w:tabs>
          <w:tab w:val="left" w:pos="1134"/>
        </w:tabs>
        <w:suppressAutoHyphens/>
        <w:spacing w:before="0" w:beforeAutospacing="0" w:line="264" w:lineRule="auto"/>
        <w:ind w:left="1072"/>
        <w:jc w:val="both"/>
        <w:textAlignment w:val="baseline"/>
        <w:rPr>
          <w:i/>
        </w:rPr>
      </w:pPr>
      <w:r>
        <w:rPr>
          <w:i/>
          <w:color w:val="auto"/>
        </w:rPr>
        <w:t>(bude-li přijat, je pozměňovací návrh H10 nehlasovatelný)</w:t>
      </w:r>
    </w:p>
    <w:p w14:paraId="470C55FE" w14:textId="7030F220" w:rsidR="00102702" w:rsidRDefault="00102702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>pozměňovací návrh H</w:t>
      </w:r>
      <w:r w:rsidR="00E24BEE">
        <w:t>10</w:t>
      </w:r>
      <w:r w:rsidR="00525DAE">
        <w:t xml:space="preserve"> </w:t>
      </w:r>
      <w:r w:rsidR="00E24BEE">
        <w:rPr>
          <w:color w:val="FF0000"/>
        </w:rPr>
        <w:t xml:space="preserve"> </w:t>
      </w:r>
      <w:r w:rsidR="00525DAE" w:rsidRPr="00525DAE">
        <w:rPr>
          <w:i/>
        </w:rPr>
        <w:t>(</w:t>
      </w:r>
      <w:r w:rsidR="00E24BEE">
        <w:rPr>
          <w:i/>
        </w:rPr>
        <w:t>hlasovat pouze nebude-li přijat H12</w:t>
      </w:r>
      <w:r w:rsidR="00525DAE">
        <w:rPr>
          <w:i/>
        </w:rPr>
        <w:t>)</w:t>
      </w:r>
    </w:p>
    <w:p w14:paraId="73370A8A" w14:textId="5DC01D0F" w:rsidR="00F95324" w:rsidRPr="00E24BEE" w:rsidRDefault="00525DA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E24BEE">
        <w:t xml:space="preserve">C5 </w:t>
      </w:r>
    </w:p>
    <w:p w14:paraId="5EDBF96E" w14:textId="31346206" w:rsidR="00E24BEE" w:rsidRPr="00E24BEE" w:rsidRDefault="00E24BE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t xml:space="preserve">pozměňovací návrh E </w:t>
      </w:r>
    </w:p>
    <w:p w14:paraId="68ACC3A2" w14:textId="1655CCFD" w:rsidR="00E24BEE" w:rsidRPr="00E24BEE" w:rsidRDefault="00E24BE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F </w:t>
      </w:r>
    </w:p>
    <w:p w14:paraId="2D17E596" w14:textId="603927B2" w:rsidR="00E24BEE" w:rsidRPr="00441CD8" w:rsidRDefault="00E24BEE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>pozměňovací návrh G3</w:t>
      </w:r>
      <w:r w:rsidR="00384AA0">
        <w:rPr>
          <w:color w:val="auto"/>
        </w:rPr>
        <w:t xml:space="preserve"> </w:t>
      </w:r>
    </w:p>
    <w:p w14:paraId="471EB689" w14:textId="2EC542AE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G4 varianta 1 </w:t>
      </w:r>
    </w:p>
    <w:p w14:paraId="0322E623" w14:textId="2D246D1B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G4 varianta 2 </w:t>
      </w:r>
    </w:p>
    <w:p w14:paraId="12A70B9B" w14:textId="461DFE6C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H1 </w:t>
      </w:r>
    </w:p>
    <w:p w14:paraId="7D0246F2" w14:textId="7E99CD10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H5 </w:t>
      </w:r>
      <w:r w:rsidR="005F7AC6">
        <w:rPr>
          <w:i/>
          <w:color w:val="auto"/>
        </w:rPr>
        <w:t>(nehlasovatelné, bude-li přijat pozměňovací návrh C4)</w:t>
      </w:r>
    </w:p>
    <w:p w14:paraId="60658EBD" w14:textId="3E0D24D0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H6 </w:t>
      </w:r>
      <w:r w:rsidR="005F7AC6">
        <w:rPr>
          <w:i/>
          <w:color w:val="auto"/>
        </w:rPr>
        <w:t>(nehlasovatelné, bude-li přijat pozměňovací návrh C4)</w:t>
      </w:r>
    </w:p>
    <w:p w14:paraId="161C574B" w14:textId="6B116803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 xml:space="preserve">pozměňovací návrh I3 </w:t>
      </w:r>
    </w:p>
    <w:p w14:paraId="4F01F972" w14:textId="5C8D9136" w:rsidR="00441CD8" w:rsidRPr="00441CD8" w:rsidRDefault="00441CD8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>
        <w:rPr>
          <w:color w:val="auto"/>
        </w:rPr>
        <w:t>pozměňovací návrh</w:t>
      </w:r>
      <w:r w:rsidR="009F4FB2">
        <w:rPr>
          <w:color w:val="auto"/>
        </w:rPr>
        <w:t xml:space="preserve"> I4</w:t>
      </w:r>
      <w:r>
        <w:rPr>
          <w:color w:val="auto"/>
        </w:rPr>
        <w:t xml:space="preserve"> </w:t>
      </w:r>
    </w:p>
    <w:p w14:paraId="06FAEDE1" w14:textId="5D941F0E" w:rsidR="00EF638C" w:rsidRPr="00751D84" w:rsidRDefault="00EF638C" w:rsidP="009D2659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64" w:lineRule="auto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9D2659">
      <w:pPr>
        <w:pStyle w:val="Odstavecseseznamem"/>
        <w:numPr>
          <w:ilvl w:val="0"/>
          <w:numId w:val="27"/>
        </w:numPr>
        <w:suppressAutoHyphens/>
        <w:spacing w:before="36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79276FE5" w:rsidR="00EF638C" w:rsidRPr="000755EB" w:rsidRDefault="00DA0367" w:rsidP="009D2659">
      <w:pPr>
        <w:suppressAutoHyphens/>
        <w:spacing w:before="360" w:after="120" w:line="264" w:lineRule="auto"/>
        <w:ind w:left="709" w:right="-284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</w:t>
      </w:r>
      <w:r w:rsidR="00AA09A4">
        <w:rPr>
          <w:rFonts w:ascii="Times New Roman" w:hAnsi="Times New Roman"/>
          <w:sz w:val="24"/>
          <w:szCs w:val="24"/>
        </w:rPr>
        <w:t xml:space="preserve">vací návrhy </w:t>
      </w:r>
      <w:r w:rsidR="00441CD8">
        <w:rPr>
          <w:rFonts w:ascii="Times New Roman" w:hAnsi="Times New Roman"/>
          <w:sz w:val="24"/>
          <w:szCs w:val="24"/>
        </w:rPr>
        <w:t>C2</w:t>
      </w:r>
      <w:r w:rsidR="0013678A">
        <w:rPr>
          <w:rFonts w:ascii="Times New Roman" w:hAnsi="Times New Roman"/>
          <w:sz w:val="24"/>
          <w:szCs w:val="24"/>
        </w:rPr>
        <w:tab/>
      </w:r>
      <w:r w:rsidR="00AA09A4">
        <w:rPr>
          <w:rFonts w:ascii="Times New Roman" w:hAnsi="Times New Roman"/>
          <w:sz w:val="24"/>
          <w:szCs w:val="24"/>
        </w:rPr>
        <w:t xml:space="preserve"> </w:t>
      </w:r>
      <w:r w:rsidR="00277D01">
        <w:rPr>
          <w:rFonts w:ascii="Times New Roman" w:hAnsi="Times New Roman"/>
          <w:sz w:val="24"/>
          <w:szCs w:val="24"/>
        </w:rPr>
        <w:tab/>
      </w:r>
      <w:r w:rsidR="001D4A40">
        <w:rPr>
          <w:rFonts w:ascii="Times New Roman" w:hAnsi="Times New Roman"/>
          <w:sz w:val="24"/>
          <w:szCs w:val="24"/>
        </w:rPr>
        <w:tab/>
      </w:r>
      <w:r w:rsidR="0072592C" w:rsidRPr="0072592C">
        <w:rPr>
          <w:rFonts w:ascii="Times New Roman" w:hAnsi="Times New Roman"/>
          <w:b/>
          <w:sz w:val="24"/>
          <w:szCs w:val="24"/>
        </w:rPr>
        <w:t>d</w:t>
      </w:r>
      <w:r w:rsidR="00AA09A4">
        <w:rPr>
          <w:rFonts w:ascii="Times New Roman" w:hAnsi="Times New Roman"/>
          <w:b/>
          <w:sz w:val="24"/>
          <w:szCs w:val="24"/>
        </w:rPr>
        <w:t>oporučuje</w:t>
      </w:r>
      <w:r w:rsidR="00EF638C">
        <w:rPr>
          <w:rFonts w:ascii="Times New Roman" w:hAnsi="Times New Roman"/>
          <w:b/>
          <w:sz w:val="24"/>
          <w:szCs w:val="24"/>
        </w:rPr>
        <w:t xml:space="preserve"> </w:t>
      </w:r>
    </w:p>
    <w:p w14:paraId="2BFFF372" w14:textId="3EE17F2D" w:rsidR="00EF638C" w:rsidRDefault="00DA0367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13678A">
        <w:rPr>
          <w:rFonts w:ascii="Times New Roman" w:hAnsi="Times New Roman"/>
          <w:sz w:val="24"/>
          <w:szCs w:val="24"/>
        </w:rPr>
        <w:t>y</w:t>
      </w:r>
      <w:r w:rsidRPr="00DA0367">
        <w:rPr>
          <w:rFonts w:ascii="Times New Roman" w:hAnsi="Times New Roman"/>
          <w:sz w:val="24"/>
          <w:szCs w:val="24"/>
        </w:rPr>
        <w:t xml:space="preserve"> A</w:t>
      </w:r>
      <w:r w:rsidR="00441CD8">
        <w:rPr>
          <w:rFonts w:ascii="Times New Roman" w:hAnsi="Times New Roman"/>
          <w:sz w:val="24"/>
          <w:szCs w:val="24"/>
        </w:rPr>
        <w:t>101</w:t>
      </w:r>
      <w:r w:rsidR="00441CD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152B2FAA" w14:textId="7B9C980C" w:rsidR="00DA0367" w:rsidRDefault="00DA0367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C4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5570D687" w14:textId="69020D1F" w:rsidR="001D4A40" w:rsidRDefault="001D4A40" w:rsidP="009D2659">
      <w:pPr>
        <w:suppressAutoHyphens/>
        <w:spacing w:before="120" w:after="120" w:line="264" w:lineRule="auto"/>
        <w:ind w:left="4536" w:right="-284" w:hanging="3827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A55, A57, A58, A59, H5 a H6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ab/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5EC46877" w14:textId="243DD212" w:rsidR="001D4A40" w:rsidRDefault="001D4A40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H4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446D9CE0" w14:textId="7A6EDB75" w:rsidR="001D4A40" w:rsidRDefault="001D4A40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13678A">
        <w:rPr>
          <w:rFonts w:ascii="Times New Roman" w:hAnsi="Times New Roman"/>
          <w:sz w:val="24"/>
          <w:szCs w:val="24"/>
        </w:rPr>
        <w:t>A</w:t>
      </w:r>
      <w:r w:rsidR="00441CD8">
        <w:rPr>
          <w:rFonts w:ascii="Times New Roman" w:hAnsi="Times New Roman"/>
          <w:sz w:val="24"/>
          <w:szCs w:val="24"/>
        </w:rPr>
        <w:t>52 a A53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169FA49C" w14:textId="3C1D0CE9" w:rsidR="001D4A40" w:rsidRDefault="001D4A40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>pozměňovací návrh</w:t>
      </w:r>
      <w:r w:rsidR="0013678A">
        <w:rPr>
          <w:rFonts w:ascii="Times New Roman" w:hAnsi="Times New Roman"/>
          <w:sz w:val="24"/>
          <w:szCs w:val="24"/>
        </w:rPr>
        <w:t>y</w:t>
      </w:r>
      <w:r w:rsidRPr="001D4A40">
        <w:rPr>
          <w:rFonts w:ascii="Times New Roman" w:hAnsi="Times New Roman"/>
          <w:sz w:val="24"/>
          <w:szCs w:val="24"/>
        </w:rPr>
        <w:t xml:space="preserve"> </w:t>
      </w:r>
      <w:r w:rsidR="00441CD8">
        <w:rPr>
          <w:rFonts w:ascii="Times New Roman" w:hAnsi="Times New Roman"/>
          <w:sz w:val="24"/>
          <w:szCs w:val="24"/>
        </w:rPr>
        <w:t>H7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F4FB2">
        <w:rPr>
          <w:rFonts w:ascii="Times New Roman" w:hAnsi="Times New Roman"/>
          <w:b/>
          <w:sz w:val="24"/>
          <w:szCs w:val="24"/>
        </w:rPr>
        <w:tab/>
        <w:t>d</w:t>
      </w:r>
      <w:r w:rsidR="00441CD8">
        <w:rPr>
          <w:rFonts w:ascii="Times New Roman" w:hAnsi="Times New Roman"/>
          <w:b/>
          <w:sz w:val="24"/>
          <w:szCs w:val="24"/>
        </w:rPr>
        <w:t>oporučuje</w:t>
      </w:r>
    </w:p>
    <w:p w14:paraId="29483C84" w14:textId="0EBA8870" w:rsidR="0013678A" w:rsidRDefault="0013678A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CEDFF86" w14:textId="792DCD37" w:rsidR="0013678A" w:rsidRDefault="0013678A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H8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3B401D4" w14:textId="24A68BB2" w:rsidR="0013678A" w:rsidRDefault="0013678A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240101B2" w14:textId="695D49E4" w:rsidR="006969F6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H9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2592C">
        <w:rPr>
          <w:rFonts w:ascii="Times New Roman" w:hAnsi="Times New Roman"/>
          <w:b/>
          <w:sz w:val="24"/>
          <w:szCs w:val="24"/>
        </w:rPr>
        <w:t>n</w:t>
      </w:r>
      <w:r w:rsidR="00441CD8">
        <w:rPr>
          <w:rFonts w:ascii="Times New Roman" w:hAnsi="Times New Roman"/>
          <w:b/>
          <w:sz w:val="24"/>
          <w:szCs w:val="24"/>
        </w:rPr>
        <w:t>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07CC2D6" w14:textId="1F9C3F14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A66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5295BF14" w14:textId="68504151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I2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  <w:r w:rsidR="000852C8">
        <w:rPr>
          <w:rFonts w:ascii="Times New Roman" w:hAnsi="Times New Roman"/>
          <w:b/>
          <w:sz w:val="24"/>
          <w:szCs w:val="24"/>
        </w:rPr>
        <w:t xml:space="preserve"> </w:t>
      </w:r>
    </w:p>
    <w:p w14:paraId="32F48E95" w14:textId="299C7FC7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A100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2E75AA4E" w14:textId="454E5A38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43B7CA8A" w14:textId="61AAFDBA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3D3B05F" w14:textId="0D6EE483" w:rsidR="00441CD8" w:rsidRPr="000852C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>A72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 w:rsidRPr="00384AA0">
        <w:rPr>
          <w:rFonts w:ascii="Times New Roman" w:hAnsi="Times New Roman"/>
          <w:b/>
          <w:sz w:val="24"/>
          <w:szCs w:val="24"/>
        </w:rPr>
        <w:t>doporučuje</w:t>
      </w:r>
    </w:p>
    <w:p w14:paraId="46F9D80F" w14:textId="6D63EBD4" w:rsidR="000852C8" w:rsidRPr="00384AA0" w:rsidRDefault="000852C8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384AA0">
        <w:rPr>
          <w:rFonts w:ascii="Times New Roman" w:hAnsi="Times New Roman"/>
          <w:sz w:val="24"/>
          <w:szCs w:val="24"/>
        </w:rPr>
        <w:t>pozměňovací návrh A71</w:t>
      </w:r>
      <w:r w:rsidRPr="00384AA0">
        <w:rPr>
          <w:rFonts w:ascii="Times New Roman" w:hAnsi="Times New Roman"/>
          <w:b/>
          <w:sz w:val="24"/>
          <w:szCs w:val="24"/>
        </w:rPr>
        <w:tab/>
      </w:r>
      <w:r w:rsidRPr="00384AA0">
        <w:rPr>
          <w:rFonts w:ascii="Times New Roman" w:hAnsi="Times New Roman"/>
          <w:b/>
          <w:sz w:val="24"/>
          <w:szCs w:val="24"/>
        </w:rPr>
        <w:tab/>
      </w:r>
      <w:r w:rsidRPr="00384AA0">
        <w:rPr>
          <w:rFonts w:ascii="Times New Roman" w:hAnsi="Times New Roman"/>
          <w:b/>
          <w:sz w:val="24"/>
          <w:szCs w:val="24"/>
        </w:rPr>
        <w:tab/>
        <w:t>nedoporučuje</w:t>
      </w:r>
    </w:p>
    <w:p w14:paraId="1878B8E9" w14:textId="2BC5B12F" w:rsidR="000852C8" w:rsidRPr="00384AA0" w:rsidRDefault="000852C8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384AA0">
        <w:rPr>
          <w:rFonts w:ascii="Times New Roman" w:hAnsi="Times New Roman"/>
          <w:sz w:val="24"/>
          <w:szCs w:val="24"/>
        </w:rPr>
        <w:t>pozměňovací návrh A96</w:t>
      </w:r>
      <w:r w:rsidRPr="00384AA0">
        <w:rPr>
          <w:rFonts w:ascii="Times New Roman" w:hAnsi="Times New Roman"/>
          <w:sz w:val="24"/>
          <w:szCs w:val="24"/>
        </w:rPr>
        <w:tab/>
      </w:r>
      <w:r w:rsidRPr="00384AA0">
        <w:rPr>
          <w:rFonts w:ascii="Times New Roman" w:hAnsi="Times New Roman"/>
          <w:b/>
          <w:sz w:val="24"/>
          <w:szCs w:val="24"/>
        </w:rPr>
        <w:tab/>
      </w:r>
      <w:r w:rsidRPr="00384AA0">
        <w:rPr>
          <w:rFonts w:ascii="Times New Roman" w:hAnsi="Times New Roman"/>
          <w:b/>
          <w:sz w:val="24"/>
          <w:szCs w:val="24"/>
        </w:rPr>
        <w:tab/>
        <w:t>doporučuje</w:t>
      </w:r>
    </w:p>
    <w:p w14:paraId="6F7ECC34" w14:textId="5FA8F82A" w:rsidR="00441CD8" w:rsidRPr="000852C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0852C8">
        <w:rPr>
          <w:rFonts w:ascii="Times New Roman" w:hAnsi="Times New Roman"/>
          <w:sz w:val="24"/>
          <w:szCs w:val="24"/>
        </w:rPr>
        <w:t xml:space="preserve">pozměňovací návrh </w:t>
      </w:r>
      <w:r w:rsidR="00441CD8" w:rsidRPr="000852C8">
        <w:rPr>
          <w:rFonts w:ascii="Times New Roman" w:hAnsi="Times New Roman"/>
          <w:sz w:val="24"/>
          <w:szCs w:val="24"/>
        </w:rPr>
        <w:t>A95</w:t>
      </w:r>
      <w:r w:rsidRPr="000852C8">
        <w:rPr>
          <w:rFonts w:ascii="Times New Roman" w:hAnsi="Times New Roman"/>
          <w:sz w:val="24"/>
          <w:szCs w:val="24"/>
        </w:rPr>
        <w:tab/>
      </w:r>
      <w:r w:rsidRPr="000852C8">
        <w:rPr>
          <w:rFonts w:ascii="Times New Roman" w:hAnsi="Times New Roman"/>
          <w:b/>
          <w:sz w:val="24"/>
          <w:szCs w:val="24"/>
        </w:rPr>
        <w:tab/>
      </w:r>
      <w:r w:rsidRPr="000852C8">
        <w:rPr>
          <w:rFonts w:ascii="Times New Roman" w:hAnsi="Times New Roman"/>
          <w:b/>
          <w:sz w:val="24"/>
          <w:szCs w:val="24"/>
        </w:rPr>
        <w:tab/>
      </w:r>
      <w:r w:rsidR="00441CD8" w:rsidRPr="000852C8">
        <w:rPr>
          <w:rFonts w:ascii="Times New Roman" w:hAnsi="Times New Roman"/>
          <w:b/>
          <w:sz w:val="24"/>
          <w:szCs w:val="24"/>
        </w:rPr>
        <w:t>nedoporučuje</w:t>
      </w:r>
    </w:p>
    <w:p w14:paraId="5F5DFE55" w14:textId="65070419" w:rsidR="00441CD8" w:rsidRDefault="006969F6" w:rsidP="009D2659">
      <w:pPr>
        <w:suppressAutoHyphens/>
        <w:spacing w:before="120" w:after="120" w:line="264" w:lineRule="auto"/>
        <w:ind w:left="2268" w:right="-284" w:hanging="155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441CD8">
        <w:rPr>
          <w:rFonts w:ascii="Times New Roman" w:hAnsi="Times New Roman"/>
          <w:sz w:val="24"/>
          <w:szCs w:val="24"/>
        </w:rPr>
        <w:t xml:space="preserve">A3 až A13, A16 až A51, </w:t>
      </w:r>
      <w:r w:rsidR="00F7223A">
        <w:rPr>
          <w:rFonts w:ascii="Times New Roman" w:hAnsi="Times New Roman"/>
          <w:sz w:val="24"/>
          <w:szCs w:val="24"/>
        </w:rPr>
        <w:t xml:space="preserve">A54, A56, </w:t>
      </w:r>
      <w:r w:rsidR="00441CD8">
        <w:rPr>
          <w:rFonts w:ascii="Times New Roman" w:hAnsi="Times New Roman"/>
          <w:sz w:val="24"/>
          <w:szCs w:val="24"/>
        </w:rPr>
        <w:t>A60 až A65, A67 až A70, A73 až A94</w:t>
      </w:r>
      <w:r w:rsidR="00F7223A">
        <w:rPr>
          <w:rFonts w:ascii="Times New Roman" w:hAnsi="Times New Roman"/>
          <w:sz w:val="24"/>
          <w:szCs w:val="24"/>
        </w:rPr>
        <w:t xml:space="preserve"> </w:t>
      </w:r>
      <w:r w:rsidR="00441CD8">
        <w:rPr>
          <w:rFonts w:ascii="Times New Roman" w:hAnsi="Times New Roman"/>
          <w:sz w:val="24"/>
          <w:szCs w:val="24"/>
        </w:rPr>
        <w:t>a</w:t>
      </w:r>
      <w:r w:rsidR="00F7223A">
        <w:rPr>
          <w:rFonts w:ascii="Times New Roman" w:hAnsi="Times New Roman"/>
          <w:sz w:val="24"/>
          <w:szCs w:val="24"/>
        </w:rPr>
        <w:t xml:space="preserve"> </w:t>
      </w:r>
      <w:r w:rsidR="00441CD8">
        <w:rPr>
          <w:rFonts w:ascii="Times New Roman" w:hAnsi="Times New Roman"/>
          <w:sz w:val="24"/>
          <w:szCs w:val="24"/>
        </w:rPr>
        <w:t>A97 až A99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07B6C8C3" w14:textId="6EF4D60C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I1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67E6175C" w14:textId="2A13EF29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J1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0852C8">
        <w:rPr>
          <w:rFonts w:ascii="Times New Roman" w:hAnsi="Times New Roman"/>
          <w:b/>
          <w:sz w:val="24"/>
          <w:szCs w:val="24"/>
        </w:rPr>
        <w:t>doporučuje</w:t>
      </w:r>
    </w:p>
    <w:p w14:paraId="045119BD" w14:textId="03C67198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C</w:t>
      </w:r>
      <w:r w:rsidR="009F4FB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7AA5A361" w14:textId="7860EFE9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D4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</w:p>
    <w:p w14:paraId="3C8244AE" w14:textId="151211ED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J2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265E499E" w14:textId="7F7AE53E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9F4FB2">
        <w:rPr>
          <w:rFonts w:ascii="Times New Roman" w:hAnsi="Times New Roman"/>
          <w:sz w:val="24"/>
          <w:szCs w:val="24"/>
        </w:rPr>
        <w:t>C1.1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14:paraId="12DBF9AB" w14:textId="7AA66248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255AA257" w14:textId="2FB77842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H2.2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6670964B" w14:textId="2AA79432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G2.1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50ED00D6" w14:textId="510DA140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H3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272F5307" w14:textId="2149BAF2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G1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1F9BC735" w14:textId="3FE7E891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9F4FB2">
        <w:rPr>
          <w:rFonts w:ascii="Times New Roman" w:hAnsi="Times New Roman"/>
          <w:sz w:val="24"/>
          <w:szCs w:val="24"/>
        </w:rPr>
        <w:t>D1.1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AE76E1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14:paraId="526DBA3D" w14:textId="176A2F9F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K</w:t>
      </w:r>
      <w:r w:rsidR="009806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  <w:r w:rsidR="00681249">
        <w:rPr>
          <w:rFonts w:ascii="Times New Roman" w:hAnsi="Times New Roman"/>
          <w:b/>
          <w:sz w:val="24"/>
          <w:szCs w:val="24"/>
        </w:rPr>
        <w:t xml:space="preserve"> </w:t>
      </w:r>
    </w:p>
    <w:p w14:paraId="35232E17" w14:textId="6C3E5837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B část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5AD7F822" w14:textId="220D7D4D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B část 2</w:t>
      </w:r>
      <w:r w:rsidR="009F4F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6ABE2DFC" w14:textId="0B9FA6A7" w:rsidR="00441CD8" w:rsidRPr="00384AA0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D3</w:t>
      </w:r>
      <w:r w:rsidR="009F4F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 w:rsidRPr="00384AA0">
        <w:rPr>
          <w:rFonts w:ascii="Times New Roman" w:hAnsi="Times New Roman"/>
          <w:b/>
          <w:sz w:val="24"/>
          <w:szCs w:val="24"/>
        </w:rPr>
        <w:t>doporučuje</w:t>
      </w:r>
    </w:p>
    <w:p w14:paraId="4C3124CA" w14:textId="0A7F2E56" w:rsidR="00441CD8" w:rsidRPr="00384AA0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384AA0">
        <w:rPr>
          <w:rFonts w:ascii="Times New Roman" w:hAnsi="Times New Roman"/>
          <w:sz w:val="24"/>
          <w:szCs w:val="24"/>
        </w:rPr>
        <w:t xml:space="preserve">pozměňovací návrh </w:t>
      </w:r>
      <w:r w:rsidR="009F4FB2" w:rsidRPr="00384AA0">
        <w:rPr>
          <w:rFonts w:ascii="Times New Roman" w:hAnsi="Times New Roman"/>
          <w:sz w:val="24"/>
          <w:szCs w:val="24"/>
        </w:rPr>
        <w:t>H11</w:t>
      </w:r>
      <w:r w:rsidR="009F4FB2" w:rsidRPr="00384AA0">
        <w:rPr>
          <w:rFonts w:ascii="Times New Roman" w:hAnsi="Times New Roman"/>
          <w:sz w:val="24"/>
          <w:szCs w:val="24"/>
        </w:rPr>
        <w:tab/>
      </w:r>
      <w:r w:rsidRPr="00384AA0">
        <w:rPr>
          <w:rFonts w:ascii="Times New Roman" w:hAnsi="Times New Roman"/>
          <w:b/>
          <w:sz w:val="24"/>
          <w:szCs w:val="24"/>
        </w:rPr>
        <w:tab/>
      </w:r>
      <w:r w:rsidRPr="00384AA0">
        <w:rPr>
          <w:rFonts w:ascii="Times New Roman" w:hAnsi="Times New Roman"/>
          <w:b/>
          <w:sz w:val="24"/>
          <w:szCs w:val="24"/>
        </w:rPr>
        <w:tab/>
      </w:r>
      <w:r w:rsidR="00441CD8" w:rsidRPr="00384AA0">
        <w:rPr>
          <w:rFonts w:ascii="Times New Roman" w:hAnsi="Times New Roman"/>
          <w:b/>
          <w:sz w:val="24"/>
          <w:szCs w:val="24"/>
        </w:rPr>
        <w:t>doporučuje</w:t>
      </w:r>
    </w:p>
    <w:p w14:paraId="54CDF709" w14:textId="3EBE8BA9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H12</w:t>
      </w:r>
      <w:r w:rsidR="009F4F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bez stanoviska</w:t>
      </w:r>
    </w:p>
    <w:p w14:paraId="7AAF24E4" w14:textId="6F3CFE8B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H10</w:t>
      </w:r>
      <w:r w:rsidR="009F4F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62DBB5CF" w14:textId="204EEA7D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C5</w:t>
      </w:r>
      <w:r w:rsidR="009F4F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5DE97265" w14:textId="61EBBAE2" w:rsidR="00441CD8" w:rsidRDefault="006969F6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 w:rsidR="009F4FB2">
        <w:rPr>
          <w:rFonts w:ascii="Times New Roman" w:hAnsi="Times New Roman"/>
          <w:sz w:val="24"/>
          <w:szCs w:val="24"/>
        </w:rPr>
        <w:t>E</w:t>
      </w:r>
      <w:r w:rsidR="009F4FB2">
        <w:rPr>
          <w:rFonts w:ascii="Times New Roman" w:hAnsi="Times New Roman"/>
          <w:sz w:val="24"/>
          <w:szCs w:val="24"/>
        </w:rPr>
        <w:tab/>
      </w:r>
      <w:r w:rsidR="009F4F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ne</w:t>
      </w:r>
      <w:r w:rsidR="00441CD8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1D99EE0A" w14:textId="42479201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D2659">
        <w:rPr>
          <w:rFonts w:ascii="Times New Roman" w:hAnsi="Times New Roman"/>
          <w:b/>
          <w:sz w:val="24"/>
          <w:szCs w:val="24"/>
        </w:rPr>
        <w:t>doporučuje</w:t>
      </w:r>
    </w:p>
    <w:p w14:paraId="165405A2" w14:textId="1D038B15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G3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bez stanoviska</w:t>
      </w:r>
    </w:p>
    <w:p w14:paraId="42B5D6B5" w14:textId="4499BF0A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G4 varianta 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B09CC47" w14:textId="0A7C065E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G4 varianta 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96D1B62" w14:textId="0577F859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H1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4AC0A6F6" w14:textId="19DBE051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H5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23BF727" w14:textId="07CA758F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H6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420EC73" w14:textId="0BCD0B52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I3</w:t>
      </w:r>
      <w:r>
        <w:rPr>
          <w:rFonts w:ascii="Times New Roman" w:hAnsi="Times New Roman"/>
          <w:sz w:val="24"/>
          <w:szCs w:val="24"/>
        </w:rPr>
        <w:tab/>
      </w:r>
      <w:r w:rsidR="009D2659">
        <w:rPr>
          <w:rFonts w:ascii="Times New Roman" w:hAnsi="Times New Roman"/>
          <w:b/>
          <w:sz w:val="24"/>
          <w:szCs w:val="24"/>
        </w:rPr>
        <w:tab/>
      </w:r>
      <w:r w:rsidR="009D26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76339DE" w14:textId="3BB2C941" w:rsidR="009F4FB2" w:rsidRDefault="009F4FB2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I4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</w:t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26472BA" w14:textId="6BBD3E5E" w:rsidR="001D4A40" w:rsidRPr="00441CD8" w:rsidRDefault="001D4A40" w:rsidP="009D2659">
      <w:pPr>
        <w:suppressAutoHyphens/>
        <w:spacing w:before="120" w:after="120" w:line="264" w:lineRule="auto"/>
        <w:ind w:right="-284" w:firstLine="709"/>
        <w:jc w:val="both"/>
        <w:rPr>
          <w:rFonts w:ascii="Times New Roman" w:hAnsi="Times New Roman"/>
          <w:b/>
          <w:sz w:val="24"/>
          <w:szCs w:val="24"/>
        </w:rPr>
      </w:pPr>
      <w:r w:rsidRPr="001D4A40"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1CD8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>;</w:t>
      </w:r>
    </w:p>
    <w:p w14:paraId="05C31701" w14:textId="42954877" w:rsidR="00EF638C" w:rsidRPr="00C03BB5" w:rsidRDefault="00EF638C" w:rsidP="009D2659">
      <w:pPr>
        <w:pStyle w:val="Odstavecseseznamem"/>
        <w:numPr>
          <w:ilvl w:val="0"/>
          <w:numId w:val="29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1D4A40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28563E82" w14:textId="48635455" w:rsidR="00EF638C" w:rsidRDefault="00EF638C" w:rsidP="009D2659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1D4A40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0FA8BD19" w14:textId="77777777" w:rsidR="00EF638C" w:rsidRDefault="00EF638C" w:rsidP="009D2659">
      <w:pPr>
        <w:pStyle w:val="PStextHV"/>
        <w:numPr>
          <w:ilvl w:val="0"/>
          <w:numId w:val="30"/>
        </w:numPr>
        <w:spacing w:after="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14:paraId="576B2094" w14:textId="00C485BE" w:rsidR="00C3035B" w:rsidRPr="00524661" w:rsidRDefault="00744C47" w:rsidP="00E63FB5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D2948">
        <w:rPr>
          <w:rFonts w:ascii="Times New Roman" w:hAnsi="Times New Roman"/>
          <w:sz w:val="24"/>
          <w:szCs w:val="24"/>
          <w:lang w:eastAsia="cs-CZ"/>
        </w:rPr>
        <w:t>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5761F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33364F04"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36479D3" w14:textId="3FC2BAFE"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10A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1"/>
  </w:num>
  <w:num w:numId="25">
    <w:abstractNumId w:val="30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79AC"/>
    <w:rsid w:val="00030B45"/>
    <w:rsid w:val="00036756"/>
    <w:rsid w:val="00050A87"/>
    <w:rsid w:val="00056E19"/>
    <w:rsid w:val="00060BDA"/>
    <w:rsid w:val="00082C1B"/>
    <w:rsid w:val="000852C8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02702"/>
    <w:rsid w:val="0013678A"/>
    <w:rsid w:val="00141E53"/>
    <w:rsid w:val="00163480"/>
    <w:rsid w:val="001D31DB"/>
    <w:rsid w:val="001D480E"/>
    <w:rsid w:val="001D4A40"/>
    <w:rsid w:val="001D62A9"/>
    <w:rsid w:val="001E2E72"/>
    <w:rsid w:val="00216D4E"/>
    <w:rsid w:val="002214A3"/>
    <w:rsid w:val="00234536"/>
    <w:rsid w:val="00277D01"/>
    <w:rsid w:val="002C4630"/>
    <w:rsid w:val="002C5CAA"/>
    <w:rsid w:val="002F496A"/>
    <w:rsid w:val="00323B6C"/>
    <w:rsid w:val="00323DBF"/>
    <w:rsid w:val="00384AA0"/>
    <w:rsid w:val="0039412C"/>
    <w:rsid w:val="003B0BAF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1CD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25DAE"/>
    <w:rsid w:val="0055761F"/>
    <w:rsid w:val="005A6FA8"/>
    <w:rsid w:val="005F7AC6"/>
    <w:rsid w:val="00601912"/>
    <w:rsid w:val="00616FD9"/>
    <w:rsid w:val="006571DB"/>
    <w:rsid w:val="00681249"/>
    <w:rsid w:val="006817ED"/>
    <w:rsid w:val="00681EC1"/>
    <w:rsid w:val="006837D1"/>
    <w:rsid w:val="00683981"/>
    <w:rsid w:val="00684000"/>
    <w:rsid w:val="006877A6"/>
    <w:rsid w:val="006933ED"/>
    <w:rsid w:val="006964AB"/>
    <w:rsid w:val="006969F6"/>
    <w:rsid w:val="006B2EE6"/>
    <w:rsid w:val="006C62FB"/>
    <w:rsid w:val="006C7E89"/>
    <w:rsid w:val="006D02C4"/>
    <w:rsid w:val="006E41C4"/>
    <w:rsid w:val="006E430E"/>
    <w:rsid w:val="006F5BB3"/>
    <w:rsid w:val="0070406A"/>
    <w:rsid w:val="00704CD8"/>
    <w:rsid w:val="007169B9"/>
    <w:rsid w:val="0072592C"/>
    <w:rsid w:val="00744C47"/>
    <w:rsid w:val="00751D84"/>
    <w:rsid w:val="0077108E"/>
    <w:rsid w:val="00771BFD"/>
    <w:rsid w:val="00782325"/>
    <w:rsid w:val="007958F9"/>
    <w:rsid w:val="00797D48"/>
    <w:rsid w:val="007A07F2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26DBC"/>
    <w:rsid w:val="00940C0E"/>
    <w:rsid w:val="00940FE6"/>
    <w:rsid w:val="009479DC"/>
    <w:rsid w:val="00947E3F"/>
    <w:rsid w:val="009543BC"/>
    <w:rsid w:val="009649C6"/>
    <w:rsid w:val="0098067D"/>
    <w:rsid w:val="00993ADE"/>
    <w:rsid w:val="00996EF7"/>
    <w:rsid w:val="009B1740"/>
    <w:rsid w:val="009C00F0"/>
    <w:rsid w:val="009D160F"/>
    <w:rsid w:val="009D2659"/>
    <w:rsid w:val="009D3FBD"/>
    <w:rsid w:val="009F4FB2"/>
    <w:rsid w:val="009F6EBA"/>
    <w:rsid w:val="00A0557D"/>
    <w:rsid w:val="00A371B0"/>
    <w:rsid w:val="00A47BEA"/>
    <w:rsid w:val="00A640F6"/>
    <w:rsid w:val="00A64721"/>
    <w:rsid w:val="00A84635"/>
    <w:rsid w:val="00AA09A4"/>
    <w:rsid w:val="00AA1BEC"/>
    <w:rsid w:val="00AB30C2"/>
    <w:rsid w:val="00AD6905"/>
    <w:rsid w:val="00AE23C4"/>
    <w:rsid w:val="00AE76E1"/>
    <w:rsid w:val="00AF156A"/>
    <w:rsid w:val="00B04998"/>
    <w:rsid w:val="00B17153"/>
    <w:rsid w:val="00B21021"/>
    <w:rsid w:val="00B35523"/>
    <w:rsid w:val="00B4048B"/>
    <w:rsid w:val="00B611EE"/>
    <w:rsid w:val="00B70335"/>
    <w:rsid w:val="00B823B4"/>
    <w:rsid w:val="00B85113"/>
    <w:rsid w:val="00BC3022"/>
    <w:rsid w:val="00BD2948"/>
    <w:rsid w:val="00BD5B7D"/>
    <w:rsid w:val="00BE35FA"/>
    <w:rsid w:val="00BF61D7"/>
    <w:rsid w:val="00BF65D9"/>
    <w:rsid w:val="00C06E69"/>
    <w:rsid w:val="00C150FE"/>
    <w:rsid w:val="00C23D8E"/>
    <w:rsid w:val="00C3035B"/>
    <w:rsid w:val="00C306B9"/>
    <w:rsid w:val="00C30EC0"/>
    <w:rsid w:val="00C462C8"/>
    <w:rsid w:val="00C54849"/>
    <w:rsid w:val="00C60195"/>
    <w:rsid w:val="00C67A97"/>
    <w:rsid w:val="00C71EC0"/>
    <w:rsid w:val="00C907C5"/>
    <w:rsid w:val="00C92E3F"/>
    <w:rsid w:val="00C97BAC"/>
    <w:rsid w:val="00CB4AA3"/>
    <w:rsid w:val="00CB5879"/>
    <w:rsid w:val="00D16CDC"/>
    <w:rsid w:val="00D300A9"/>
    <w:rsid w:val="00D42F9F"/>
    <w:rsid w:val="00D60BAC"/>
    <w:rsid w:val="00D70B05"/>
    <w:rsid w:val="00D75F23"/>
    <w:rsid w:val="00D87B3C"/>
    <w:rsid w:val="00DA0367"/>
    <w:rsid w:val="00DA1A01"/>
    <w:rsid w:val="00DE7B9B"/>
    <w:rsid w:val="00DF7720"/>
    <w:rsid w:val="00E22264"/>
    <w:rsid w:val="00E24BEE"/>
    <w:rsid w:val="00E31117"/>
    <w:rsid w:val="00E31D3B"/>
    <w:rsid w:val="00E50212"/>
    <w:rsid w:val="00E63FB5"/>
    <w:rsid w:val="00E71B02"/>
    <w:rsid w:val="00E73024"/>
    <w:rsid w:val="00E83F84"/>
    <w:rsid w:val="00EA0554"/>
    <w:rsid w:val="00EA70E0"/>
    <w:rsid w:val="00EB2343"/>
    <w:rsid w:val="00EE0020"/>
    <w:rsid w:val="00EE2C12"/>
    <w:rsid w:val="00EE7105"/>
    <w:rsid w:val="00EF638C"/>
    <w:rsid w:val="00EF6829"/>
    <w:rsid w:val="00F061AC"/>
    <w:rsid w:val="00F25F63"/>
    <w:rsid w:val="00F278ED"/>
    <w:rsid w:val="00F43A5F"/>
    <w:rsid w:val="00F55AFD"/>
    <w:rsid w:val="00F6673C"/>
    <w:rsid w:val="00F67053"/>
    <w:rsid w:val="00F7223A"/>
    <w:rsid w:val="00F95324"/>
    <w:rsid w:val="00FA2792"/>
    <w:rsid w:val="00FA4D43"/>
    <w:rsid w:val="00FC2BE0"/>
    <w:rsid w:val="00FD5EF2"/>
    <w:rsid w:val="00FE39E0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AA09A4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26B41-3B53-40F3-ADED-7087D0C0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354</TotalTime>
  <Pages>5</Pages>
  <Words>1144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15</cp:revision>
  <cp:lastPrinted>2021-06-14T10:32:00Z</cp:lastPrinted>
  <dcterms:created xsi:type="dcterms:W3CDTF">2021-05-26T09:32:00Z</dcterms:created>
  <dcterms:modified xsi:type="dcterms:W3CDTF">2021-06-14T10:37:00Z</dcterms:modified>
</cp:coreProperties>
</file>