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7286F" w14:textId="77777777" w:rsidR="003C0684" w:rsidRDefault="003C0684" w:rsidP="00684000">
      <w:pPr>
        <w:pStyle w:val="PShlavika1"/>
        <w:spacing w:line="240" w:lineRule="auto"/>
      </w:pPr>
    </w:p>
    <w:p w14:paraId="29680719" w14:textId="6EE06F35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16E50534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6B055B6D" w14:textId="77777777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</w:t>
      </w:r>
      <w:r w:rsidR="00DF7720">
        <w:t>1</w:t>
      </w:r>
    </w:p>
    <w:p w14:paraId="47916600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3002DC27" w14:textId="6F8AA02A" w:rsidR="003E1216" w:rsidRPr="00C907C5" w:rsidRDefault="00402AA7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397</w:t>
      </w:r>
    </w:p>
    <w:p w14:paraId="78C488F3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26C6C8BE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330FDB3E" w14:textId="1C1E36D4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DF7720">
        <w:t>5</w:t>
      </w:r>
      <w:r w:rsidR="00AA09A4">
        <w:t>8</w:t>
      </w:r>
      <w:r w:rsidR="00C907C5">
        <w:t>. schůze</w:t>
      </w:r>
    </w:p>
    <w:p w14:paraId="025AB889" w14:textId="7EDB420E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7155B">
        <w:rPr>
          <w:bCs/>
          <w:iCs/>
        </w:rPr>
        <w:t>10</w:t>
      </w:r>
      <w:r>
        <w:rPr>
          <w:bCs/>
          <w:iCs/>
        </w:rPr>
        <w:t xml:space="preserve">. </w:t>
      </w:r>
      <w:r w:rsidR="00AA09A4">
        <w:rPr>
          <w:bCs/>
          <w:iCs/>
        </w:rPr>
        <w:t>červ</w:t>
      </w:r>
      <w:r w:rsidR="00DF7720">
        <w:rPr>
          <w:bCs/>
          <w:iCs/>
        </w:rPr>
        <w:t>na</w:t>
      </w:r>
      <w:r>
        <w:rPr>
          <w:bCs/>
          <w:iCs/>
        </w:rPr>
        <w:t xml:space="preserve"> </w:t>
      </w:r>
      <w:r w:rsidR="00EF638C">
        <w:rPr>
          <w:bCs/>
          <w:iCs/>
        </w:rPr>
        <w:t>202</w:t>
      </w:r>
      <w:r w:rsidR="00DF7720">
        <w:rPr>
          <w:bCs/>
          <w:iCs/>
        </w:rPr>
        <w:t>1</w:t>
      </w:r>
    </w:p>
    <w:p w14:paraId="74834C7C" w14:textId="108CD545" w:rsidR="00AA09A4" w:rsidRDefault="00A84635" w:rsidP="00AA09A4">
      <w:pPr>
        <w:pStyle w:val="slovanseznam"/>
        <w:pBdr>
          <w:bottom w:val="single" w:sz="4" w:space="1" w:color="auto"/>
        </w:pBdr>
        <w:tabs>
          <w:tab w:val="clear" w:pos="360"/>
        </w:tabs>
        <w:spacing w:before="600"/>
        <w:ind w:left="0" w:firstLine="0"/>
        <w:contextualSpacing w:val="0"/>
        <w:jc w:val="center"/>
        <w:rPr>
          <w:b/>
          <w:color w:val="000000" w:themeColor="text1"/>
        </w:rPr>
      </w:pPr>
      <w:r>
        <w:t>k</w:t>
      </w:r>
      <w:r w:rsidR="00AA09A4" w:rsidRPr="00AA09A4">
        <w:t xml:space="preserve"> </w:t>
      </w:r>
      <w:r w:rsidR="008020DC">
        <w:t>v</w:t>
      </w:r>
      <w:r w:rsidR="008020DC" w:rsidRPr="003C49B6">
        <w:t>ládní</w:t>
      </w:r>
      <w:r w:rsidR="008020DC">
        <w:t>mu</w:t>
      </w:r>
      <w:r w:rsidR="008020DC" w:rsidRPr="003C49B6">
        <w:t xml:space="preserve"> návrh</w:t>
      </w:r>
      <w:r w:rsidR="008020DC">
        <w:t>u</w:t>
      </w:r>
      <w:r w:rsidR="008020DC" w:rsidRPr="003C49B6">
        <w:t xml:space="preserve"> zákona, kterým se mění zákon č. 458/2000 Sb., o podmínkách podnikání a o výkonu státní správy v energetických odvětvích a o změně některých zákonů (energetický zákon), ve znění pozdějších předpisů, zákon č. 455/1991 Sb., o živnostenském podnikání (živnostenský zákon), ve znění pozdějších předpisů, a zákon č. 634/2004 Sb., o správních poplatcích, ve znění pozdějších předpisů – </w:t>
      </w:r>
      <w:r w:rsidR="008020DC" w:rsidRPr="003C49B6">
        <w:rPr>
          <w:b/>
        </w:rPr>
        <w:t>sněmovní tisk 799</w:t>
      </w:r>
    </w:p>
    <w:p w14:paraId="00278DDB" w14:textId="77777777" w:rsidR="00AA09A4" w:rsidRPr="00AA09A4" w:rsidRDefault="00AA09A4" w:rsidP="00AA09A4">
      <w:pPr>
        <w:pStyle w:val="slovanseznam"/>
        <w:pBdr>
          <w:bottom w:val="single" w:sz="4" w:space="1" w:color="auto"/>
        </w:pBdr>
        <w:tabs>
          <w:tab w:val="clear" w:pos="360"/>
        </w:tabs>
        <w:spacing w:after="360"/>
        <w:ind w:left="0" w:firstLine="0"/>
        <w:contextualSpacing w:val="0"/>
        <w:jc w:val="center"/>
        <w:rPr>
          <w:b/>
          <w:color w:val="000000" w:themeColor="text1"/>
        </w:rPr>
      </w:pPr>
    </w:p>
    <w:p w14:paraId="01D4945B" w14:textId="77777777" w:rsidR="00EF638C" w:rsidRPr="00282A9E" w:rsidRDefault="00EF638C" w:rsidP="00FC6E39">
      <w:pPr>
        <w:suppressAutoHyphens/>
        <w:spacing w:before="360" w:after="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14:paraId="534C197C" w14:textId="18E30AE0" w:rsidR="00EF638C" w:rsidRPr="00234153" w:rsidRDefault="00EF638C" w:rsidP="00115E0E">
      <w:pPr>
        <w:pStyle w:val="Odstavecseseznamem"/>
        <w:numPr>
          <w:ilvl w:val="0"/>
          <w:numId w:val="27"/>
        </w:numPr>
        <w:suppressAutoHyphens/>
        <w:spacing w:before="240" w:after="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8020DC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799/</w:t>
      </w:r>
      <w:r w:rsidR="008221CE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7E4BE63C" w14:textId="6DCCEFD2" w:rsidR="00FC6E39" w:rsidRPr="00FC6E39" w:rsidRDefault="00EF638C" w:rsidP="00115E0E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 w:rsidR="00115E0E">
        <w:t>:</w:t>
      </w:r>
      <w:r>
        <w:t xml:space="preserve"> </w:t>
      </w:r>
    </w:p>
    <w:p w14:paraId="297A8D42" w14:textId="02B44277" w:rsidR="00EF638C" w:rsidRDefault="008F45C5" w:rsidP="008F45C5">
      <w:pPr>
        <w:spacing w:before="160" w:line="264" w:lineRule="auto"/>
        <w:ind w:left="99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Ve sněmovním tisku 799/0 </w:t>
      </w:r>
      <w:proofErr w:type="spellStart"/>
      <w:r>
        <w:rPr>
          <w:rFonts w:ascii="Times New Roman" w:hAnsi="Times New Roman"/>
          <w:i/>
          <w:sz w:val="24"/>
          <w:szCs w:val="24"/>
        </w:rPr>
        <w:t>návětí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bodu 59. zní: „V § 20a odstavec 5 zní:“ a věta   „Dosavadní odstavce 5 a 6 se označují jako odstavce 6 a 7.“ se zrušuje.</w:t>
      </w:r>
    </w:p>
    <w:p w14:paraId="5D89D3F9" w14:textId="63E7F6C8" w:rsidR="00EF638C" w:rsidRPr="0071789A" w:rsidRDefault="00EF638C" w:rsidP="008F45C5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 w:rsidRPr="00751D84">
        <w:t xml:space="preserve">pozměňovací návrh </w:t>
      </w:r>
      <w:r w:rsidR="007019A1">
        <w:t>F</w:t>
      </w:r>
      <w:r w:rsidR="00B7018C">
        <w:t xml:space="preserve">1 </w:t>
      </w:r>
      <w:r w:rsidR="00502132" w:rsidRPr="0071789A">
        <w:rPr>
          <w:i/>
        </w:rPr>
        <w:t>(</w:t>
      </w:r>
      <w:r w:rsidR="007019A1" w:rsidRPr="0071789A">
        <w:rPr>
          <w:i/>
        </w:rPr>
        <w:t>bude</w:t>
      </w:r>
      <w:r w:rsidR="00E45579" w:rsidRPr="0071789A">
        <w:rPr>
          <w:i/>
        </w:rPr>
        <w:t>-li</w:t>
      </w:r>
      <w:r w:rsidR="007019A1" w:rsidRPr="0071789A">
        <w:rPr>
          <w:i/>
        </w:rPr>
        <w:t xml:space="preserve"> přijat jako celek, jsou pozměňovací návrhy A2, A9, A22, A24, A26, A27, A42 a B2 nehlasovatelné)</w:t>
      </w:r>
    </w:p>
    <w:p w14:paraId="77027BB4" w14:textId="16531FDC" w:rsidR="00986346" w:rsidRPr="00136590" w:rsidRDefault="00986346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</w:pPr>
      <w:r w:rsidRPr="00136590">
        <w:t xml:space="preserve">pozměňovací návrhy </w:t>
      </w:r>
      <w:r w:rsidRPr="00502132">
        <w:t>A2, A9, A22, A26, A27, A42</w:t>
      </w:r>
      <w:r>
        <w:rPr>
          <w:i/>
        </w:rPr>
        <w:t xml:space="preserve"> </w:t>
      </w:r>
      <w:r w:rsidRPr="00136590">
        <w:rPr>
          <w:i/>
        </w:rPr>
        <w:t>(</w:t>
      </w:r>
      <w:r>
        <w:rPr>
          <w:i/>
        </w:rPr>
        <w:t xml:space="preserve">nebude-li přijat pozměňovací návrh F1, hlasovat </w:t>
      </w:r>
      <w:r w:rsidRPr="00136590">
        <w:rPr>
          <w:i/>
        </w:rPr>
        <w:t>jedním hlasováním)</w:t>
      </w:r>
    </w:p>
    <w:p w14:paraId="17B9F425" w14:textId="024BF1AD" w:rsidR="000063D8" w:rsidRPr="003F493B" w:rsidRDefault="000063D8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  <w:color w:val="00B050"/>
        </w:rPr>
      </w:pPr>
      <w:r>
        <w:t>pozměňovací návrh B1</w:t>
      </w:r>
      <w:r w:rsidRPr="00CD628F">
        <w:rPr>
          <w:i/>
        </w:rPr>
        <w:t>(</w:t>
      </w:r>
      <w:r w:rsidR="00DA6BD4">
        <w:rPr>
          <w:i/>
        </w:rPr>
        <w:t xml:space="preserve">hlasovat pouze </w:t>
      </w:r>
      <w:r w:rsidRPr="00CD628F">
        <w:rPr>
          <w:i/>
        </w:rPr>
        <w:t>nebud</w:t>
      </w:r>
      <w:r w:rsidR="002A2D30">
        <w:rPr>
          <w:i/>
        </w:rPr>
        <w:t>e-li přijat pozměňovací návrh F1</w:t>
      </w:r>
      <w:r>
        <w:rPr>
          <w:i/>
        </w:rPr>
        <w:t>)</w:t>
      </w:r>
    </w:p>
    <w:p w14:paraId="420A0FD5" w14:textId="07F00972" w:rsidR="00986346" w:rsidRPr="00986346" w:rsidRDefault="00986346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993" w:hanging="284"/>
        <w:jc w:val="both"/>
        <w:textAlignment w:val="baseline"/>
        <w:rPr>
          <w:i/>
        </w:rPr>
      </w:pPr>
      <w:r w:rsidRPr="003F493B">
        <w:rPr>
          <w:color w:val="auto"/>
        </w:rPr>
        <w:t>pozměňovací návrh</w:t>
      </w:r>
      <w:r w:rsidR="00353602" w:rsidRPr="003F493B">
        <w:rPr>
          <w:color w:val="auto"/>
        </w:rPr>
        <w:t xml:space="preserve"> </w:t>
      </w:r>
      <w:r w:rsidRPr="003F493B">
        <w:rPr>
          <w:color w:val="auto"/>
        </w:rPr>
        <w:t>B2</w:t>
      </w:r>
      <w:r w:rsidR="00DA6BD4">
        <w:rPr>
          <w:color w:val="auto"/>
        </w:rPr>
        <w:t xml:space="preserve"> </w:t>
      </w:r>
      <w:r w:rsidRPr="003F493B">
        <w:rPr>
          <w:i/>
          <w:color w:val="auto"/>
        </w:rPr>
        <w:t>(bude</w:t>
      </w:r>
      <w:r w:rsidRPr="003F493B">
        <w:rPr>
          <w:i/>
          <w:color w:val="00B050"/>
        </w:rPr>
        <w:t>-</w:t>
      </w:r>
      <w:r w:rsidRPr="00986346">
        <w:rPr>
          <w:i/>
        </w:rPr>
        <w:t>li přijat, jsou pozměňovací návrhy A47</w:t>
      </w:r>
      <w:r w:rsidR="0078458F">
        <w:rPr>
          <w:i/>
        </w:rPr>
        <w:t xml:space="preserve"> </w:t>
      </w:r>
      <w:r w:rsidRPr="00986346">
        <w:rPr>
          <w:i/>
        </w:rPr>
        <w:t>a A53 nehlasovatelné)</w:t>
      </w:r>
      <w:r w:rsidR="003F493B">
        <w:rPr>
          <w:i/>
        </w:rPr>
        <w:t xml:space="preserve"> </w:t>
      </w:r>
    </w:p>
    <w:p w14:paraId="170E251D" w14:textId="326298EA" w:rsidR="00986346" w:rsidRDefault="00986346" w:rsidP="00701370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993"/>
        <w:jc w:val="both"/>
        <w:textAlignment w:val="baseline"/>
        <w:rPr>
          <w:i/>
        </w:rPr>
      </w:pPr>
      <w:r>
        <w:rPr>
          <w:i/>
        </w:rPr>
        <w:t xml:space="preserve"> (nebude-li přijat pozměňovací návrh F1 a současně bud</w:t>
      </w:r>
      <w:r w:rsidR="002A2D30">
        <w:rPr>
          <w:i/>
        </w:rPr>
        <w:t>e</w:t>
      </w:r>
      <w:r>
        <w:rPr>
          <w:i/>
        </w:rPr>
        <w:t xml:space="preserve">-li přijat pozměňovací     </w:t>
      </w:r>
    </w:p>
    <w:p w14:paraId="14B28EFF" w14:textId="4D97A2EB" w:rsidR="00986346" w:rsidRDefault="00986346" w:rsidP="00701370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993"/>
        <w:jc w:val="both"/>
        <w:textAlignment w:val="baseline"/>
        <w:rPr>
          <w:i/>
        </w:rPr>
      </w:pPr>
      <w:r>
        <w:rPr>
          <w:i/>
        </w:rPr>
        <w:t xml:space="preserve"> návrh B2, je pozměňovací návrh A24 nehlasovatelný) </w:t>
      </w:r>
      <w:r w:rsidRPr="00CD628F">
        <w:rPr>
          <w:i/>
        </w:rPr>
        <w:t xml:space="preserve"> </w:t>
      </w:r>
    </w:p>
    <w:p w14:paraId="6A5E8C9B" w14:textId="6AC1FF2E" w:rsidR="003F493B" w:rsidRPr="00136590" w:rsidRDefault="00986346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</w:pPr>
      <w:r>
        <w:t xml:space="preserve">pozměňovací návrhy A24, A47 a A53 </w:t>
      </w:r>
      <w:r>
        <w:rPr>
          <w:i/>
        </w:rPr>
        <w:t>(</w:t>
      </w:r>
      <w:r w:rsidR="002A2D30">
        <w:rPr>
          <w:i/>
        </w:rPr>
        <w:t xml:space="preserve">hlasovat </w:t>
      </w:r>
      <w:r w:rsidR="00DA6BD4">
        <w:rPr>
          <w:i/>
        </w:rPr>
        <w:t xml:space="preserve">pouze </w:t>
      </w:r>
      <w:r>
        <w:rPr>
          <w:i/>
        </w:rPr>
        <w:t xml:space="preserve">nebude-li přijat pozměňovací návrh F1 a současně </w:t>
      </w:r>
      <w:r w:rsidR="00353602">
        <w:rPr>
          <w:i/>
        </w:rPr>
        <w:t>ne</w:t>
      </w:r>
      <w:r>
        <w:rPr>
          <w:i/>
        </w:rPr>
        <w:t>bude-li přijat</w:t>
      </w:r>
      <w:r w:rsidR="002A2D30">
        <w:rPr>
          <w:i/>
        </w:rPr>
        <w:t xml:space="preserve"> B2</w:t>
      </w:r>
      <w:r>
        <w:rPr>
          <w:i/>
        </w:rPr>
        <w:t xml:space="preserve">) </w:t>
      </w:r>
    </w:p>
    <w:p w14:paraId="3A68C1B0" w14:textId="7AF2C1BE" w:rsidR="003F493B" w:rsidRPr="007A0F1B" w:rsidRDefault="00EF638C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color w:val="auto"/>
        </w:rPr>
      </w:pPr>
      <w:r w:rsidRPr="007A0F1B">
        <w:rPr>
          <w:color w:val="auto"/>
        </w:rPr>
        <w:t>pozměňovací návrh</w:t>
      </w:r>
      <w:r w:rsidR="00CD628F" w:rsidRPr="007A0F1B">
        <w:rPr>
          <w:color w:val="auto"/>
        </w:rPr>
        <w:t>y</w:t>
      </w:r>
      <w:r w:rsidRPr="007A0F1B">
        <w:rPr>
          <w:color w:val="auto"/>
        </w:rPr>
        <w:t xml:space="preserve"> </w:t>
      </w:r>
      <w:r w:rsidR="00CD628F" w:rsidRPr="007A0F1B">
        <w:rPr>
          <w:color w:val="auto"/>
        </w:rPr>
        <w:t>C3, C4</w:t>
      </w:r>
      <w:r w:rsidR="00250E3A" w:rsidRPr="007A0F1B">
        <w:rPr>
          <w:color w:val="auto"/>
        </w:rPr>
        <w:t xml:space="preserve"> </w:t>
      </w:r>
      <w:r w:rsidR="00CD628F" w:rsidRPr="007A0F1B">
        <w:rPr>
          <w:i/>
          <w:color w:val="auto"/>
        </w:rPr>
        <w:t>(jedním hlasováním)</w:t>
      </w:r>
    </w:p>
    <w:p w14:paraId="30BF6214" w14:textId="37E94CE3" w:rsidR="00250E3A" w:rsidRDefault="00250E3A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</w:pPr>
      <w:r>
        <w:lastRenderedPageBreak/>
        <w:t>pozměňovací návrh E2</w:t>
      </w:r>
      <w:r>
        <w:rPr>
          <w:b/>
          <w:color w:val="FF0000"/>
        </w:rPr>
        <w:t xml:space="preserve"> </w:t>
      </w:r>
      <w:r>
        <w:rPr>
          <w:b/>
          <w:color w:val="00B050"/>
        </w:rPr>
        <w:t xml:space="preserve"> </w:t>
      </w:r>
    </w:p>
    <w:p w14:paraId="1B94C740" w14:textId="2A6A4828" w:rsidR="003F493B" w:rsidRPr="00136590" w:rsidRDefault="00DA0367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</w:pPr>
      <w:r>
        <w:t>pozměňovací návrh</w:t>
      </w:r>
      <w:r w:rsidR="00CD628F">
        <w:t>y</w:t>
      </w:r>
      <w:r>
        <w:t xml:space="preserve"> </w:t>
      </w:r>
      <w:r w:rsidR="0056706F">
        <w:t>A1, A3 až A8, A10 až A21, A23, A25, A 28 až A41, A43 až A46 a A48 až A52</w:t>
      </w:r>
      <w:r w:rsidR="00986346">
        <w:t xml:space="preserve"> </w:t>
      </w:r>
      <w:r w:rsidR="00986346" w:rsidRPr="00986346">
        <w:rPr>
          <w:i/>
        </w:rPr>
        <w:t>(j</w:t>
      </w:r>
      <w:r w:rsidR="00986346">
        <w:rPr>
          <w:i/>
        </w:rPr>
        <w:t>edním hlasováním)</w:t>
      </w:r>
      <w:r w:rsidR="003F493B">
        <w:rPr>
          <w:i/>
        </w:rPr>
        <w:t xml:space="preserve"> </w:t>
      </w:r>
    </w:p>
    <w:p w14:paraId="50BDB3BE" w14:textId="6B329BDA" w:rsidR="00DA0367" w:rsidRPr="003F493B" w:rsidRDefault="00B7018C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</w:pPr>
      <w:r>
        <w:t xml:space="preserve">pozměňovací návrh </w:t>
      </w:r>
      <w:r w:rsidR="0056706F">
        <w:t>E1</w:t>
      </w:r>
    </w:p>
    <w:p w14:paraId="18A56900" w14:textId="22A8B186" w:rsidR="00DA0367" w:rsidRPr="007A0F1B" w:rsidRDefault="00DA0367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  <w:color w:val="auto"/>
        </w:rPr>
      </w:pPr>
      <w:r w:rsidRPr="007A0F1B">
        <w:rPr>
          <w:color w:val="auto"/>
        </w:rPr>
        <w:t>pozměňovací návrh</w:t>
      </w:r>
      <w:r w:rsidR="00DA6BD4">
        <w:rPr>
          <w:color w:val="auto"/>
        </w:rPr>
        <w:t>y</w:t>
      </w:r>
      <w:r w:rsidRPr="007A0F1B">
        <w:rPr>
          <w:color w:val="auto"/>
        </w:rPr>
        <w:t xml:space="preserve"> </w:t>
      </w:r>
      <w:r w:rsidR="0056706F" w:rsidRPr="007A0F1B">
        <w:rPr>
          <w:color w:val="auto"/>
        </w:rPr>
        <w:t>C</w:t>
      </w:r>
      <w:r w:rsidR="00B7018C" w:rsidRPr="007A0F1B">
        <w:rPr>
          <w:color w:val="auto"/>
        </w:rPr>
        <w:t>1</w:t>
      </w:r>
      <w:r w:rsidR="00915ED6" w:rsidRPr="007A0F1B">
        <w:rPr>
          <w:color w:val="auto"/>
        </w:rPr>
        <w:t xml:space="preserve"> a </w:t>
      </w:r>
      <w:r w:rsidR="0056706F" w:rsidRPr="007A0F1B">
        <w:rPr>
          <w:color w:val="auto"/>
        </w:rPr>
        <w:t>C</w:t>
      </w:r>
      <w:r w:rsidR="00915ED6" w:rsidRPr="007A0F1B">
        <w:rPr>
          <w:color w:val="auto"/>
        </w:rPr>
        <w:t xml:space="preserve">2 </w:t>
      </w:r>
      <w:r w:rsidR="00915ED6" w:rsidRPr="007A0F1B">
        <w:rPr>
          <w:i/>
          <w:color w:val="auto"/>
        </w:rPr>
        <w:t>(</w:t>
      </w:r>
      <w:r w:rsidR="00B07E1A" w:rsidRPr="007A0F1B">
        <w:rPr>
          <w:i/>
          <w:color w:val="auto"/>
        </w:rPr>
        <w:t xml:space="preserve">bude-li přijato, je </w:t>
      </w:r>
      <w:r w:rsidR="0056706F" w:rsidRPr="007A0F1B">
        <w:rPr>
          <w:i/>
          <w:color w:val="auto"/>
        </w:rPr>
        <w:t>pozměňovací návrh D nehlasovatelný</w:t>
      </w:r>
      <w:r w:rsidR="00B07E1A" w:rsidRPr="007A0F1B">
        <w:rPr>
          <w:i/>
          <w:color w:val="auto"/>
        </w:rPr>
        <w:t>, je totožný</w:t>
      </w:r>
      <w:r w:rsidR="008F45C5">
        <w:rPr>
          <w:i/>
          <w:color w:val="auto"/>
        </w:rPr>
        <w:t xml:space="preserve"> s C2</w:t>
      </w:r>
      <w:r w:rsidR="00915ED6" w:rsidRPr="007A0F1B">
        <w:rPr>
          <w:i/>
          <w:color w:val="auto"/>
        </w:rPr>
        <w:t>)</w:t>
      </w:r>
    </w:p>
    <w:p w14:paraId="4AD9346A" w14:textId="3BFCCD79" w:rsidR="00637BA9" w:rsidRPr="00136590" w:rsidRDefault="00B7018C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</w:pPr>
      <w:r>
        <w:t>pozměňovací návrh F2</w:t>
      </w:r>
    </w:p>
    <w:p w14:paraId="3DA4926F" w14:textId="094663C8" w:rsidR="00637BA9" w:rsidRPr="00136590" w:rsidRDefault="00915ED6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</w:pPr>
      <w:r>
        <w:t>pozměňovací návrh G</w:t>
      </w:r>
      <w:r w:rsidR="00DA6BD4">
        <w:t xml:space="preserve"> </w:t>
      </w:r>
      <w:r w:rsidR="008F45C5" w:rsidRPr="008F45C5">
        <w:rPr>
          <w:i/>
        </w:rPr>
        <w:t>(rozdělit na jednotlivá hlasování G1 až G5)</w:t>
      </w:r>
      <w:r w:rsidR="003F493B">
        <w:t xml:space="preserve"> </w:t>
      </w:r>
    </w:p>
    <w:p w14:paraId="06FAEDE1" w14:textId="3578CD0A" w:rsidR="00EF638C" w:rsidRPr="00502132" w:rsidRDefault="00EF638C" w:rsidP="0070137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 w:rsidRPr="00751D84">
        <w:t>návrh zákona jako celek;</w:t>
      </w:r>
      <w:r w:rsidR="003F493B">
        <w:t xml:space="preserve"> </w:t>
      </w:r>
    </w:p>
    <w:p w14:paraId="638487A9" w14:textId="07E93608" w:rsidR="00EF638C" w:rsidRDefault="00EF638C" w:rsidP="00701370">
      <w:pPr>
        <w:pStyle w:val="Odstavecseseznamem"/>
        <w:numPr>
          <w:ilvl w:val="0"/>
          <w:numId w:val="27"/>
        </w:numPr>
        <w:suppressAutoHyphens/>
        <w:spacing w:before="360" w:after="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6C8354DD" w14:textId="6BA911D5" w:rsidR="008F45C5" w:rsidRDefault="008F45C5" w:rsidP="008F45C5">
      <w:pPr>
        <w:tabs>
          <w:tab w:val="left" w:pos="4820"/>
        </w:tabs>
        <w:suppressAutoHyphens/>
        <w:spacing w:before="160" w:after="0" w:line="264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leg.techy</w:t>
      </w:r>
      <w:proofErr w:type="spellEnd"/>
      <w:r>
        <w:rPr>
          <w:rFonts w:ascii="Times New Roman" w:hAnsi="Times New Roman"/>
          <w:sz w:val="24"/>
          <w:szCs w:val="24"/>
        </w:rPr>
        <w:tab/>
      </w:r>
      <w:r w:rsidRPr="008F45C5">
        <w:rPr>
          <w:rFonts w:ascii="Times New Roman" w:hAnsi="Times New Roman"/>
          <w:b/>
          <w:sz w:val="24"/>
          <w:szCs w:val="24"/>
        </w:rPr>
        <w:t>doporučuje</w:t>
      </w:r>
    </w:p>
    <w:p w14:paraId="3D9BADAE" w14:textId="6C6EAA2C" w:rsidR="00612589" w:rsidRPr="003C011E" w:rsidRDefault="00612589" w:rsidP="008F45C5">
      <w:pPr>
        <w:tabs>
          <w:tab w:val="left" w:pos="4820"/>
        </w:tabs>
        <w:suppressAutoHyphens/>
        <w:spacing w:before="160" w:after="0" w:line="264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>pozměňovací návrh F</w:t>
      </w:r>
      <w:r w:rsidR="003C011E">
        <w:rPr>
          <w:rFonts w:ascii="Times New Roman" w:hAnsi="Times New Roman"/>
          <w:sz w:val="24"/>
          <w:szCs w:val="24"/>
        </w:rPr>
        <w:t>1</w:t>
      </w:r>
      <w:r w:rsidRPr="003C011E">
        <w:rPr>
          <w:rFonts w:ascii="Times New Roman" w:hAnsi="Times New Roman"/>
          <w:sz w:val="24"/>
          <w:szCs w:val="24"/>
        </w:rPr>
        <w:tab/>
      </w:r>
      <w:r w:rsidRPr="003C011E">
        <w:rPr>
          <w:rFonts w:ascii="Times New Roman" w:hAnsi="Times New Roman"/>
          <w:b/>
          <w:sz w:val="24"/>
          <w:szCs w:val="24"/>
        </w:rPr>
        <w:t>nedoporučuje</w:t>
      </w:r>
    </w:p>
    <w:p w14:paraId="2C606F8F" w14:textId="5A914811" w:rsidR="00612589" w:rsidRPr="003C011E" w:rsidRDefault="00612589" w:rsidP="00701370">
      <w:pPr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>pozměňov</w:t>
      </w:r>
      <w:r w:rsidR="00A3565B">
        <w:rPr>
          <w:rFonts w:ascii="Times New Roman" w:hAnsi="Times New Roman"/>
          <w:sz w:val="24"/>
          <w:szCs w:val="24"/>
        </w:rPr>
        <w:t>ací návrh A2, A9, A22, A26, A27 a</w:t>
      </w:r>
      <w:r w:rsidRPr="003C011E">
        <w:rPr>
          <w:rFonts w:ascii="Times New Roman" w:hAnsi="Times New Roman"/>
          <w:sz w:val="24"/>
          <w:szCs w:val="24"/>
        </w:rPr>
        <w:t xml:space="preserve"> A42 </w:t>
      </w:r>
    </w:p>
    <w:p w14:paraId="6E1D6B42" w14:textId="27F52F75" w:rsidR="00612589" w:rsidRPr="003C011E" w:rsidRDefault="00612589" w:rsidP="00701370">
      <w:pPr>
        <w:suppressAutoHyphens/>
        <w:spacing w:after="0" w:line="264" w:lineRule="auto"/>
        <w:ind w:left="5400" w:hanging="580"/>
        <w:jc w:val="both"/>
        <w:rPr>
          <w:rFonts w:ascii="Times New Roman" w:hAnsi="Times New Roman"/>
          <w:b/>
          <w:sz w:val="24"/>
          <w:szCs w:val="24"/>
        </w:rPr>
      </w:pPr>
      <w:r w:rsidRPr="003C011E">
        <w:rPr>
          <w:rFonts w:ascii="Times New Roman" w:hAnsi="Times New Roman"/>
          <w:b/>
          <w:sz w:val="24"/>
          <w:szCs w:val="24"/>
        </w:rPr>
        <w:t>doporučuje</w:t>
      </w:r>
    </w:p>
    <w:p w14:paraId="784A9D24" w14:textId="1B98FA30" w:rsidR="003C011E" w:rsidRPr="003C011E" w:rsidRDefault="003C011E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>pozměňovací návrh B1</w:t>
      </w:r>
      <w:r w:rsidRPr="003C011E">
        <w:rPr>
          <w:rFonts w:ascii="Times New Roman" w:hAnsi="Times New Roman"/>
          <w:sz w:val="24"/>
          <w:szCs w:val="24"/>
        </w:rPr>
        <w:tab/>
      </w:r>
      <w:r w:rsidRPr="003C011E">
        <w:rPr>
          <w:rFonts w:ascii="Times New Roman" w:hAnsi="Times New Roman"/>
          <w:b/>
          <w:sz w:val="24"/>
          <w:szCs w:val="24"/>
        </w:rPr>
        <w:t>doporučuje</w:t>
      </w:r>
    </w:p>
    <w:p w14:paraId="58A89502" w14:textId="4347DD13" w:rsidR="003C011E" w:rsidRPr="003C011E" w:rsidRDefault="003C011E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>pozměňovací návrh B2</w:t>
      </w:r>
      <w:r w:rsidRPr="003C011E">
        <w:rPr>
          <w:rFonts w:ascii="Times New Roman" w:hAnsi="Times New Roman"/>
          <w:b/>
          <w:sz w:val="24"/>
          <w:szCs w:val="24"/>
        </w:rPr>
        <w:tab/>
        <w:t>doporučuje</w:t>
      </w:r>
    </w:p>
    <w:p w14:paraId="3F228255" w14:textId="6F1E75B6" w:rsidR="003C011E" w:rsidRPr="003C20F9" w:rsidRDefault="003C011E" w:rsidP="00701370">
      <w:pPr>
        <w:tabs>
          <w:tab w:val="left" w:pos="4820"/>
        </w:tabs>
        <w:suppressAutoHyphens/>
        <w:spacing w:before="120" w:after="0" w:line="264" w:lineRule="auto"/>
        <w:ind w:left="357" w:firstLine="352"/>
        <w:jc w:val="both"/>
        <w:rPr>
          <w:rFonts w:ascii="Times New Roman" w:hAnsi="Times New Roman"/>
          <w:color w:val="FF0000"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</w:t>
      </w:r>
      <w:r w:rsidRPr="003C011E">
        <w:rPr>
          <w:rFonts w:ascii="Times New Roman" w:hAnsi="Times New Roman"/>
          <w:sz w:val="24"/>
          <w:szCs w:val="24"/>
        </w:rPr>
        <w:t xml:space="preserve"> A24, A47 a A53</w:t>
      </w:r>
      <w:r w:rsidRPr="003C011E">
        <w:rPr>
          <w:rFonts w:ascii="Times New Roman" w:hAnsi="Times New Roman"/>
          <w:b/>
          <w:sz w:val="24"/>
          <w:szCs w:val="24"/>
        </w:rPr>
        <w:tab/>
      </w:r>
      <w:r w:rsidR="00701370">
        <w:rPr>
          <w:rFonts w:ascii="Times New Roman" w:hAnsi="Times New Roman"/>
          <w:b/>
          <w:sz w:val="24"/>
          <w:szCs w:val="24"/>
        </w:rPr>
        <w:t>ne</w:t>
      </w:r>
      <w:r w:rsidR="00402AA7" w:rsidRPr="00402AA7">
        <w:rPr>
          <w:rFonts w:ascii="Times New Roman" w:hAnsi="Times New Roman"/>
          <w:b/>
          <w:sz w:val="24"/>
          <w:szCs w:val="24"/>
        </w:rPr>
        <w:t>doporučuje</w:t>
      </w:r>
    </w:p>
    <w:p w14:paraId="2FC8DA2B" w14:textId="3BC7F2B2" w:rsidR="003C20F9" w:rsidRDefault="003C011E" w:rsidP="00701370">
      <w:pPr>
        <w:suppressAutoHyphens/>
        <w:spacing w:before="120" w:after="0" w:line="264" w:lineRule="auto"/>
        <w:ind w:left="4820" w:hanging="4111"/>
        <w:jc w:val="both"/>
        <w:rPr>
          <w:rFonts w:ascii="Times New Roman" w:hAnsi="Times New Roman"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 xml:space="preserve">pozměňovací návrh C3 </w:t>
      </w:r>
      <w:r w:rsidR="003C20F9">
        <w:rPr>
          <w:rFonts w:ascii="Times New Roman" w:hAnsi="Times New Roman"/>
          <w:sz w:val="24"/>
          <w:szCs w:val="24"/>
        </w:rPr>
        <w:tab/>
      </w:r>
      <w:r w:rsidR="003C20F9" w:rsidRPr="003C011E">
        <w:rPr>
          <w:rFonts w:ascii="Times New Roman" w:hAnsi="Times New Roman"/>
          <w:b/>
          <w:sz w:val="24"/>
          <w:szCs w:val="24"/>
        </w:rPr>
        <w:t>doporučuje</w:t>
      </w:r>
    </w:p>
    <w:p w14:paraId="37955E2C" w14:textId="52AA83B7" w:rsidR="003C011E" w:rsidRDefault="003C20F9" w:rsidP="00701370">
      <w:pPr>
        <w:suppressAutoHyphens/>
        <w:spacing w:before="120" w:after="0" w:line="264" w:lineRule="auto"/>
        <w:ind w:left="4820" w:hanging="411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3C011E" w:rsidRPr="003C011E">
        <w:rPr>
          <w:rFonts w:ascii="Times New Roman" w:hAnsi="Times New Roman"/>
          <w:sz w:val="24"/>
          <w:szCs w:val="24"/>
        </w:rPr>
        <w:t>C4</w:t>
      </w:r>
      <w:r w:rsidR="003C011E" w:rsidRPr="003C011E">
        <w:rPr>
          <w:rFonts w:ascii="Times New Roman" w:hAnsi="Times New Roman"/>
          <w:b/>
          <w:sz w:val="24"/>
          <w:szCs w:val="24"/>
        </w:rPr>
        <w:tab/>
        <w:t>bez stanoviska</w:t>
      </w:r>
    </w:p>
    <w:p w14:paraId="6EF96F47" w14:textId="12A06806" w:rsidR="00250E3A" w:rsidRPr="00250E3A" w:rsidRDefault="00250E3A" w:rsidP="00701370">
      <w:pPr>
        <w:suppressAutoHyphens/>
        <w:spacing w:before="120" w:after="0" w:line="264" w:lineRule="auto"/>
        <w:ind w:left="4820" w:hanging="4111"/>
        <w:jc w:val="both"/>
        <w:rPr>
          <w:rFonts w:ascii="Times New Roman" w:hAnsi="Times New Roman"/>
          <w:sz w:val="24"/>
          <w:szCs w:val="24"/>
        </w:rPr>
      </w:pPr>
      <w:r w:rsidRPr="00250E3A">
        <w:rPr>
          <w:rFonts w:ascii="Times New Roman" w:hAnsi="Times New Roman"/>
          <w:sz w:val="24"/>
          <w:szCs w:val="24"/>
        </w:rPr>
        <w:t>pozměňovací návrh E2</w:t>
      </w:r>
      <w:r>
        <w:rPr>
          <w:rFonts w:ascii="Times New Roman" w:hAnsi="Times New Roman"/>
          <w:sz w:val="24"/>
          <w:szCs w:val="24"/>
        </w:rPr>
        <w:tab/>
      </w:r>
      <w:r w:rsidRPr="003C011E">
        <w:rPr>
          <w:rFonts w:ascii="Times New Roman" w:hAnsi="Times New Roman"/>
          <w:b/>
          <w:sz w:val="24"/>
          <w:szCs w:val="24"/>
        </w:rPr>
        <w:t>bez stanoviska</w:t>
      </w:r>
    </w:p>
    <w:p w14:paraId="512D944A" w14:textId="4A388913" w:rsidR="003C011E" w:rsidRDefault="003C011E" w:rsidP="00701370">
      <w:pPr>
        <w:suppressAutoHyphens/>
        <w:spacing w:before="120" w:after="0" w:line="264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</w:t>
      </w:r>
      <w:r w:rsidRPr="003C011E">
        <w:rPr>
          <w:rFonts w:ascii="Times New Roman" w:hAnsi="Times New Roman"/>
          <w:sz w:val="24"/>
          <w:szCs w:val="24"/>
        </w:rPr>
        <w:t xml:space="preserve"> A1, A3 až A8, A10 až A21, A23, A25, A28 až A41, A43 až A46 a A48 až A52</w:t>
      </w:r>
      <w:r w:rsidR="003C20F9">
        <w:rPr>
          <w:rFonts w:ascii="Times New Roman" w:hAnsi="Times New Roman"/>
          <w:sz w:val="24"/>
          <w:szCs w:val="24"/>
        </w:rPr>
        <w:t xml:space="preserve"> </w:t>
      </w:r>
      <w:r w:rsidR="003C20F9">
        <w:rPr>
          <w:rFonts w:ascii="Times New Roman" w:hAnsi="Times New Roman"/>
          <w:sz w:val="24"/>
          <w:szCs w:val="24"/>
        </w:rPr>
        <w:tab/>
      </w:r>
      <w:r w:rsidR="003C20F9">
        <w:rPr>
          <w:rFonts w:ascii="Times New Roman" w:hAnsi="Times New Roman"/>
          <w:sz w:val="24"/>
          <w:szCs w:val="24"/>
        </w:rPr>
        <w:tab/>
      </w:r>
      <w:r w:rsidR="003C20F9">
        <w:rPr>
          <w:rFonts w:ascii="Times New Roman" w:hAnsi="Times New Roman"/>
          <w:sz w:val="24"/>
          <w:szCs w:val="24"/>
        </w:rPr>
        <w:tab/>
      </w:r>
      <w:r w:rsidR="003C20F9">
        <w:rPr>
          <w:rFonts w:ascii="Times New Roman" w:hAnsi="Times New Roman"/>
          <w:sz w:val="24"/>
          <w:szCs w:val="24"/>
        </w:rPr>
        <w:tab/>
        <w:t xml:space="preserve">         </w:t>
      </w:r>
      <w:r w:rsidRPr="003C011E">
        <w:rPr>
          <w:rFonts w:ascii="Times New Roman" w:hAnsi="Times New Roman"/>
          <w:b/>
          <w:sz w:val="24"/>
          <w:szCs w:val="24"/>
        </w:rPr>
        <w:t>doporučuje</w:t>
      </w:r>
    </w:p>
    <w:p w14:paraId="64D19DB9" w14:textId="7594BFAE" w:rsidR="003C011E" w:rsidRDefault="003C011E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E</w:t>
      </w:r>
      <w:r w:rsidRPr="003C011E">
        <w:rPr>
          <w:rFonts w:ascii="Times New Roman" w:hAnsi="Times New Roman"/>
          <w:sz w:val="24"/>
          <w:szCs w:val="24"/>
        </w:rPr>
        <w:t>1</w:t>
      </w:r>
      <w:r w:rsidRPr="003C011E">
        <w:rPr>
          <w:rFonts w:ascii="Times New Roman" w:hAnsi="Times New Roman"/>
          <w:sz w:val="24"/>
          <w:szCs w:val="24"/>
        </w:rPr>
        <w:tab/>
      </w:r>
      <w:r w:rsidRPr="003C011E">
        <w:rPr>
          <w:rFonts w:ascii="Times New Roman" w:hAnsi="Times New Roman"/>
          <w:b/>
          <w:sz w:val="24"/>
          <w:szCs w:val="24"/>
        </w:rPr>
        <w:t>doporučuje</w:t>
      </w:r>
    </w:p>
    <w:p w14:paraId="2427F738" w14:textId="1D0F4718" w:rsidR="003C20F9" w:rsidRDefault="003C011E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C</w:t>
      </w:r>
      <w:r w:rsidRPr="003C011E">
        <w:rPr>
          <w:rFonts w:ascii="Times New Roman" w:hAnsi="Times New Roman"/>
          <w:sz w:val="24"/>
          <w:szCs w:val="24"/>
        </w:rPr>
        <w:t>1</w:t>
      </w:r>
      <w:r w:rsidR="003C20F9">
        <w:rPr>
          <w:rFonts w:ascii="Times New Roman" w:hAnsi="Times New Roman"/>
          <w:sz w:val="24"/>
          <w:szCs w:val="24"/>
        </w:rPr>
        <w:tab/>
      </w:r>
      <w:r w:rsidR="003C20F9" w:rsidRPr="003C011E">
        <w:rPr>
          <w:rFonts w:ascii="Times New Roman" w:hAnsi="Times New Roman"/>
          <w:b/>
          <w:sz w:val="24"/>
          <w:szCs w:val="24"/>
        </w:rPr>
        <w:t>nedoporučuje</w:t>
      </w:r>
    </w:p>
    <w:p w14:paraId="1BFBA626" w14:textId="78D2C632" w:rsidR="003C011E" w:rsidRDefault="003C20F9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3C011E">
        <w:rPr>
          <w:rFonts w:ascii="Times New Roman" w:hAnsi="Times New Roman"/>
          <w:sz w:val="24"/>
          <w:szCs w:val="24"/>
        </w:rPr>
        <w:t>C2</w:t>
      </w:r>
      <w:r w:rsidR="003C011E" w:rsidRPr="003C011E">
        <w:rPr>
          <w:rFonts w:ascii="Times New Roman" w:hAnsi="Times New Roman"/>
          <w:sz w:val="24"/>
          <w:szCs w:val="24"/>
        </w:rPr>
        <w:tab/>
      </w:r>
      <w:r w:rsidR="003C011E" w:rsidRPr="003C011E">
        <w:rPr>
          <w:rFonts w:ascii="Times New Roman" w:hAnsi="Times New Roman"/>
          <w:b/>
          <w:sz w:val="24"/>
          <w:szCs w:val="24"/>
        </w:rPr>
        <w:t>bez stanoviska</w:t>
      </w:r>
    </w:p>
    <w:p w14:paraId="22191FB7" w14:textId="3AF136BE" w:rsidR="004D527C" w:rsidRDefault="004D527C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4D527C">
        <w:rPr>
          <w:rFonts w:ascii="Times New Roman" w:hAnsi="Times New Roman"/>
          <w:sz w:val="24"/>
          <w:szCs w:val="24"/>
        </w:rPr>
        <w:t>pozměňovací návrh D</w:t>
      </w:r>
      <w:r>
        <w:rPr>
          <w:rFonts w:ascii="Times New Roman" w:hAnsi="Times New Roman"/>
          <w:b/>
          <w:sz w:val="24"/>
          <w:szCs w:val="24"/>
        </w:rPr>
        <w:tab/>
      </w:r>
      <w:r w:rsidRPr="003C011E">
        <w:rPr>
          <w:rFonts w:ascii="Times New Roman" w:hAnsi="Times New Roman"/>
          <w:b/>
          <w:sz w:val="24"/>
          <w:szCs w:val="24"/>
        </w:rPr>
        <w:t>bez stanoviska</w:t>
      </w:r>
    </w:p>
    <w:p w14:paraId="134865FB" w14:textId="501C9CA5" w:rsidR="003C011E" w:rsidRDefault="003C011E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F2</w:t>
      </w:r>
      <w:r w:rsidRPr="003C011E">
        <w:rPr>
          <w:rFonts w:ascii="Times New Roman" w:hAnsi="Times New Roman"/>
          <w:sz w:val="24"/>
          <w:szCs w:val="24"/>
        </w:rPr>
        <w:tab/>
      </w:r>
      <w:r w:rsidRPr="003C011E">
        <w:rPr>
          <w:rFonts w:ascii="Times New Roman" w:hAnsi="Times New Roman"/>
          <w:b/>
          <w:sz w:val="24"/>
          <w:szCs w:val="24"/>
        </w:rPr>
        <w:t>nedoporučuje</w:t>
      </w:r>
    </w:p>
    <w:p w14:paraId="05EE852B" w14:textId="740FB67B" w:rsidR="00402AA7" w:rsidRDefault="003C011E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G</w:t>
      </w:r>
      <w:r w:rsidR="00402AA7">
        <w:rPr>
          <w:rFonts w:ascii="Times New Roman" w:hAnsi="Times New Roman"/>
          <w:sz w:val="24"/>
          <w:szCs w:val="24"/>
        </w:rPr>
        <w:t>1</w:t>
      </w:r>
      <w:r w:rsidR="00402AA7" w:rsidRPr="00402AA7">
        <w:rPr>
          <w:rFonts w:ascii="Times New Roman" w:hAnsi="Times New Roman"/>
          <w:b/>
          <w:sz w:val="24"/>
          <w:szCs w:val="24"/>
        </w:rPr>
        <w:t xml:space="preserve"> </w:t>
      </w:r>
      <w:r w:rsidR="00402AA7">
        <w:rPr>
          <w:rFonts w:ascii="Times New Roman" w:hAnsi="Times New Roman"/>
          <w:b/>
          <w:sz w:val="24"/>
          <w:szCs w:val="24"/>
        </w:rPr>
        <w:tab/>
      </w:r>
      <w:r w:rsidR="00402AA7" w:rsidRPr="003C011E">
        <w:rPr>
          <w:rFonts w:ascii="Times New Roman" w:hAnsi="Times New Roman"/>
          <w:b/>
          <w:sz w:val="24"/>
          <w:szCs w:val="24"/>
        </w:rPr>
        <w:t>bez stanoviska</w:t>
      </w:r>
    </w:p>
    <w:p w14:paraId="5ABF561D" w14:textId="19B22AA4" w:rsidR="003C011E" w:rsidRDefault="00402AA7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G2 </w:t>
      </w:r>
      <w:r w:rsidR="003C011E" w:rsidRPr="003C011E">
        <w:rPr>
          <w:rFonts w:ascii="Times New Roman" w:hAnsi="Times New Roman"/>
          <w:sz w:val="24"/>
          <w:szCs w:val="24"/>
        </w:rPr>
        <w:tab/>
      </w:r>
      <w:r w:rsidR="003C011E" w:rsidRPr="003C011E">
        <w:rPr>
          <w:rFonts w:ascii="Times New Roman" w:hAnsi="Times New Roman"/>
          <w:b/>
          <w:sz w:val="24"/>
          <w:szCs w:val="24"/>
        </w:rPr>
        <w:t>nedoporučuje</w:t>
      </w:r>
    </w:p>
    <w:p w14:paraId="7CC04543" w14:textId="4519DA11" w:rsidR="00402AA7" w:rsidRDefault="00402AA7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402AA7">
        <w:rPr>
          <w:rFonts w:ascii="Times New Roman" w:hAnsi="Times New Roman"/>
          <w:sz w:val="24"/>
          <w:szCs w:val="24"/>
        </w:rPr>
        <w:t>pozměňovací návrh G3</w:t>
      </w:r>
      <w:r>
        <w:rPr>
          <w:rFonts w:ascii="Times New Roman" w:hAnsi="Times New Roman"/>
          <w:sz w:val="24"/>
          <w:szCs w:val="24"/>
        </w:rPr>
        <w:tab/>
      </w:r>
      <w:r w:rsidRPr="003C011E">
        <w:rPr>
          <w:rFonts w:ascii="Times New Roman" w:hAnsi="Times New Roman"/>
          <w:b/>
          <w:sz w:val="24"/>
          <w:szCs w:val="24"/>
        </w:rPr>
        <w:t>nedoporučuje</w:t>
      </w:r>
    </w:p>
    <w:p w14:paraId="0BCF9925" w14:textId="2CED04D1" w:rsidR="00402AA7" w:rsidRDefault="00402AA7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402AA7">
        <w:rPr>
          <w:rFonts w:ascii="Times New Roman" w:hAnsi="Times New Roman"/>
          <w:sz w:val="24"/>
          <w:szCs w:val="24"/>
        </w:rPr>
        <w:t>pozměňovací návrh G4</w:t>
      </w:r>
      <w:r w:rsidR="008F45C5">
        <w:rPr>
          <w:rFonts w:ascii="Times New Roman" w:hAnsi="Times New Roman"/>
          <w:sz w:val="24"/>
          <w:szCs w:val="24"/>
        </w:rPr>
        <w:tab/>
      </w:r>
      <w:r w:rsidRPr="00402AA7">
        <w:rPr>
          <w:rFonts w:ascii="Times New Roman" w:hAnsi="Times New Roman"/>
          <w:b/>
          <w:sz w:val="24"/>
          <w:szCs w:val="24"/>
        </w:rPr>
        <w:t>nedoporučuje</w:t>
      </w:r>
    </w:p>
    <w:p w14:paraId="754A2797" w14:textId="0DCFC74D" w:rsidR="00402AA7" w:rsidRPr="00402AA7" w:rsidRDefault="00402AA7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402AA7">
        <w:rPr>
          <w:rFonts w:ascii="Times New Roman" w:hAnsi="Times New Roman"/>
          <w:sz w:val="24"/>
          <w:szCs w:val="24"/>
        </w:rPr>
        <w:t>pozměňovací návrh G5</w:t>
      </w:r>
      <w:r>
        <w:rPr>
          <w:rFonts w:ascii="Times New Roman" w:hAnsi="Times New Roman"/>
          <w:sz w:val="24"/>
          <w:szCs w:val="24"/>
        </w:rPr>
        <w:tab/>
      </w:r>
      <w:r w:rsidR="008F45C5" w:rsidRPr="008F45C5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edoporučuje</w:t>
      </w:r>
    </w:p>
    <w:p w14:paraId="286C3CD7" w14:textId="02BDA2BC" w:rsidR="003C011E" w:rsidRPr="003C011E" w:rsidRDefault="003C011E" w:rsidP="00701370">
      <w:pPr>
        <w:tabs>
          <w:tab w:val="left" w:pos="4820"/>
        </w:tabs>
        <w:suppressAutoHyphens/>
        <w:spacing w:before="120" w:after="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C011E"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 w:rsidR="008F45C5">
        <w:rPr>
          <w:rFonts w:ascii="Times New Roman" w:hAnsi="Times New Roman"/>
          <w:sz w:val="24"/>
          <w:szCs w:val="24"/>
        </w:rPr>
        <w:t>d</w:t>
      </w:r>
      <w:r w:rsidR="007A0F1B">
        <w:rPr>
          <w:rFonts w:ascii="Times New Roman" w:hAnsi="Times New Roman"/>
          <w:b/>
          <w:sz w:val="24"/>
          <w:szCs w:val="24"/>
        </w:rPr>
        <w:t>oporučuje</w:t>
      </w:r>
    </w:p>
    <w:p w14:paraId="05C31701" w14:textId="42954877" w:rsidR="00EF638C" w:rsidRPr="00C03BB5" w:rsidRDefault="00EF638C" w:rsidP="00701370">
      <w:pPr>
        <w:pStyle w:val="Odstavecseseznamem"/>
        <w:numPr>
          <w:ilvl w:val="0"/>
          <w:numId w:val="29"/>
        </w:numPr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1D4A40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28563E82" w14:textId="48635455" w:rsidR="00EF638C" w:rsidRDefault="00EF638C" w:rsidP="00701370">
      <w:pPr>
        <w:pStyle w:val="Odstavecseseznamem"/>
        <w:numPr>
          <w:ilvl w:val="0"/>
          <w:numId w:val="30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1D4A40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14:paraId="0FA8BD19" w14:textId="77777777" w:rsidR="00EF638C" w:rsidRDefault="00EF638C" w:rsidP="00701370">
      <w:pPr>
        <w:pStyle w:val="PStextHV"/>
        <w:numPr>
          <w:ilvl w:val="0"/>
          <w:numId w:val="30"/>
        </w:numPr>
        <w:spacing w:after="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14:paraId="576B2094" w14:textId="740F5F87" w:rsidR="00C3035B" w:rsidRPr="00524661" w:rsidRDefault="00744C47" w:rsidP="00701370">
      <w:pPr>
        <w:tabs>
          <w:tab w:val="center" w:pos="1418"/>
          <w:tab w:val="center" w:pos="4536"/>
          <w:tab w:val="center" w:pos="7655"/>
        </w:tabs>
        <w:spacing w:before="240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4E0D4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020DC">
        <w:rPr>
          <w:rFonts w:ascii="Times New Roman" w:hAnsi="Times New Roman"/>
          <w:sz w:val="24"/>
          <w:szCs w:val="24"/>
          <w:lang w:eastAsia="cs-CZ"/>
        </w:rPr>
        <w:t>Patrik NACHER</w:t>
      </w:r>
      <w:r w:rsidR="004E0D4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3CDA5F5" w14:textId="33364F04"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436479D3" w14:textId="3AD0482F" w:rsidR="007D5AF0" w:rsidRPr="00524661" w:rsidRDefault="00A47BEA" w:rsidP="00EF638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E0D46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7E561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00A27AFC" w14:textId="77777777"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E2BC" w14:textId="77777777" w:rsidR="00751D84" w:rsidRDefault="00751D84" w:rsidP="00751D84">
      <w:pPr>
        <w:spacing w:after="0" w:line="240" w:lineRule="auto"/>
      </w:pPr>
      <w:r>
        <w:separator/>
      </w:r>
    </w:p>
  </w:endnote>
  <w:endnote w:type="continuationSeparator" w:id="0">
    <w:p w14:paraId="41C1574C" w14:textId="77777777" w:rsidR="00751D84" w:rsidRDefault="00751D84" w:rsidP="0075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4A85B" w14:textId="77777777" w:rsidR="00751D84" w:rsidRDefault="00751D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C212" w14:textId="77777777" w:rsidR="00751D84" w:rsidRDefault="00751D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7074" w14:textId="77777777" w:rsidR="00751D84" w:rsidRDefault="00751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4B52A" w14:textId="77777777" w:rsidR="00751D84" w:rsidRDefault="00751D84" w:rsidP="00751D84">
      <w:pPr>
        <w:spacing w:after="0" w:line="240" w:lineRule="auto"/>
      </w:pPr>
      <w:r>
        <w:separator/>
      </w:r>
    </w:p>
  </w:footnote>
  <w:footnote w:type="continuationSeparator" w:id="0">
    <w:p w14:paraId="37663F2C" w14:textId="77777777" w:rsidR="00751D84" w:rsidRDefault="00751D84" w:rsidP="0075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FB9F" w14:textId="6EF83EA5" w:rsidR="00751D84" w:rsidRDefault="00751D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1D42" w14:textId="448844A4" w:rsidR="00751D84" w:rsidRDefault="00751D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6AD9" w14:textId="73ED3ADE" w:rsidR="00751D84" w:rsidRDefault="00751D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10A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BB3922"/>
    <w:multiLevelType w:val="hybridMultilevel"/>
    <w:tmpl w:val="35869DEA"/>
    <w:lvl w:ilvl="0" w:tplc="B5DC434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E1105B"/>
    <w:multiLevelType w:val="hybridMultilevel"/>
    <w:tmpl w:val="6062FFDE"/>
    <w:lvl w:ilvl="0" w:tplc="040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E7445"/>
    <w:multiLevelType w:val="hybridMultilevel"/>
    <w:tmpl w:val="95A2FCCA"/>
    <w:lvl w:ilvl="0" w:tplc="BDC0072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840A9"/>
    <w:multiLevelType w:val="hybridMultilevel"/>
    <w:tmpl w:val="CC2E7768"/>
    <w:lvl w:ilvl="0" w:tplc="BDC007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8"/>
  </w:num>
  <w:num w:numId="13">
    <w:abstractNumId w:val="29"/>
  </w:num>
  <w:num w:numId="14">
    <w:abstractNumId w:val="32"/>
  </w:num>
  <w:num w:numId="15">
    <w:abstractNumId w:val="14"/>
  </w:num>
  <w:num w:numId="16">
    <w:abstractNumId w:val="27"/>
  </w:num>
  <w:num w:numId="17">
    <w:abstractNumId w:val="22"/>
  </w:num>
  <w:num w:numId="18">
    <w:abstractNumId w:val="26"/>
  </w:num>
  <w:num w:numId="19">
    <w:abstractNumId w:val="20"/>
  </w:num>
  <w:num w:numId="20">
    <w:abstractNumId w:val="28"/>
  </w:num>
  <w:num w:numId="21">
    <w:abstractNumId w:val="35"/>
  </w:num>
  <w:num w:numId="22">
    <w:abstractNumId w:val="21"/>
  </w:num>
  <w:num w:numId="23">
    <w:abstractNumId w:val="10"/>
  </w:num>
  <w:num w:numId="24">
    <w:abstractNumId w:val="11"/>
  </w:num>
  <w:num w:numId="25">
    <w:abstractNumId w:val="33"/>
  </w:num>
  <w:num w:numId="26">
    <w:abstractNumId w:val="16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25"/>
  </w:num>
  <w:num w:numId="30">
    <w:abstractNumId w:val="30"/>
  </w:num>
  <w:num w:numId="31">
    <w:abstractNumId w:val="17"/>
  </w:num>
  <w:num w:numId="32">
    <w:abstractNumId w:val="23"/>
  </w:num>
  <w:num w:numId="33">
    <w:abstractNumId w:val="12"/>
  </w:num>
  <w:num w:numId="34">
    <w:abstractNumId w:val="13"/>
  </w:num>
  <w:num w:numId="35">
    <w:abstractNumId w:val="31"/>
  </w:num>
  <w:num w:numId="36">
    <w:abstractNumId w:val="34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63D8"/>
    <w:rsid w:val="00013293"/>
    <w:rsid w:val="00023F61"/>
    <w:rsid w:val="000279AC"/>
    <w:rsid w:val="00036756"/>
    <w:rsid w:val="0004692F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1377"/>
    <w:rsid w:val="000F3F85"/>
    <w:rsid w:val="000F4733"/>
    <w:rsid w:val="00115E0E"/>
    <w:rsid w:val="00136590"/>
    <w:rsid w:val="00141E53"/>
    <w:rsid w:val="001526B4"/>
    <w:rsid w:val="001D31DB"/>
    <w:rsid w:val="001D480E"/>
    <w:rsid w:val="001D4A40"/>
    <w:rsid w:val="001D62A9"/>
    <w:rsid w:val="001E2E72"/>
    <w:rsid w:val="00216D4E"/>
    <w:rsid w:val="002214A3"/>
    <w:rsid w:val="00234536"/>
    <w:rsid w:val="00250E3A"/>
    <w:rsid w:val="00277D01"/>
    <w:rsid w:val="002A2D30"/>
    <w:rsid w:val="002C5CAA"/>
    <w:rsid w:val="002F496A"/>
    <w:rsid w:val="00323B6C"/>
    <w:rsid w:val="00323DBF"/>
    <w:rsid w:val="00353602"/>
    <w:rsid w:val="0039412C"/>
    <w:rsid w:val="003C011E"/>
    <w:rsid w:val="003C0684"/>
    <w:rsid w:val="003C1519"/>
    <w:rsid w:val="003C20F9"/>
    <w:rsid w:val="003E0A61"/>
    <w:rsid w:val="003E1216"/>
    <w:rsid w:val="003E3668"/>
    <w:rsid w:val="003E65E5"/>
    <w:rsid w:val="003F493B"/>
    <w:rsid w:val="003F7969"/>
    <w:rsid w:val="00402AA7"/>
    <w:rsid w:val="00416EA7"/>
    <w:rsid w:val="00422A4C"/>
    <w:rsid w:val="00433B08"/>
    <w:rsid w:val="00444ABC"/>
    <w:rsid w:val="0047485A"/>
    <w:rsid w:val="00476F64"/>
    <w:rsid w:val="004A2BEB"/>
    <w:rsid w:val="004A6789"/>
    <w:rsid w:val="004C2102"/>
    <w:rsid w:val="004D527C"/>
    <w:rsid w:val="004D71CF"/>
    <w:rsid w:val="004E0D46"/>
    <w:rsid w:val="004F072B"/>
    <w:rsid w:val="004F0F9F"/>
    <w:rsid w:val="004F18AA"/>
    <w:rsid w:val="004F6F69"/>
    <w:rsid w:val="00502132"/>
    <w:rsid w:val="00511D94"/>
    <w:rsid w:val="00524661"/>
    <w:rsid w:val="0056706F"/>
    <w:rsid w:val="0057155B"/>
    <w:rsid w:val="005A6FA8"/>
    <w:rsid w:val="00612589"/>
    <w:rsid w:val="00616FD9"/>
    <w:rsid w:val="00637BA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5BB3"/>
    <w:rsid w:val="00701370"/>
    <w:rsid w:val="007019A1"/>
    <w:rsid w:val="00704CD8"/>
    <w:rsid w:val="007169B9"/>
    <w:rsid w:val="0071789A"/>
    <w:rsid w:val="00744C47"/>
    <w:rsid w:val="00751D84"/>
    <w:rsid w:val="0077108E"/>
    <w:rsid w:val="00771BFD"/>
    <w:rsid w:val="00782325"/>
    <w:rsid w:val="0078458F"/>
    <w:rsid w:val="007958F9"/>
    <w:rsid w:val="00797D48"/>
    <w:rsid w:val="007A0F1B"/>
    <w:rsid w:val="007B1C49"/>
    <w:rsid w:val="007B5DE5"/>
    <w:rsid w:val="007B6DE0"/>
    <w:rsid w:val="007D5AF0"/>
    <w:rsid w:val="007E5615"/>
    <w:rsid w:val="007F2C7C"/>
    <w:rsid w:val="007F3B14"/>
    <w:rsid w:val="008020DC"/>
    <w:rsid w:val="00815047"/>
    <w:rsid w:val="008163FA"/>
    <w:rsid w:val="008221CE"/>
    <w:rsid w:val="00822FAC"/>
    <w:rsid w:val="0083658A"/>
    <w:rsid w:val="00837AA7"/>
    <w:rsid w:val="008471D6"/>
    <w:rsid w:val="00850610"/>
    <w:rsid w:val="008A29E6"/>
    <w:rsid w:val="008B75CE"/>
    <w:rsid w:val="008D02DE"/>
    <w:rsid w:val="008E3EAF"/>
    <w:rsid w:val="008F45C5"/>
    <w:rsid w:val="00915ED6"/>
    <w:rsid w:val="00920BD2"/>
    <w:rsid w:val="00940C0E"/>
    <w:rsid w:val="00940FE6"/>
    <w:rsid w:val="009543BC"/>
    <w:rsid w:val="009649C6"/>
    <w:rsid w:val="00986346"/>
    <w:rsid w:val="00993ADE"/>
    <w:rsid w:val="00996EF7"/>
    <w:rsid w:val="009B1740"/>
    <w:rsid w:val="009C00F0"/>
    <w:rsid w:val="009D160F"/>
    <w:rsid w:val="009D3FBD"/>
    <w:rsid w:val="009F6EBA"/>
    <w:rsid w:val="00A0557D"/>
    <w:rsid w:val="00A3565B"/>
    <w:rsid w:val="00A371B0"/>
    <w:rsid w:val="00A47BEA"/>
    <w:rsid w:val="00A640F6"/>
    <w:rsid w:val="00A84635"/>
    <w:rsid w:val="00AA09A4"/>
    <w:rsid w:val="00AA1BEC"/>
    <w:rsid w:val="00AB30C2"/>
    <w:rsid w:val="00AD6905"/>
    <w:rsid w:val="00AF156A"/>
    <w:rsid w:val="00B04998"/>
    <w:rsid w:val="00B07E1A"/>
    <w:rsid w:val="00B17153"/>
    <w:rsid w:val="00B21021"/>
    <w:rsid w:val="00B3490F"/>
    <w:rsid w:val="00B35523"/>
    <w:rsid w:val="00B611EE"/>
    <w:rsid w:val="00B7018C"/>
    <w:rsid w:val="00B70335"/>
    <w:rsid w:val="00B823B4"/>
    <w:rsid w:val="00B85113"/>
    <w:rsid w:val="00BD2948"/>
    <w:rsid w:val="00BE35FA"/>
    <w:rsid w:val="00BF61D7"/>
    <w:rsid w:val="00BF65D9"/>
    <w:rsid w:val="00C06E69"/>
    <w:rsid w:val="00C150FE"/>
    <w:rsid w:val="00C23D8E"/>
    <w:rsid w:val="00C3035B"/>
    <w:rsid w:val="00C306B9"/>
    <w:rsid w:val="00C54849"/>
    <w:rsid w:val="00C60195"/>
    <w:rsid w:val="00C67A97"/>
    <w:rsid w:val="00C907C5"/>
    <w:rsid w:val="00C92E3F"/>
    <w:rsid w:val="00C97BAC"/>
    <w:rsid w:val="00CB4AA3"/>
    <w:rsid w:val="00CB5879"/>
    <w:rsid w:val="00CD628F"/>
    <w:rsid w:val="00D11B3B"/>
    <w:rsid w:val="00D16CDC"/>
    <w:rsid w:val="00D300A9"/>
    <w:rsid w:val="00D42F9F"/>
    <w:rsid w:val="00D70B05"/>
    <w:rsid w:val="00D87B3C"/>
    <w:rsid w:val="00DA0367"/>
    <w:rsid w:val="00DA1A01"/>
    <w:rsid w:val="00DA6BD4"/>
    <w:rsid w:val="00DF7720"/>
    <w:rsid w:val="00E22264"/>
    <w:rsid w:val="00E31117"/>
    <w:rsid w:val="00E31D3B"/>
    <w:rsid w:val="00E45579"/>
    <w:rsid w:val="00E50212"/>
    <w:rsid w:val="00E63FB5"/>
    <w:rsid w:val="00E73024"/>
    <w:rsid w:val="00E83F84"/>
    <w:rsid w:val="00EA0554"/>
    <w:rsid w:val="00EA70E0"/>
    <w:rsid w:val="00EB2343"/>
    <w:rsid w:val="00EE0020"/>
    <w:rsid w:val="00EE2C12"/>
    <w:rsid w:val="00EE7105"/>
    <w:rsid w:val="00EF638C"/>
    <w:rsid w:val="00EF6829"/>
    <w:rsid w:val="00F061AC"/>
    <w:rsid w:val="00F278ED"/>
    <w:rsid w:val="00F43A5F"/>
    <w:rsid w:val="00F55AFD"/>
    <w:rsid w:val="00F6673C"/>
    <w:rsid w:val="00F67053"/>
    <w:rsid w:val="00FA2792"/>
    <w:rsid w:val="00FA4D43"/>
    <w:rsid w:val="00FC2BE0"/>
    <w:rsid w:val="00FC6E39"/>
    <w:rsid w:val="00FD20E9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74664E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DF772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D8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D84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AA09A4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6DD6-6AAE-4CB1-A81E-7882A2F3C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153</TotalTime>
  <Pages>3</Pages>
  <Words>523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18</cp:revision>
  <cp:lastPrinted>2021-06-11T10:07:00Z</cp:lastPrinted>
  <dcterms:created xsi:type="dcterms:W3CDTF">2021-06-07T10:45:00Z</dcterms:created>
  <dcterms:modified xsi:type="dcterms:W3CDTF">2021-06-11T10:07:00Z</dcterms:modified>
</cp:coreProperties>
</file>