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7777777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DF7720">
        <w:t>1</w:t>
      </w:r>
    </w:p>
    <w:p w14:paraId="47916600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3002DC27" w14:textId="50CA746C" w:rsidR="003E1216" w:rsidRPr="00C907C5" w:rsidRDefault="000B434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395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1C1E36D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DF7720">
        <w:t>5</w:t>
      </w:r>
      <w:r w:rsidR="00AA09A4">
        <w:t>8</w:t>
      </w:r>
      <w:r w:rsidR="00C907C5">
        <w:t>. schůze</w:t>
      </w:r>
    </w:p>
    <w:p w14:paraId="025AB889" w14:textId="3367CA32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B29BB">
        <w:rPr>
          <w:bCs/>
          <w:iCs/>
        </w:rPr>
        <w:t>10</w:t>
      </w:r>
      <w:r>
        <w:rPr>
          <w:bCs/>
          <w:iCs/>
        </w:rPr>
        <w:t xml:space="preserve">. </w:t>
      </w:r>
      <w:r w:rsidR="00AA09A4">
        <w:rPr>
          <w:bCs/>
          <w:iCs/>
        </w:rPr>
        <w:t>červ</w:t>
      </w:r>
      <w:r w:rsidR="00DF7720">
        <w:rPr>
          <w:bCs/>
          <w:iCs/>
        </w:rPr>
        <w:t>na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DF7720">
        <w:rPr>
          <w:bCs/>
          <w:iCs/>
        </w:rPr>
        <w:t>1</w:t>
      </w:r>
    </w:p>
    <w:p w14:paraId="74834C7C" w14:textId="486F4DDA" w:rsidR="00AA09A4" w:rsidRDefault="00A84635" w:rsidP="00AA09A4">
      <w:pPr>
        <w:pStyle w:val="slovanseznam"/>
        <w:pBdr>
          <w:bottom w:val="single" w:sz="4" w:space="1" w:color="auto"/>
        </w:pBdr>
        <w:tabs>
          <w:tab w:val="clear" w:pos="360"/>
        </w:tabs>
        <w:spacing w:before="600"/>
        <w:ind w:left="0" w:firstLine="0"/>
        <w:contextualSpacing w:val="0"/>
        <w:jc w:val="center"/>
        <w:rPr>
          <w:b/>
          <w:color w:val="000000" w:themeColor="text1"/>
        </w:rPr>
      </w:pPr>
      <w:r>
        <w:t>k</w:t>
      </w:r>
      <w:r w:rsidR="00AA09A4" w:rsidRPr="00AA09A4">
        <w:t xml:space="preserve"> </w:t>
      </w:r>
      <w:r w:rsidR="00AA09A4">
        <w:t>v</w:t>
      </w:r>
      <w:r w:rsidR="00AA09A4" w:rsidRPr="000B1B98">
        <w:t>ládní</w:t>
      </w:r>
      <w:r w:rsidR="00AA09A4">
        <w:t>mu</w:t>
      </w:r>
      <w:r w:rsidR="00AA09A4" w:rsidRPr="000B1B98">
        <w:t xml:space="preserve"> návrh</w:t>
      </w:r>
      <w:r w:rsidR="00AA09A4">
        <w:t>u</w:t>
      </w:r>
      <w:r w:rsidR="00AA09A4" w:rsidRPr="000B1B98">
        <w:t xml:space="preserve"> zákona, kterým se mění zákon č. 127/2005 Sb., o elektronických komunikacích a o změně některých souvisejících zákonů (zákon o elektronických komunikacích), ve znění pozdějších předpisů, a některé další zákony</w:t>
      </w:r>
      <w:r w:rsidR="00AA09A4">
        <w:t xml:space="preserve"> </w:t>
      </w:r>
      <w:r w:rsidR="00DF7720">
        <w:rPr>
          <w:color w:val="000000" w:themeColor="text1"/>
        </w:rPr>
        <w:t xml:space="preserve"> – </w:t>
      </w:r>
      <w:r w:rsidR="00DF7720">
        <w:rPr>
          <w:b/>
          <w:color w:val="000000" w:themeColor="text1"/>
        </w:rPr>
        <w:t xml:space="preserve">sněmovní tisk </w:t>
      </w:r>
      <w:r w:rsidR="00AA09A4">
        <w:rPr>
          <w:b/>
          <w:color w:val="000000" w:themeColor="text1"/>
        </w:rPr>
        <w:t>1084</w:t>
      </w:r>
    </w:p>
    <w:p w14:paraId="00278DDB" w14:textId="77777777" w:rsidR="00AA09A4" w:rsidRPr="00AA09A4" w:rsidRDefault="00AA09A4" w:rsidP="00AA09A4">
      <w:pPr>
        <w:pStyle w:val="slovanseznam"/>
        <w:pBdr>
          <w:bottom w:val="single" w:sz="4" w:space="1" w:color="auto"/>
        </w:pBdr>
        <w:tabs>
          <w:tab w:val="clear" w:pos="360"/>
        </w:tabs>
        <w:spacing w:after="360"/>
        <w:ind w:left="0" w:firstLine="0"/>
        <w:contextualSpacing w:val="0"/>
        <w:jc w:val="center"/>
        <w:rPr>
          <w:b/>
          <w:color w:val="000000" w:themeColor="text1"/>
        </w:rPr>
      </w:pPr>
    </w:p>
    <w:p w14:paraId="01D4945B" w14:textId="77777777" w:rsidR="00EF638C" w:rsidRPr="00282A9E" w:rsidRDefault="00EF638C" w:rsidP="00B0305F">
      <w:pPr>
        <w:suppressAutoHyphens/>
        <w:spacing w:before="480" w:after="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14:paraId="534C197C" w14:textId="0610D6FF" w:rsidR="00EF638C" w:rsidRPr="00234153" w:rsidRDefault="00EF638C" w:rsidP="00852C80">
      <w:pPr>
        <w:pStyle w:val="Odstavecseseznamem"/>
        <w:numPr>
          <w:ilvl w:val="0"/>
          <w:numId w:val="27"/>
        </w:numPr>
        <w:suppressAutoHyphens/>
        <w:spacing w:before="36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AA09A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1084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F278ED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6FCFB967" w14:textId="3322EDF1" w:rsidR="00A5496A" w:rsidRPr="00ED2757" w:rsidRDefault="00EF638C" w:rsidP="00ED2757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7E117862" w:rsidR="00EF638C" w:rsidRPr="00751D84" w:rsidRDefault="00EF638C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DA0367">
        <w:t>y</w:t>
      </w:r>
      <w:r w:rsidRPr="00751D84">
        <w:t xml:space="preserve"> A</w:t>
      </w:r>
      <w:r w:rsidR="00B7018C">
        <w:t xml:space="preserve">1 </w:t>
      </w:r>
      <w:r w:rsidR="00751D84">
        <w:t>až A</w:t>
      </w:r>
      <w:r w:rsidR="00A5496A">
        <w:t>10, A12 až A17, A19, A22, A24 až A31</w:t>
      </w:r>
      <w:r w:rsidR="00A5496A">
        <w:br/>
      </w:r>
      <w:r w:rsidR="00DA0367" w:rsidRPr="00DA0367">
        <w:rPr>
          <w:i/>
        </w:rPr>
        <w:t>(</w:t>
      </w:r>
      <w:r w:rsidR="00A5496A">
        <w:rPr>
          <w:i/>
        </w:rPr>
        <w:t xml:space="preserve">společně </w:t>
      </w:r>
      <w:r w:rsidR="00751D84">
        <w:rPr>
          <w:i/>
        </w:rPr>
        <w:t>jedním hlasováním</w:t>
      </w:r>
      <w:r w:rsidR="00DA0367">
        <w:rPr>
          <w:i/>
        </w:rPr>
        <w:t>)</w:t>
      </w:r>
    </w:p>
    <w:p w14:paraId="071FC7B3" w14:textId="6734EB9E" w:rsidR="00E63FB5" w:rsidRPr="00E63FB5" w:rsidRDefault="00EF638C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A5496A">
        <w:t>y</w:t>
      </w:r>
      <w:r w:rsidRPr="00751D84">
        <w:t xml:space="preserve"> </w:t>
      </w:r>
      <w:r w:rsidR="00A5496A">
        <w:t xml:space="preserve">A11 a A32 </w:t>
      </w:r>
      <w:r w:rsidR="00A5496A" w:rsidRPr="00DA0367">
        <w:rPr>
          <w:i/>
        </w:rPr>
        <w:t>(</w:t>
      </w:r>
      <w:r w:rsidR="00A5496A">
        <w:rPr>
          <w:i/>
        </w:rPr>
        <w:t>společně jedním hlasováním)</w:t>
      </w:r>
      <w:r w:rsidR="00A5496A">
        <w:t xml:space="preserve"> </w:t>
      </w:r>
      <w:r w:rsidR="00DA0367">
        <w:t xml:space="preserve"> </w:t>
      </w:r>
    </w:p>
    <w:p w14:paraId="0F684CD1" w14:textId="688DD79D" w:rsidR="00DA0367" w:rsidRPr="00DA0367" w:rsidRDefault="00DA0367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</w:t>
      </w:r>
      <w:r w:rsidR="00A5496A">
        <w:t>y</w:t>
      </w:r>
      <w:r>
        <w:t xml:space="preserve"> </w:t>
      </w:r>
      <w:r w:rsidR="00A5496A">
        <w:t xml:space="preserve">A18 a A34 </w:t>
      </w:r>
      <w:r w:rsidR="00A5496A" w:rsidRPr="00DA0367">
        <w:rPr>
          <w:i/>
        </w:rPr>
        <w:t>(</w:t>
      </w:r>
      <w:r w:rsidR="00A5496A">
        <w:rPr>
          <w:i/>
        </w:rPr>
        <w:t>společně jedním hlasováním)</w:t>
      </w:r>
    </w:p>
    <w:p w14:paraId="5CC9BB3A" w14:textId="5D570963" w:rsidR="00E63FB5" w:rsidRPr="00E63FB5" w:rsidRDefault="00DA0367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A5496A">
        <w:t>A20</w:t>
      </w:r>
    </w:p>
    <w:p w14:paraId="50BDB3BE" w14:textId="063D3283" w:rsidR="00DA0367" w:rsidRPr="00DA0367" w:rsidRDefault="00B7018C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A5496A">
        <w:t>A21</w:t>
      </w:r>
    </w:p>
    <w:p w14:paraId="18A56900" w14:textId="7D3CC743" w:rsidR="00DA0367" w:rsidRPr="00DA0367" w:rsidRDefault="00DA0367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A5496A">
        <w:t>A23</w:t>
      </w:r>
    </w:p>
    <w:p w14:paraId="1CB9EAD6" w14:textId="4484C160" w:rsidR="00DA0367" w:rsidRPr="00DA0367" w:rsidRDefault="00DA0367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A5496A">
        <w:t>A33</w:t>
      </w:r>
    </w:p>
    <w:p w14:paraId="2372D24F" w14:textId="03873769" w:rsidR="00DA0367" w:rsidRPr="00B7018C" w:rsidRDefault="00DA0367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A5496A">
        <w:t>B</w:t>
      </w:r>
    </w:p>
    <w:p w14:paraId="4499EB25" w14:textId="7CFD1B09" w:rsidR="00B7018C" w:rsidRPr="00B7018C" w:rsidRDefault="00B7018C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A5496A">
        <w:t>C</w:t>
      </w:r>
    </w:p>
    <w:p w14:paraId="0D0000C6" w14:textId="1E849B18" w:rsidR="00B7018C" w:rsidRPr="00915ED6" w:rsidRDefault="00A5496A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D1 </w:t>
      </w:r>
      <w:r w:rsidRPr="00A5496A">
        <w:rPr>
          <w:i/>
        </w:rPr>
        <w:t xml:space="preserve">(bude-li schválen, jsou nehlasovatelné </w:t>
      </w:r>
      <w:r w:rsidR="007905E6">
        <w:rPr>
          <w:i/>
        </w:rPr>
        <w:t xml:space="preserve">pozměňovací návrhy </w:t>
      </w:r>
      <w:r w:rsidRPr="00A5496A">
        <w:rPr>
          <w:i/>
        </w:rPr>
        <w:t>D2</w:t>
      </w:r>
      <w:r w:rsidR="007905E6">
        <w:rPr>
          <w:i/>
        </w:rPr>
        <w:t xml:space="preserve"> </w:t>
      </w:r>
      <w:r w:rsidRPr="00A5496A">
        <w:rPr>
          <w:i/>
        </w:rPr>
        <w:t>a</w:t>
      </w:r>
      <w:r w:rsidR="007905E6">
        <w:rPr>
          <w:i/>
        </w:rPr>
        <w:t xml:space="preserve"> </w:t>
      </w:r>
      <w:r w:rsidRPr="00A5496A">
        <w:rPr>
          <w:i/>
        </w:rPr>
        <w:t>E2,</w:t>
      </w:r>
      <w:r w:rsidR="007905E6">
        <w:rPr>
          <w:i/>
        </w:rPr>
        <w:t xml:space="preserve"> </w:t>
      </w:r>
      <w:r w:rsidRPr="00A5496A">
        <w:rPr>
          <w:i/>
        </w:rPr>
        <w:t>nebude-li schválen, hlasovat D2)</w:t>
      </w:r>
    </w:p>
    <w:p w14:paraId="35E641B1" w14:textId="491E0E2E" w:rsidR="00915ED6" w:rsidRPr="00751D84" w:rsidRDefault="00852C80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D2 </w:t>
      </w:r>
      <w:r w:rsidRPr="00A5496A">
        <w:rPr>
          <w:i/>
        </w:rPr>
        <w:t>(bude-li schválen, j</w:t>
      </w:r>
      <w:r>
        <w:rPr>
          <w:i/>
        </w:rPr>
        <w:t>e</w:t>
      </w:r>
      <w:r w:rsidRPr="00A5496A">
        <w:rPr>
          <w:i/>
        </w:rPr>
        <w:t xml:space="preserve"> nehlasovateln</w:t>
      </w:r>
      <w:r>
        <w:rPr>
          <w:i/>
        </w:rPr>
        <w:t>ý</w:t>
      </w:r>
      <w:r w:rsidRPr="00A5496A">
        <w:rPr>
          <w:i/>
        </w:rPr>
        <w:t xml:space="preserve"> </w:t>
      </w:r>
      <w:r w:rsidR="007905E6">
        <w:rPr>
          <w:i/>
        </w:rPr>
        <w:t>pozměňovací návrh</w:t>
      </w:r>
      <w:r w:rsidRPr="00A5496A">
        <w:rPr>
          <w:i/>
        </w:rPr>
        <w:t xml:space="preserve"> E2,</w:t>
      </w:r>
      <w:r>
        <w:rPr>
          <w:i/>
        </w:rPr>
        <w:t xml:space="preserve"> </w:t>
      </w:r>
      <w:r w:rsidRPr="00A5496A">
        <w:rPr>
          <w:i/>
        </w:rPr>
        <w:t xml:space="preserve">nebude-li schválen, hlasovat </w:t>
      </w:r>
      <w:r>
        <w:rPr>
          <w:i/>
        </w:rPr>
        <w:t>E</w:t>
      </w:r>
      <w:r w:rsidRPr="00A5496A">
        <w:rPr>
          <w:i/>
        </w:rPr>
        <w:t>2)</w:t>
      </w:r>
    </w:p>
    <w:p w14:paraId="64563E11" w14:textId="2EB68483" w:rsidR="00852C80" w:rsidRPr="00852C80" w:rsidRDefault="00852C80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lastRenderedPageBreak/>
        <w:t>pozměňovací návrh E2</w:t>
      </w:r>
    </w:p>
    <w:p w14:paraId="2B0652E2" w14:textId="03DADBA8" w:rsidR="00852C80" w:rsidRPr="00852C80" w:rsidRDefault="00852C80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E1</w:t>
      </w:r>
    </w:p>
    <w:p w14:paraId="7C88C798" w14:textId="18624BFC" w:rsidR="00852C80" w:rsidRPr="00852C80" w:rsidRDefault="00852C80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F1</w:t>
      </w:r>
    </w:p>
    <w:p w14:paraId="3DF4D248" w14:textId="2828385E" w:rsidR="00852C80" w:rsidRPr="00852C80" w:rsidRDefault="00852C80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F2</w:t>
      </w:r>
    </w:p>
    <w:p w14:paraId="5526BF34" w14:textId="717BE7F2" w:rsidR="00852C80" w:rsidRPr="00852C80" w:rsidRDefault="00852C80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F3</w:t>
      </w:r>
    </w:p>
    <w:p w14:paraId="2F0F390C" w14:textId="372D774E" w:rsidR="00852C80" w:rsidRPr="00852C80" w:rsidRDefault="00852C80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G</w:t>
      </w:r>
    </w:p>
    <w:p w14:paraId="06FAEDE1" w14:textId="68FA45D7" w:rsidR="00EF638C" w:rsidRPr="00751D84" w:rsidRDefault="00EF638C" w:rsidP="00852C8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402BF6">
      <w:pPr>
        <w:pStyle w:val="Odstavecseseznamem"/>
        <w:numPr>
          <w:ilvl w:val="0"/>
          <w:numId w:val="27"/>
        </w:numPr>
        <w:suppressAutoHyphens/>
        <w:spacing w:before="480" w:after="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96CA211" w14:textId="69524E7B" w:rsidR="00402BF6" w:rsidRDefault="00402BF6" w:rsidP="00402BF6">
      <w:pPr>
        <w:suppressAutoHyphens/>
        <w:spacing w:before="360" w:after="120" w:line="264" w:lineRule="auto"/>
        <w:ind w:left="4961" w:right="-284" w:hanging="42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legislativně technické úpravy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02BF6">
        <w:rPr>
          <w:rFonts w:ascii="Times New Roman" w:hAnsi="Times New Roman"/>
          <w:b/>
          <w:sz w:val="24"/>
          <w:szCs w:val="24"/>
        </w:rPr>
        <w:t>doporučuje</w:t>
      </w:r>
    </w:p>
    <w:p w14:paraId="2D310EF6" w14:textId="77777777" w:rsidR="00402BF6" w:rsidRDefault="00852C80" w:rsidP="00402BF6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>pozměňovací návrhy A1 až A10, A12 až A17, A19, A22, A24 až A31</w:t>
      </w:r>
      <w:r w:rsidR="00AA09A4">
        <w:rPr>
          <w:rFonts w:ascii="Times New Roman" w:hAnsi="Times New Roman"/>
          <w:sz w:val="24"/>
          <w:szCs w:val="24"/>
        </w:rPr>
        <w:t xml:space="preserve"> </w:t>
      </w:r>
      <w:r w:rsidR="00277D01">
        <w:rPr>
          <w:rFonts w:ascii="Times New Roman" w:hAnsi="Times New Roman"/>
          <w:sz w:val="24"/>
          <w:szCs w:val="24"/>
        </w:rPr>
        <w:tab/>
      </w:r>
      <w:r w:rsidR="001D4A40">
        <w:rPr>
          <w:rFonts w:ascii="Times New Roman" w:hAnsi="Times New Roman"/>
          <w:sz w:val="24"/>
          <w:szCs w:val="24"/>
        </w:rPr>
        <w:tab/>
      </w:r>
    </w:p>
    <w:p w14:paraId="572CFE07" w14:textId="4E17C4AA" w:rsidR="00EF638C" w:rsidRPr="000755EB" w:rsidRDefault="00EF638C" w:rsidP="00402BF6">
      <w:pPr>
        <w:suppressAutoHyphens/>
        <w:spacing w:before="120" w:after="120" w:line="264" w:lineRule="auto"/>
        <w:ind w:left="5672"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41A3213" w14:textId="57D8EED2" w:rsidR="00DA0367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>pozměňovací návrhy A11 a A32</w:t>
      </w:r>
      <w:r w:rsidR="00EF638C" w:rsidRPr="00852C80">
        <w:rPr>
          <w:rFonts w:ascii="Times New Roman" w:hAnsi="Times New Roman"/>
          <w:sz w:val="24"/>
          <w:szCs w:val="24"/>
        </w:rPr>
        <w:tab/>
      </w:r>
      <w:r w:rsidR="00915ED6">
        <w:rPr>
          <w:rFonts w:ascii="Times New Roman" w:hAnsi="Times New Roman"/>
          <w:sz w:val="24"/>
          <w:szCs w:val="24"/>
        </w:rPr>
        <w:tab/>
      </w:r>
      <w:r w:rsidR="00402BF6">
        <w:rPr>
          <w:rFonts w:ascii="Times New Roman" w:hAnsi="Times New Roman"/>
          <w:sz w:val="24"/>
          <w:szCs w:val="24"/>
        </w:rPr>
        <w:tab/>
      </w:r>
      <w:r w:rsidR="00402BF6">
        <w:rPr>
          <w:rFonts w:ascii="Times New Roman" w:hAnsi="Times New Roman"/>
          <w:sz w:val="24"/>
          <w:szCs w:val="24"/>
        </w:rPr>
        <w:tab/>
      </w:r>
      <w:r w:rsidR="001D4A40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BFFF372" w14:textId="73CF289A" w:rsidR="00EF638C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>pozměňovací návrhy A18 a A34</w:t>
      </w:r>
      <w:r w:rsidR="00DA0367" w:rsidRPr="00852C80">
        <w:rPr>
          <w:rFonts w:ascii="Times New Roman" w:hAnsi="Times New Roman"/>
          <w:sz w:val="24"/>
          <w:szCs w:val="24"/>
        </w:rPr>
        <w:tab/>
      </w:r>
      <w:r w:rsidR="00DA0367">
        <w:rPr>
          <w:rFonts w:ascii="Times New Roman" w:hAnsi="Times New Roman"/>
          <w:sz w:val="24"/>
          <w:szCs w:val="24"/>
        </w:rPr>
        <w:tab/>
      </w:r>
      <w:r w:rsidR="00402BF6">
        <w:rPr>
          <w:rFonts w:ascii="Times New Roman" w:hAnsi="Times New Roman"/>
          <w:sz w:val="24"/>
          <w:szCs w:val="24"/>
        </w:rPr>
        <w:tab/>
      </w:r>
      <w:r w:rsidR="00402BF6">
        <w:rPr>
          <w:rFonts w:ascii="Times New Roman" w:hAnsi="Times New Roman"/>
          <w:sz w:val="24"/>
          <w:szCs w:val="24"/>
        </w:rPr>
        <w:tab/>
      </w:r>
      <w:r w:rsidR="001D4A40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152B2FAA" w14:textId="2C6E64DA" w:rsidR="00DA0367" w:rsidRDefault="00915ED6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A20</w:t>
      </w:r>
      <w:r w:rsidR="00DA0367">
        <w:rPr>
          <w:rFonts w:ascii="Times New Roman" w:hAnsi="Times New Roman"/>
          <w:sz w:val="24"/>
          <w:szCs w:val="24"/>
        </w:rPr>
        <w:tab/>
      </w:r>
      <w:r w:rsidR="00DA0367">
        <w:rPr>
          <w:rFonts w:ascii="Times New Roman" w:hAnsi="Times New Roman"/>
          <w:sz w:val="24"/>
          <w:szCs w:val="24"/>
        </w:rPr>
        <w:tab/>
      </w:r>
      <w:r w:rsidR="009F6EBA">
        <w:rPr>
          <w:rFonts w:ascii="Times New Roman" w:hAnsi="Times New Roman"/>
          <w:sz w:val="24"/>
          <w:szCs w:val="24"/>
        </w:rPr>
        <w:tab/>
      </w:r>
      <w:r w:rsidR="00402BF6">
        <w:rPr>
          <w:rFonts w:ascii="Times New Roman" w:hAnsi="Times New Roman"/>
          <w:sz w:val="24"/>
          <w:szCs w:val="24"/>
        </w:rPr>
        <w:tab/>
      </w:r>
      <w:r w:rsidR="00402BF6">
        <w:rPr>
          <w:rFonts w:ascii="Times New Roman" w:hAnsi="Times New Roman"/>
          <w:sz w:val="24"/>
          <w:szCs w:val="24"/>
        </w:rPr>
        <w:tab/>
      </w:r>
      <w:r w:rsidR="001D4A40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5570D687" w14:textId="48448721" w:rsidR="001D4A40" w:rsidRDefault="00915ED6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A21</w:t>
      </w:r>
      <w:r w:rsidR="001D4A40">
        <w:rPr>
          <w:rFonts w:ascii="Times New Roman" w:hAnsi="Times New Roman"/>
          <w:b/>
          <w:sz w:val="24"/>
          <w:szCs w:val="24"/>
        </w:rPr>
        <w:tab/>
      </w:r>
      <w:r w:rsidR="001D4A40">
        <w:rPr>
          <w:rFonts w:ascii="Times New Roman" w:hAnsi="Times New Roman"/>
          <w:b/>
          <w:sz w:val="24"/>
          <w:szCs w:val="24"/>
        </w:rPr>
        <w:tab/>
      </w:r>
      <w:r w:rsidR="001D4A40">
        <w:rPr>
          <w:rFonts w:ascii="Times New Roman" w:hAnsi="Times New Roman"/>
          <w:b/>
          <w:sz w:val="24"/>
          <w:szCs w:val="24"/>
        </w:rPr>
        <w:tab/>
      </w:r>
      <w:r w:rsidR="00402BF6">
        <w:rPr>
          <w:rFonts w:ascii="Times New Roman" w:hAnsi="Times New Roman"/>
          <w:b/>
          <w:sz w:val="24"/>
          <w:szCs w:val="24"/>
        </w:rPr>
        <w:tab/>
      </w:r>
      <w:r w:rsidR="00402BF6">
        <w:rPr>
          <w:rFonts w:ascii="Times New Roman" w:hAnsi="Times New Roman"/>
          <w:b/>
          <w:sz w:val="24"/>
          <w:szCs w:val="24"/>
        </w:rPr>
        <w:tab/>
      </w:r>
      <w:r w:rsidR="001D4A40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5EC46877" w14:textId="04AC6CDF" w:rsidR="001D4A40" w:rsidRDefault="001D4A4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A23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F0E3D">
        <w:rPr>
          <w:rFonts w:ascii="Times New Roman" w:hAnsi="Times New Roman"/>
          <w:b/>
          <w:sz w:val="24"/>
          <w:szCs w:val="24"/>
        </w:rPr>
        <w:tab/>
      </w:r>
      <w:r w:rsidR="008F0E3D">
        <w:rPr>
          <w:rFonts w:ascii="Times New Roman" w:hAnsi="Times New Roman"/>
          <w:b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446D9CE0" w14:textId="5EC8D36F" w:rsidR="001D4A40" w:rsidRDefault="001D4A4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A33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169FA49C" w14:textId="73102F02" w:rsidR="001D4A40" w:rsidRDefault="001D4A4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B</w:t>
      </w:r>
      <w:r w:rsidR="00852C8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3EAA006" w14:textId="2FDF7256" w:rsidR="00915ED6" w:rsidRDefault="00915ED6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C</w:t>
      </w:r>
      <w:r w:rsidR="00852C8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B09C74A" w14:textId="16CF7C3C" w:rsidR="00915ED6" w:rsidRDefault="00915ED6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D1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 w:rsidR="001A1DA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38B515EE" w14:textId="2A09B9EC" w:rsidR="00915ED6" w:rsidRDefault="00915ED6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852C80">
        <w:rPr>
          <w:rFonts w:ascii="Times New Roman" w:hAnsi="Times New Roman"/>
          <w:sz w:val="24"/>
          <w:szCs w:val="24"/>
        </w:rPr>
        <w:t>D2</w:t>
      </w:r>
      <w:r w:rsidR="00E778FF">
        <w:rPr>
          <w:rFonts w:ascii="Times New Roman" w:hAnsi="Times New Roman"/>
          <w:b/>
          <w:sz w:val="24"/>
          <w:szCs w:val="24"/>
        </w:rPr>
        <w:tab/>
      </w:r>
      <w:r w:rsidR="00E778FF">
        <w:rPr>
          <w:rFonts w:ascii="Times New Roman" w:hAnsi="Times New Roman"/>
          <w:b/>
          <w:sz w:val="24"/>
          <w:szCs w:val="24"/>
        </w:rPr>
        <w:tab/>
      </w:r>
      <w:r w:rsidR="00E778FF">
        <w:rPr>
          <w:rFonts w:ascii="Times New Roman" w:hAnsi="Times New Roman"/>
          <w:b/>
          <w:sz w:val="24"/>
          <w:szCs w:val="24"/>
        </w:rPr>
        <w:tab/>
      </w:r>
      <w:r w:rsidR="00E778FF">
        <w:rPr>
          <w:rFonts w:ascii="Times New Roman" w:hAnsi="Times New Roman"/>
          <w:b/>
          <w:sz w:val="24"/>
          <w:szCs w:val="24"/>
        </w:rPr>
        <w:tab/>
      </w:r>
      <w:r w:rsidR="00E778FF">
        <w:rPr>
          <w:rFonts w:ascii="Times New Roman" w:hAnsi="Times New Roman"/>
          <w:b/>
          <w:sz w:val="24"/>
          <w:szCs w:val="24"/>
        </w:rPr>
        <w:tab/>
        <w:t>nedoporučuje</w:t>
      </w:r>
    </w:p>
    <w:p w14:paraId="1B318CDA" w14:textId="49244DDA" w:rsidR="00852C80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>pozměňovací návrh E2</w:t>
      </w:r>
      <w:r>
        <w:tab/>
      </w:r>
      <w:r>
        <w:tab/>
      </w:r>
      <w:r>
        <w:tab/>
      </w:r>
      <w:r w:rsidR="00E778FF">
        <w:tab/>
      </w:r>
      <w:r w:rsidR="00E778FF"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A1DBFEA" w14:textId="78B236EE" w:rsidR="00852C80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>pozměňovací návrh E</w:t>
      </w:r>
      <w:r>
        <w:rPr>
          <w:rFonts w:ascii="Times New Roman" w:hAnsi="Times New Roman"/>
          <w:sz w:val="24"/>
          <w:szCs w:val="24"/>
        </w:rPr>
        <w:t>1</w:t>
      </w:r>
      <w:r>
        <w:tab/>
      </w:r>
      <w:r>
        <w:tab/>
      </w:r>
      <w:r>
        <w:tab/>
      </w:r>
      <w:r w:rsidR="00E778FF">
        <w:rPr>
          <w:rFonts w:ascii="Times New Roman" w:hAnsi="Times New Roman"/>
          <w:b/>
          <w:sz w:val="24"/>
          <w:szCs w:val="24"/>
        </w:rPr>
        <w:tab/>
      </w:r>
      <w:r w:rsidR="00E778FF">
        <w:rPr>
          <w:rFonts w:ascii="Times New Roman" w:hAnsi="Times New Roman"/>
          <w:b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2587D9A" w14:textId="344E6360" w:rsidR="00852C80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F1</w:t>
      </w:r>
      <w:r>
        <w:tab/>
      </w:r>
      <w:r>
        <w:tab/>
      </w:r>
      <w:r>
        <w:tab/>
      </w:r>
      <w:r w:rsidR="00E778FF">
        <w:tab/>
      </w:r>
      <w:r w:rsidR="00E778FF">
        <w:tab/>
      </w:r>
      <w:r w:rsidR="00E778FF">
        <w:rPr>
          <w:rFonts w:ascii="Times New Roman" w:hAnsi="Times New Roman"/>
          <w:b/>
          <w:sz w:val="24"/>
          <w:szCs w:val="24"/>
        </w:rPr>
        <w:t>nedoporučuje</w:t>
      </w:r>
    </w:p>
    <w:p w14:paraId="3B104AC5" w14:textId="12F0D036" w:rsidR="00852C80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F</w:t>
      </w:r>
      <w:r w:rsidRPr="00852C80">
        <w:rPr>
          <w:rFonts w:ascii="Times New Roman" w:hAnsi="Times New Roman"/>
          <w:sz w:val="24"/>
          <w:szCs w:val="24"/>
        </w:rPr>
        <w:t>2</w:t>
      </w:r>
      <w:r>
        <w:tab/>
      </w:r>
      <w:r>
        <w:tab/>
      </w:r>
      <w:r>
        <w:tab/>
      </w:r>
      <w:r w:rsidR="00E778FF">
        <w:tab/>
      </w:r>
      <w:r w:rsidR="00E778FF"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43D706B3" w14:textId="6CFBFA1B" w:rsidR="00852C80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F3</w:t>
      </w:r>
      <w:r>
        <w:tab/>
      </w:r>
      <w:r>
        <w:tab/>
      </w:r>
      <w:r>
        <w:tab/>
      </w:r>
      <w:r w:rsidR="008D7F82">
        <w:tab/>
      </w:r>
      <w:r w:rsidR="008D7F82">
        <w:tab/>
      </w:r>
      <w:r w:rsidR="008D7F82">
        <w:rPr>
          <w:rFonts w:ascii="Times New Roman" w:hAnsi="Times New Roman"/>
          <w:b/>
          <w:sz w:val="24"/>
          <w:szCs w:val="24"/>
        </w:rPr>
        <w:t>nedoporučuje</w:t>
      </w:r>
    </w:p>
    <w:p w14:paraId="53AEAA7A" w14:textId="14BE8F34" w:rsidR="00852C80" w:rsidRDefault="00852C8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852C8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ab/>
      </w:r>
      <w:r>
        <w:tab/>
      </w:r>
      <w:r>
        <w:tab/>
      </w:r>
      <w:r>
        <w:tab/>
      </w:r>
      <w:r w:rsidR="008D7F82">
        <w:tab/>
      </w:r>
      <w:r w:rsidR="008D7F82"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726472BA" w14:textId="475DD426" w:rsidR="001D4A40" w:rsidRPr="001D4A40" w:rsidRDefault="001D4A40" w:rsidP="00852C80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D7F82">
        <w:rPr>
          <w:rFonts w:ascii="Times New Roman" w:hAnsi="Times New Roman"/>
          <w:b/>
          <w:sz w:val="24"/>
          <w:szCs w:val="24"/>
        </w:rPr>
        <w:tab/>
      </w:r>
      <w:r w:rsidR="008D7F82">
        <w:rPr>
          <w:rFonts w:ascii="Times New Roman" w:hAnsi="Times New Roman"/>
          <w:b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>;</w:t>
      </w:r>
    </w:p>
    <w:p w14:paraId="05C31701" w14:textId="42954877" w:rsidR="00EF638C" w:rsidRPr="00C03BB5" w:rsidRDefault="00EF638C" w:rsidP="00852C80">
      <w:pPr>
        <w:pStyle w:val="Odstavecseseznamem"/>
        <w:numPr>
          <w:ilvl w:val="0"/>
          <w:numId w:val="29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1D4A40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28563E82" w14:textId="48635455" w:rsidR="00EF638C" w:rsidRDefault="00EF638C" w:rsidP="00852C80">
      <w:pPr>
        <w:pStyle w:val="Odstavecseseznamem"/>
        <w:numPr>
          <w:ilvl w:val="0"/>
          <w:numId w:val="30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lastRenderedPageBreak/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1D4A40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0FA8BD19" w14:textId="77777777" w:rsidR="00EF638C" w:rsidRDefault="00EF638C" w:rsidP="00852C80">
      <w:pPr>
        <w:pStyle w:val="PStextHV"/>
        <w:numPr>
          <w:ilvl w:val="0"/>
          <w:numId w:val="30"/>
        </w:numPr>
        <w:spacing w:after="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14:paraId="576B2094" w14:textId="23F2D898" w:rsidR="00C3035B" w:rsidRPr="00524661" w:rsidRDefault="00744C47" w:rsidP="00B0305F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D2948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A09A4">
        <w:rPr>
          <w:rFonts w:ascii="Times New Roman" w:hAnsi="Times New Roman"/>
          <w:sz w:val="24"/>
          <w:szCs w:val="24"/>
          <w:lang w:eastAsia="cs-CZ"/>
        </w:rPr>
        <w:t>Martin JIRÁNEK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33364F04"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436479D3" w14:textId="3FC2BAFE" w:rsidR="007D5AF0" w:rsidRPr="00524661" w:rsidRDefault="00A47BEA" w:rsidP="00EF63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10A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6"/>
  </w:num>
  <w:num w:numId="21">
    <w:abstractNumId w:val="31"/>
  </w:num>
  <w:num w:numId="22">
    <w:abstractNumId w:val="19"/>
  </w:num>
  <w:num w:numId="23">
    <w:abstractNumId w:val="10"/>
  </w:num>
  <w:num w:numId="24">
    <w:abstractNumId w:val="11"/>
  </w:num>
  <w:num w:numId="25">
    <w:abstractNumId w:val="30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79AC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345"/>
    <w:rsid w:val="000B46D9"/>
    <w:rsid w:val="000F1377"/>
    <w:rsid w:val="000F3F85"/>
    <w:rsid w:val="00141E53"/>
    <w:rsid w:val="001A1DA9"/>
    <w:rsid w:val="001D31DB"/>
    <w:rsid w:val="001D480E"/>
    <w:rsid w:val="001D4A40"/>
    <w:rsid w:val="001D62A9"/>
    <w:rsid w:val="001E2E72"/>
    <w:rsid w:val="00216D4E"/>
    <w:rsid w:val="002214A3"/>
    <w:rsid w:val="00234536"/>
    <w:rsid w:val="00277D01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02BF6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7108E"/>
    <w:rsid w:val="00771BFD"/>
    <w:rsid w:val="00782325"/>
    <w:rsid w:val="007905E6"/>
    <w:rsid w:val="007958F9"/>
    <w:rsid w:val="00797D48"/>
    <w:rsid w:val="007B0B73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52C80"/>
    <w:rsid w:val="008A29E6"/>
    <w:rsid w:val="008B29BB"/>
    <w:rsid w:val="008B75CE"/>
    <w:rsid w:val="008D02DE"/>
    <w:rsid w:val="008D7F82"/>
    <w:rsid w:val="008E3EAF"/>
    <w:rsid w:val="008F0E3D"/>
    <w:rsid w:val="00915ED6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F6EBA"/>
    <w:rsid w:val="00A04F86"/>
    <w:rsid w:val="00A0557D"/>
    <w:rsid w:val="00A371B0"/>
    <w:rsid w:val="00A47BEA"/>
    <w:rsid w:val="00A5496A"/>
    <w:rsid w:val="00A640F6"/>
    <w:rsid w:val="00A84635"/>
    <w:rsid w:val="00AA09A4"/>
    <w:rsid w:val="00AA1BEC"/>
    <w:rsid w:val="00AB30C2"/>
    <w:rsid w:val="00AD6905"/>
    <w:rsid w:val="00AF156A"/>
    <w:rsid w:val="00B0305F"/>
    <w:rsid w:val="00B04998"/>
    <w:rsid w:val="00B17153"/>
    <w:rsid w:val="00B21021"/>
    <w:rsid w:val="00B35523"/>
    <w:rsid w:val="00B611EE"/>
    <w:rsid w:val="00B7018C"/>
    <w:rsid w:val="00B70335"/>
    <w:rsid w:val="00B823B4"/>
    <w:rsid w:val="00B85113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54849"/>
    <w:rsid w:val="00C60195"/>
    <w:rsid w:val="00C67A97"/>
    <w:rsid w:val="00C87825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0367"/>
    <w:rsid w:val="00DA1A01"/>
    <w:rsid w:val="00DF7720"/>
    <w:rsid w:val="00E22264"/>
    <w:rsid w:val="00E31117"/>
    <w:rsid w:val="00E31D3B"/>
    <w:rsid w:val="00E50212"/>
    <w:rsid w:val="00E63FB5"/>
    <w:rsid w:val="00E73024"/>
    <w:rsid w:val="00E778FF"/>
    <w:rsid w:val="00E83F84"/>
    <w:rsid w:val="00EA0554"/>
    <w:rsid w:val="00EA70E0"/>
    <w:rsid w:val="00EB2343"/>
    <w:rsid w:val="00ED2757"/>
    <w:rsid w:val="00EE0020"/>
    <w:rsid w:val="00EE2C12"/>
    <w:rsid w:val="00EE7105"/>
    <w:rsid w:val="00EF638C"/>
    <w:rsid w:val="00EF6829"/>
    <w:rsid w:val="00F061AC"/>
    <w:rsid w:val="00F278ED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AA09A4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9B0A1-3EE2-472C-9E45-67C3E802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3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2021-06-10T09:55:00Z</cp:lastPrinted>
  <dcterms:created xsi:type="dcterms:W3CDTF">2021-06-10T09:55:00Z</dcterms:created>
  <dcterms:modified xsi:type="dcterms:W3CDTF">2021-06-10T09:55:00Z</dcterms:modified>
</cp:coreProperties>
</file>