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C0" w:rsidRDefault="005B28C0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55009" w:rsidP="000E730C">
      <w:pPr>
        <w:pStyle w:val="PS-hlavika2"/>
      </w:pPr>
      <w:r>
        <w:t>20</w:t>
      </w:r>
      <w:r w:rsidR="00087B63">
        <w:t>21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F7393D" w:rsidP="00A72A69">
      <w:pPr>
        <w:pStyle w:val="PS-slousnesen"/>
        <w:tabs>
          <w:tab w:val="center" w:pos="4535"/>
          <w:tab w:val="left" w:pos="5334"/>
        </w:tabs>
      </w:pPr>
      <w:r>
        <w:t>556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0C2FEB" w:rsidP="00377253">
      <w:pPr>
        <w:pStyle w:val="PS-hlavika1"/>
      </w:pPr>
      <w:r>
        <w:t>z</w:t>
      </w:r>
      <w:r w:rsidR="00C616BB">
        <w:t xml:space="preserve"> </w:t>
      </w:r>
      <w:r w:rsidR="00087B63">
        <w:t>5</w:t>
      </w:r>
      <w:r w:rsidR="000B08FC">
        <w:t>7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A574E">
        <w:t>8</w:t>
      </w:r>
      <w:r w:rsidR="00087B63">
        <w:t xml:space="preserve">. </w:t>
      </w:r>
      <w:r w:rsidR="000B08FC">
        <w:t>června</w:t>
      </w:r>
      <w:r w:rsidR="00087B63">
        <w:t xml:space="preserve"> 2021</w:t>
      </w:r>
    </w:p>
    <w:p w:rsidR="009F4840" w:rsidRPr="009F4840" w:rsidRDefault="009F4840" w:rsidP="009F4840">
      <w:pPr>
        <w:pStyle w:val="Bezmezer"/>
      </w:pPr>
    </w:p>
    <w:p w:rsidR="000B08FC" w:rsidRDefault="000B08FC" w:rsidP="000B08FC">
      <w:pPr>
        <w:pStyle w:val="PS-pedmtusnesen"/>
        <w:pBdr>
          <w:bottom w:val="none" w:sz="0" w:space="0" w:color="auto"/>
        </w:pBdr>
        <w:spacing w:before="0" w:after="0"/>
      </w:pPr>
      <w:r>
        <w:t>ke Zprávě o výkonu dohledu nad finančním trhem v roce 2020</w:t>
      </w:r>
      <w:r w:rsidRPr="00BC6C28">
        <w:t xml:space="preserve"> </w:t>
      </w:r>
    </w:p>
    <w:p w:rsidR="000B08FC" w:rsidRDefault="000B08FC" w:rsidP="000B08FC">
      <w:pPr>
        <w:pStyle w:val="PS-pedmtusnesen"/>
        <w:pBdr>
          <w:bottom w:val="none" w:sz="0" w:space="0" w:color="auto"/>
        </w:pBdr>
        <w:spacing w:before="0" w:after="0"/>
      </w:pPr>
    </w:p>
    <w:p w:rsidR="000B08FC" w:rsidRDefault="000B08FC" w:rsidP="000B08FC">
      <w:pPr>
        <w:pStyle w:val="Prosttext"/>
        <w:pBdr>
          <w:bottom w:val="single" w:sz="4" w:space="1" w:color="000000"/>
        </w:pBdr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sněmovní tisk 1222</w:t>
      </w:r>
    </w:p>
    <w:p w:rsidR="000B08FC" w:rsidRDefault="000B08FC" w:rsidP="000B08FC">
      <w:pPr>
        <w:pStyle w:val="PS-uvodnodstavec"/>
        <w:spacing w:after="0" w:line="240" w:lineRule="auto"/>
        <w:ind w:firstLine="0"/>
      </w:pPr>
    </w:p>
    <w:p w:rsidR="000B08FC" w:rsidRDefault="000B08FC" w:rsidP="000B08FC">
      <w:pPr>
        <w:pStyle w:val="PS-uvodnodstavec"/>
      </w:pPr>
      <w:r>
        <w:t xml:space="preserve">Po úvodním slově viceguvernéra České národní banky M. Mory, zpravodajské zprávě posl. K. Raise a po rozpravě rozpočtový výbor Poslanecké sněmovny Parlamentu  </w:t>
      </w:r>
    </w:p>
    <w:p w:rsidR="000B08FC" w:rsidRDefault="000B08FC" w:rsidP="000B08FC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b</w:t>
      </w:r>
      <w:r w:rsidRPr="00ED15A8">
        <w:rPr>
          <w:rStyle w:val="proloenChar"/>
        </w:rPr>
        <w:t>ere na vědomí</w:t>
      </w:r>
      <w:r w:rsidRPr="00451F99">
        <w:rPr>
          <w:spacing w:val="70"/>
        </w:rPr>
        <w:t xml:space="preserve"> </w:t>
      </w:r>
      <w:r>
        <w:t>Zprávu o výkonu dohledu nad finančním trhem v roce 2020;</w:t>
      </w:r>
    </w:p>
    <w:p w:rsidR="000B08FC" w:rsidRDefault="000B08FC" w:rsidP="000B08FC">
      <w:pPr>
        <w:pStyle w:val="PS-slovanseznam"/>
        <w:numPr>
          <w:ilvl w:val="0"/>
          <w:numId w:val="0"/>
        </w:numPr>
        <w:spacing w:after="0" w:line="240" w:lineRule="auto"/>
      </w:pPr>
    </w:p>
    <w:p w:rsidR="000B08FC" w:rsidRDefault="000B08FC" w:rsidP="000B08FC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d</w:t>
      </w:r>
      <w:r w:rsidRPr="00ED15A8">
        <w:rPr>
          <w:rStyle w:val="proloenChar"/>
        </w:rPr>
        <w:t>oporučuje</w:t>
      </w:r>
      <w:r w:rsidRPr="00451F99">
        <w:rPr>
          <w:spacing w:val="70"/>
        </w:rPr>
        <w:t xml:space="preserve"> </w:t>
      </w:r>
      <w:r>
        <w:t>Poslanecké sněmovně Parlamentu, aby přijala následující usnesení:</w:t>
      </w:r>
    </w:p>
    <w:p w:rsidR="000B08FC" w:rsidRDefault="000B08FC" w:rsidP="000B08FC">
      <w:pPr>
        <w:pStyle w:val="PS-slovanseznam"/>
        <w:numPr>
          <w:ilvl w:val="0"/>
          <w:numId w:val="0"/>
        </w:numPr>
        <w:spacing w:after="0" w:line="240" w:lineRule="auto"/>
      </w:pPr>
    </w:p>
    <w:p w:rsidR="000B08FC" w:rsidRPr="00B7444C" w:rsidRDefault="000B08FC" w:rsidP="000B08FC">
      <w:pPr>
        <w:pStyle w:val="PS-slovanseznam"/>
        <w:numPr>
          <w:ilvl w:val="0"/>
          <w:numId w:val="0"/>
        </w:numPr>
        <w:ind w:left="709"/>
        <w:rPr>
          <w:i/>
        </w:rPr>
      </w:pPr>
      <w:r>
        <w:rPr>
          <w:i/>
        </w:rPr>
        <w:t xml:space="preserve">„Poslanecká sněmovna Parlamentu </w:t>
      </w:r>
      <w:r w:rsidRPr="008B5526">
        <w:rPr>
          <w:i/>
        </w:rPr>
        <w:t>bere na vědomí</w:t>
      </w:r>
      <w:r>
        <w:rPr>
          <w:i/>
        </w:rPr>
        <w:t xml:space="preserve"> „Zprávu </w:t>
      </w:r>
      <w:r w:rsidRPr="000B08FC">
        <w:rPr>
          <w:i/>
        </w:rPr>
        <w:t>o výkonu dohledu nad</w:t>
      </w:r>
      <w:r w:rsidR="00451F99">
        <w:rPr>
          <w:i/>
        </w:rPr>
        <w:t> </w:t>
      </w:r>
      <w:r w:rsidRPr="000B08FC">
        <w:rPr>
          <w:i/>
        </w:rPr>
        <w:t>finančním trhem v roce 2020</w:t>
      </w:r>
      <w:r>
        <w:rPr>
          <w:i/>
        </w:rPr>
        <w:t>“.“;</w:t>
      </w:r>
    </w:p>
    <w:p w:rsidR="000B08FC" w:rsidRDefault="000B08FC" w:rsidP="000B08FC">
      <w:pPr>
        <w:pStyle w:val="PS-slovanseznam"/>
        <w:ind w:left="709" w:hanging="709"/>
      </w:pPr>
      <w:r>
        <w:rPr>
          <w:rStyle w:val="proloenChar"/>
        </w:rPr>
        <w:t>pověř</w:t>
      </w:r>
      <w:r w:rsidRPr="00ED15A8">
        <w:rPr>
          <w:rStyle w:val="proloenChar"/>
        </w:rPr>
        <w:t>uje</w:t>
      </w:r>
      <w:r>
        <w:t xml:space="preserve"> zpravodaje výboru, aby s tímto usnesením seznámil Poslaneckou sněmovnu Parlamentu.</w:t>
      </w:r>
      <w:bookmarkStart w:id="0" w:name="_GoBack"/>
      <w:bookmarkEnd w:id="0"/>
    </w:p>
    <w:p w:rsidR="000B08FC" w:rsidRPr="002B60B3" w:rsidRDefault="000B08FC" w:rsidP="000B08FC">
      <w:pPr>
        <w:pStyle w:val="PS-slovanseznam"/>
        <w:numPr>
          <w:ilvl w:val="0"/>
          <w:numId w:val="0"/>
        </w:numPr>
        <w:ind w:left="709"/>
      </w:pPr>
    </w:p>
    <w:p w:rsidR="000B08FC" w:rsidRPr="00106842" w:rsidRDefault="000B08FC" w:rsidP="000B08FC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>
        <w:rPr>
          <w:spacing w:val="-3"/>
        </w:rPr>
        <w:t xml:space="preserve"> </w:t>
      </w:r>
      <w:proofErr w:type="gramStart"/>
      <w:r w:rsidR="00F7393D">
        <w:rPr>
          <w:spacing w:val="-3"/>
        </w:rPr>
        <w:t>Petr  VENHODA</w:t>
      </w:r>
      <w:proofErr w:type="gramEnd"/>
      <w:r w:rsidR="00F7393D">
        <w:rPr>
          <w:spacing w:val="-3"/>
        </w:rPr>
        <w:t xml:space="preserve">  </w:t>
      </w:r>
      <w:r>
        <w:t>v. r.</w:t>
      </w:r>
      <w:r w:rsidRPr="00106842">
        <w:tab/>
      </w:r>
      <w:r w:rsidRPr="00106842">
        <w:tab/>
      </w:r>
      <w:r>
        <w:t xml:space="preserve">Karel  RAIS  v. r.  </w:t>
      </w:r>
    </w:p>
    <w:p w:rsidR="000B08FC" w:rsidRDefault="000B08FC" w:rsidP="000B08F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</w:t>
      </w:r>
      <w:r w:rsidRPr="00106842">
        <w:t>věřovatel</w:t>
      </w:r>
      <w:r w:rsidRPr="00106842">
        <w:tab/>
      </w:r>
      <w:r w:rsidRPr="00106842">
        <w:tab/>
        <w:t>zpravodaj</w:t>
      </w:r>
    </w:p>
    <w:p w:rsidR="000B08FC" w:rsidRDefault="000B08FC" w:rsidP="000B08F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B08FC" w:rsidRDefault="000B08FC" w:rsidP="000B08F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B08FC" w:rsidRDefault="000B08FC" w:rsidP="000B08F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B08FC" w:rsidRDefault="000B08FC" w:rsidP="000B08F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3540"/>
      </w:pPr>
      <w:proofErr w:type="gramStart"/>
      <w:r>
        <w:t>Miloslava  VOSTRÁ</w:t>
      </w:r>
      <w:proofErr w:type="gramEnd"/>
      <w:r>
        <w:t xml:space="preserve">  v. r.</w:t>
      </w:r>
    </w:p>
    <w:p w:rsidR="000B08FC" w:rsidRPr="00106842" w:rsidRDefault="000B08FC" w:rsidP="000B08F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3540"/>
      </w:pPr>
      <w:r>
        <w:t xml:space="preserve">          předsedkyně</w:t>
      </w:r>
    </w:p>
    <w:p w:rsidR="000B08FC" w:rsidRDefault="000B08FC" w:rsidP="000B08FC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06842" w:rsidRDefault="00106842" w:rsidP="000B08FC">
      <w:pPr>
        <w:pStyle w:val="PS-pedmtusnesen"/>
        <w:pBdr>
          <w:bottom w:val="none" w:sz="0" w:space="0" w:color="auto"/>
        </w:pBdr>
        <w:spacing w:before="0" w:after="0"/>
      </w:pP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1703A"/>
    <w:rsid w:val="00031E6D"/>
    <w:rsid w:val="000355A8"/>
    <w:rsid w:val="000476E4"/>
    <w:rsid w:val="00087B63"/>
    <w:rsid w:val="000925E6"/>
    <w:rsid w:val="000B08FC"/>
    <w:rsid w:val="000C2FEB"/>
    <w:rsid w:val="000C4157"/>
    <w:rsid w:val="000C5278"/>
    <w:rsid w:val="000E730C"/>
    <w:rsid w:val="000F0449"/>
    <w:rsid w:val="00103C04"/>
    <w:rsid w:val="00106842"/>
    <w:rsid w:val="001563CB"/>
    <w:rsid w:val="001B45F3"/>
    <w:rsid w:val="001D49E8"/>
    <w:rsid w:val="00230024"/>
    <w:rsid w:val="00233963"/>
    <w:rsid w:val="0024122C"/>
    <w:rsid w:val="00254049"/>
    <w:rsid w:val="00272E1B"/>
    <w:rsid w:val="002A2F32"/>
    <w:rsid w:val="002B0FB6"/>
    <w:rsid w:val="002B60B3"/>
    <w:rsid w:val="002C6BED"/>
    <w:rsid w:val="002D1061"/>
    <w:rsid w:val="00320EA9"/>
    <w:rsid w:val="00356011"/>
    <w:rsid w:val="00356B87"/>
    <w:rsid w:val="00372891"/>
    <w:rsid w:val="00373E1D"/>
    <w:rsid w:val="00377253"/>
    <w:rsid w:val="003A574E"/>
    <w:rsid w:val="003D2033"/>
    <w:rsid w:val="003E3DEA"/>
    <w:rsid w:val="0040115F"/>
    <w:rsid w:val="00436207"/>
    <w:rsid w:val="00451F99"/>
    <w:rsid w:val="00476B10"/>
    <w:rsid w:val="00485AD3"/>
    <w:rsid w:val="004A6EEF"/>
    <w:rsid w:val="005227BF"/>
    <w:rsid w:val="00566A4C"/>
    <w:rsid w:val="005B28C0"/>
    <w:rsid w:val="005C30D7"/>
    <w:rsid w:val="005D23DE"/>
    <w:rsid w:val="005E094C"/>
    <w:rsid w:val="005F303D"/>
    <w:rsid w:val="005F3CD7"/>
    <w:rsid w:val="005F6CAE"/>
    <w:rsid w:val="0061035D"/>
    <w:rsid w:val="00620764"/>
    <w:rsid w:val="00660BB1"/>
    <w:rsid w:val="00674837"/>
    <w:rsid w:val="006C4BA6"/>
    <w:rsid w:val="006F3F13"/>
    <w:rsid w:val="00734CCD"/>
    <w:rsid w:val="00761009"/>
    <w:rsid w:val="00782F9A"/>
    <w:rsid w:val="007A7EE8"/>
    <w:rsid w:val="007C62DA"/>
    <w:rsid w:val="007D5EE1"/>
    <w:rsid w:val="007E1D0B"/>
    <w:rsid w:val="007F63AE"/>
    <w:rsid w:val="00812496"/>
    <w:rsid w:val="00830BFE"/>
    <w:rsid w:val="008427B5"/>
    <w:rsid w:val="008511DF"/>
    <w:rsid w:val="00893C29"/>
    <w:rsid w:val="008A17E6"/>
    <w:rsid w:val="008C59E6"/>
    <w:rsid w:val="008E1F72"/>
    <w:rsid w:val="00903269"/>
    <w:rsid w:val="00920D8B"/>
    <w:rsid w:val="00922690"/>
    <w:rsid w:val="0093165B"/>
    <w:rsid w:val="00940545"/>
    <w:rsid w:val="00945BBA"/>
    <w:rsid w:val="009F4840"/>
    <w:rsid w:val="00A45EEC"/>
    <w:rsid w:val="00A46CDA"/>
    <w:rsid w:val="00A61250"/>
    <w:rsid w:val="00A72A69"/>
    <w:rsid w:val="00A845FE"/>
    <w:rsid w:val="00AA0D27"/>
    <w:rsid w:val="00AC6BEA"/>
    <w:rsid w:val="00B13892"/>
    <w:rsid w:val="00B36E8C"/>
    <w:rsid w:val="00B53E8D"/>
    <w:rsid w:val="00B715B6"/>
    <w:rsid w:val="00B7444C"/>
    <w:rsid w:val="00BB65DA"/>
    <w:rsid w:val="00BC09E3"/>
    <w:rsid w:val="00C160A9"/>
    <w:rsid w:val="00C30E63"/>
    <w:rsid w:val="00C55009"/>
    <w:rsid w:val="00C56014"/>
    <w:rsid w:val="00C616BB"/>
    <w:rsid w:val="00C72C15"/>
    <w:rsid w:val="00C75B4F"/>
    <w:rsid w:val="00C76572"/>
    <w:rsid w:val="00CE7FE6"/>
    <w:rsid w:val="00D0065D"/>
    <w:rsid w:val="00D01379"/>
    <w:rsid w:val="00D0236F"/>
    <w:rsid w:val="00D76FB3"/>
    <w:rsid w:val="00D93A30"/>
    <w:rsid w:val="00D97343"/>
    <w:rsid w:val="00DC29E4"/>
    <w:rsid w:val="00E208EF"/>
    <w:rsid w:val="00E6201C"/>
    <w:rsid w:val="00EB5AB1"/>
    <w:rsid w:val="00ED15A8"/>
    <w:rsid w:val="00EF3B15"/>
    <w:rsid w:val="00EF679B"/>
    <w:rsid w:val="00F23AA1"/>
    <w:rsid w:val="00F259C6"/>
    <w:rsid w:val="00F52057"/>
    <w:rsid w:val="00F7393D"/>
    <w:rsid w:val="00FD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94D86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customStyle="1" w:styleId="Odsazentlatextu">
    <w:name w:val="Odsazení těla textu"/>
    <w:basedOn w:val="Normln"/>
    <w:rsid w:val="001563CB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Prosttext">
    <w:name w:val="Plain Text"/>
    <w:basedOn w:val="Normln"/>
    <w:link w:val="ProsttextChar"/>
    <w:rsid w:val="000B08F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0B08FC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6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Monika Kantnerová</cp:lastModifiedBy>
  <cp:revision>6</cp:revision>
  <cp:lastPrinted>2021-02-03T10:18:00Z</cp:lastPrinted>
  <dcterms:created xsi:type="dcterms:W3CDTF">2021-05-27T13:29:00Z</dcterms:created>
  <dcterms:modified xsi:type="dcterms:W3CDTF">2021-06-08T11:54:00Z</dcterms:modified>
</cp:coreProperties>
</file>