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15D" w:rsidRDefault="003A4158" w:rsidP="003C0334">
      <w:pPr>
        <w:pStyle w:val="PS-rovkd"/>
      </w:pPr>
      <w:r>
        <w:t>PS200223907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48332A">
        <w:t>21</w:t>
      </w:r>
    </w:p>
    <w:p w:rsidR="00DC29E4" w:rsidRDefault="00001F4C" w:rsidP="00377253">
      <w:pPr>
        <w:pStyle w:val="PS-hlavika1"/>
      </w:pPr>
      <w:r>
        <w:t>8</w:t>
      </w:r>
      <w:r w:rsidR="00DC29E4">
        <w:t>. volební období</w:t>
      </w:r>
    </w:p>
    <w:p w:rsidR="0070043D" w:rsidRPr="0070043D" w:rsidRDefault="0070043D" w:rsidP="0070043D">
      <w:pPr>
        <w:pStyle w:val="Bezmezer"/>
      </w:pPr>
    </w:p>
    <w:p w:rsidR="00DC29E4" w:rsidRDefault="006C6FE9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216.</w:t>
      </w:r>
    </w:p>
    <w:p w:rsidR="00257C48" w:rsidRPr="00257C48" w:rsidRDefault="00257C48" w:rsidP="00257C48">
      <w:pPr>
        <w:pStyle w:val="Bezmezer"/>
      </w:pPr>
    </w:p>
    <w:p w:rsidR="00DC29E4" w:rsidRDefault="00DC29E4" w:rsidP="00903269">
      <w:pPr>
        <w:pStyle w:val="PS-hlavika3"/>
      </w:pPr>
      <w:r>
        <w:t>USNESENÍ</w:t>
      </w:r>
    </w:p>
    <w:p w:rsidR="00B845FF" w:rsidRDefault="00B845FF" w:rsidP="00B845FF">
      <w:pPr>
        <w:pStyle w:val="PS-hlavika1"/>
      </w:pPr>
      <w:r>
        <w:t>zemědělského výboru</w:t>
      </w:r>
    </w:p>
    <w:p w:rsidR="00B845FF" w:rsidRDefault="00464A2D" w:rsidP="00B845FF">
      <w:pPr>
        <w:pStyle w:val="PS-hlavika1"/>
      </w:pPr>
      <w:proofErr w:type="gramStart"/>
      <w:r>
        <w:t xml:space="preserve">z </w:t>
      </w:r>
      <w:r w:rsidR="004153D1">
        <w:t>46</w:t>
      </w:r>
      <w:proofErr w:type="gramEnd"/>
      <w:r>
        <w:t>. schůze</w:t>
      </w:r>
      <w:r w:rsidR="00D87E47">
        <w:t xml:space="preserve"> </w:t>
      </w:r>
      <w:r w:rsidR="00B845FF">
        <w:t xml:space="preserve">dne </w:t>
      </w:r>
      <w:r w:rsidR="00504BB4">
        <w:t>8</w:t>
      </w:r>
      <w:r w:rsidR="00B845FF">
        <w:t xml:space="preserve">. </w:t>
      </w:r>
      <w:r w:rsidR="00B10672">
        <w:t>červ</w:t>
      </w:r>
      <w:r w:rsidR="00001F4C">
        <w:t>n</w:t>
      </w:r>
      <w:r w:rsidR="00B845FF">
        <w:t>a 20</w:t>
      </w:r>
      <w:r w:rsidR="004153D1">
        <w:t>21</w:t>
      </w:r>
    </w:p>
    <w:p w:rsidR="00257C48" w:rsidRPr="00257C48" w:rsidRDefault="00257C48" w:rsidP="00257C48">
      <w:pPr>
        <w:pStyle w:val="Bezmezer"/>
      </w:pPr>
    </w:p>
    <w:p w:rsidR="00257C48" w:rsidRPr="00257C48" w:rsidRDefault="00AB76AD" w:rsidP="00257C48">
      <w:pPr>
        <w:pStyle w:val="Bezmezer"/>
        <w:jc w:val="center"/>
        <w:rPr>
          <w:rFonts w:ascii="Times New Roman" w:hAnsi="Times New Roman"/>
          <w:sz w:val="24"/>
          <w:szCs w:val="24"/>
        </w:rPr>
      </w:pPr>
      <w:r w:rsidRPr="00257C48">
        <w:rPr>
          <w:rFonts w:ascii="Times New Roman" w:hAnsi="Times New Roman"/>
          <w:sz w:val="24"/>
          <w:szCs w:val="24"/>
        </w:rPr>
        <w:t>k</w:t>
      </w:r>
      <w:r w:rsidR="00B10672" w:rsidRPr="00257C48">
        <w:rPr>
          <w:rFonts w:ascii="Times New Roman" w:hAnsi="Times New Roman"/>
          <w:sz w:val="24"/>
          <w:szCs w:val="24"/>
        </w:rPr>
        <w:t>e Zprávě o plnění programů prevence před povodněmi ke dni 31. prosince 20</w:t>
      </w:r>
      <w:r w:rsidR="006A7ED4">
        <w:rPr>
          <w:rFonts w:ascii="Times New Roman" w:hAnsi="Times New Roman"/>
          <w:sz w:val="24"/>
          <w:szCs w:val="24"/>
        </w:rPr>
        <w:t>20</w:t>
      </w:r>
    </w:p>
    <w:p w:rsidR="00DC29E4" w:rsidRDefault="006A7ED4" w:rsidP="00257C48">
      <w:pPr>
        <w:pStyle w:val="Bezmezer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(sněmovní tisk 1218</w:t>
      </w:r>
      <w:r w:rsidR="00172A32" w:rsidRPr="00257C48">
        <w:rPr>
          <w:rFonts w:ascii="Times New Roman" w:hAnsi="Times New Roman"/>
          <w:sz w:val="24"/>
          <w:szCs w:val="24"/>
        </w:rPr>
        <w:t>)</w:t>
      </w:r>
    </w:p>
    <w:p w:rsidR="00257C48" w:rsidRPr="00257C48" w:rsidRDefault="00257C48" w:rsidP="00257C48">
      <w:pPr>
        <w:pStyle w:val="Bezmezer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257C48" w:rsidRDefault="00EA765C" w:rsidP="00EA765C">
      <w:pPr>
        <w:pStyle w:val="PS-uvodnodstavec"/>
        <w:tabs>
          <w:tab w:val="left" w:pos="709"/>
        </w:tabs>
        <w:spacing w:after="0" w:line="240" w:lineRule="auto"/>
        <w:ind w:firstLine="0"/>
        <w:rPr>
          <w:szCs w:val="24"/>
        </w:rPr>
      </w:pPr>
      <w:r w:rsidRPr="00EA765C">
        <w:rPr>
          <w:szCs w:val="24"/>
        </w:rPr>
        <w:tab/>
      </w:r>
    </w:p>
    <w:p w:rsidR="00EA765C" w:rsidRPr="00004546" w:rsidRDefault="00257C48" w:rsidP="00EA765C">
      <w:pPr>
        <w:pStyle w:val="PS-uvodnodstavec"/>
        <w:tabs>
          <w:tab w:val="left" w:pos="709"/>
        </w:tabs>
        <w:spacing w:after="0" w:line="240" w:lineRule="auto"/>
        <w:ind w:firstLine="0"/>
        <w:rPr>
          <w:szCs w:val="24"/>
        </w:rPr>
      </w:pPr>
      <w:r>
        <w:rPr>
          <w:szCs w:val="24"/>
        </w:rPr>
        <w:tab/>
      </w:r>
      <w:r w:rsidR="00EA765C" w:rsidRPr="00004546">
        <w:rPr>
          <w:szCs w:val="24"/>
        </w:rPr>
        <w:t xml:space="preserve">Zemědělský výbor Poslanecké sněmovny Parlamentu ČR po </w:t>
      </w:r>
      <w:r w:rsidR="00B10672">
        <w:rPr>
          <w:szCs w:val="24"/>
        </w:rPr>
        <w:t xml:space="preserve">úvodním slově </w:t>
      </w:r>
      <w:r w:rsidR="00B10672" w:rsidRPr="005D76B7">
        <w:rPr>
          <w:szCs w:val="24"/>
        </w:rPr>
        <w:t xml:space="preserve">ministra zemědělství </w:t>
      </w:r>
      <w:r w:rsidR="00C11E2F">
        <w:rPr>
          <w:szCs w:val="24"/>
        </w:rPr>
        <w:t>Miroslava Tomana</w:t>
      </w:r>
      <w:r w:rsidR="00B10672" w:rsidRPr="005D76B7">
        <w:rPr>
          <w:szCs w:val="24"/>
        </w:rPr>
        <w:t xml:space="preserve">, </w:t>
      </w:r>
      <w:r w:rsidR="0071027D" w:rsidRPr="005D76B7">
        <w:rPr>
          <w:szCs w:val="24"/>
        </w:rPr>
        <w:t>náměstk</w:t>
      </w:r>
      <w:r w:rsidR="005D76B7">
        <w:rPr>
          <w:szCs w:val="24"/>
        </w:rPr>
        <w:t>a</w:t>
      </w:r>
      <w:r w:rsidR="0071027D" w:rsidRPr="005D76B7">
        <w:rPr>
          <w:szCs w:val="24"/>
        </w:rPr>
        <w:t xml:space="preserve"> </w:t>
      </w:r>
      <w:r w:rsidR="00426B79" w:rsidRPr="005D76B7">
        <w:rPr>
          <w:szCs w:val="24"/>
        </w:rPr>
        <w:t>ministra životního prostředí</w:t>
      </w:r>
      <w:r w:rsidR="0071027D" w:rsidRPr="005D76B7">
        <w:rPr>
          <w:szCs w:val="24"/>
        </w:rPr>
        <w:t xml:space="preserve"> </w:t>
      </w:r>
      <w:r w:rsidR="005D76B7">
        <w:rPr>
          <w:szCs w:val="24"/>
        </w:rPr>
        <w:t xml:space="preserve">Vladimíra </w:t>
      </w:r>
      <w:proofErr w:type="spellStart"/>
      <w:r w:rsidR="005D76B7">
        <w:rPr>
          <w:szCs w:val="24"/>
        </w:rPr>
        <w:t>Dolejského</w:t>
      </w:r>
      <w:proofErr w:type="spellEnd"/>
      <w:r w:rsidR="005D76B7">
        <w:rPr>
          <w:szCs w:val="24"/>
        </w:rPr>
        <w:t xml:space="preserve">, </w:t>
      </w:r>
      <w:r w:rsidR="00B10672">
        <w:rPr>
          <w:szCs w:val="24"/>
        </w:rPr>
        <w:t xml:space="preserve">zpravodajské zprávě poslance Karla Turečka a po </w:t>
      </w:r>
      <w:r w:rsidR="00EA765C" w:rsidRPr="00004546">
        <w:rPr>
          <w:szCs w:val="24"/>
        </w:rPr>
        <w:t>rozpravě</w:t>
      </w:r>
    </w:p>
    <w:p w:rsidR="00EA765C" w:rsidRPr="00004546" w:rsidRDefault="00EA765C" w:rsidP="00EA765C">
      <w:pPr>
        <w:tabs>
          <w:tab w:val="left" w:pos="709"/>
        </w:tabs>
        <w:spacing w:after="0" w:line="240" w:lineRule="auto"/>
        <w:rPr>
          <w:szCs w:val="24"/>
        </w:rPr>
      </w:pPr>
    </w:p>
    <w:p w:rsidR="00D87E47" w:rsidRPr="00004546" w:rsidRDefault="00D87E47" w:rsidP="00EA765C">
      <w:pPr>
        <w:tabs>
          <w:tab w:val="left" w:pos="709"/>
        </w:tabs>
        <w:spacing w:after="0" w:line="240" w:lineRule="auto"/>
        <w:rPr>
          <w:szCs w:val="24"/>
        </w:rPr>
      </w:pPr>
    </w:p>
    <w:p w:rsidR="00673200" w:rsidRDefault="00673200" w:rsidP="00A815B0">
      <w:pPr>
        <w:tabs>
          <w:tab w:val="left" w:pos="567"/>
        </w:tabs>
        <w:spacing w:after="0" w:line="240" w:lineRule="auto"/>
        <w:ind w:left="567" w:hanging="567"/>
        <w:jc w:val="both"/>
        <w:rPr>
          <w:szCs w:val="24"/>
        </w:rPr>
      </w:pPr>
      <w:proofErr w:type="gramStart"/>
      <w:r w:rsidRPr="00004546">
        <w:rPr>
          <w:szCs w:val="24"/>
        </w:rPr>
        <w:t>I.</w:t>
      </w:r>
      <w:r w:rsidRPr="00004546">
        <w:rPr>
          <w:szCs w:val="24"/>
        </w:rPr>
        <w:tab/>
      </w:r>
      <w:r w:rsidR="00B10672">
        <w:rPr>
          <w:szCs w:val="24"/>
        </w:rPr>
        <w:t>d o p o r u č u j e   Poslanecké</w:t>
      </w:r>
      <w:proofErr w:type="gramEnd"/>
      <w:r w:rsidR="00B10672">
        <w:rPr>
          <w:szCs w:val="24"/>
        </w:rPr>
        <w:t xml:space="preserve"> sněmovně </w:t>
      </w:r>
      <w:r w:rsidR="00236142">
        <w:rPr>
          <w:szCs w:val="24"/>
        </w:rPr>
        <w:t xml:space="preserve">Parlamentu ČR </w:t>
      </w:r>
      <w:r w:rsidR="00B10672">
        <w:rPr>
          <w:szCs w:val="24"/>
        </w:rPr>
        <w:t>Zprávu o plnění programů prevence před povodněmi ke dni 31. prosince 20</w:t>
      </w:r>
      <w:r w:rsidR="000E28CA">
        <w:rPr>
          <w:szCs w:val="24"/>
        </w:rPr>
        <w:t>20</w:t>
      </w:r>
      <w:r w:rsidR="00B10672">
        <w:rPr>
          <w:szCs w:val="24"/>
        </w:rPr>
        <w:t xml:space="preserve"> (sněmovní tisk </w:t>
      </w:r>
      <w:r w:rsidR="000E28CA">
        <w:rPr>
          <w:szCs w:val="24"/>
        </w:rPr>
        <w:t>1218</w:t>
      </w:r>
      <w:r w:rsidR="00B10672">
        <w:rPr>
          <w:szCs w:val="24"/>
        </w:rPr>
        <w:t>)</w:t>
      </w:r>
    </w:p>
    <w:p w:rsidR="00B10672" w:rsidRDefault="00B10672" w:rsidP="00A815B0">
      <w:pPr>
        <w:tabs>
          <w:tab w:val="left" w:pos="567"/>
        </w:tabs>
        <w:spacing w:after="0" w:line="240" w:lineRule="auto"/>
        <w:ind w:left="567" w:hanging="567"/>
        <w:jc w:val="both"/>
        <w:rPr>
          <w:szCs w:val="24"/>
        </w:rPr>
      </w:pPr>
    </w:p>
    <w:p w:rsidR="00B10672" w:rsidRDefault="00B10672" w:rsidP="00B10672">
      <w:pPr>
        <w:tabs>
          <w:tab w:val="left" w:pos="567"/>
        </w:tabs>
        <w:spacing w:after="0" w:line="240" w:lineRule="auto"/>
        <w:ind w:left="567" w:hanging="567"/>
        <w:jc w:val="center"/>
        <w:rPr>
          <w:szCs w:val="24"/>
        </w:rPr>
      </w:pPr>
      <w:proofErr w:type="gramStart"/>
      <w:r>
        <w:rPr>
          <w:szCs w:val="24"/>
        </w:rPr>
        <w:t>v z í t   n a   v ě d o m í ;</w:t>
      </w:r>
      <w:proofErr w:type="gramEnd"/>
    </w:p>
    <w:p w:rsidR="00B10672" w:rsidRDefault="00B10672" w:rsidP="00B10672">
      <w:pPr>
        <w:tabs>
          <w:tab w:val="left" w:pos="567"/>
        </w:tabs>
        <w:spacing w:after="0" w:line="240" w:lineRule="auto"/>
        <w:ind w:left="567" w:hanging="567"/>
        <w:jc w:val="center"/>
        <w:rPr>
          <w:szCs w:val="24"/>
        </w:rPr>
      </w:pPr>
    </w:p>
    <w:p w:rsidR="00B10672" w:rsidRDefault="00224C14" w:rsidP="00224C14">
      <w:pPr>
        <w:ind w:left="567" w:hanging="567"/>
        <w:jc w:val="both"/>
        <w:rPr>
          <w:szCs w:val="24"/>
        </w:rPr>
      </w:pPr>
      <w:proofErr w:type="gramStart"/>
      <w:r w:rsidRPr="00004546">
        <w:rPr>
          <w:szCs w:val="24"/>
        </w:rPr>
        <w:t>II.</w:t>
      </w:r>
      <w:r w:rsidRPr="00004546">
        <w:rPr>
          <w:szCs w:val="24"/>
        </w:rPr>
        <w:tab/>
      </w:r>
      <w:r w:rsidR="00B10672">
        <w:rPr>
          <w:szCs w:val="24"/>
        </w:rPr>
        <w:t>p</w:t>
      </w:r>
      <w:r w:rsidR="003319D9" w:rsidRPr="00004546">
        <w:rPr>
          <w:szCs w:val="24"/>
        </w:rPr>
        <w:t xml:space="preserve"> o </w:t>
      </w:r>
      <w:r w:rsidR="00B10672">
        <w:rPr>
          <w:szCs w:val="24"/>
        </w:rPr>
        <w:t>v ě ř</w:t>
      </w:r>
      <w:r w:rsidR="003319D9" w:rsidRPr="00004546">
        <w:rPr>
          <w:szCs w:val="24"/>
        </w:rPr>
        <w:t xml:space="preserve"> u j e  </w:t>
      </w:r>
      <w:r w:rsidR="00E95B77" w:rsidRPr="00004546">
        <w:rPr>
          <w:szCs w:val="24"/>
        </w:rPr>
        <w:t xml:space="preserve"> </w:t>
      </w:r>
      <w:r w:rsidR="00B10672">
        <w:rPr>
          <w:szCs w:val="24"/>
        </w:rPr>
        <w:t>předsedu</w:t>
      </w:r>
      <w:proofErr w:type="gramEnd"/>
      <w:r w:rsidR="00B10672">
        <w:rPr>
          <w:szCs w:val="24"/>
        </w:rPr>
        <w:t xml:space="preserve"> výboru, aby toto usnesení předložil předsedovi Poslanecké sněmovny</w:t>
      </w:r>
      <w:r w:rsidR="00236142">
        <w:rPr>
          <w:szCs w:val="24"/>
        </w:rPr>
        <w:t xml:space="preserve"> Parlamentu ČR</w:t>
      </w:r>
      <w:r w:rsidR="00B10672">
        <w:rPr>
          <w:szCs w:val="24"/>
        </w:rPr>
        <w:t>;</w:t>
      </w:r>
    </w:p>
    <w:p w:rsidR="00137932" w:rsidRPr="00004546" w:rsidRDefault="00137932" w:rsidP="00673200">
      <w:pPr>
        <w:spacing w:after="0" w:line="240" w:lineRule="auto"/>
        <w:ind w:left="567" w:hanging="567"/>
        <w:jc w:val="both"/>
        <w:rPr>
          <w:rFonts w:eastAsia="Times New Roman"/>
          <w:color w:val="000000"/>
          <w:szCs w:val="24"/>
          <w:lang w:eastAsia="cs-CZ"/>
        </w:rPr>
      </w:pPr>
    </w:p>
    <w:p w:rsidR="00D84267" w:rsidRPr="00004546" w:rsidRDefault="00B1405C" w:rsidP="00673200">
      <w:pPr>
        <w:spacing w:after="0" w:line="240" w:lineRule="auto"/>
        <w:ind w:left="567" w:hanging="567"/>
        <w:jc w:val="both"/>
        <w:rPr>
          <w:rFonts w:eastAsia="Times New Roman"/>
          <w:color w:val="000000"/>
          <w:szCs w:val="24"/>
          <w:lang w:eastAsia="cs-CZ"/>
        </w:rPr>
      </w:pPr>
      <w:proofErr w:type="gramStart"/>
      <w:r w:rsidRPr="00004546">
        <w:rPr>
          <w:rFonts w:eastAsia="Times New Roman"/>
          <w:color w:val="000000"/>
          <w:szCs w:val="24"/>
          <w:lang w:eastAsia="cs-CZ"/>
        </w:rPr>
        <w:t>I</w:t>
      </w:r>
      <w:r w:rsidR="00224C14" w:rsidRPr="00004546">
        <w:rPr>
          <w:rFonts w:eastAsia="Times New Roman"/>
          <w:color w:val="000000"/>
          <w:szCs w:val="24"/>
          <w:lang w:eastAsia="cs-CZ"/>
        </w:rPr>
        <w:t>I</w:t>
      </w:r>
      <w:r w:rsidR="00673200" w:rsidRPr="00004546">
        <w:rPr>
          <w:rFonts w:eastAsia="Times New Roman"/>
          <w:color w:val="000000"/>
          <w:szCs w:val="24"/>
          <w:lang w:eastAsia="cs-CZ"/>
        </w:rPr>
        <w:t>I</w:t>
      </w:r>
      <w:r w:rsidR="00544957" w:rsidRPr="00004546">
        <w:rPr>
          <w:rFonts w:eastAsia="Times New Roman"/>
          <w:color w:val="000000"/>
          <w:szCs w:val="24"/>
          <w:lang w:eastAsia="cs-CZ"/>
        </w:rPr>
        <w:t>.</w:t>
      </w:r>
      <w:r w:rsidR="00544957" w:rsidRPr="00004546">
        <w:rPr>
          <w:rFonts w:eastAsia="Times New Roman"/>
          <w:color w:val="000000"/>
          <w:szCs w:val="24"/>
          <w:lang w:eastAsia="cs-CZ"/>
        </w:rPr>
        <w:tab/>
      </w:r>
      <w:r w:rsidR="00B10672">
        <w:rPr>
          <w:rFonts w:eastAsia="Times New Roman"/>
          <w:color w:val="000000"/>
          <w:szCs w:val="24"/>
          <w:lang w:eastAsia="cs-CZ"/>
        </w:rPr>
        <w:t>z m o c ň u j e   zpravodaje</w:t>
      </w:r>
      <w:proofErr w:type="gramEnd"/>
      <w:r w:rsidR="00B10672">
        <w:rPr>
          <w:rFonts w:eastAsia="Times New Roman"/>
          <w:color w:val="000000"/>
          <w:szCs w:val="24"/>
          <w:lang w:eastAsia="cs-CZ"/>
        </w:rPr>
        <w:t xml:space="preserve"> výboru, aby na schůzi Poslanecké sněmovny podal informaci o projednání této Zprávy na schůzi zemědělského výboru.</w:t>
      </w:r>
    </w:p>
    <w:p w:rsidR="00D84267" w:rsidRPr="00004546" w:rsidRDefault="00D84267" w:rsidP="00673200">
      <w:pPr>
        <w:spacing w:after="0" w:line="240" w:lineRule="auto"/>
        <w:ind w:left="567" w:hanging="567"/>
        <w:jc w:val="both"/>
        <w:rPr>
          <w:rFonts w:eastAsia="Times New Roman"/>
          <w:color w:val="000000"/>
          <w:szCs w:val="24"/>
          <w:lang w:eastAsia="cs-CZ"/>
        </w:rPr>
      </w:pPr>
    </w:p>
    <w:p w:rsidR="00EA765C" w:rsidRDefault="00EA765C" w:rsidP="00EA765C">
      <w:pPr>
        <w:tabs>
          <w:tab w:val="left" w:pos="709"/>
        </w:tabs>
        <w:spacing w:after="0" w:line="240" w:lineRule="auto"/>
        <w:ind w:left="360"/>
        <w:jc w:val="both"/>
        <w:rPr>
          <w:szCs w:val="24"/>
        </w:rPr>
      </w:pPr>
    </w:p>
    <w:p w:rsidR="00B10672" w:rsidRDefault="00B10672" w:rsidP="00EA765C">
      <w:pPr>
        <w:tabs>
          <w:tab w:val="left" w:pos="709"/>
        </w:tabs>
        <w:spacing w:after="0" w:line="240" w:lineRule="auto"/>
        <w:ind w:left="360"/>
        <w:jc w:val="both"/>
        <w:rPr>
          <w:szCs w:val="24"/>
        </w:rPr>
      </w:pPr>
    </w:p>
    <w:p w:rsidR="00B10672" w:rsidRDefault="00B10672" w:rsidP="00EA765C">
      <w:pPr>
        <w:tabs>
          <w:tab w:val="left" w:pos="709"/>
        </w:tabs>
        <w:spacing w:after="0" w:line="240" w:lineRule="auto"/>
        <w:ind w:left="360"/>
        <w:jc w:val="both"/>
        <w:rPr>
          <w:szCs w:val="24"/>
        </w:rPr>
      </w:pPr>
    </w:p>
    <w:p w:rsidR="00B10672" w:rsidRDefault="00B10672" w:rsidP="00EA765C">
      <w:pPr>
        <w:tabs>
          <w:tab w:val="left" w:pos="709"/>
        </w:tabs>
        <w:spacing w:after="0" w:line="240" w:lineRule="auto"/>
        <w:ind w:left="360"/>
        <w:jc w:val="both"/>
        <w:rPr>
          <w:szCs w:val="24"/>
        </w:rPr>
      </w:pPr>
    </w:p>
    <w:p w:rsidR="00EA765C" w:rsidRPr="00004546" w:rsidRDefault="00EA765C" w:rsidP="00EA765C">
      <w:pPr>
        <w:spacing w:after="0" w:line="240" w:lineRule="auto"/>
        <w:rPr>
          <w:szCs w:val="24"/>
        </w:rPr>
      </w:pPr>
    </w:p>
    <w:p w:rsidR="00EA765C" w:rsidRPr="00004546" w:rsidRDefault="00172A32" w:rsidP="00514A42">
      <w:pPr>
        <w:spacing w:after="0" w:line="240" w:lineRule="auto"/>
        <w:ind w:firstLine="567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Karel  TUREČEK</w:t>
      </w:r>
      <w:r w:rsidR="00514A42" w:rsidRPr="00004546">
        <w:rPr>
          <w:rFonts w:eastAsia="Times New Roman"/>
          <w:szCs w:val="24"/>
          <w:lang w:eastAsia="cs-CZ"/>
        </w:rPr>
        <w:t xml:space="preserve"> </w:t>
      </w:r>
      <w:proofErr w:type="gramStart"/>
      <w:r w:rsidR="00F12E3C" w:rsidRPr="00004546">
        <w:rPr>
          <w:rFonts w:eastAsia="Times New Roman"/>
          <w:szCs w:val="24"/>
          <w:lang w:eastAsia="cs-CZ"/>
        </w:rPr>
        <w:t>v.r.</w:t>
      </w:r>
      <w:proofErr w:type="gramEnd"/>
      <w:r w:rsidR="00EA765C" w:rsidRPr="00004546">
        <w:rPr>
          <w:rFonts w:eastAsia="Times New Roman"/>
          <w:szCs w:val="24"/>
          <w:lang w:eastAsia="cs-CZ"/>
        </w:rPr>
        <w:t xml:space="preserve"> </w:t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514C5A" w:rsidRPr="00004546">
        <w:rPr>
          <w:rFonts w:eastAsia="Times New Roman"/>
          <w:szCs w:val="24"/>
          <w:lang w:eastAsia="cs-CZ"/>
        </w:rPr>
        <w:t xml:space="preserve">           </w:t>
      </w:r>
      <w:r w:rsidR="00975D50" w:rsidRPr="00004546">
        <w:rPr>
          <w:rFonts w:eastAsia="Times New Roman"/>
          <w:szCs w:val="24"/>
          <w:lang w:eastAsia="cs-CZ"/>
        </w:rPr>
        <w:t xml:space="preserve"> </w:t>
      </w:r>
      <w:r w:rsidR="00F4224E" w:rsidRPr="00004546">
        <w:rPr>
          <w:rFonts w:eastAsia="Times New Roman"/>
          <w:szCs w:val="24"/>
          <w:lang w:eastAsia="cs-CZ"/>
        </w:rPr>
        <w:tab/>
      </w:r>
      <w:r w:rsidR="00A17E2C">
        <w:rPr>
          <w:rFonts w:eastAsia="Times New Roman"/>
          <w:szCs w:val="24"/>
          <w:lang w:eastAsia="cs-CZ"/>
        </w:rPr>
        <w:t xml:space="preserve">        </w:t>
      </w:r>
      <w:r w:rsidR="00C43999">
        <w:rPr>
          <w:rFonts w:eastAsia="Times New Roman"/>
          <w:szCs w:val="24"/>
          <w:lang w:eastAsia="cs-CZ"/>
        </w:rPr>
        <w:t xml:space="preserve">Zdeněk  PODAL </w:t>
      </w:r>
      <w:proofErr w:type="gramStart"/>
      <w:r w:rsidR="00F12E3C" w:rsidRPr="00004546">
        <w:rPr>
          <w:rFonts w:eastAsia="Times New Roman"/>
          <w:szCs w:val="24"/>
          <w:lang w:eastAsia="cs-CZ"/>
        </w:rPr>
        <w:t>v.r.</w:t>
      </w:r>
      <w:proofErr w:type="gramEnd"/>
    </w:p>
    <w:p w:rsidR="00EA765C" w:rsidRDefault="000C5018" w:rsidP="00EA765C">
      <w:pPr>
        <w:spacing w:after="0" w:line="240" w:lineRule="auto"/>
        <w:rPr>
          <w:rFonts w:eastAsia="Times New Roman"/>
          <w:szCs w:val="24"/>
          <w:lang w:eastAsia="cs-CZ"/>
        </w:rPr>
      </w:pPr>
      <w:r w:rsidRPr="00004546">
        <w:rPr>
          <w:rFonts w:eastAsia="Times New Roman"/>
          <w:szCs w:val="24"/>
          <w:lang w:eastAsia="cs-CZ"/>
        </w:rPr>
        <w:t xml:space="preserve">   </w:t>
      </w:r>
      <w:r w:rsidR="00514A42" w:rsidRPr="00004546">
        <w:rPr>
          <w:rFonts w:eastAsia="Times New Roman"/>
          <w:szCs w:val="24"/>
          <w:lang w:eastAsia="cs-CZ"/>
        </w:rPr>
        <w:t xml:space="preserve">     </w:t>
      </w:r>
      <w:r w:rsidR="00172A32">
        <w:rPr>
          <w:rFonts w:eastAsia="Times New Roman"/>
          <w:szCs w:val="24"/>
          <w:lang w:eastAsia="cs-CZ"/>
        </w:rPr>
        <w:t xml:space="preserve">    zpravodaj</w:t>
      </w:r>
      <w:r w:rsidR="00A840CE" w:rsidRPr="00004546">
        <w:rPr>
          <w:rFonts w:eastAsia="Times New Roman"/>
          <w:szCs w:val="24"/>
          <w:lang w:eastAsia="cs-CZ"/>
        </w:rPr>
        <w:t xml:space="preserve"> </w:t>
      </w:r>
      <w:r w:rsidR="00EA765C" w:rsidRPr="00004546">
        <w:rPr>
          <w:rFonts w:eastAsia="Times New Roman"/>
          <w:szCs w:val="24"/>
          <w:lang w:eastAsia="cs-CZ"/>
        </w:rPr>
        <w:t>výboru</w:t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  <w:t xml:space="preserve">         </w:t>
      </w:r>
      <w:r w:rsidR="00172A32">
        <w:rPr>
          <w:rFonts w:eastAsia="Times New Roman"/>
          <w:szCs w:val="24"/>
          <w:lang w:eastAsia="cs-CZ"/>
        </w:rPr>
        <w:t>ověřovatel</w:t>
      </w:r>
      <w:r w:rsidR="00EA765C" w:rsidRPr="00004546">
        <w:rPr>
          <w:rFonts w:eastAsia="Times New Roman"/>
          <w:szCs w:val="24"/>
          <w:lang w:eastAsia="cs-CZ"/>
        </w:rPr>
        <w:t xml:space="preserve"> výboru</w:t>
      </w:r>
    </w:p>
    <w:p w:rsidR="00172A32" w:rsidRDefault="00172A32" w:rsidP="00EA765C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172A32" w:rsidRDefault="00172A32" w:rsidP="00172A32">
      <w:pPr>
        <w:spacing w:after="0" w:line="240" w:lineRule="auto"/>
        <w:jc w:val="center"/>
        <w:rPr>
          <w:rFonts w:eastAsia="Times New Roman"/>
          <w:szCs w:val="24"/>
          <w:lang w:eastAsia="cs-CZ"/>
        </w:rPr>
      </w:pPr>
    </w:p>
    <w:p w:rsidR="00172A32" w:rsidRDefault="00172A32" w:rsidP="00172A32">
      <w:pPr>
        <w:spacing w:after="0" w:line="240" w:lineRule="auto"/>
        <w:jc w:val="center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Jaroslav  FALTÝNEK </w:t>
      </w:r>
      <w:proofErr w:type="gramStart"/>
      <w:r>
        <w:rPr>
          <w:rFonts w:eastAsia="Times New Roman"/>
          <w:szCs w:val="24"/>
          <w:lang w:eastAsia="cs-CZ"/>
        </w:rPr>
        <w:t>v.r.</w:t>
      </w:r>
      <w:proofErr w:type="gramEnd"/>
    </w:p>
    <w:p w:rsidR="00172A32" w:rsidRPr="00004546" w:rsidRDefault="00172A32" w:rsidP="00172A32">
      <w:pPr>
        <w:spacing w:after="0" w:line="240" w:lineRule="auto"/>
        <w:jc w:val="center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předseda výboru</w:t>
      </w:r>
    </w:p>
    <w:p w:rsidR="0027120C" w:rsidRPr="00004546" w:rsidRDefault="00514A42" w:rsidP="00137932">
      <w:pPr>
        <w:spacing w:after="0" w:line="240" w:lineRule="auto"/>
        <w:rPr>
          <w:rFonts w:eastAsia="Times New Roman"/>
          <w:szCs w:val="24"/>
          <w:lang w:eastAsia="cs-CZ"/>
        </w:rPr>
      </w:pP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  <w:t xml:space="preserve"> </w:t>
      </w:r>
    </w:p>
    <w:sectPr w:rsidR="0027120C" w:rsidRPr="0000454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E69D9"/>
    <w:multiLevelType w:val="hybridMultilevel"/>
    <w:tmpl w:val="07907F2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135DB7"/>
    <w:multiLevelType w:val="hybridMultilevel"/>
    <w:tmpl w:val="7FD0C4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D4065"/>
    <w:multiLevelType w:val="hybridMultilevel"/>
    <w:tmpl w:val="03263892"/>
    <w:lvl w:ilvl="0" w:tplc="8708B0AA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2612C7"/>
    <w:multiLevelType w:val="hybridMultilevel"/>
    <w:tmpl w:val="D768403A"/>
    <w:lvl w:ilvl="0" w:tplc="12F0DC8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C5472A"/>
    <w:multiLevelType w:val="hybridMultilevel"/>
    <w:tmpl w:val="F31400CC"/>
    <w:lvl w:ilvl="0" w:tplc="6AB04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BB54B3C"/>
    <w:multiLevelType w:val="hybridMultilevel"/>
    <w:tmpl w:val="299CC8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E6FCD"/>
    <w:multiLevelType w:val="hybridMultilevel"/>
    <w:tmpl w:val="9C029316"/>
    <w:lvl w:ilvl="0" w:tplc="BA8403A2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67450BB4"/>
    <w:multiLevelType w:val="hybridMultilevel"/>
    <w:tmpl w:val="8B36F772"/>
    <w:lvl w:ilvl="0" w:tplc="219CD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>
      <w:start w:val="1"/>
      <w:numFmt w:val="decimal"/>
      <w:lvlText w:val="%4."/>
      <w:lvlJc w:val="left"/>
      <w:pPr>
        <w:ind w:left="4296" w:hanging="360"/>
      </w:pPr>
    </w:lvl>
    <w:lvl w:ilvl="4" w:tplc="04050019">
      <w:start w:val="1"/>
      <w:numFmt w:val="lowerLetter"/>
      <w:lvlText w:val="%5."/>
      <w:lvlJc w:val="left"/>
      <w:pPr>
        <w:ind w:left="5016" w:hanging="360"/>
      </w:pPr>
    </w:lvl>
    <w:lvl w:ilvl="5" w:tplc="0405001B">
      <w:start w:val="1"/>
      <w:numFmt w:val="lowerRoman"/>
      <w:lvlText w:val="%6."/>
      <w:lvlJc w:val="right"/>
      <w:pPr>
        <w:ind w:left="5736" w:hanging="180"/>
      </w:pPr>
    </w:lvl>
    <w:lvl w:ilvl="6" w:tplc="0405000F">
      <w:start w:val="1"/>
      <w:numFmt w:val="decimal"/>
      <w:lvlText w:val="%7."/>
      <w:lvlJc w:val="left"/>
      <w:pPr>
        <w:ind w:left="6456" w:hanging="360"/>
      </w:pPr>
    </w:lvl>
    <w:lvl w:ilvl="7" w:tplc="04050019">
      <w:start w:val="1"/>
      <w:numFmt w:val="lowerLetter"/>
      <w:lvlText w:val="%8."/>
      <w:lvlJc w:val="left"/>
      <w:pPr>
        <w:ind w:left="7176" w:hanging="360"/>
      </w:pPr>
    </w:lvl>
    <w:lvl w:ilvl="8" w:tplc="0405001B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6"/>
  </w:num>
  <w:num w:numId="18">
    <w:abstractNumId w:val="12"/>
  </w:num>
  <w:num w:numId="19">
    <w:abstractNumId w:val="18"/>
  </w:num>
  <w:num w:numId="20">
    <w:abstractNumId w:val="19"/>
  </w:num>
  <w:num w:numId="21">
    <w:abstractNumId w:val="2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DA"/>
    <w:rsid w:val="00001F4C"/>
    <w:rsid w:val="00004546"/>
    <w:rsid w:val="00040B47"/>
    <w:rsid w:val="000476E4"/>
    <w:rsid w:val="000936D0"/>
    <w:rsid w:val="000A40E7"/>
    <w:rsid w:val="000C5018"/>
    <w:rsid w:val="000C5278"/>
    <w:rsid w:val="000E28CA"/>
    <w:rsid w:val="000E730C"/>
    <w:rsid w:val="00103C04"/>
    <w:rsid w:val="00104E4C"/>
    <w:rsid w:val="00106842"/>
    <w:rsid w:val="0010696C"/>
    <w:rsid w:val="00137932"/>
    <w:rsid w:val="001617AE"/>
    <w:rsid w:val="00167B59"/>
    <w:rsid w:val="00172A32"/>
    <w:rsid w:val="00183DCB"/>
    <w:rsid w:val="001B45F3"/>
    <w:rsid w:val="0020390A"/>
    <w:rsid w:val="00206BF8"/>
    <w:rsid w:val="00224C14"/>
    <w:rsid w:val="00230024"/>
    <w:rsid w:val="00230AD0"/>
    <w:rsid w:val="00236142"/>
    <w:rsid w:val="00254049"/>
    <w:rsid w:val="00256675"/>
    <w:rsid w:val="00257C48"/>
    <w:rsid w:val="0027120C"/>
    <w:rsid w:val="00272E1B"/>
    <w:rsid w:val="00272E1D"/>
    <w:rsid w:val="002737B4"/>
    <w:rsid w:val="0027476A"/>
    <w:rsid w:val="00283DF0"/>
    <w:rsid w:val="002A2F32"/>
    <w:rsid w:val="002B0FB6"/>
    <w:rsid w:val="002B60B3"/>
    <w:rsid w:val="002C6BED"/>
    <w:rsid w:val="002F70F1"/>
    <w:rsid w:val="00321B13"/>
    <w:rsid w:val="00327AFA"/>
    <w:rsid w:val="003319D9"/>
    <w:rsid w:val="00352875"/>
    <w:rsid w:val="00356011"/>
    <w:rsid w:val="00356A21"/>
    <w:rsid w:val="00363DA5"/>
    <w:rsid w:val="00377253"/>
    <w:rsid w:val="003A4158"/>
    <w:rsid w:val="003B193D"/>
    <w:rsid w:val="003B1F57"/>
    <w:rsid w:val="003B210D"/>
    <w:rsid w:val="003C0334"/>
    <w:rsid w:val="003D2033"/>
    <w:rsid w:val="003F06A2"/>
    <w:rsid w:val="00402823"/>
    <w:rsid w:val="00406855"/>
    <w:rsid w:val="00406ED5"/>
    <w:rsid w:val="004153D1"/>
    <w:rsid w:val="00426B79"/>
    <w:rsid w:val="00444004"/>
    <w:rsid w:val="004553FD"/>
    <w:rsid w:val="00464A2D"/>
    <w:rsid w:val="0048332A"/>
    <w:rsid w:val="00487177"/>
    <w:rsid w:val="00490650"/>
    <w:rsid w:val="00497559"/>
    <w:rsid w:val="004B56DA"/>
    <w:rsid w:val="00504BB4"/>
    <w:rsid w:val="00507560"/>
    <w:rsid w:val="00514034"/>
    <w:rsid w:val="00514A42"/>
    <w:rsid w:val="00514C5A"/>
    <w:rsid w:val="005227BF"/>
    <w:rsid w:val="00544957"/>
    <w:rsid w:val="00566A4C"/>
    <w:rsid w:val="00571FCA"/>
    <w:rsid w:val="0058094B"/>
    <w:rsid w:val="0058659F"/>
    <w:rsid w:val="00596263"/>
    <w:rsid w:val="0059706A"/>
    <w:rsid w:val="005C30D7"/>
    <w:rsid w:val="005D76B7"/>
    <w:rsid w:val="005E094C"/>
    <w:rsid w:val="005F6CAE"/>
    <w:rsid w:val="006069F4"/>
    <w:rsid w:val="00612882"/>
    <w:rsid w:val="00620764"/>
    <w:rsid w:val="006332CC"/>
    <w:rsid w:val="006372D7"/>
    <w:rsid w:val="006672BA"/>
    <w:rsid w:val="00673200"/>
    <w:rsid w:val="00687838"/>
    <w:rsid w:val="00694908"/>
    <w:rsid w:val="00696B9E"/>
    <w:rsid w:val="006A0C67"/>
    <w:rsid w:val="006A7ED4"/>
    <w:rsid w:val="006B2D84"/>
    <w:rsid w:val="006C6FE9"/>
    <w:rsid w:val="006E6E0B"/>
    <w:rsid w:val="006F08FA"/>
    <w:rsid w:val="006F5D77"/>
    <w:rsid w:val="0070043D"/>
    <w:rsid w:val="0071027D"/>
    <w:rsid w:val="00712200"/>
    <w:rsid w:val="00717EBC"/>
    <w:rsid w:val="0072564A"/>
    <w:rsid w:val="007324A4"/>
    <w:rsid w:val="007613C0"/>
    <w:rsid w:val="00772E4D"/>
    <w:rsid w:val="007926D4"/>
    <w:rsid w:val="007C62DA"/>
    <w:rsid w:val="007D3CF8"/>
    <w:rsid w:val="007D5EE1"/>
    <w:rsid w:val="007E1D0B"/>
    <w:rsid w:val="00812496"/>
    <w:rsid w:val="00830BFE"/>
    <w:rsid w:val="008354BF"/>
    <w:rsid w:val="00845965"/>
    <w:rsid w:val="008726BA"/>
    <w:rsid w:val="0088615D"/>
    <w:rsid w:val="00893C29"/>
    <w:rsid w:val="008B7AE7"/>
    <w:rsid w:val="008C19E2"/>
    <w:rsid w:val="008C25A4"/>
    <w:rsid w:val="008D10E1"/>
    <w:rsid w:val="008F75E8"/>
    <w:rsid w:val="00903269"/>
    <w:rsid w:val="00920D8B"/>
    <w:rsid w:val="00920FFC"/>
    <w:rsid w:val="0094391F"/>
    <w:rsid w:val="00952F92"/>
    <w:rsid w:val="009622ED"/>
    <w:rsid w:val="00975D50"/>
    <w:rsid w:val="00991A6F"/>
    <w:rsid w:val="009B4D74"/>
    <w:rsid w:val="009F3E4C"/>
    <w:rsid w:val="00A062D7"/>
    <w:rsid w:val="00A17E2C"/>
    <w:rsid w:val="00A35A61"/>
    <w:rsid w:val="00A422E7"/>
    <w:rsid w:val="00A46CDA"/>
    <w:rsid w:val="00A61EF8"/>
    <w:rsid w:val="00A7754F"/>
    <w:rsid w:val="00A815B0"/>
    <w:rsid w:val="00A840CE"/>
    <w:rsid w:val="00A95A4F"/>
    <w:rsid w:val="00AA0D27"/>
    <w:rsid w:val="00AB295F"/>
    <w:rsid w:val="00AB76AD"/>
    <w:rsid w:val="00AD2C62"/>
    <w:rsid w:val="00AE686A"/>
    <w:rsid w:val="00AF4A65"/>
    <w:rsid w:val="00B10672"/>
    <w:rsid w:val="00B13892"/>
    <w:rsid w:val="00B1405C"/>
    <w:rsid w:val="00B4137A"/>
    <w:rsid w:val="00B53E8D"/>
    <w:rsid w:val="00B715B6"/>
    <w:rsid w:val="00B845FF"/>
    <w:rsid w:val="00BB71A1"/>
    <w:rsid w:val="00BC09E3"/>
    <w:rsid w:val="00BC2904"/>
    <w:rsid w:val="00BC79C9"/>
    <w:rsid w:val="00BD0905"/>
    <w:rsid w:val="00BE20D1"/>
    <w:rsid w:val="00C06760"/>
    <w:rsid w:val="00C11E2F"/>
    <w:rsid w:val="00C43999"/>
    <w:rsid w:val="00C56014"/>
    <w:rsid w:val="00C63115"/>
    <w:rsid w:val="00CB2C89"/>
    <w:rsid w:val="00CE16B9"/>
    <w:rsid w:val="00D666C7"/>
    <w:rsid w:val="00D713A6"/>
    <w:rsid w:val="00D75DE0"/>
    <w:rsid w:val="00D76FB3"/>
    <w:rsid w:val="00D84267"/>
    <w:rsid w:val="00D8588E"/>
    <w:rsid w:val="00D87E47"/>
    <w:rsid w:val="00D93E8E"/>
    <w:rsid w:val="00D97B2C"/>
    <w:rsid w:val="00DB31FE"/>
    <w:rsid w:val="00DC29E4"/>
    <w:rsid w:val="00DF1117"/>
    <w:rsid w:val="00E13707"/>
    <w:rsid w:val="00E809C2"/>
    <w:rsid w:val="00E95B77"/>
    <w:rsid w:val="00EA765C"/>
    <w:rsid w:val="00EC348B"/>
    <w:rsid w:val="00ED15A8"/>
    <w:rsid w:val="00ED6498"/>
    <w:rsid w:val="00EE104D"/>
    <w:rsid w:val="00EF3B15"/>
    <w:rsid w:val="00EF679B"/>
    <w:rsid w:val="00F12E3C"/>
    <w:rsid w:val="00F12EF1"/>
    <w:rsid w:val="00F35C7E"/>
    <w:rsid w:val="00F4224E"/>
    <w:rsid w:val="00F60583"/>
    <w:rsid w:val="00FA2704"/>
    <w:rsid w:val="00FF5864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D03D"/>
  <w15:chartTrackingRefBased/>
  <w15:docId w15:val="{1D9B31BB-3579-46A2-A44C-FEAC6A8D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694908"/>
    <w:pPr>
      <w:spacing w:line="256" w:lineRule="auto"/>
      <w:ind w:left="720"/>
      <w:contextualSpacing/>
    </w:pPr>
    <w:rPr>
      <w:rFonts w:ascii="Calibri" w:hAnsi="Calibri"/>
      <w:sz w:val="22"/>
    </w:rPr>
  </w:style>
  <w:style w:type="paragraph" w:styleId="Zkladntextodsazen2">
    <w:name w:val="Body Text Indent 2"/>
    <w:basedOn w:val="Normln"/>
    <w:link w:val="Zkladntextodsazen2Char"/>
    <w:rsid w:val="00B845FF"/>
    <w:pPr>
      <w:suppressAutoHyphens/>
      <w:spacing w:after="0" w:line="240" w:lineRule="auto"/>
      <w:ind w:firstLine="708"/>
      <w:jc w:val="both"/>
    </w:pPr>
    <w:rPr>
      <w:rFonts w:eastAsia="Times New Roman" w:cs="Wingdings"/>
      <w:szCs w:val="20"/>
      <w:lang w:eastAsia="zh-CN" w:bidi="hi-IN"/>
    </w:rPr>
  </w:style>
  <w:style w:type="character" w:customStyle="1" w:styleId="Zkladntextodsazen2Char">
    <w:name w:val="Základní text odsazený 2 Char"/>
    <w:basedOn w:val="Standardnpsmoodstavce"/>
    <w:link w:val="Zkladntextodsazen2"/>
    <w:rsid w:val="00B845FF"/>
    <w:rPr>
      <w:rFonts w:ascii="Times New Roman" w:eastAsia="Times New Roman" w:hAnsi="Times New Roman" w:cs="Wingdings"/>
      <w:sz w:val="24"/>
      <w:lang w:eastAsia="zh-CN" w:bidi="hi-IN"/>
    </w:rPr>
  </w:style>
  <w:style w:type="paragraph" w:styleId="Textvbloku">
    <w:name w:val="Block Text"/>
    <w:basedOn w:val="Normln"/>
    <w:semiHidden/>
    <w:rsid w:val="00B845FF"/>
    <w:pPr>
      <w:suppressAutoHyphens/>
      <w:spacing w:after="0" w:line="240" w:lineRule="auto"/>
      <w:ind w:left="567" w:right="1134"/>
    </w:pPr>
    <w:rPr>
      <w:rFonts w:eastAsia="Times New Roman" w:cs="Wingdings"/>
      <w:szCs w:val="20"/>
      <w:lang w:eastAsia="zh-CN" w:bidi="hi-IN"/>
    </w:rPr>
  </w:style>
  <w:style w:type="paragraph" w:styleId="Prosttext">
    <w:name w:val="Plain Text"/>
    <w:basedOn w:val="Normln"/>
    <w:link w:val="ProsttextChar"/>
    <w:semiHidden/>
    <w:rsid w:val="00B845FF"/>
    <w:pPr>
      <w:spacing w:after="0" w:line="240" w:lineRule="auto"/>
    </w:pPr>
    <w:rPr>
      <w:rFonts w:ascii="Courier New" w:eastAsia="Times New Roman" w:hAnsi="Courier New" w:cs="Wingdings"/>
      <w:sz w:val="20"/>
      <w:szCs w:val="20"/>
      <w:lang w:eastAsia="cs-CZ" w:bidi="hi-IN"/>
    </w:rPr>
  </w:style>
  <w:style w:type="character" w:customStyle="1" w:styleId="ProsttextChar">
    <w:name w:val="Prostý text Char"/>
    <w:basedOn w:val="Standardnpsmoodstavce"/>
    <w:link w:val="Prosttext"/>
    <w:semiHidden/>
    <w:rsid w:val="00B845FF"/>
    <w:rPr>
      <w:rFonts w:ascii="Courier New" w:eastAsia="Times New Roman" w:hAnsi="Courier New" w:cs="Wingdings"/>
      <w:lang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AE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vodska\Documents\Vlastn&#237;%20&#353;ablony%20Office\ZEV-USNESEN&#205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ZEV-USNESENÍ.dotx</Template>
  <TotalTime>7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16</cp:revision>
  <cp:lastPrinted>2018-05-03T08:08:00Z</cp:lastPrinted>
  <dcterms:created xsi:type="dcterms:W3CDTF">2021-05-27T09:19:00Z</dcterms:created>
  <dcterms:modified xsi:type="dcterms:W3CDTF">2021-06-08T09:57:00Z</dcterms:modified>
</cp:coreProperties>
</file>