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194" w:rsidRPr="00364194" w:rsidRDefault="00364194" w:rsidP="00364194">
      <w:pPr>
        <w:pStyle w:val="PS-hlavika1"/>
        <w:jc w:val="right"/>
        <w:rPr>
          <w:b w:val="0"/>
          <w:i w:val="0"/>
        </w:rPr>
      </w:pPr>
      <w:r w:rsidRPr="00364194">
        <w:rPr>
          <w:b w:val="0"/>
          <w:i w:val="0"/>
        </w:rPr>
        <w:t>PS200223909</w:t>
      </w:r>
    </w:p>
    <w:p w:rsidR="00364194" w:rsidRPr="00364194" w:rsidRDefault="00364194" w:rsidP="00364194">
      <w:pPr>
        <w:pStyle w:val="Bezmezer"/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A39DC">
        <w:t>2</w:t>
      </w:r>
      <w:r w:rsidR="002233D2">
        <w:t>1</w:t>
      </w:r>
    </w:p>
    <w:p w:rsidR="00DC29E4" w:rsidRDefault="005457A1" w:rsidP="00377253">
      <w:pPr>
        <w:pStyle w:val="PS-hlavika1"/>
      </w:pPr>
      <w:r>
        <w:t>8</w:t>
      </w:r>
      <w:r w:rsidR="00DC29E4">
        <w:t>. volební období</w:t>
      </w:r>
    </w:p>
    <w:p w:rsidR="005F1C4B" w:rsidRDefault="005F1C4B" w:rsidP="005F1C4B">
      <w:pPr>
        <w:pStyle w:val="Bezmezer"/>
      </w:pPr>
    </w:p>
    <w:p w:rsidR="005F1C4B" w:rsidRPr="005F1C4B" w:rsidRDefault="005F1C4B" w:rsidP="005F1C4B">
      <w:pPr>
        <w:pStyle w:val="Bezmezer"/>
      </w:pPr>
    </w:p>
    <w:p w:rsidR="00BF734B" w:rsidRDefault="00364194" w:rsidP="005F1C4B">
      <w:pPr>
        <w:pStyle w:val="PS-hlavika1"/>
        <w:rPr>
          <w:sz w:val="28"/>
          <w:szCs w:val="28"/>
        </w:rPr>
      </w:pPr>
      <w:r>
        <w:rPr>
          <w:sz w:val="28"/>
          <w:szCs w:val="28"/>
        </w:rPr>
        <w:t>218.</w:t>
      </w:r>
    </w:p>
    <w:p w:rsidR="00901CA8" w:rsidRPr="00901CA8" w:rsidRDefault="00901CA8" w:rsidP="00901CA8">
      <w:pPr>
        <w:pStyle w:val="Bezmezer"/>
      </w:pPr>
    </w:p>
    <w:p w:rsidR="00DC29E4" w:rsidRPr="005F1C4B" w:rsidRDefault="00DC29E4" w:rsidP="005F1C4B">
      <w:pPr>
        <w:pStyle w:val="PS-hlavika1"/>
        <w:rPr>
          <w:sz w:val="32"/>
          <w:szCs w:val="32"/>
        </w:rPr>
      </w:pPr>
      <w:r w:rsidRPr="005F1C4B">
        <w:rPr>
          <w:sz w:val="32"/>
          <w:szCs w:val="32"/>
        </w:rPr>
        <w:t>USNESENÍ</w:t>
      </w:r>
    </w:p>
    <w:p w:rsidR="00DC29E4" w:rsidRDefault="007324A4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2233D2">
        <w:t>46</w:t>
      </w:r>
      <w:proofErr w:type="gramEnd"/>
      <w:r>
        <w:t xml:space="preserve">. schůze dne </w:t>
      </w:r>
      <w:r w:rsidR="00212F67">
        <w:t>8</w:t>
      </w:r>
      <w:r>
        <w:t xml:space="preserve">. </w:t>
      </w:r>
      <w:r w:rsidR="002233D2">
        <w:t>června</w:t>
      </w:r>
      <w:r>
        <w:t xml:space="preserve"> 20</w:t>
      </w:r>
      <w:r w:rsidR="00AA39DC">
        <w:t>2</w:t>
      </w:r>
      <w:r w:rsidR="002233D2">
        <w:t>1</w:t>
      </w:r>
    </w:p>
    <w:p w:rsidR="00DC29E4" w:rsidRPr="00D76FB3" w:rsidRDefault="00AB76AD" w:rsidP="00D76FB3">
      <w:pPr>
        <w:pStyle w:val="PS-pedmtusnesen"/>
      </w:pPr>
      <w:r>
        <w:t>k</w:t>
      </w:r>
      <w:r w:rsidR="00FA3E90">
        <w:t> Výroční zprávě Vinařského fondu za rok 20</w:t>
      </w:r>
      <w:r w:rsidR="002233D2">
        <w:t>20</w:t>
      </w:r>
      <w:r w:rsidR="0063506F">
        <w:t xml:space="preserve"> (sněmovní tisk 1227)</w:t>
      </w:r>
    </w:p>
    <w:p w:rsidR="00694908" w:rsidRDefault="00694908" w:rsidP="00E809C2">
      <w:pPr>
        <w:pStyle w:val="PS-uvodnodstavec"/>
        <w:spacing w:after="0" w:line="240" w:lineRule="auto"/>
      </w:pPr>
      <w:r>
        <w:t xml:space="preserve">Zemědělský výbor Poslanecké sněmovny Parlamentu </w:t>
      </w:r>
      <w:r w:rsidRPr="00AB76AD">
        <w:t xml:space="preserve">ČR </w:t>
      </w:r>
      <w:r w:rsidR="00AB76AD" w:rsidRPr="00AB76AD">
        <w:t xml:space="preserve">po úvodním slově </w:t>
      </w:r>
      <w:r w:rsidR="00015137">
        <w:t>Jaroslava Machovce, ředitele Vinařského fondu</w:t>
      </w:r>
      <w:r w:rsidR="00046035">
        <w:t>,</w:t>
      </w:r>
      <w:r w:rsidR="00E63C0D">
        <w:t xml:space="preserve"> zpravodajské zprávě poslance Radka </w:t>
      </w:r>
      <w:proofErr w:type="spellStart"/>
      <w:r w:rsidR="00E63C0D">
        <w:t>Holomčíka</w:t>
      </w:r>
      <w:proofErr w:type="spellEnd"/>
      <w:r w:rsidR="00046035">
        <w:t xml:space="preserve"> </w:t>
      </w:r>
      <w:r w:rsidR="00AB76AD" w:rsidRPr="00AB76AD">
        <w:t>a po rozpravě</w:t>
      </w:r>
    </w:p>
    <w:p w:rsidR="00E809C2" w:rsidRDefault="00E809C2" w:rsidP="006A2AE2">
      <w:pPr>
        <w:spacing w:after="0"/>
        <w:jc w:val="both"/>
      </w:pPr>
    </w:p>
    <w:p w:rsidR="00E97733" w:rsidRDefault="00E97733" w:rsidP="006A2AE2">
      <w:pPr>
        <w:spacing w:after="0"/>
        <w:jc w:val="both"/>
      </w:pPr>
    </w:p>
    <w:p w:rsidR="0061793E" w:rsidRDefault="0061793E" w:rsidP="0061793E">
      <w:pPr>
        <w:pStyle w:val="Normlnweb"/>
        <w:numPr>
          <w:ilvl w:val="0"/>
          <w:numId w:val="17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d o p o r u č u j e   Poslanecké</w:t>
      </w:r>
      <w:proofErr w:type="gramEnd"/>
      <w:r>
        <w:t xml:space="preserve"> sněmovně Parlamentu ČR</w:t>
      </w:r>
      <w:r w:rsidRPr="009559A1">
        <w:t xml:space="preserve"> </w:t>
      </w:r>
      <w:r w:rsidR="00E641DF">
        <w:t>Výroční z</w:t>
      </w:r>
      <w:r>
        <w:t xml:space="preserve">právu </w:t>
      </w:r>
      <w:r w:rsidR="00E641DF">
        <w:t>Vinařského fondu za</w:t>
      </w:r>
      <w:r>
        <w:t> rok 20</w:t>
      </w:r>
      <w:r w:rsidR="00E641DF">
        <w:t>20</w:t>
      </w:r>
      <w:r>
        <w:t xml:space="preserve">  (sněmovní tisk </w:t>
      </w:r>
      <w:r w:rsidR="00E641DF">
        <w:t>1227</w:t>
      </w:r>
      <w:r>
        <w:t>)</w:t>
      </w:r>
    </w:p>
    <w:p w:rsidR="0061793E" w:rsidRDefault="0061793E" w:rsidP="0061793E">
      <w:pPr>
        <w:pStyle w:val="Normlnweb"/>
        <w:spacing w:before="0" w:beforeAutospacing="0" w:after="0"/>
        <w:ind w:hanging="709"/>
      </w:pPr>
    </w:p>
    <w:p w:rsidR="0061793E" w:rsidRDefault="0061793E" w:rsidP="0061793E">
      <w:pPr>
        <w:pStyle w:val="Normlnweb"/>
        <w:spacing w:before="0" w:beforeAutospacing="0" w:after="0"/>
        <w:jc w:val="center"/>
      </w:pPr>
      <w:proofErr w:type="gramStart"/>
      <w:r>
        <w:t>v z í t   n a   v ě d o m í ;</w:t>
      </w:r>
      <w:proofErr w:type="gramEnd"/>
    </w:p>
    <w:p w:rsidR="0061793E" w:rsidRDefault="0061793E" w:rsidP="0061793E">
      <w:pPr>
        <w:pStyle w:val="Normlnweb"/>
        <w:spacing w:before="0" w:beforeAutospacing="0" w:after="0"/>
        <w:ind w:hanging="709"/>
        <w:jc w:val="center"/>
      </w:pPr>
    </w:p>
    <w:p w:rsidR="0061793E" w:rsidRDefault="0061793E" w:rsidP="0061793E">
      <w:pPr>
        <w:pStyle w:val="Normlnweb"/>
        <w:numPr>
          <w:ilvl w:val="0"/>
          <w:numId w:val="17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p o v ě ř u j e   předsedu</w:t>
      </w:r>
      <w:proofErr w:type="gramEnd"/>
      <w:r>
        <w:t xml:space="preserve"> výboru, aby toto usnesení předložil předsedovi Poslanecké sněmovny Parlamentu ČR;</w:t>
      </w:r>
    </w:p>
    <w:p w:rsidR="0061793E" w:rsidRDefault="0061793E" w:rsidP="0061793E">
      <w:pPr>
        <w:pStyle w:val="Normlnweb"/>
        <w:tabs>
          <w:tab w:val="left" w:pos="709"/>
        </w:tabs>
        <w:spacing w:before="0" w:beforeAutospacing="0" w:after="0"/>
        <w:jc w:val="both"/>
      </w:pPr>
    </w:p>
    <w:p w:rsidR="0061793E" w:rsidRDefault="0061793E" w:rsidP="0061793E">
      <w:pPr>
        <w:pStyle w:val="Normlnweb"/>
        <w:tabs>
          <w:tab w:val="left" w:pos="709"/>
        </w:tabs>
        <w:spacing w:before="0" w:beforeAutospacing="0" w:after="0"/>
        <w:jc w:val="both"/>
      </w:pPr>
    </w:p>
    <w:p w:rsidR="0061793E" w:rsidRDefault="0061793E" w:rsidP="0061793E">
      <w:pPr>
        <w:pStyle w:val="Normlnweb"/>
        <w:numPr>
          <w:ilvl w:val="0"/>
          <w:numId w:val="17"/>
        </w:numPr>
        <w:tabs>
          <w:tab w:val="left" w:pos="709"/>
        </w:tabs>
        <w:spacing w:before="0" w:beforeAutospacing="0" w:after="0"/>
        <w:ind w:left="709" w:hanging="709"/>
        <w:jc w:val="both"/>
        <w:rPr>
          <w:spacing w:val="-4"/>
        </w:rPr>
      </w:pPr>
      <w:proofErr w:type="gramStart"/>
      <w:r>
        <w:rPr>
          <w:spacing w:val="-4"/>
        </w:rPr>
        <w:t>z m o c ň u j e   zpravodaje</w:t>
      </w:r>
      <w:proofErr w:type="gramEnd"/>
      <w:r>
        <w:rPr>
          <w:spacing w:val="-4"/>
        </w:rPr>
        <w:t xml:space="preserve"> výboru, aby na schůzi Poslanecké sněmovny informoval o výsledku projednání této </w:t>
      </w:r>
      <w:r w:rsidR="00E641DF">
        <w:rPr>
          <w:spacing w:val="-4"/>
        </w:rPr>
        <w:t>Výroční z</w:t>
      </w:r>
      <w:r>
        <w:rPr>
          <w:spacing w:val="-4"/>
        </w:rPr>
        <w:t>právy na schůzi zemědělského výboru.</w:t>
      </w:r>
    </w:p>
    <w:p w:rsidR="0061793E" w:rsidRDefault="0061793E" w:rsidP="0061793E">
      <w:pPr>
        <w:spacing w:after="0" w:line="240" w:lineRule="auto"/>
      </w:pPr>
    </w:p>
    <w:p w:rsidR="00015137" w:rsidRDefault="00015137" w:rsidP="00DA101B">
      <w:pPr>
        <w:spacing w:after="0" w:line="240" w:lineRule="auto"/>
        <w:ind w:left="709" w:hanging="709"/>
        <w:jc w:val="both"/>
        <w:rPr>
          <w:rFonts w:eastAsia="Times New Roman"/>
          <w:szCs w:val="24"/>
          <w:lang w:eastAsia="cs-CZ"/>
        </w:rPr>
      </w:pPr>
    </w:p>
    <w:p w:rsidR="00E97733" w:rsidRDefault="00E97733" w:rsidP="00E809C2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61793E" w:rsidRDefault="0061793E" w:rsidP="00E809C2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E97733" w:rsidRDefault="00E97733" w:rsidP="00E809C2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E97733" w:rsidRPr="00AB76AD" w:rsidRDefault="00E97733" w:rsidP="00E809C2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E809C2" w:rsidRDefault="008E14C9" w:rsidP="00AA0D46">
      <w:pPr>
        <w:spacing w:after="0" w:line="240" w:lineRule="auto"/>
        <w:ind w:left="142" w:hanging="142"/>
      </w:pPr>
      <w:r>
        <w:rPr>
          <w:rFonts w:eastAsia="Times New Roman"/>
          <w:szCs w:val="24"/>
          <w:lang w:eastAsia="cs-CZ"/>
        </w:rPr>
        <w:t>Radek  HOLOMČÍK</w:t>
      </w:r>
      <w:r>
        <w:rPr>
          <w:rFonts w:eastAsia="Times New Roman"/>
          <w:szCs w:val="24"/>
          <w:lang w:eastAsia="cs-CZ"/>
        </w:rPr>
        <w:tab/>
      </w:r>
      <w:proofErr w:type="gramStart"/>
      <w:r>
        <w:rPr>
          <w:rFonts w:eastAsia="Times New Roman"/>
          <w:szCs w:val="24"/>
          <w:lang w:eastAsia="cs-CZ"/>
        </w:rPr>
        <w:t>v.r.</w:t>
      </w:r>
      <w:proofErr w:type="gramEnd"/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 w:rsidR="00287953">
        <w:rPr>
          <w:rFonts w:eastAsia="Times New Roman"/>
          <w:szCs w:val="24"/>
          <w:lang w:eastAsia="cs-CZ"/>
        </w:rPr>
        <w:t xml:space="preserve"> Zdeněk  PODAL</w:t>
      </w:r>
      <w:r w:rsidR="00E734C9">
        <w:rPr>
          <w:rFonts w:eastAsia="Times New Roman"/>
          <w:szCs w:val="24"/>
          <w:lang w:eastAsia="cs-CZ"/>
        </w:rPr>
        <w:t xml:space="preserve"> </w:t>
      </w:r>
      <w:r w:rsidR="00CD4BA3">
        <w:rPr>
          <w:rFonts w:eastAsia="Times New Roman"/>
          <w:szCs w:val="24"/>
          <w:lang w:eastAsia="cs-CZ"/>
        </w:rPr>
        <w:t>v.r.</w:t>
      </w:r>
      <w:r w:rsidR="00534952"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 xml:space="preserve">       zpravodaj výboru</w:t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  <w:t xml:space="preserve">    ověřoval výboru</w:t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 w:rsidR="00E809C2">
        <w:rPr>
          <w:rFonts w:eastAsia="Times New Roman"/>
          <w:szCs w:val="24"/>
          <w:lang w:eastAsia="cs-CZ"/>
        </w:rPr>
        <w:tab/>
      </w:r>
      <w:r w:rsidR="00E809C2">
        <w:rPr>
          <w:rFonts w:eastAsia="Times New Roman"/>
          <w:szCs w:val="24"/>
          <w:lang w:eastAsia="cs-CZ"/>
        </w:rPr>
        <w:tab/>
      </w:r>
      <w:r w:rsidR="00124CF3">
        <w:rPr>
          <w:rFonts w:eastAsia="Times New Roman"/>
          <w:szCs w:val="24"/>
          <w:lang w:eastAsia="cs-CZ"/>
        </w:rPr>
        <w:t xml:space="preserve">            </w:t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  <w:t xml:space="preserve">  </w:t>
      </w:r>
      <w:r w:rsidR="00E809C2">
        <w:rPr>
          <w:rFonts w:eastAsia="Times New Roman"/>
          <w:szCs w:val="24"/>
          <w:lang w:eastAsia="cs-CZ"/>
        </w:rPr>
        <w:t>Jaroslav  FALTÝNEK</w:t>
      </w:r>
      <w:r w:rsidR="00CD4BA3">
        <w:rPr>
          <w:rFonts w:eastAsia="Times New Roman"/>
          <w:szCs w:val="24"/>
          <w:lang w:eastAsia="cs-CZ"/>
        </w:rPr>
        <w:t xml:space="preserve"> </w:t>
      </w:r>
      <w:proofErr w:type="gramStart"/>
      <w:r w:rsidR="00CD4BA3">
        <w:rPr>
          <w:rFonts w:eastAsia="Times New Roman"/>
          <w:szCs w:val="24"/>
          <w:lang w:eastAsia="cs-CZ"/>
        </w:rPr>
        <w:t>v.r.</w:t>
      </w:r>
      <w:proofErr w:type="gramEnd"/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  <w:t xml:space="preserve">          </w:t>
      </w:r>
      <w:r w:rsidR="00E809C2">
        <w:rPr>
          <w:rFonts w:eastAsia="Times New Roman"/>
          <w:szCs w:val="24"/>
          <w:lang w:eastAsia="cs-CZ"/>
        </w:rPr>
        <w:t>předseda výboru</w:t>
      </w:r>
    </w:p>
    <w:p w:rsidR="00694908" w:rsidRDefault="00694908" w:rsidP="00694908">
      <w:pPr>
        <w:spacing w:after="0" w:line="240" w:lineRule="auto"/>
        <w:rPr>
          <w:rFonts w:eastAsia="Times New Roman"/>
          <w:szCs w:val="24"/>
          <w:lang w:eastAsia="cs-CZ"/>
        </w:rPr>
      </w:pPr>
    </w:p>
    <w:sectPr w:rsidR="00694908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E69D9"/>
    <w:multiLevelType w:val="hybridMultilevel"/>
    <w:tmpl w:val="07907F2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2612C7"/>
    <w:multiLevelType w:val="hybridMultilevel"/>
    <w:tmpl w:val="D768403A"/>
    <w:lvl w:ilvl="0" w:tplc="12F0DC8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>
      <w:start w:val="1"/>
      <w:numFmt w:val="decimal"/>
      <w:lvlText w:val="%4."/>
      <w:lvlJc w:val="left"/>
      <w:pPr>
        <w:ind w:left="4296" w:hanging="360"/>
      </w:pPr>
    </w:lvl>
    <w:lvl w:ilvl="4" w:tplc="04050019">
      <w:start w:val="1"/>
      <w:numFmt w:val="lowerLetter"/>
      <w:lvlText w:val="%5."/>
      <w:lvlJc w:val="left"/>
      <w:pPr>
        <w:ind w:left="5016" w:hanging="360"/>
      </w:pPr>
    </w:lvl>
    <w:lvl w:ilvl="5" w:tplc="0405001B">
      <w:start w:val="1"/>
      <w:numFmt w:val="lowerRoman"/>
      <w:lvlText w:val="%6."/>
      <w:lvlJc w:val="right"/>
      <w:pPr>
        <w:ind w:left="5736" w:hanging="180"/>
      </w:pPr>
    </w:lvl>
    <w:lvl w:ilvl="6" w:tplc="0405000F">
      <w:start w:val="1"/>
      <w:numFmt w:val="decimal"/>
      <w:lvlText w:val="%7."/>
      <w:lvlJc w:val="left"/>
      <w:pPr>
        <w:ind w:left="6456" w:hanging="360"/>
      </w:pPr>
    </w:lvl>
    <w:lvl w:ilvl="7" w:tplc="04050019">
      <w:start w:val="1"/>
      <w:numFmt w:val="lowerLetter"/>
      <w:lvlText w:val="%8."/>
      <w:lvlJc w:val="left"/>
      <w:pPr>
        <w:ind w:left="7176" w:hanging="360"/>
      </w:pPr>
    </w:lvl>
    <w:lvl w:ilvl="8" w:tplc="0405001B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DA"/>
    <w:rsid w:val="00003F1C"/>
    <w:rsid w:val="00015137"/>
    <w:rsid w:val="00015E99"/>
    <w:rsid w:val="00046035"/>
    <w:rsid w:val="000476E4"/>
    <w:rsid w:val="000B4222"/>
    <w:rsid w:val="000C5278"/>
    <w:rsid w:val="000E730C"/>
    <w:rsid w:val="000F3039"/>
    <w:rsid w:val="00103C04"/>
    <w:rsid w:val="00106842"/>
    <w:rsid w:val="00112BBE"/>
    <w:rsid w:val="00115CD2"/>
    <w:rsid w:val="00124CF3"/>
    <w:rsid w:val="001B45F3"/>
    <w:rsid w:val="00212F67"/>
    <w:rsid w:val="002233D2"/>
    <w:rsid w:val="00230024"/>
    <w:rsid w:val="00230AD0"/>
    <w:rsid w:val="00254049"/>
    <w:rsid w:val="00272E1B"/>
    <w:rsid w:val="00281CC3"/>
    <w:rsid w:val="00287953"/>
    <w:rsid w:val="002A2F32"/>
    <w:rsid w:val="002B0FB6"/>
    <w:rsid w:val="002B60B3"/>
    <w:rsid w:val="002C6BED"/>
    <w:rsid w:val="00356011"/>
    <w:rsid w:val="00364194"/>
    <w:rsid w:val="00375D04"/>
    <w:rsid w:val="00377253"/>
    <w:rsid w:val="00391283"/>
    <w:rsid w:val="003D2033"/>
    <w:rsid w:val="00444004"/>
    <w:rsid w:val="00454597"/>
    <w:rsid w:val="00476F93"/>
    <w:rsid w:val="004A6FF3"/>
    <w:rsid w:val="004B56DA"/>
    <w:rsid w:val="004C4687"/>
    <w:rsid w:val="004D44E2"/>
    <w:rsid w:val="00500801"/>
    <w:rsid w:val="005227BF"/>
    <w:rsid w:val="00534952"/>
    <w:rsid w:val="005457A1"/>
    <w:rsid w:val="0056349F"/>
    <w:rsid w:val="00566A4C"/>
    <w:rsid w:val="005725D3"/>
    <w:rsid w:val="005C30D7"/>
    <w:rsid w:val="005E094C"/>
    <w:rsid w:val="005F1C4B"/>
    <w:rsid w:val="005F6CAE"/>
    <w:rsid w:val="0061793E"/>
    <w:rsid w:val="00620764"/>
    <w:rsid w:val="0063506F"/>
    <w:rsid w:val="0064559C"/>
    <w:rsid w:val="00694908"/>
    <w:rsid w:val="00696B9E"/>
    <w:rsid w:val="006A2AE2"/>
    <w:rsid w:val="007324A4"/>
    <w:rsid w:val="007C62DA"/>
    <w:rsid w:val="007D5EE1"/>
    <w:rsid w:val="007E1D0B"/>
    <w:rsid w:val="00804249"/>
    <w:rsid w:val="00812496"/>
    <w:rsid w:val="00814DC4"/>
    <w:rsid w:val="00830BFE"/>
    <w:rsid w:val="008726BA"/>
    <w:rsid w:val="00893C29"/>
    <w:rsid w:val="008E14C9"/>
    <w:rsid w:val="00901CA8"/>
    <w:rsid w:val="00903269"/>
    <w:rsid w:val="00920D8B"/>
    <w:rsid w:val="009352B3"/>
    <w:rsid w:val="009C4F70"/>
    <w:rsid w:val="009F795C"/>
    <w:rsid w:val="00A46CDA"/>
    <w:rsid w:val="00AA0D27"/>
    <w:rsid w:val="00AA0D46"/>
    <w:rsid w:val="00AA39DC"/>
    <w:rsid w:val="00AB1A0B"/>
    <w:rsid w:val="00AB76AD"/>
    <w:rsid w:val="00B13892"/>
    <w:rsid w:val="00B53E8D"/>
    <w:rsid w:val="00B6448A"/>
    <w:rsid w:val="00B715B6"/>
    <w:rsid w:val="00B8453D"/>
    <w:rsid w:val="00BC04F6"/>
    <w:rsid w:val="00BC09E3"/>
    <w:rsid w:val="00BE0B26"/>
    <w:rsid w:val="00BF734B"/>
    <w:rsid w:val="00C56014"/>
    <w:rsid w:val="00CD4BA3"/>
    <w:rsid w:val="00CE6C87"/>
    <w:rsid w:val="00CF034B"/>
    <w:rsid w:val="00D00B3A"/>
    <w:rsid w:val="00D65C69"/>
    <w:rsid w:val="00D76FB3"/>
    <w:rsid w:val="00DA101B"/>
    <w:rsid w:val="00DC29E4"/>
    <w:rsid w:val="00DD329D"/>
    <w:rsid w:val="00DF7B20"/>
    <w:rsid w:val="00E03B0E"/>
    <w:rsid w:val="00E63C0D"/>
    <w:rsid w:val="00E641DF"/>
    <w:rsid w:val="00E734C9"/>
    <w:rsid w:val="00E809C2"/>
    <w:rsid w:val="00E97733"/>
    <w:rsid w:val="00EB1E47"/>
    <w:rsid w:val="00ED15A8"/>
    <w:rsid w:val="00EF3B15"/>
    <w:rsid w:val="00EF679B"/>
    <w:rsid w:val="00F16387"/>
    <w:rsid w:val="00FA3E90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6FE0"/>
  <w15:chartTrackingRefBased/>
  <w15:docId w15:val="{1D9B31BB-3579-46A2-A44C-FEAC6A8D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uiPriority w:val="99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94908"/>
    <w:pPr>
      <w:spacing w:line="256" w:lineRule="auto"/>
      <w:ind w:left="720"/>
      <w:contextualSpacing/>
    </w:pPr>
    <w:rPr>
      <w:rFonts w:ascii="Calibri" w:hAnsi="Calibri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3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303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vodska\Documents\Vlastn&#237;%20&#353;ablony%20Office\ZEV-USNESEN&#205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ZEV-USNESENÍ.dotx</Template>
  <TotalTime>90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14</cp:revision>
  <cp:lastPrinted>2020-09-22T09:01:00Z</cp:lastPrinted>
  <dcterms:created xsi:type="dcterms:W3CDTF">2021-05-27T09:25:00Z</dcterms:created>
  <dcterms:modified xsi:type="dcterms:W3CDTF">2021-06-08T10:02:00Z</dcterms:modified>
</cp:coreProperties>
</file>