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BE11A6" w:rsidRDefault="000C6893" w:rsidP="00BE11A6">
      <w:pPr>
        <w:pStyle w:val="Nadpis"/>
        <w:spacing w:before="120"/>
        <w:jc w:val="center"/>
        <w:rPr>
          <w:b/>
          <w:bCs/>
          <w:sz w:val="24"/>
        </w:rPr>
      </w:pPr>
      <w:r w:rsidRPr="00BE11A6">
        <w:rPr>
          <w:b/>
          <w:bCs/>
          <w:sz w:val="24"/>
        </w:rPr>
        <w:t xml:space="preserve">k </w:t>
      </w:r>
      <w:r w:rsidR="00BE11A6" w:rsidRPr="00BE11A6">
        <w:rPr>
          <w:b/>
          <w:bCs/>
          <w:sz w:val="24"/>
        </w:rPr>
        <w:t>v</w:t>
      </w:r>
      <w:r w:rsidR="00BE11A6" w:rsidRPr="00BE11A6">
        <w:rPr>
          <w:b/>
          <w:sz w:val="24"/>
          <w:szCs w:val="24"/>
        </w:rPr>
        <w:t xml:space="preserve">ládnímu návrhu zákona, kterým se mění zákon č. 449/2001 Sb., o myslivosti, </w:t>
      </w:r>
      <w:r w:rsidR="00BE11A6">
        <w:rPr>
          <w:b/>
          <w:sz w:val="24"/>
          <w:szCs w:val="24"/>
        </w:rPr>
        <w:br/>
      </w:r>
      <w:r w:rsidR="00BE11A6" w:rsidRPr="00BE11A6">
        <w:rPr>
          <w:b/>
          <w:sz w:val="24"/>
          <w:szCs w:val="24"/>
        </w:rPr>
        <w:t>ve znění pozdějších předpisů</w:t>
      </w:r>
    </w:p>
    <w:p w:rsidR="000C6893" w:rsidRDefault="000C6893">
      <w:pPr>
        <w:pStyle w:val="Nadpis"/>
        <w:spacing w:before="0" w:after="0"/>
        <w:jc w:val="center"/>
        <w:rPr>
          <w:b/>
          <w:bCs/>
        </w:rPr>
      </w:pPr>
      <w:r>
        <w:rPr>
          <w:b/>
          <w:bCs/>
          <w:sz w:val="24"/>
        </w:rPr>
        <w:t xml:space="preserve">(tisk </w:t>
      </w:r>
      <w:r w:rsidR="00BE11A6">
        <w:rPr>
          <w:b/>
          <w:bCs/>
          <w:sz w:val="24"/>
        </w:rPr>
        <w:t>954)</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Oznaenpozmn"/>
        <w:jc w:val="both"/>
      </w:pPr>
      <w:r>
        <w:t>Pozměňovací návrhy obsažené v usnesení garančního</w:t>
      </w:r>
      <w:r w:rsidR="00BE11A6">
        <w:t xml:space="preserve"> zemědělského</w:t>
      </w:r>
      <w:r>
        <w:t xml:space="preserve"> výboru č. </w:t>
      </w:r>
      <w:proofErr w:type="gramStart"/>
      <w:r w:rsidR="00BE11A6">
        <w:t>207</w:t>
      </w:r>
      <w:r>
        <w:t xml:space="preserve"> z</w:t>
      </w:r>
      <w:r w:rsidR="00A777CF">
        <w:t> </w:t>
      </w:r>
      <w:r w:rsidR="00BE11A6">
        <w:t>44</w:t>
      </w:r>
      <w:proofErr w:type="gramEnd"/>
      <w:r>
        <w:t>.</w:t>
      </w:r>
      <w:r w:rsidR="00BE11A6">
        <w:t> </w:t>
      </w:r>
      <w:r>
        <w:t xml:space="preserve">schůze konané dne </w:t>
      </w:r>
      <w:r w:rsidR="00BE11A6">
        <w:t>28. dubna 2021</w:t>
      </w:r>
      <w:r>
        <w:t xml:space="preserve"> (tisk </w:t>
      </w:r>
      <w:r w:rsidR="00BE11A6">
        <w:t>954</w:t>
      </w:r>
      <w:r>
        <w:t>/</w:t>
      </w:r>
      <w:r w:rsidR="00BE11A6">
        <w:t>3</w:t>
      </w:r>
      <w:r>
        <w:t>)</w:t>
      </w:r>
    </w:p>
    <w:p w:rsidR="00BE11A6" w:rsidRPr="000247A3" w:rsidRDefault="00BE11A6" w:rsidP="00A777CF">
      <w:pPr>
        <w:pStyle w:val="LO-normal"/>
        <w:numPr>
          <w:ilvl w:val="0"/>
          <w:numId w:val="3"/>
        </w:numPr>
        <w:suppressAutoHyphens w:val="0"/>
        <w:spacing w:before="120" w:line="240" w:lineRule="auto"/>
        <w:ind w:left="993" w:hanging="709"/>
        <w:jc w:val="both"/>
        <w:rPr>
          <w:rFonts w:ascii="Times New Roman" w:hAnsi="Times New Roman" w:cs="Times New Roman"/>
          <w:sz w:val="24"/>
          <w:szCs w:val="24"/>
        </w:rPr>
      </w:pPr>
      <w:r w:rsidRPr="000247A3">
        <w:rPr>
          <w:rFonts w:ascii="Times New Roman" w:hAnsi="Times New Roman" w:cs="Times New Roman"/>
          <w:sz w:val="24"/>
          <w:szCs w:val="24"/>
        </w:rPr>
        <w:t>V názvu návrhu zákona se doplňují slova „, a další související zákony“.</w:t>
      </w:r>
    </w:p>
    <w:p w:rsidR="00BE11A6" w:rsidRPr="000247A3" w:rsidRDefault="00BE11A6" w:rsidP="00BE11A6">
      <w:pPr>
        <w:pStyle w:val="LO-normal"/>
        <w:suppressAutoHyphens w:val="0"/>
        <w:spacing w:line="240" w:lineRule="auto"/>
        <w:jc w:val="both"/>
        <w:rPr>
          <w:rFonts w:ascii="Times New Roman" w:hAnsi="Times New Roman" w:cs="Times New Roman"/>
          <w:sz w:val="24"/>
          <w:szCs w:val="24"/>
        </w:rPr>
      </w:pPr>
    </w:p>
    <w:p w:rsidR="00BE11A6" w:rsidRPr="000247A3" w:rsidRDefault="00BE11A6" w:rsidP="00BE11A6">
      <w:pPr>
        <w:pStyle w:val="LO-normal"/>
        <w:numPr>
          <w:ilvl w:val="0"/>
          <w:numId w:val="3"/>
        </w:numPr>
        <w:suppressAutoHyphens w:val="0"/>
        <w:spacing w:line="240" w:lineRule="auto"/>
        <w:jc w:val="both"/>
        <w:rPr>
          <w:rFonts w:ascii="Times New Roman" w:hAnsi="Times New Roman" w:cs="Times New Roman"/>
          <w:sz w:val="24"/>
          <w:szCs w:val="24"/>
        </w:rPr>
      </w:pPr>
      <w:r w:rsidRPr="000247A3">
        <w:rPr>
          <w:rFonts w:ascii="Times New Roman" w:hAnsi="Times New Roman" w:cs="Times New Roman"/>
          <w:sz w:val="24"/>
          <w:szCs w:val="24"/>
        </w:rPr>
        <w:t>Články I a II se označují jako část první. Nadpis části první zní: „Změna zákona o myslivosti“.</w:t>
      </w:r>
    </w:p>
    <w:p w:rsidR="00BE11A6" w:rsidRPr="000247A3" w:rsidRDefault="00BE11A6" w:rsidP="00BE11A6">
      <w:pPr>
        <w:pStyle w:val="LO-normal"/>
        <w:suppressAutoHyphens w:val="0"/>
        <w:spacing w:line="240" w:lineRule="auto"/>
        <w:jc w:val="both"/>
        <w:rPr>
          <w:rFonts w:ascii="Times New Roman" w:hAnsi="Times New Roman" w:cs="Times New Roman"/>
          <w:sz w:val="24"/>
          <w:szCs w:val="24"/>
        </w:rPr>
      </w:pPr>
    </w:p>
    <w:p w:rsidR="00BE11A6" w:rsidRPr="00BE11A6" w:rsidRDefault="00BE11A6" w:rsidP="00BE11A6">
      <w:pPr>
        <w:widowControl/>
        <w:numPr>
          <w:ilvl w:val="0"/>
          <w:numId w:val="3"/>
        </w:numPr>
        <w:pBdr>
          <w:top w:val="nil"/>
          <w:left w:val="nil"/>
          <w:bottom w:val="nil"/>
          <w:right w:val="nil"/>
          <w:between w:val="nil"/>
        </w:pBdr>
        <w:suppressAutoHyphens w:val="0"/>
        <w:jc w:val="both"/>
        <w:rPr>
          <w:rFonts w:eastAsia="Calibri"/>
        </w:rPr>
      </w:pPr>
      <w:r>
        <w:rPr>
          <w:rFonts w:eastAsia="Arial"/>
        </w:rPr>
        <w:t>V</w:t>
      </w:r>
      <w:r w:rsidRPr="000247A3">
        <w:rPr>
          <w:rFonts w:eastAsia="Arial"/>
        </w:rPr>
        <w:t xml:space="preserve"> čl. I v bodě 3 v § 3 odst. 2, se za slova „o uznání honitby“ vkládají slova „a zároveň tak, aby nedocházelo k nadměrnému poškozování lesních ekosystémů zvěří“.</w:t>
      </w:r>
    </w:p>
    <w:p w:rsidR="00BE11A6" w:rsidRPr="000247A3" w:rsidRDefault="00BE11A6" w:rsidP="00BE11A6">
      <w:pPr>
        <w:pStyle w:val="Odstavecseseznamem"/>
      </w:pPr>
    </w:p>
    <w:p w:rsidR="00BE11A6" w:rsidRPr="000247A3" w:rsidRDefault="00BE11A6" w:rsidP="00BE11A6">
      <w:pPr>
        <w:pStyle w:val="Odstavecseseznamem"/>
        <w:numPr>
          <w:ilvl w:val="0"/>
          <w:numId w:val="3"/>
        </w:numPr>
        <w:suppressAutoHyphens/>
        <w:spacing w:after="160" w:line="256" w:lineRule="auto"/>
      </w:pPr>
      <w:r w:rsidRPr="000247A3">
        <w:t>1. Do Části první (Změna zákona o myslivosti) Čl. I návrhu zákona se za bod 6 vkládá bod X., který zní:</w:t>
      </w:r>
    </w:p>
    <w:p w:rsidR="00BE11A6" w:rsidRPr="000247A3" w:rsidRDefault="00BE11A6" w:rsidP="00BE11A6">
      <w:pPr>
        <w:pStyle w:val="Odstavecseseznamem"/>
        <w:ind w:left="992"/>
      </w:pPr>
      <w:r w:rsidRPr="000247A3">
        <w:t xml:space="preserve">X. </w:t>
      </w:r>
      <w:proofErr w:type="gramStart"/>
      <w:r w:rsidRPr="000247A3">
        <w:t>V §  12</w:t>
      </w:r>
      <w:proofErr w:type="gramEnd"/>
      <w:r w:rsidRPr="000247A3">
        <w:t xml:space="preserve"> odst. 5 zní:</w:t>
      </w:r>
    </w:p>
    <w:p w:rsidR="00BE11A6" w:rsidRPr="000247A3" w:rsidRDefault="00BE11A6" w:rsidP="00BE11A6">
      <w:pPr>
        <w:pStyle w:val="Odstavecseseznamem"/>
        <w:ind w:left="992"/>
      </w:pPr>
    </w:p>
    <w:p w:rsidR="00BE11A6" w:rsidRDefault="00BE11A6" w:rsidP="00BE11A6">
      <w:pPr>
        <w:pStyle w:val="Odstavecseseznamem"/>
        <w:ind w:left="992"/>
        <w:jc w:val="both"/>
      </w:pPr>
      <w:r w:rsidRPr="000247A3">
        <w:t xml:space="preserve">„(5) K posouzení bezúhonnosti osoby požádá orgán státní správy myslivosti o vydání </w:t>
      </w:r>
      <w:r w:rsidRPr="000247A3">
        <w:rPr>
          <w:strike/>
        </w:rPr>
        <w:t xml:space="preserve">opisu </w:t>
      </w:r>
      <w:r w:rsidRPr="000247A3">
        <w:rPr>
          <w:b/>
        </w:rPr>
        <w:t>výpisu</w:t>
      </w:r>
      <w:r w:rsidRPr="000247A3">
        <w:t xml:space="preserve"> z evidence Rejstříku </w:t>
      </w:r>
      <w:proofErr w:type="gramStart"/>
      <w:r w:rsidRPr="000247A3">
        <w:t>trestů.</w:t>
      </w:r>
      <w:r w:rsidRPr="000247A3">
        <w:rPr>
          <w:vertAlign w:val="superscript"/>
        </w:rPr>
        <w:t>15</w:t>
      </w:r>
      <w:proofErr w:type="gramEnd"/>
      <w:r w:rsidRPr="000247A3">
        <w:rPr>
          <w:vertAlign w:val="superscript"/>
        </w:rPr>
        <w:t>)</w:t>
      </w:r>
      <w:r w:rsidRPr="000247A3">
        <w:t xml:space="preserve"> Žádost o vydání </w:t>
      </w:r>
      <w:r w:rsidRPr="000247A3">
        <w:rPr>
          <w:strike/>
        </w:rPr>
        <w:t>opisu</w:t>
      </w:r>
      <w:r w:rsidRPr="000247A3">
        <w:t xml:space="preserve"> </w:t>
      </w:r>
      <w:r w:rsidRPr="000247A3">
        <w:rPr>
          <w:b/>
        </w:rPr>
        <w:t>výpisu</w:t>
      </w:r>
      <w:r w:rsidRPr="000247A3">
        <w:t xml:space="preserve"> z evidence Rejstříku trestů a </w:t>
      </w:r>
      <w:r w:rsidRPr="000247A3">
        <w:rPr>
          <w:strike/>
        </w:rPr>
        <w:t>opis</w:t>
      </w:r>
      <w:r w:rsidRPr="000247A3">
        <w:t xml:space="preserve"> </w:t>
      </w:r>
      <w:r w:rsidRPr="000247A3">
        <w:rPr>
          <w:b/>
        </w:rPr>
        <w:t>výpis</w:t>
      </w:r>
      <w:r w:rsidRPr="000247A3">
        <w:t xml:space="preserve"> z evidence Rejstříku trestů se předávají v elektronické podobě, a to způsobem umožňujícím dálkový přístup."</w:t>
      </w:r>
    </w:p>
    <w:p w:rsidR="00BE11A6" w:rsidRPr="000247A3" w:rsidRDefault="00BE11A6" w:rsidP="00BE11A6">
      <w:pPr>
        <w:pStyle w:val="LO-normal"/>
        <w:suppressAutoHyphens w:val="0"/>
        <w:spacing w:line="240" w:lineRule="auto"/>
        <w:ind w:left="992"/>
        <w:jc w:val="both"/>
        <w:rPr>
          <w:rFonts w:ascii="Times New Roman" w:hAnsi="Times New Roman" w:cs="Times New Roman"/>
          <w:sz w:val="24"/>
          <w:szCs w:val="24"/>
        </w:rPr>
      </w:pPr>
    </w:p>
    <w:p w:rsidR="00BE11A6" w:rsidRPr="000247A3" w:rsidRDefault="00BE11A6" w:rsidP="00BE11A6">
      <w:pPr>
        <w:pStyle w:val="Odstavecseseznamem"/>
        <w:numPr>
          <w:ilvl w:val="0"/>
          <w:numId w:val="3"/>
        </w:numPr>
        <w:jc w:val="both"/>
        <w:rPr>
          <w:color w:val="000000"/>
        </w:rPr>
      </w:pPr>
      <w:r w:rsidRPr="000247A3">
        <w:rPr>
          <w:color w:val="000000"/>
        </w:rPr>
        <w:t>V § 14 odst. 1 písm. a) a d) znějí:</w:t>
      </w:r>
    </w:p>
    <w:p w:rsidR="00BE11A6" w:rsidRDefault="00BE11A6" w:rsidP="00BE11A6">
      <w:pPr>
        <w:pStyle w:val="Odstavecseseznamem"/>
        <w:ind w:left="992"/>
        <w:jc w:val="both"/>
        <w:rPr>
          <w:color w:val="000000"/>
        </w:rPr>
      </w:pPr>
      <w:r w:rsidRPr="000247A3">
        <w:rPr>
          <w:color w:val="000000"/>
        </w:rPr>
        <w:t>„a) požadovat od osob, které jsou v honitbě se střelnou zbraní nebo s jinou loveckou výzbrojí, předložení zbrojního průkazu, průkazu zbraně, dokladu o složení zkoušky z lovu lukem</w:t>
      </w:r>
      <w:r>
        <w:rPr>
          <w:color w:val="000000"/>
        </w:rPr>
        <w:t xml:space="preserve"> </w:t>
      </w:r>
      <w:r w:rsidRPr="000247A3">
        <w:rPr>
          <w:color w:val="000000"/>
        </w:rPr>
        <w:t>a průkaz luku, pokud jsou osoby v honitbě s lukem, určeným k loveckým účelům, loveckého lístku, povolenky k lovu a potvrzení o povinném pojištění, popřípadě jiného průkazu, jímž lze prokázat jméno, příjmení, datum narození a místo trvalého nebo přechodného pobytu,</w:t>
      </w:r>
    </w:p>
    <w:p w:rsidR="00BE11A6" w:rsidRPr="000247A3" w:rsidRDefault="00BE11A6" w:rsidP="00BE11A6">
      <w:pPr>
        <w:pStyle w:val="Odstavecseseznamem"/>
        <w:ind w:left="992"/>
        <w:jc w:val="both"/>
        <w:rPr>
          <w:color w:val="000000"/>
        </w:rPr>
      </w:pPr>
    </w:p>
    <w:p w:rsidR="00BE11A6" w:rsidRDefault="00BE11A6" w:rsidP="00BE11A6">
      <w:pPr>
        <w:pStyle w:val="Odstavecseseznamem"/>
        <w:ind w:left="992"/>
        <w:jc w:val="both"/>
        <w:rPr>
          <w:color w:val="000000"/>
        </w:rPr>
      </w:pPr>
      <w:r w:rsidRPr="000247A3">
        <w:rPr>
          <w:color w:val="000000"/>
        </w:rPr>
        <w:t>d) odejmout osobám uvedeným v písmenech b) a c) střelnou zbraň, luk, určený k loveckým účelům, nebo zakázanou loveckou výzbroj, chycenou, ulovenou nebo přepravovanou zvěř, popřípadě i loveckého psa a fretku a vykázat je z honitby; o odnětí věci sepsat úřední záznam a osobě, jíž byla věc odňata, vystavit potvrzení o odnětí věci a odňatou střelnou zbraň, luk, určený k loveckým účelům, nebo zakázanou loveckou výzbroj odevzdat neprodleně orgánu policie; osoby uvedené v písmenech a) až d) jsou povinny výzvám či úkonům v nich uvedeným vyhovět, popřípadě jich uposlechnout,“.</w:t>
      </w:r>
    </w:p>
    <w:p w:rsidR="00BE11A6" w:rsidRDefault="00BE11A6" w:rsidP="00BE11A6">
      <w:pPr>
        <w:jc w:val="both"/>
        <w:rPr>
          <w:color w:val="000000"/>
        </w:rPr>
      </w:pPr>
    </w:p>
    <w:p w:rsidR="00BE11A6" w:rsidRPr="000247A3" w:rsidRDefault="00BE11A6" w:rsidP="00BE11A6">
      <w:pPr>
        <w:pStyle w:val="Odstavecseseznamem"/>
        <w:numPr>
          <w:ilvl w:val="0"/>
          <w:numId w:val="3"/>
        </w:numPr>
        <w:pBdr>
          <w:top w:val="none" w:sz="0" w:space="3" w:color="000000"/>
          <w:left w:val="none" w:sz="0" w:space="20" w:color="000000"/>
          <w:bottom w:val="none" w:sz="0" w:space="3" w:color="000000"/>
          <w:right w:val="none" w:sz="0" w:space="30" w:color="000000"/>
          <w:between w:val="none" w:sz="0" w:space="3" w:color="000000"/>
        </w:pBdr>
        <w:shd w:val="clear" w:color="auto" w:fill="FFFFFF"/>
        <w:suppressAutoHyphens/>
        <w:spacing w:line="276" w:lineRule="auto"/>
        <w:jc w:val="both"/>
      </w:pPr>
      <w:r w:rsidRPr="000247A3">
        <w:rPr>
          <w:rFonts w:eastAsia="Arial"/>
        </w:rPr>
        <w:t xml:space="preserve">V čl. I bod 13 nově zní: </w:t>
      </w:r>
    </w:p>
    <w:p w:rsidR="00BE11A6" w:rsidRPr="000247A3" w:rsidRDefault="00BE11A6" w:rsidP="00BE11A6">
      <w:pPr>
        <w:pBdr>
          <w:top w:val="none" w:sz="0" w:space="3" w:color="000000"/>
          <w:left w:val="none" w:sz="0" w:space="20" w:color="000000"/>
          <w:bottom w:val="none" w:sz="0" w:space="3" w:color="000000"/>
          <w:right w:val="none" w:sz="0" w:space="30" w:color="000000"/>
          <w:between w:val="none" w:sz="0" w:space="3" w:color="000000"/>
        </w:pBdr>
        <w:shd w:val="clear" w:color="auto" w:fill="FFFFFF"/>
        <w:spacing w:line="276" w:lineRule="auto"/>
        <w:ind w:left="993"/>
        <w:jc w:val="both"/>
        <w:rPr>
          <w:rFonts w:eastAsia="Arial"/>
        </w:rPr>
      </w:pPr>
      <w:r w:rsidRPr="000247A3">
        <w:rPr>
          <w:rFonts w:eastAsia="Arial"/>
        </w:rPr>
        <w:t xml:space="preserve">„21.    V § 32 odst. 5 se slova „; rovněž nelze přenechat lov zvěře za úplatu, pokud se nejedná o poplatkový odstřel s doprovodem“ zrušují a na konci odstavce se doplňuje věta </w:t>
      </w:r>
      <w:r w:rsidRPr="000247A3">
        <w:rPr>
          <w:rFonts w:eastAsia="Arial"/>
        </w:rPr>
        <w:lastRenderedPageBreak/>
        <w:t>„V honitbách, jejichž držitelem je organizace založená Ministerstvem obrany, je poplatkový lov možný pouze s doprovodem.“.</w:t>
      </w:r>
    </w:p>
    <w:p w:rsidR="00BE11A6" w:rsidRPr="000247A3" w:rsidRDefault="00BE11A6" w:rsidP="00BE11A6">
      <w:pPr>
        <w:pStyle w:val="Odstavecseseznamem"/>
        <w:widowControl w:val="0"/>
        <w:numPr>
          <w:ilvl w:val="0"/>
          <w:numId w:val="3"/>
        </w:numPr>
        <w:suppressAutoHyphens/>
        <w:jc w:val="both"/>
      </w:pPr>
      <w:r w:rsidRPr="000247A3">
        <w:t>V čl. I bodě 14 v § 34 odst. 2 se slovo „ukládají“ nahrazuje slovem „vkládají“.</w:t>
      </w:r>
    </w:p>
    <w:p w:rsidR="00BE11A6" w:rsidRPr="000247A3" w:rsidRDefault="00BE11A6" w:rsidP="00BE11A6">
      <w:pPr>
        <w:pStyle w:val="Odstavecseseznamem"/>
        <w:widowControl w:val="0"/>
        <w:ind w:left="992"/>
        <w:jc w:val="both"/>
      </w:pPr>
    </w:p>
    <w:p w:rsidR="00BE11A6" w:rsidRPr="000247A3" w:rsidRDefault="00BE11A6" w:rsidP="00BE11A6">
      <w:pPr>
        <w:pStyle w:val="Odstavecseseznamem"/>
        <w:numPr>
          <w:ilvl w:val="0"/>
          <w:numId w:val="3"/>
        </w:numPr>
        <w:suppressAutoHyphens/>
        <w:spacing w:after="160" w:line="256" w:lineRule="auto"/>
      </w:pPr>
      <w:r w:rsidRPr="000247A3">
        <w:t>2. Do Části první (Změna zákona o myslivosti) Čl. I návrhu zákona se za bod 14 vkládá bod Y., který zní:</w:t>
      </w:r>
    </w:p>
    <w:p w:rsidR="00BE11A6" w:rsidRPr="000247A3" w:rsidRDefault="00BE11A6" w:rsidP="00BE11A6">
      <w:pPr>
        <w:pStyle w:val="Odstavecseseznamem"/>
        <w:ind w:left="992"/>
      </w:pPr>
    </w:p>
    <w:p w:rsidR="00BE11A6" w:rsidRPr="000247A3" w:rsidRDefault="00BE11A6" w:rsidP="00BE11A6">
      <w:pPr>
        <w:pStyle w:val="Odstavecseseznamem"/>
        <w:ind w:left="992"/>
        <w:jc w:val="both"/>
      </w:pPr>
      <w:r w:rsidRPr="000247A3">
        <w:t>Y. V § 35 odst. 2 zní:</w:t>
      </w:r>
    </w:p>
    <w:p w:rsidR="00BE11A6" w:rsidRPr="000247A3" w:rsidRDefault="00BE11A6" w:rsidP="00BE11A6">
      <w:pPr>
        <w:pStyle w:val="Odstavecseseznamem"/>
        <w:ind w:left="992"/>
        <w:jc w:val="both"/>
      </w:pPr>
      <w:r w:rsidRPr="000247A3">
        <w:t>„(2) Orgán státní správy myslivosti, který rozhoduje o ustanovení mysliveckého hospodáře, si k ověření bezúhonnosti podle odstavce 1 písm. c) vyžádá podle zvláštního právního předpisu</w:t>
      </w:r>
      <w:r w:rsidRPr="000247A3">
        <w:rPr>
          <w:vertAlign w:val="superscript"/>
        </w:rPr>
        <w:t>15)</w:t>
      </w:r>
      <w:r w:rsidRPr="000247A3">
        <w:t xml:space="preserve"> výpis z evidence Rejstříku trestů. Žádost o vydání výpisu z evidence Rejstříku trestů a výpis z evidence Rejstříku trestů se předávají v elektronické podobě, a to způsobem umožňujícím dálkový přístup. Ke splnění podmínky bezúhonnosti je také třeba předložení čestného prohlášení, jímž fyzická osoba prokáže, že na úseku myslivosti jí nebyla pravomocně uloženy správní tresty za spáchání přestupku podle zákona o přestupcích</w:t>
      </w:r>
      <w:r w:rsidRPr="000247A3">
        <w:rPr>
          <w:vertAlign w:val="superscript"/>
        </w:rPr>
        <w:t>14)</w:t>
      </w:r>
      <w:r w:rsidRPr="000247A3">
        <w:t>, ani jí nebyla pravomocně uložena pokuta podle tohoto zákona. K uloženým správním trestům za přestupky na úseku myslivosti</w:t>
      </w:r>
      <w:r w:rsidRPr="000247A3">
        <w:rPr>
          <w:vertAlign w:val="superscript"/>
        </w:rPr>
        <w:t>14)</w:t>
      </w:r>
      <w:r w:rsidRPr="000247A3">
        <w:t xml:space="preserve"> a k pokutám za přestupky uložené podle tohoto zákona se nepřihlíží, pokud od právní moci rozhodnutí o jejich uložení uplynuly 2 roky."</w:t>
      </w:r>
    </w:p>
    <w:p w:rsidR="00BE11A6" w:rsidRPr="000247A3" w:rsidRDefault="00BE11A6" w:rsidP="00BE11A6">
      <w:pPr>
        <w:pStyle w:val="Odstavecseseznamem"/>
        <w:widowControl w:val="0"/>
        <w:suppressAutoHyphens/>
        <w:ind w:left="992"/>
        <w:jc w:val="both"/>
      </w:pPr>
    </w:p>
    <w:p w:rsidR="00BE11A6" w:rsidRPr="000247A3" w:rsidRDefault="00BE11A6" w:rsidP="00BE11A6">
      <w:pPr>
        <w:widowControl/>
        <w:numPr>
          <w:ilvl w:val="0"/>
          <w:numId w:val="3"/>
        </w:numPr>
        <w:pBdr>
          <w:top w:val="none" w:sz="0" w:space="3" w:color="000000"/>
          <w:left w:val="none" w:sz="0" w:space="20" w:color="000000"/>
          <w:bottom w:val="none" w:sz="0" w:space="3" w:color="000000"/>
          <w:right w:val="none" w:sz="0" w:space="30" w:color="000000"/>
          <w:between w:val="none" w:sz="0" w:space="3" w:color="000000"/>
        </w:pBdr>
        <w:shd w:val="clear" w:color="auto" w:fill="FFFFFF"/>
        <w:suppressAutoHyphens w:val="0"/>
        <w:spacing w:line="276" w:lineRule="auto"/>
        <w:jc w:val="both"/>
      </w:pPr>
      <w:r w:rsidRPr="000247A3">
        <w:rPr>
          <w:rFonts w:eastAsia="Arial"/>
        </w:rPr>
        <w:t>V čl. I v bodě 18, v § 36, odstavec 1 zní:</w:t>
      </w:r>
    </w:p>
    <w:p w:rsidR="00BE11A6" w:rsidRPr="000247A3" w:rsidRDefault="00BE11A6" w:rsidP="00BE11A6">
      <w:pPr>
        <w:pBdr>
          <w:top w:val="none" w:sz="0" w:space="3" w:color="000000"/>
          <w:left w:val="none" w:sz="0" w:space="20" w:color="000000"/>
          <w:bottom w:val="none" w:sz="0" w:space="3" w:color="000000"/>
          <w:right w:val="none" w:sz="0" w:space="30" w:color="000000"/>
          <w:between w:val="none" w:sz="0" w:space="3" w:color="000000"/>
        </w:pBdr>
        <w:shd w:val="clear" w:color="auto" w:fill="FFFFFF"/>
        <w:spacing w:line="276" w:lineRule="auto"/>
        <w:ind w:left="993"/>
        <w:jc w:val="both"/>
        <w:rPr>
          <w:rFonts w:eastAsia="Arial"/>
        </w:rPr>
      </w:pPr>
      <w:r w:rsidRPr="000247A3">
        <w:rPr>
          <w:rFonts w:eastAsia="Arial"/>
        </w:rPr>
        <w:t xml:space="preserve">„(1) Uživatel honitby je povinen vypracovat každoročně plán mysliveckého hospodaření v honitbě (dále jen "plán"). Při vypracování plánu vychází z posouzení celkového stavu ekosystému, z posouzení stavu lesa prováděného pověřenou osobou ve vymezeném území nebo oblasti chovu, výsledku porovnání kontrolních a srovnávacích ploch, výše škod způsobených v uplynulém období zvěří na lesních a zemědělských porostech, ze stanovených minimálních stavů zvěře, poměrů pohlaví a koeficientů očekávané produkce, jakož i ze záměrů, které byly uvedeny v návrhu na uznání honitby. Jestliže je honitba v oblasti chovu zvěře, vychází plán rovněž z doporučení uživatelů honiteb, jejichž území tvoří oblast chovu. V plánu se uvádí chov a lov druhů zvěře, pro které byly v honitbě stanoveny minimální stavy, lov spárkaté zvěře pro které nebyly v honitbě stanovené minimální stavy, společné lovy, zamýšlené </w:t>
      </w:r>
      <w:proofErr w:type="spellStart"/>
      <w:r w:rsidRPr="000247A3">
        <w:rPr>
          <w:rFonts w:eastAsia="Arial"/>
        </w:rPr>
        <w:t>zazvěřování</w:t>
      </w:r>
      <w:proofErr w:type="spellEnd"/>
      <w:r w:rsidRPr="000247A3">
        <w:rPr>
          <w:rFonts w:eastAsia="Arial"/>
        </w:rPr>
        <w:t xml:space="preserve">, údaj o lovu druhů zvěře, pro které nejsou v honitbě stanoveny minimální stavy, a údaj o regulaci živočichů. Plán lovu je uživatel honitby povinen vypracovat pro všechny druhy spárkaté zvěře, které se v honitbě vyskytují tak, aby početní stav neklesl pod minimální stav u těch druhů zvěře pro které </w:t>
      </w:r>
      <w:proofErr w:type="gramStart"/>
      <w:r w:rsidRPr="000247A3">
        <w:rPr>
          <w:rFonts w:eastAsia="Arial"/>
        </w:rPr>
        <w:t>je</w:t>
      </w:r>
      <w:proofErr w:type="gramEnd"/>
      <w:r w:rsidRPr="000247A3">
        <w:rPr>
          <w:rFonts w:eastAsia="Arial"/>
        </w:rPr>
        <w:t xml:space="preserve"> stanoven, a současně aby nebyl les poškozen zvěří nad stupeň poškození stanovený vyhláškou.“.</w:t>
      </w:r>
    </w:p>
    <w:p w:rsidR="00BE11A6" w:rsidRPr="000247A3" w:rsidRDefault="00BE11A6" w:rsidP="00BE11A6">
      <w:pPr>
        <w:widowControl/>
        <w:numPr>
          <w:ilvl w:val="0"/>
          <w:numId w:val="3"/>
        </w:numPr>
        <w:pBdr>
          <w:top w:val="none" w:sz="0" w:space="3" w:color="000000"/>
          <w:left w:val="none" w:sz="0" w:space="20" w:color="000000"/>
          <w:bottom w:val="none" w:sz="0" w:space="3" w:color="000000"/>
          <w:right w:val="none" w:sz="0" w:space="30" w:color="000000"/>
          <w:between w:val="none" w:sz="0" w:space="3" w:color="000000"/>
        </w:pBdr>
        <w:shd w:val="clear" w:color="auto" w:fill="FFFFFF"/>
        <w:suppressAutoHyphens w:val="0"/>
        <w:spacing w:line="276" w:lineRule="auto"/>
        <w:jc w:val="both"/>
      </w:pPr>
      <w:r w:rsidRPr="000247A3">
        <w:rPr>
          <w:rFonts w:eastAsia="Arial"/>
        </w:rPr>
        <w:t>V čl. I v bodě 18 v § 36 odst. 5, se slova „a bez vypracování a projednání plánu“ zrušují.</w:t>
      </w:r>
    </w:p>
    <w:p w:rsidR="00BE11A6" w:rsidRPr="000247A3" w:rsidRDefault="00BE11A6" w:rsidP="00BE11A6">
      <w:pPr>
        <w:widowControl/>
        <w:numPr>
          <w:ilvl w:val="0"/>
          <w:numId w:val="3"/>
        </w:numPr>
        <w:pBdr>
          <w:top w:val="none" w:sz="0" w:space="3" w:color="000000"/>
          <w:left w:val="none" w:sz="0" w:space="20" w:color="000000"/>
          <w:bottom w:val="none" w:sz="0" w:space="3" w:color="000000"/>
          <w:right w:val="none" w:sz="0" w:space="30" w:color="000000"/>
          <w:between w:val="none" w:sz="0" w:space="3" w:color="000000"/>
        </w:pBdr>
        <w:shd w:val="clear" w:color="auto" w:fill="FFFFFF"/>
        <w:suppressAutoHyphens w:val="0"/>
        <w:spacing w:line="276" w:lineRule="auto"/>
        <w:jc w:val="both"/>
      </w:pPr>
      <w:r w:rsidRPr="000247A3">
        <w:rPr>
          <w:rFonts w:eastAsia="Arial"/>
        </w:rPr>
        <w:t>V čl. I</w:t>
      </w:r>
      <w:r w:rsidRPr="000247A3">
        <w:rPr>
          <w:rFonts w:eastAsia="Arial"/>
          <w:b/>
        </w:rPr>
        <w:t xml:space="preserve"> </w:t>
      </w:r>
      <w:r w:rsidRPr="000247A3">
        <w:rPr>
          <w:rFonts w:eastAsia="Arial"/>
        </w:rPr>
        <w:t>v bodě 18 v § 36 odst. 6 se na konci věty první doplňují slova „ nebo v oblasti chovu“.</w:t>
      </w:r>
    </w:p>
    <w:p w:rsidR="00BE11A6" w:rsidRPr="000247A3" w:rsidRDefault="00BE11A6" w:rsidP="00BE11A6">
      <w:pPr>
        <w:widowControl/>
        <w:numPr>
          <w:ilvl w:val="0"/>
          <w:numId w:val="3"/>
        </w:numPr>
        <w:pBdr>
          <w:top w:val="none" w:sz="0" w:space="3" w:color="000000"/>
          <w:left w:val="none" w:sz="0" w:space="20" w:color="000000"/>
          <w:bottom w:val="none" w:sz="0" w:space="3" w:color="000000"/>
          <w:right w:val="none" w:sz="0" w:space="30" w:color="000000"/>
          <w:between w:val="none" w:sz="0" w:space="3" w:color="000000"/>
        </w:pBdr>
        <w:shd w:val="clear" w:color="auto" w:fill="FFFFFF"/>
        <w:suppressAutoHyphens w:val="0"/>
        <w:spacing w:line="276" w:lineRule="auto"/>
        <w:jc w:val="both"/>
      </w:pPr>
      <w:r w:rsidRPr="000247A3">
        <w:rPr>
          <w:rFonts w:eastAsia="Arial"/>
        </w:rPr>
        <w:t>V čl. I</w:t>
      </w:r>
      <w:r w:rsidRPr="000247A3">
        <w:rPr>
          <w:rFonts w:eastAsia="Arial"/>
          <w:b/>
        </w:rPr>
        <w:t xml:space="preserve"> </w:t>
      </w:r>
      <w:r w:rsidRPr="000247A3">
        <w:rPr>
          <w:rFonts w:eastAsia="Arial"/>
        </w:rPr>
        <w:t>v bodě 18 v § 36 odstavec 7 zní:</w:t>
      </w:r>
    </w:p>
    <w:p w:rsidR="00BE11A6" w:rsidRPr="000247A3" w:rsidRDefault="00BE11A6" w:rsidP="00BE11A6">
      <w:pPr>
        <w:pBdr>
          <w:top w:val="none" w:sz="0" w:space="3" w:color="000000"/>
          <w:left w:val="none" w:sz="0" w:space="20" w:color="000000"/>
          <w:bottom w:val="none" w:sz="0" w:space="3" w:color="000000"/>
          <w:right w:val="none" w:sz="0" w:space="30" w:color="000000"/>
          <w:between w:val="none" w:sz="0" w:space="3" w:color="000000"/>
        </w:pBdr>
        <w:shd w:val="clear" w:color="auto" w:fill="FFFFFF"/>
        <w:spacing w:line="276" w:lineRule="auto"/>
        <w:ind w:left="993"/>
        <w:jc w:val="both"/>
        <w:rPr>
          <w:rFonts w:eastAsia="Arial"/>
        </w:rPr>
      </w:pPr>
      <w:r w:rsidRPr="000247A3">
        <w:rPr>
          <w:rFonts w:eastAsia="Arial"/>
        </w:rPr>
        <w:t>„(7) Vyhláška stanoví obsahové náležitosti plánu, lhůty pro předání plánu a způsob vypracování plánu, stupně poškození lesa a způsob stanovení stupňů poškození lesa v honitbě, vymezeném území nebo oblasti chovu zvěří, stupeň poškození, nad který nesmí být les zvěří poškozován (nadměrné poškozování lesních ekosystémů zvěří), ukazatele poškození lesa, území, pro které se stav lesa posuzuje, interval a způsob posouzení stavu lesa pověřenou osobou. V oblastech chovu je územím, pro které se stav lesa posuzuje, vždy celá oblast chovu. Vyhláška dále stanoví odvození opatření v plánu k předcházení nadměrnému poškozování lesních ekosystémů zvěří v honitbě, vymezeném území nebo oblasti chovu a pro případy, kdy bude takové poškozování zjištěno, odvození opatření v plánu, která mu v co nejkratší době zamezí a povedou k nastavení rovnováhy mezi stavy spárkaté zvěře a lesním prostředím.“.</w:t>
      </w:r>
    </w:p>
    <w:p w:rsidR="00BE11A6" w:rsidRPr="000247A3" w:rsidRDefault="00BE11A6" w:rsidP="00BE11A6">
      <w:pPr>
        <w:pStyle w:val="LO-normal"/>
        <w:suppressAutoHyphens w:val="0"/>
        <w:spacing w:line="240" w:lineRule="auto"/>
        <w:ind w:left="992"/>
        <w:jc w:val="both"/>
        <w:rPr>
          <w:rFonts w:ascii="Times New Roman" w:hAnsi="Times New Roman" w:cs="Times New Roman"/>
          <w:sz w:val="24"/>
          <w:szCs w:val="24"/>
        </w:rPr>
      </w:pPr>
    </w:p>
    <w:p w:rsidR="00BE11A6" w:rsidRPr="000247A3" w:rsidRDefault="00BE11A6" w:rsidP="00BE11A6">
      <w:pPr>
        <w:numPr>
          <w:ilvl w:val="0"/>
          <w:numId w:val="3"/>
        </w:numPr>
        <w:jc w:val="both"/>
      </w:pPr>
      <w:r w:rsidRPr="000247A3">
        <w:t>V čl. I  bodě 19 v § 37 odst. 4 větě první se za slovo „nalezená“ vkládá slovo „uhynulá“ a věta druhá zní „Na plnění plánu se započítává zvěř evidovaná podle § 49 odst. 2.“.</w:t>
      </w:r>
    </w:p>
    <w:p w:rsidR="00BE11A6" w:rsidRPr="000247A3" w:rsidRDefault="00BE11A6" w:rsidP="00BE11A6">
      <w:pPr>
        <w:ind w:left="992"/>
        <w:jc w:val="both"/>
      </w:pPr>
    </w:p>
    <w:p w:rsidR="00BE11A6" w:rsidRPr="000247A3" w:rsidRDefault="00BE11A6" w:rsidP="00BE11A6">
      <w:pPr>
        <w:numPr>
          <w:ilvl w:val="0"/>
          <w:numId w:val="3"/>
        </w:numPr>
        <w:jc w:val="both"/>
      </w:pPr>
      <w:r w:rsidRPr="000247A3">
        <w:t>V čl. I bodě 19 v § 37 se doplňuje odstavec 5, který zní:</w:t>
      </w:r>
    </w:p>
    <w:p w:rsidR="00BE11A6" w:rsidRPr="000247A3" w:rsidRDefault="00BE11A6" w:rsidP="00BE11A6">
      <w:pPr>
        <w:ind w:left="992"/>
        <w:jc w:val="both"/>
      </w:pPr>
    </w:p>
    <w:p w:rsidR="00BE11A6" w:rsidRPr="000247A3" w:rsidRDefault="00BE11A6" w:rsidP="00BE11A6">
      <w:pPr>
        <w:ind w:left="992"/>
        <w:jc w:val="both"/>
      </w:pPr>
      <w:r w:rsidRPr="000247A3">
        <w:t>„(5) Orgán státní správy myslivosti je povinen vložit do informačního systému evidence myslivosti změnu plánu lovu ve lhůtě do 15 dnů ode dne nabytí právní moci rozhodnutí, v důsledku kterého ke změně plánu lovu došlo.“.</w:t>
      </w:r>
    </w:p>
    <w:p w:rsidR="00BE11A6" w:rsidRPr="000247A3" w:rsidRDefault="00BE11A6" w:rsidP="00BE11A6">
      <w:pPr>
        <w:ind w:left="992"/>
        <w:jc w:val="both"/>
      </w:pPr>
    </w:p>
    <w:p w:rsidR="00BE11A6" w:rsidRPr="000247A3" w:rsidRDefault="00BE11A6" w:rsidP="00BE11A6">
      <w:pPr>
        <w:numPr>
          <w:ilvl w:val="0"/>
          <w:numId w:val="3"/>
        </w:numPr>
        <w:jc w:val="both"/>
      </w:pPr>
      <w:r w:rsidRPr="000247A3">
        <w:t>V čl. I bod 20 zní:</w:t>
      </w:r>
    </w:p>
    <w:p w:rsidR="00BE11A6" w:rsidRPr="000247A3" w:rsidRDefault="00BE11A6" w:rsidP="00BE11A6">
      <w:pPr>
        <w:autoSpaceDE w:val="0"/>
        <w:ind w:firstLine="708"/>
        <w:jc w:val="both"/>
      </w:pPr>
    </w:p>
    <w:p w:rsidR="00BE11A6" w:rsidRDefault="00BE11A6" w:rsidP="00BE11A6">
      <w:pPr>
        <w:autoSpaceDE w:val="0"/>
        <w:spacing w:after="240"/>
        <w:ind w:left="992"/>
        <w:jc w:val="both"/>
      </w:pPr>
      <w:r w:rsidRPr="000247A3">
        <w:rPr>
          <w:rFonts w:eastAsia="Times New Roman"/>
        </w:rPr>
        <w:t xml:space="preserve">„20. </w:t>
      </w:r>
      <w:r w:rsidRPr="000247A3">
        <w:t>§ 38 včetně nadpisu zní:</w:t>
      </w:r>
    </w:p>
    <w:p w:rsidR="00BE11A6" w:rsidRPr="000247A3" w:rsidRDefault="00BE11A6" w:rsidP="00BE11A6">
      <w:pPr>
        <w:autoSpaceDE w:val="0"/>
        <w:spacing w:after="240"/>
        <w:jc w:val="center"/>
      </w:pPr>
      <w:r w:rsidRPr="000247A3">
        <w:rPr>
          <w:rFonts w:eastAsia="Arial"/>
        </w:rPr>
        <w:t>„</w:t>
      </w:r>
      <w:r w:rsidRPr="000247A3">
        <w:t xml:space="preserve">§ 38 </w:t>
      </w:r>
    </w:p>
    <w:p w:rsidR="00BE11A6" w:rsidRPr="000247A3" w:rsidRDefault="00BE11A6" w:rsidP="00BE11A6">
      <w:pPr>
        <w:autoSpaceDE w:val="0"/>
        <w:spacing w:after="240"/>
        <w:jc w:val="center"/>
        <w:rPr>
          <w:b/>
        </w:rPr>
      </w:pPr>
      <w:r w:rsidRPr="000247A3">
        <w:rPr>
          <w:b/>
        </w:rPr>
        <w:t>Informační systém evidence myslivosti</w:t>
      </w:r>
    </w:p>
    <w:p w:rsidR="00BE11A6" w:rsidRPr="000247A3" w:rsidRDefault="00BE11A6" w:rsidP="00BE11A6">
      <w:pPr>
        <w:autoSpaceDE w:val="0"/>
        <w:spacing w:after="240" w:line="276" w:lineRule="auto"/>
        <w:ind w:firstLine="720"/>
        <w:jc w:val="both"/>
      </w:pPr>
      <w:r w:rsidRPr="000247A3">
        <w:t>(1) Informační systém evidence myslivosti je veřejně přístupným informačním systémem veřejné správy, pokud není dále stanoveno jinak, jehož správcem je Ministerstvo zemědělství. Informační systém evidence myslivosti obsahuje</w:t>
      </w:r>
    </w:p>
    <w:p w:rsidR="00BE11A6" w:rsidRPr="000247A3" w:rsidRDefault="00BE11A6" w:rsidP="00BE11A6">
      <w:pPr>
        <w:autoSpaceDE w:val="0"/>
        <w:spacing w:after="240" w:line="276" w:lineRule="auto"/>
        <w:jc w:val="both"/>
      </w:pPr>
      <w:r w:rsidRPr="000247A3">
        <w:t>a) evidenci honiteb a jejich využití,</w:t>
      </w:r>
    </w:p>
    <w:p w:rsidR="00BE11A6" w:rsidRPr="000247A3" w:rsidRDefault="00BE11A6" w:rsidP="00BE11A6">
      <w:pPr>
        <w:autoSpaceDE w:val="0"/>
        <w:spacing w:after="240" w:line="276" w:lineRule="auto"/>
        <w:jc w:val="both"/>
      </w:pPr>
      <w:r w:rsidRPr="000247A3">
        <w:t>b) rejstřík honebních společenstev,</w:t>
      </w:r>
    </w:p>
    <w:p w:rsidR="00BE11A6" w:rsidRPr="000247A3" w:rsidRDefault="00BE11A6" w:rsidP="00BE11A6">
      <w:pPr>
        <w:autoSpaceDE w:val="0"/>
        <w:spacing w:after="240" w:line="276" w:lineRule="auto"/>
        <w:jc w:val="both"/>
      </w:pPr>
      <w:r w:rsidRPr="000247A3">
        <w:t>c) myslivecké plánování,</w:t>
      </w:r>
    </w:p>
    <w:p w:rsidR="00BE11A6" w:rsidRPr="000247A3" w:rsidRDefault="00BE11A6" w:rsidP="00BE11A6">
      <w:pPr>
        <w:autoSpaceDE w:val="0"/>
        <w:spacing w:after="240" w:line="276" w:lineRule="auto"/>
        <w:jc w:val="both"/>
      </w:pPr>
      <w:r w:rsidRPr="000247A3">
        <w:t>d) evidenci ulovené nebo nalezené zvěře,</w:t>
      </w:r>
    </w:p>
    <w:p w:rsidR="00BE11A6" w:rsidRPr="000247A3" w:rsidRDefault="00BE11A6" w:rsidP="00BE11A6">
      <w:pPr>
        <w:autoSpaceDE w:val="0"/>
        <w:spacing w:after="240" w:line="276" w:lineRule="auto"/>
        <w:jc w:val="both"/>
      </w:pPr>
      <w:r w:rsidRPr="000247A3">
        <w:t xml:space="preserve">e) evidenci vydaných a odebraných loveckých lístků, </w:t>
      </w:r>
    </w:p>
    <w:p w:rsidR="00BE11A6" w:rsidRPr="000247A3" w:rsidRDefault="00BE11A6" w:rsidP="00BE11A6">
      <w:pPr>
        <w:autoSpaceDE w:val="0"/>
        <w:spacing w:after="240" w:line="276" w:lineRule="auto"/>
        <w:jc w:val="both"/>
      </w:pPr>
      <w:r w:rsidRPr="000247A3">
        <w:t>f) evidenci škod způsobených zvěří a</w:t>
      </w:r>
    </w:p>
    <w:p w:rsidR="00BE11A6" w:rsidRPr="000247A3" w:rsidRDefault="00BE11A6" w:rsidP="00BE11A6">
      <w:pPr>
        <w:autoSpaceDE w:val="0"/>
        <w:spacing w:after="240" w:line="276" w:lineRule="auto"/>
        <w:jc w:val="both"/>
      </w:pPr>
      <w:r w:rsidRPr="000247A3">
        <w:t>g) evidenci plomb.</w:t>
      </w:r>
    </w:p>
    <w:p w:rsidR="00BE11A6" w:rsidRPr="000247A3" w:rsidRDefault="00BE11A6" w:rsidP="00BE11A6">
      <w:pPr>
        <w:autoSpaceDE w:val="0"/>
        <w:spacing w:after="240" w:line="276" w:lineRule="auto"/>
        <w:ind w:firstLine="720"/>
        <w:jc w:val="both"/>
      </w:pPr>
      <w:r w:rsidRPr="000247A3">
        <w:t>(2) Neveřejnou část Informačního systému evidence myslivosti tvoří</w:t>
      </w:r>
    </w:p>
    <w:p w:rsidR="00BE11A6" w:rsidRPr="000247A3" w:rsidRDefault="00BE11A6" w:rsidP="00BE11A6">
      <w:pPr>
        <w:autoSpaceDE w:val="0"/>
        <w:spacing w:after="240" w:line="276" w:lineRule="auto"/>
        <w:jc w:val="both"/>
      </w:pPr>
      <w:r w:rsidRPr="000247A3">
        <w:t xml:space="preserve">a) evidence vydaných a odebraných loveckých lístků, </w:t>
      </w:r>
    </w:p>
    <w:p w:rsidR="00BE11A6" w:rsidRPr="000247A3" w:rsidRDefault="00BE11A6" w:rsidP="00BE11A6">
      <w:pPr>
        <w:keepNext/>
        <w:autoSpaceDE w:val="0"/>
        <w:spacing w:after="240" w:line="276" w:lineRule="auto"/>
        <w:jc w:val="both"/>
      </w:pPr>
      <w:r w:rsidRPr="000247A3">
        <w:t>b) osobní údaje fyzických osob v rozsahu data narození a místa trvalého pobytu, nejde-li o rejstřík honebních společenstev,</w:t>
      </w:r>
    </w:p>
    <w:p w:rsidR="00BE11A6" w:rsidRPr="000247A3" w:rsidRDefault="00BE11A6" w:rsidP="00BE11A6">
      <w:pPr>
        <w:autoSpaceDE w:val="0"/>
        <w:spacing w:after="240" w:line="276" w:lineRule="auto"/>
        <w:jc w:val="both"/>
      </w:pPr>
      <w:r w:rsidRPr="000247A3">
        <w:t>c) kontaktní údaje na osoby mysliveckých hospodářů a na držitele honiteb,</w:t>
      </w:r>
    </w:p>
    <w:p w:rsidR="00BE11A6" w:rsidRPr="000247A3" w:rsidRDefault="00BE11A6" w:rsidP="00BE11A6">
      <w:pPr>
        <w:spacing w:line="100" w:lineRule="atLeast"/>
        <w:jc w:val="both"/>
      </w:pPr>
      <w:r w:rsidRPr="000247A3">
        <w:t>d) číselné označení dosud nepoužitých plomb, a</w:t>
      </w:r>
    </w:p>
    <w:p w:rsidR="00BE11A6" w:rsidRPr="000247A3" w:rsidRDefault="00BE11A6" w:rsidP="00BE11A6">
      <w:pPr>
        <w:spacing w:line="100" w:lineRule="atLeast"/>
        <w:jc w:val="both"/>
      </w:pPr>
    </w:p>
    <w:p w:rsidR="00BE11A6" w:rsidRPr="000247A3" w:rsidRDefault="00BE11A6" w:rsidP="00BE11A6">
      <w:pPr>
        <w:autoSpaceDE w:val="0"/>
        <w:spacing w:after="240" w:line="276" w:lineRule="auto"/>
        <w:jc w:val="both"/>
      </w:pPr>
      <w:r w:rsidRPr="000247A3">
        <w:t>e) držitelem honitby neodsouhlasené návrhy plánů nebo dohod na zvýšení plánu lovu,</w:t>
      </w:r>
    </w:p>
    <w:p w:rsidR="00BE11A6" w:rsidRPr="000247A3" w:rsidRDefault="00BE11A6" w:rsidP="00BE11A6">
      <w:pPr>
        <w:autoSpaceDE w:val="0"/>
        <w:spacing w:after="240" w:line="276" w:lineRule="auto"/>
        <w:jc w:val="both"/>
      </w:pPr>
      <w:r w:rsidRPr="000247A3">
        <w:t>f) správní rozhodnutí vkládaná do informačního systému evidence myslivosti podle § 34 odst. 2.</w:t>
      </w:r>
    </w:p>
    <w:p w:rsidR="00BE11A6" w:rsidRPr="000247A3" w:rsidRDefault="00BE11A6" w:rsidP="00BE11A6">
      <w:pPr>
        <w:autoSpaceDE w:val="0"/>
        <w:spacing w:after="240" w:line="276" w:lineRule="auto"/>
        <w:ind w:firstLine="720"/>
        <w:jc w:val="both"/>
      </w:pPr>
      <w:r w:rsidRPr="000247A3">
        <w:t>(3) Přístupové údaje do Informačního systému evidence myslivosti přiděluje a </w:t>
      </w:r>
      <w:proofErr w:type="spellStart"/>
      <w:r w:rsidRPr="000247A3">
        <w:t>zneplatňuje</w:t>
      </w:r>
      <w:proofErr w:type="spellEnd"/>
      <w:r w:rsidRPr="000247A3">
        <w:t xml:space="preserve"> Ministerstvo zemědělství. Držitelům honiteb, uživatelům honiteb a mysliveckým hospodářům přiděluje přístupové oprávnění do Informačního systému evidence myslivosti obecní úřad obce s rozšířenou působností. Přidělené přístupové oprávnění odebírá obecní úřad obce s rozšířenou působností, který přístupové oprávnění přidělil.</w:t>
      </w:r>
    </w:p>
    <w:p w:rsidR="00BE11A6" w:rsidRPr="000247A3" w:rsidRDefault="00BE11A6" w:rsidP="00BE11A6">
      <w:pPr>
        <w:autoSpaceDE w:val="0"/>
        <w:spacing w:after="240" w:line="276" w:lineRule="auto"/>
        <w:ind w:firstLine="720"/>
        <w:jc w:val="both"/>
      </w:pPr>
      <w:r w:rsidRPr="000247A3">
        <w:t>(4) Ministerstvo zemědělství má přístup ke všem údajům v Informačním systému evidence myslivosti. Ministerstvo zemědělství z Informačního systému evidence myslivosti poskytuje Českému statistickému úřadu agregované údaje za Českou republiku a kraje.</w:t>
      </w:r>
    </w:p>
    <w:p w:rsidR="00BE11A6" w:rsidRPr="000247A3" w:rsidRDefault="00BE11A6" w:rsidP="00BE11A6">
      <w:pPr>
        <w:spacing w:after="200" w:line="276" w:lineRule="auto"/>
        <w:ind w:firstLine="708"/>
        <w:jc w:val="both"/>
      </w:pPr>
      <w:r w:rsidRPr="000247A3">
        <w:t xml:space="preserve">(5) Policie České republiky, Vojenská policie, Státní veterinární správa a Vojenský veterinární ústav mají přístup ke všem údajům v Informačním systému evidence myslivosti, které se týkají výkonu jejich pravomocí stanovených jinými právními předpisy. </w:t>
      </w:r>
    </w:p>
    <w:p w:rsidR="00BE11A6" w:rsidRPr="000247A3" w:rsidRDefault="00BE11A6" w:rsidP="00BE11A6">
      <w:pPr>
        <w:pStyle w:val="Zkladntextodsazen"/>
        <w:rPr>
          <w:rFonts w:ascii="Times New Roman" w:eastAsia="Calibri" w:hAnsi="Times New Roman" w:cs="Times New Roman"/>
          <w:lang w:eastAsia="zh-CN"/>
        </w:rPr>
      </w:pPr>
      <w:r w:rsidRPr="000247A3">
        <w:rPr>
          <w:rFonts w:ascii="Times New Roman" w:hAnsi="Times New Roman" w:cs="Times New Roman"/>
        </w:rPr>
        <w:t>(6) Státní veterinární správa a Vojenský veterinární ústav jsou oprávněny v Informačním systému evidence myslivosti vykonávat veškeré činnosti, které se týkají výkonu jejich pravomocí stanovených jinými právními předpisy.</w:t>
      </w:r>
    </w:p>
    <w:p w:rsidR="00BE11A6" w:rsidRPr="000247A3" w:rsidRDefault="00BE11A6" w:rsidP="00BE11A6">
      <w:pPr>
        <w:autoSpaceDE w:val="0"/>
        <w:spacing w:after="240"/>
        <w:jc w:val="both"/>
      </w:pPr>
      <w:r w:rsidRPr="000247A3">
        <w:t xml:space="preserve">           </w:t>
      </w:r>
      <w:r w:rsidRPr="000247A3">
        <w:tab/>
        <w:t>(7) Orgán státní správy myslivosti má přístup do evidence vydaných a odebraných loveckých lístků a ke všem údajům v Informačním systému evidence myslivosti, které se týkají honiteb v jeho správním obvodu.“.“.</w:t>
      </w:r>
    </w:p>
    <w:p w:rsidR="00BE11A6" w:rsidRPr="000247A3" w:rsidRDefault="00BE11A6" w:rsidP="00BE11A6">
      <w:pPr>
        <w:pStyle w:val="Odstavecseseznamem"/>
        <w:numPr>
          <w:ilvl w:val="0"/>
          <w:numId w:val="3"/>
        </w:numPr>
        <w:pBdr>
          <w:top w:val="none" w:sz="0" w:space="3" w:color="000000"/>
          <w:left w:val="none" w:sz="0" w:space="20" w:color="000000"/>
          <w:bottom w:val="none" w:sz="0" w:space="3" w:color="000000"/>
          <w:right w:val="none" w:sz="0" w:space="30" w:color="000000"/>
          <w:between w:val="none" w:sz="0" w:space="3" w:color="000000"/>
        </w:pBdr>
        <w:shd w:val="clear" w:color="auto" w:fill="FFFFFF"/>
        <w:suppressAutoHyphens/>
        <w:spacing w:line="276" w:lineRule="auto"/>
        <w:jc w:val="both"/>
      </w:pPr>
      <w:r w:rsidRPr="000247A3">
        <w:rPr>
          <w:rFonts w:eastAsia="Arial"/>
        </w:rPr>
        <w:t>V čl. I v bodě 20, v § 38 odst. 1 se na konci písmene a) doplňují slova „včetně kontaktních údajů uživatelů honiteb,“.</w:t>
      </w:r>
    </w:p>
    <w:p w:rsidR="00BE11A6" w:rsidRPr="000247A3" w:rsidRDefault="00BE11A6" w:rsidP="00BE11A6">
      <w:pPr>
        <w:autoSpaceDE w:val="0"/>
        <w:spacing w:after="240"/>
        <w:jc w:val="both"/>
        <w:rPr>
          <w:b/>
        </w:rPr>
      </w:pPr>
    </w:p>
    <w:p w:rsidR="00BE11A6" w:rsidRPr="000247A3" w:rsidRDefault="00BE11A6" w:rsidP="00BE11A6">
      <w:pPr>
        <w:pStyle w:val="Odstavecseseznamem"/>
        <w:widowControl w:val="0"/>
        <w:numPr>
          <w:ilvl w:val="0"/>
          <w:numId w:val="3"/>
        </w:numPr>
        <w:suppressAutoHyphens/>
        <w:jc w:val="both"/>
        <w:rPr>
          <w:rFonts w:eastAsia="Arial"/>
        </w:rPr>
      </w:pPr>
      <w:r w:rsidRPr="000247A3">
        <w:rPr>
          <w:rFonts w:eastAsia="Arial"/>
        </w:rPr>
        <w:t xml:space="preserve"> V čl. I se za bod 20 vkládá nový bod 21, který zní:</w:t>
      </w:r>
    </w:p>
    <w:p w:rsidR="00BE11A6" w:rsidRPr="000247A3" w:rsidRDefault="00BE11A6" w:rsidP="00BE11A6">
      <w:pPr>
        <w:pStyle w:val="Odstavecseseznamem"/>
        <w:widowControl w:val="0"/>
        <w:ind w:left="992"/>
        <w:jc w:val="both"/>
        <w:rPr>
          <w:rFonts w:eastAsia="Arial"/>
        </w:rPr>
      </w:pPr>
    </w:p>
    <w:p w:rsidR="00BE11A6" w:rsidRPr="000247A3" w:rsidRDefault="00BE11A6" w:rsidP="00BE11A6">
      <w:pPr>
        <w:pStyle w:val="Odstavecseseznamem"/>
        <w:widowControl w:val="0"/>
        <w:ind w:left="992"/>
        <w:jc w:val="both"/>
        <w:rPr>
          <w:rFonts w:eastAsia="Arial"/>
        </w:rPr>
      </w:pPr>
      <w:r w:rsidRPr="000247A3">
        <w:rPr>
          <w:rFonts w:eastAsia="Arial"/>
        </w:rPr>
        <w:t xml:space="preserve"> „21. Za § 38 se vkládají nové § 38a a 38b, které znějí:</w:t>
      </w:r>
    </w:p>
    <w:p w:rsidR="00BE11A6" w:rsidRPr="000247A3" w:rsidRDefault="00BE11A6" w:rsidP="00BE11A6">
      <w:pPr>
        <w:jc w:val="center"/>
      </w:pPr>
    </w:p>
    <w:p w:rsidR="00BE11A6" w:rsidRPr="000247A3" w:rsidRDefault="00BE11A6" w:rsidP="00BE11A6">
      <w:pPr>
        <w:jc w:val="center"/>
      </w:pPr>
      <w:r w:rsidRPr="000247A3">
        <w:t>„§ 38a</w:t>
      </w:r>
    </w:p>
    <w:p w:rsidR="00BE11A6" w:rsidRPr="000247A3" w:rsidRDefault="00BE11A6" w:rsidP="00BE11A6">
      <w:pPr>
        <w:jc w:val="center"/>
      </w:pPr>
    </w:p>
    <w:p w:rsidR="00BE11A6" w:rsidRPr="000247A3" w:rsidRDefault="00BE11A6" w:rsidP="00BE11A6">
      <w:pPr>
        <w:pStyle w:val="Zkladntextodsazen2"/>
        <w:spacing w:after="0" w:line="240" w:lineRule="auto"/>
        <w:ind w:left="0" w:firstLine="283"/>
        <w:jc w:val="both"/>
        <w:rPr>
          <w:rFonts w:ascii="Times New Roman" w:hAnsi="Times New Roman"/>
          <w:color w:val="DC2300"/>
          <w:sz w:val="24"/>
          <w:szCs w:val="24"/>
          <w:lang w:eastAsia="zh-CN"/>
        </w:rPr>
      </w:pPr>
      <w:r w:rsidRPr="000247A3">
        <w:rPr>
          <w:rFonts w:ascii="Times New Roman" w:hAnsi="Times New Roman"/>
          <w:sz w:val="24"/>
          <w:szCs w:val="24"/>
        </w:rPr>
        <w:t xml:space="preserve">      (1) Do Informačního systému evidence myslivosti se přistupuje s využitím přístupových údajů datové schránky, občanského průkazu s elektronickým čipem nebo s pomocí přidělených přístupových údajů.</w:t>
      </w:r>
    </w:p>
    <w:p w:rsidR="00BE11A6" w:rsidRPr="000247A3" w:rsidRDefault="00BE11A6" w:rsidP="00BE11A6">
      <w:pPr>
        <w:pStyle w:val="Zkladntextodsazen2"/>
        <w:spacing w:after="0" w:line="240" w:lineRule="auto"/>
        <w:ind w:left="0" w:firstLine="283"/>
        <w:jc w:val="both"/>
        <w:rPr>
          <w:rFonts w:ascii="Times New Roman" w:hAnsi="Times New Roman"/>
          <w:sz w:val="24"/>
          <w:szCs w:val="24"/>
        </w:rPr>
      </w:pPr>
      <w:r w:rsidRPr="000247A3">
        <w:rPr>
          <w:rFonts w:ascii="Times New Roman" w:hAnsi="Times New Roman"/>
          <w:sz w:val="24"/>
          <w:szCs w:val="24"/>
        </w:rPr>
        <w:t xml:space="preserve">       </w:t>
      </w:r>
    </w:p>
    <w:p w:rsidR="00BE11A6" w:rsidRPr="000247A3" w:rsidRDefault="00BE11A6" w:rsidP="00BE11A6">
      <w:pPr>
        <w:pStyle w:val="Zkladntextodsazen2"/>
        <w:spacing w:after="0" w:line="240" w:lineRule="auto"/>
        <w:ind w:left="0" w:firstLine="705"/>
        <w:jc w:val="both"/>
        <w:rPr>
          <w:rFonts w:ascii="Times New Roman" w:hAnsi="Times New Roman"/>
          <w:sz w:val="24"/>
          <w:szCs w:val="24"/>
        </w:rPr>
      </w:pPr>
      <w:r w:rsidRPr="000247A3">
        <w:rPr>
          <w:rFonts w:ascii="Times New Roman" w:hAnsi="Times New Roman"/>
          <w:sz w:val="24"/>
          <w:szCs w:val="24"/>
        </w:rPr>
        <w:t>(2) Přidělením přístupových údajů do Informačního systému evidence myslivosti se rozumí zpracování žádosti oprávněného žadatele o vygenerování přístupových údajů do Informačního systému evidence myslivosti obecním úřadem obce s rozšířenou působností, vygenerování přístupových údajů Ministerstvem zemědělství a jejich předání oprávněnému žadateli na telefonní číslo veřejné mobilní sítě a adresu elektronické pošty.</w:t>
      </w:r>
    </w:p>
    <w:p w:rsidR="00BE11A6" w:rsidRPr="000247A3" w:rsidRDefault="00BE11A6" w:rsidP="00BE11A6">
      <w:pPr>
        <w:pStyle w:val="Zkladntextodsazen2"/>
        <w:spacing w:after="0" w:line="240" w:lineRule="auto"/>
        <w:ind w:left="0" w:firstLine="705"/>
        <w:jc w:val="both"/>
        <w:rPr>
          <w:rFonts w:ascii="Times New Roman" w:hAnsi="Times New Roman"/>
          <w:sz w:val="24"/>
          <w:szCs w:val="24"/>
          <w:lang w:eastAsia="zh-CN"/>
        </w:rPr>
      </w:pPr>
    </w:p>
    <w:p w:rsidR="00BE11A6" w:rsidRPr="000247A3" w:rsidRDefault="00BE11A6" w:rsidP="00BE11A6">
      <w:pPr>
        <w:ind w:firstLine="705"/>
        <w:jc w:val="both"/>
      </w:pPr>
      <w:r w:rsidRPr="000247A3">
        <w:t>(3) Žádost o přidělení přístupových údajů do Informačního systému evidence myslivosti lze učinit písemně, ústně nebo prostřednictvím datové schránky. Žádost musí obsahovat jméno a příjmení, datum narození, adresu trvalého pobytu telefonní číslo pro veřejnou mobilní síť a adresu elektronické pošty fyzické osoby, které mají být přístupové údaje přiděleny, nebo název, sídlo, identifikační číslo, telefonní číslo pro veřejnou mobilní síť a adresu elektronické pošty právnické osoby, které mají být přístupové údaje přiděleny. Nedílnou součástí žádosti je také sdělení požadovaného přístupového oprávnění.</w:t>
      </w:r>
      <w:r w:rsidRPr="000247A3">
        <w:rPr>
          <w:color w:val="DC2300"/>
        </w:rPr>
        <w:t xml:space="preserve"> </w:t>
      </w:r>
      <w:r w:rsidRPr="000247A3">
        <w:t>Ze žádosti musí být dále patrné, že se jedná o žádost o vygenerování přístupových údajů do Informačního systému evidence myslivosti. Obsahuje-li žádost veškeré náležitosti a je-li podána oprávněným žadatelem, obecní úřad obce s rozšířenou působností žádost zpracuje.</w:t>
      </w:r>
    </w:p>
    <w:p w:rsidR="00BE11A6" w:rsidRPr="000247A3" w:rsidRDefault="00BE11A6" w:rsidP="00BE11A6">
      <w:pPr>
        <w:ind w:firstLine="705"/>
        <w:jc w:val="both"/>
      </w:pPr>
    </w:p>
    <w:p w:rsidR="00BE11A6" w:rsidRPr="000247A3" w:rsidRDefault="00BE11A6" w:rsidP="00BE11A6">
      <w:pPr>
        <w:ind w:firstLine="705"/>
        <w:jc w:val="both"/>
        <w:rPr>
          <w:i/>
          <w:iCs/>
          <w:color w:val="DC2300"/>
        </w:rPr>
      </w:pPr>
      <w:r w:rsidRPr="000247A3">
        <w:t>(4) Při postupu podle § 38a se správní řád nepoužije.</w:t>
      </w:r>
    </w:p>
    <w:p w:rsidR="00BE11A6" w:rsidRPr="000247A3" w:rsidRDefault="00BE11A6" w:rsidP="00BE11A6">
      <w:pPr>
        <w:spacing w:after="200" w:line="276" w:lineRule="auto"/>
        <w:jc w:val="center"/>
      </w:pPr>
    </w:p>
    <w:p w:rsidR="00BE11A6" w:rsidRPr="000247A3" w:rsidRDefault="00BE11A6" w:rsidP="00BE11A6">
      <w:pPr>
        <w:spacing w:after="200" w:line="276" w:lineRule="auto"/>
        <w:jc w:val="center"/>
      </w:pPr>
      <w:r w:rsidRPr="000247A3">
        <w:t>§ 38b</w:t>
      </w:r>
    </w:p>
    <w:p w:rsidR="00BE11A6" w:rsidRPr="000247A3" w:rsidRDefault="00BE11A6" w:rsidP="00BE11A6">
      <w:pPr>
        <w:pStyle w:val="Zkladntext"/>
        <w:spacing w:after="200" w:line="276" w:lineRule="auto"/>
        <w:rPr>
          <w:rFonts w:eastAsia="Arial" w:cs="Times New Roman"/>
          <w:i/>
          <w:iCs/>
          <w:color w:val="DC2300"/>
        </w:rPr>
      </w:pPr>
      <w:r w:rsidRPr="000247A3">
        <w:rPr>
          <w:rFonts w:cs="Times New Roman"/>
        </w:rPr>
        <w:tab/>
        <w:t>(1) Přístupové oprávnění držitel honitby, uživatel honitby a myslivecký hospodář je neoddělitelně spjato s příslušnou honitbou.</w:t>
      </w:r>
    </w:p>
    <w:p w:rsidR="00BE11A6" w:rsidRPr="000247A3" w:rsidRDefault="00BE11A6" w:rsidP="00BE11A6">
      <w:pPr>
        <w:spacing w:after="240" w:line="276" w:lineRule="auto"/>
        <w:ind w:firstLine="708"/>
        <w:jc w:val="both"/>
      </w:pPr>
      <w:r w:rsidRPr="000247A3">
        <w:t xml:space="preserve">(2) Přístupové oprávnění </w:t>
      </w:r>
    </w:p>
    <w:p w:rsidR="00BE11A6" w:rsidRPr="000247A3" w:rsidRDefault="00BE11A6" w:rsidP="00BE11A6">
      <w:pPr>
        <w:widowControl/>
        <w:numPr>
          <w:ilvl w:val="0"/>
          <w:numId w:val="4"/>
        </w:numPr>
        <w:tabs>
          <w:tab w:val="clear" w:pos="1818"/>
        </w:tabs>
        <w:spacing w:after="240" w:line="276" w:lineRule="auto"/>
        <w:ind w:left="709" w:hanging="283"/>
        <w:jc w:val="both"/>
      </w:pPr>
      <w:r w:rsidRPr="000247A3">
        <w:t xml:space="preserve">držitel honitby lze přidělit nejvýše dvěma fyzickým osobám k tomu zmocněným držitelem honitby, </w:t>
      </w:r>
    </w:p>
    <w:p w:rsidR="00BE11A6" w:rsidRPr="000247A3" w:rsidRDefault="00BE11A6" w:rsidP="00BE11A6">
      <w:pPr>
        <w:widowControl/>
        <w:numPr>
          <w:ilvl w:val="0"/>
          <w:numId w:val="4"/>
        </w:numPr>
        <w:tabs>
          <w:tab w:val="clear" w:pos="1818"/>
        </w:tabs>
        <w:spacing w:after="240" w:line="276" w:lineRule="auto"/>
        <w:ind w:left="709" w:hanging="283"/>
        <w:jc w:val="both"/>
      </w:pPr>
      <w:r w:rsidRPr="000247A3">
        <w:t xml:space="preserve">uživatel honitby lze přidělit nejvýše jedné fyzické osobě k tomu zmocněné uživatelem honitby a dále mysliveckému hospodáři, </w:t>
      </w:r>
    </w:p>
    <w:p w:rsidR="00BE11A6" w:rsidRPr="000247A3" w:rsidRDefault="00BE11A6" w:rsidP="00BE11A6">
      <w:pPr>
        <w:widowControl/>
        <w:numPr>
          <w:ilvl w:val="0"/>
          <w:numId w:val="4"/>
        </w:numPr>
        <w:tabs>
          <w:tab w:val="clear" w:pos="1818"/>
        </w:tabs>
        <w:spacing w:after="240" w:line="276" w:lineRule="auto"/>
        <w:ind w:left="709" w:hanging="283"/>
        <w:jc w:val="both"/>
      </w:pPr>
      <w:r w:rsidRPr="000247A3">
        <w:t>myslivecký hospodář lze přidělit pouze fyzické osobě ustanovené do funkce mysliveckého hospodáře a dále nejvýše jedné fyzické osobě k tomu zmocněné mysliveckým hospodářem, která musí držet lovecký lístek nejméně předchozích 5 let.</w:t>
      </w:r>
    </w:p>
    <w:p w:rsidR="00BE11A6" w:rsidRPr="000247A3" w:rsidRDefault="00BE11A6" w:rsidP="00BE11A6">
      <w:pPr>
        <w:spacing w:after="200" w:line="276" w:lineRule="auto"/>
        <w:jc w:val="both"/>
      </w:pPr>
      <w:r w:rsidRPr="000247A3">
        <w:tab/>
        <w:t xml:space="preserve">(3) Osoba s přístupovým oprávněním </w:t>
      </w:r>
    </w:p>
    <w:p w:rsidR="00BE11A6" w:rsidRPr="000247A3" w:rsidRDefault="00BE11A6" w:rsidP="00BE11A6">
      <w:pPr>
        <w:widowControl/>
        <w:numPr>
          <w:ilvl w:val="0"/>
          <w:numId w:val="5"/>
        </w:numPr>
        <w:spacing w:after="200" w:line="276" w:lineRule="auto"/>
        <w:jc w:val="both"/>
      </w:pPr>
      <w:r w:rsidRPr="000247A3">
        <w:t>držitel honitby má přístup ke všem údajům v Informačním systému</w:t>
      </w:r>
      <w:r w:rsidRPr="000247A3">
        <w:rPr>
          <w:color w:val="DC2300"/>
        </w:rPr>
        <w:t> </w:t>
      </w:r>
      <w:r w:rsidRPr="000247A3">
        <w:t>evidence myslivosti, které se týkají honitby, jejíhož držitele zastupuje,</w:t>
      </w:r>
    </w:p>
    <w:p w:rsidR="00BE11A6" w:rsidRPr="000247A3" w:rsidRDefault="00BE11A6" w:rsidP="00BE11A6">
      <w:pPr>
        <w:widowControl/>
        <w:numPr>
          <w:ilvl w:val="0"/>
          <w:numId w:val="5"/>
        </w:numPr>
        <w:spacing w:after="200" w:line="276" w:lineRule="auto"/>
        <w:jc w:val="both"/>
      </w:pPr>
      <w:r w:rsidRPr="000247A3">
        <w:t>uživatel honitby má přístup ke všem údajům v Informačním systému evidence myslivosti, které se týkají honitby, jejíhož uživatele zastupuje,</w:t>
      </w:r>
    </w:p>
    <w:p w:rsidR="00BE11A6" w:rsidRPr="000247A3" w:rsidRDefault="00BE11A6" w:rsidP="00BE11A6">
      <w:pPr>
        <w:widowControl/>
        <w:numPr>
          <w:ilvl w:val="0"/>
          <w:numId w:val="5"/>
        </w:numPr>
        <w:spacing w:after="200" w:line="276" w:lineRule="auto"/>
        <w:jc w:val="both"/>
      </w:pPr>
      <w:r w:rsidRPr="000247A3">
        <w:t>myslivecký hospodář má přístup ke všem údajům v Informačním systému evidence myslivosti, které se týkají honitby, pro kterou byla ustanovena mysliveckým hospodářem, nebo honitby, jejíhož mysliveckého hospodáře zastupuje.</w:t>
      </w:r>
    </w:p>
    <w:p w:rsidR="00BE11A6" w:rsidRPr="000247A3" w:rsidRDefault="00BE11A6" w:rsidP="00BE11A6">
      <w:pPr>
        <w:spacing w:after="200" w:line="276" w:lineRule="auto"/>
        <w:jc w:val="both"/>
      </w:pPr>
      <w:r w:rsidRPr="000247A3">
        <w:t xml:space="preserve">          (4) Obecní úřad s rozšířenou působností odebere přístupové oprávnění  </w:t>
      </w:r>
    </w:p>
    <w:p w:rsidR="00BE11A6" w:rsidRPr="000247A3" w:rsidRDefault="00BE11A6" w:rsidP="00BE11A6">
      <w:pPr>
        <w:pStyle w:val="Zkladntext"/>
        <w:widowControl/>
        <w:numPr>
          <w:ilvl w:val="0"/>
          <w:numId w:val="6"/>
        </w:numPr>
        <w:spacing w:after="200" w:line="276" w:lineRule="auto"/>
        <w:jc w:val="both"/>
        <w:rPr>
          <w:rFonts w:cs="Times New Roman"/>
        </w:rPr>
      </w:pPr>
      <w:r w:rsidRPr="000247A3">
        <w:rPr>
          <w:rFonts w:cs="Times New Roman"/>
        </w:rPr>
        <w:t>držitel honitby, jestliže osoba přestane být v důsledku zániku nebo změny honitby jejím držitelem, a to neprodleně poté, co se o změně nebo zániku honitby dozvěděl; obdobně postupuje obecní úřad obce s rozšířenou působností v případě zániku zmocnění fyzické osoby zmocněné držitelem honitby podle odstavce 2,</w:t>
      </w:r>
    </w:p>
    <w:p w:rsidR="00BE11A6" w:rsidRPr="000247A3" w:rsidRDefault="00BE11A6" w:rsidP="00BE11A6">
      <w:pPr>
        <w:pStyle w:val="Zkladntext"/>
        <w:widowControl/>
        <w:numPr>
          <w:ilvl w:val="0"/>
          <w:numId w:val="6"/>
        </w:numPr>
        <w:spacing w:after="200" w:line="276" w:lineRule="auto"/>
        <w:jc w:val="both"/>
        <w:rPr>
          <w:rFonts w:eastAsia="Calibri" w:cs="Times New Roman"/>
        </w:rPr>
      </w:pPr>
      <w:r w:rsidRPr="000247A3">
        <w:rPr>
          <w:rFonts w:cs="Times New Roman"/>
        </w:rPr>
        <w:t>uživatel honitby, jestliže osoba přestane být uživatelem honitby, a to neprodleně poté, co se o této skutečnosti dozvěděl; obdobně postupuje obecní úřad obce s rozšířenou působností v případě zániku zmocnění fyzické osoby zmocněné uživatelem honitby podle odstavce 2,</w:t>
      </w:r>
    </w:p>
    <w:p w:rsidR="00BE11A6" w:rsidRPr="000247A3" w:rsidRDefault="00BE11A6" w:rsidP="00BE11A6">
      <w:pPr>
        <w:pStyle w:val="Zkladntext"/>
        <w:widowControl/>
        <w:numPr>
          <w:ilvl w:val="0"/>
          <w:numId w:val="6"/>
        </w:numPr>
        <w:spacing w:after="200" w:line="276" w:lineRule="auto"/>
        <w:jc w:val="both"/>
        <w:rPr>
          <w:rFonts w:cs="Times New Roman"/>
        </w:rPr>
      </w:pPr>
      <w:r w:rsidRPr="000247A3">
        <w:rPr>
          <w:rFonts w:cs="Times New Roman"/>
        </w:rPr>
        <w:t>myslivecký hospodář neprodleně po nabytí právní moci rozhodnutí o zrušení ustanovení mysliveckého hospodáře; obdobně postupuje obecní úřad obce s rozšířenou působností v případě zániku zmocnění fyzické osoby zmocněné mysliveckým hospodářem podle odstavce 2.</w:t>
      </w:r>
    </w:p>
    <w:p w:rsidR="00BE11A6" w:rsidRPr="000247A3" w:rsidRDefault="00BE11A6" w:rsidP="00BE11A6">
      <w:pPr>
        <w:autoSpaceDE w:val="0"/>
        <w:spacing w:after="240"/>
        <w:jc w:val="both"/>
        <w:rPr>
          <w:b/>
        </w:rPr>
      </w:pPr>
      <w:r w:rsidRPr="000247A3">
        <w:t xml:space="preserve">          (5) Vyhláška stanoví technické náležitosti přidělování a </w:t>
      </w:r>
      <w:proofErr w:type="spellStart"/>
      <w:r w:rsidRPr="000247A3">
        <w:t>zneplatňování</w:t>
      </w:r>
      <w:proofErr w:type="spellEnd"/>
      <w:r w:rsidRPr="000247A3">
        <w:t xml:space="preserve"> přístupových údajů do Informačního systému evidence myslivosti, rozsah zveřejňovaných údajů v evidenci honiteb a jejich využití a dále stanoví technické náležitosti do této evidence vkládaných a v této evidenci vedených údajů.“.</w:t>
      </w:r>
    </w:p>
    <w:p w:rsidR="00BE11A6" w:rsidRPr="000247A3" w:rsidRDefault="00BE11A6" w:rsidP="00BE11A6">
      <w:pPr>
        <w:ind w:left="992"/>
        <w:jc w:val="both"/>
        <w:rPr>
          <w:rFonts w:eastAsia="Arial"/>
        </w:rPr>
      </w:pPr>
      <w:r w:rsidRPr="000247A3">
        <w:rPr>
          <w:rFonts w:eastAsia="Arial"/>
        </w:rPr>
        <w:t>Následující novelizační body se přečíslují.</w:t>
      </w:r>
    </w:p>
    <w:p w:rsidR="00BE11A6" w:rsidRPr="000247A3" w:rsidRDefault="00BE11A6" w:rsidP="00BE11A6">
      <w:pPr>
        <w:jc w:val="both"/>
        <w:rPr>
          <w:rFonts w:eastAsia="Arial"/>
        </w:rPr>
      </w:pPr>
    </w:p>
    <w:p w:rsidR="00BE11A6" w:rsidRPr="000247A3" w:rsidRDefault="00BE11A6" w:rsidP="00BE11A6">
      <w:pPr>
        <w:widowControl/>
        <w:numPr>
          <w:ilvl w:val="0"/>
          <w:numId w:val="3"/>
        </w:numPr>
        <w:pBdr>
          <w:top w:val="none" w:sz="0" w:space="3" w:color="000000"/>
          <w:left w:val="none" w:sz="0" w:space="20" w:color="000000"/>
          <w:bottom w:val="none" w:sz="0" w:space="3" w:color="000000"/>
          <w:right w:val="none" w:sz="0" w:space="30" w:color="000000"/>
          <w:between w:val="none" w:sz="0" w:space="3" w:color="000000"/>
        </w:pBdr>
        <w:shd w:val="clear" w:color="auto" w:fill="FFFFFF"/>
        <w:suppressAutoHyphens w:val="0"/>
        <w:spacing w:line="276" w:lineRule="auto"/>
        <w:jc w:val="both"/>
      </w:pPr>
      <w:r w:rsidRPr="000247A3">
        <w:rPr>
          <w:rFonts w:eastAsia="Arial"/>
        </w:rPr>
        <w:t>V čl. I v bodě 21, v § 39 se v odstavci 3 slova „odstavce 2“ nahrazují slovy „odstavce 1 a 2“.</w:t>
      </w:r>
    </w:p>
    <w:p w:rsidR="00BE11A6" w:rsidRPr="000247A3" w:rsidRDefault="00BE11A6" w:rsidP="00BE11A6">
      <w:pPr>
        <w:jc w:val="both"/>
        <w:rPr>
          <w:rFonts w:eastAsia="Arial"/>
        </w:rPr>
      </w:pPr>
    </w:p>
    <w:p w:rsidR="00BE11A6" w:rsidRPr="000247A3" w:rsidRDefault="00BE11A6" w:rsidP="00BE11A6">
      <w:pPr>
        <w:pStyle w:val="Odstavecseseznamem"/>
        <w:widowControl w:val="0"/>
        <w:numPr>
          <w:ilvl w:val="0"/>
          <w:numId w:val="3"/>
        </w:numPr>
        <w:suppressAutoHyphens/>
        <w:jc w:val="both"/>
        <w:rPr>
          <w:rFonts w:eastAsia="Arial"/>
        </w:rPr>
      </w:pPr>
      <w:r w:rsidRPr="000247A3">
        <w:rPr>
          <w:rFonts w:eastAsia="Arial"/>
        </w:rPr>
        <w:t xml:space="preserve">Za § 44 se vkládá nový § 44a, který včetně nadpisu zní: </w:t>
      </w:r>
    </w:p>
    <w:p w:rsidR="00BE11A6" w:rsidRPr="000247A3" w:rsidRDefault="00BE11A6" w:rsidP="00BE11A6">
      <w:pPr>
        <w:pStyle w:val="Odstavecseseznamem"/>
        <w:rPr>
          <w:rFonts w:eastAsia="Arial"/>
        </w:rPr>
      </w:pPr>
    </w:p>
    <w:p w:rsidR="00BE11A6" w:rsidRPr="000247A3" w:rsidRDefault="00BE11A6" w:rsidP="00BE11A6">
      <w:pPr>
        <w:ind w:firstLine="993"/>
        <w:jc w:val="center"/>
        <w:rPr>
          <w:color w:val="000000"/>
          <w:lang w:eastAsia="cs-CZ"/>
        </w:rPr>
      </w:pPr>
      <w:r w:rsidRPr="000247A3">
        <w:rPr>
          <w:color w:val="000000"/>
        </w:rPr>
        <w:t>§ 44a</w:t>
      </w:r>
    </w:p>
    <w:p w:rsidR="00BE11A6" w:rsidRPr="000247A3" w:rsidRDefault="00BE11A6" w:rsidP="00BE11A6">
      <w:pPr>
        <w:ind w:firstLine="993"/>
        <w:jc w:val="center"/>
        <w:rPr>
          <w:color w:val="000000"/>
        </w:rPr>
      </w:pPr>
      <w:r w:rsidRPr="000247A3">
        <w:rPr>
          <w:color w:val="000000"/>
        </w:rPr>
        <w:t>Používání luku</w:t>
      </w:r>
    </w:p>
    <w:p w:rsidR="00BE11A6" w:rsidRPr="000247A3" w:rsidRDefault="00BE11A6" w:rsidP="00BE11A6">
      <w:pPr>
        <w:ind w:left="993"/>
        <w:jc w:val="both"/>
        <w:rPr>
          <w:color w:val="000000"/>
        </w:rPr>
      </w:pPr>
      <w:r w:rsidRPr="000247A3">
        <w:rPr>
          <w:color w:val="000000"/>
        </w:rPr>
        <w:t>(1) Vyhláška stanoví bližší pokyny o používání luku při lovu zvěře, dále způsob vydávání, osoby oprávněné k vydávání a podobu průkazu luku a způsob provádění zkoušek z lovu lukem, a které myslivecké organizace</w:t>
      </w:r>
      <w:hyperlink r:id="rId7" w:anchor="f2257031" w:history="1">
        <w:r w:rsidRPr="000247A3">
          <w:rPr>
            <w:rStyle w:val="Hypertextovodkaz"/>
            <w:color w:val="000000"/>
            <w:vertAlign w:val="superscript"/>
          </w:rPr>
          <w:t>6)</w:t>
        </w:r>
      </w:hyperlink>
      <w:r w:rsidRPr="000247A3">
        <w:rPr>
          <w:color w:val="000000"/>
          <w:vertAlign w:val="superscript"/>
        </w:rPr>
        <w:t xml:space="preserve"> </w:t>
      </w:r>
      <w:r w:rsidRPr="000247A3">
        <w:rPr>
          <w:color w:val="000000"/>
        </w:rPr>
        <w:t>a školy, na kterých je myslivost studijním oborem nebo povinným vyučovacím předmětem, mohou být pověřeny organizací těchto zkoušek, jakož i to, které mezinárodní či zahraniční zkoušky z lovu lukem jsou platné na území České republiky, a způsob evidence dokladů o jejich složení.</w:t>
      </w:r>
    </w:p>
    <w:p w:rsidR="00BE11A6" w:rsidRPr="000247A3" w:rsidRDefault="00BE11A6" w:rsidP="00BE11A6">
      <w:pPr>
        <w:jc w:val="both"/>
        <w:rPr>
          <w:rFonts w:eastAsia="Arial"/>
        </w:rPr>
      </w:pPr>
    </w:p>
    <w:p w:rsidR="00BE11A6" w:rsidRPr="000247A3" w:rsidRDefault="00BE11A6" w:rsidP="00BE11A6">
      <w:pPr>
        <w:pStyle w:val="Odstavecseseznamem"/>
        <w:widowControl w:val="0"/>
        <w:numPr>
          <w:ilvl w:val="0"/>
          <w:numId w:val="3"/>
        </w:numPr>
        <w:suppressAutoHyphens/>
        <w:jc w:val="both"/>
        <w:rPr>
          <w:rFonts w:eastAsia="Arial"/>
        </w:rPr>
      </w:pPr>
      <w:r w:rsidRPr="000247A3">
        <w:rPr>
          <w:rFonts w:eastAsia="Arial"/>
        </w:rPr>
        <w:t>V § 45 odst. 1 písm. i), k), v), w) znějí:</w:t>
      </w:r>
    </w:p>
    <w:p w:rsidR="00BE11A6" w:rsidRPr="000247A3" w:rsidRDefault="00BE11A6" w:rsidP="00BE11A6">
      <w:pPr>
        <w:jc w:val="both"/>
        <w:rPr>
          <w:rFonts w:eastAsia="Arial"/>
        </w:rPr>
      </w:pPr>
    </w:p>
    <w:p w:rsidR="00BE11A6" w:rsidRPr="000247A3" w:rsidRDefault="00BE11A6" w:rsidP="00BE11A6">
      <w:pPr>
        <w:ind w:left="993"/>
        <w:jc w:val="both"/>
        <w:rPr>
          <w:color w:val="000000"/>
          <w:lang w:eastAsia="cs-CZ"/>
        </w:rPr>
      </w:pPr>
      <w:r w:rsidRPr="000247A3">
        <w:rPr>
          <w:rStyle w:val="PromnnHTML"/>
          <w:color w:val="000000"/>
        </w:rPr>
        <w:t>i)</w:t>
      </w:r>
      <w:r w:rsidRPr="000247A3">
        <w:rPr>
          <w:color w:val="000000"/>
        </w:rPr>
        <w:t xml:space="preserve"> střílet zvěř jinou zbraní než loveckou (dlouhou palnou zbraní kulovou, brokovou nebo kombinovanou, určenou k loveckým účelům, nebo lukem, určeným k loveckým účelům),</w:t>
      </w:r>
    </w:p>
    <w:p w:rsidR="00BE11A6" w:rsidRPr="000247A3" w:rsidRDefault="00BE11A6" w:rsidP="00BE11A6">
      <w:pPr>
        <w:ind w:left="993"/>
        <w:jc w:val="both"/>
        <w:rPr>
          <w:color w:val="000000"/>
        </w:rPr>
      </w:pPr>
      <w:r w:rsidRPr="000247A3">
        <w:rPr>
          <w:rStyle w:val="PromnnHTML"/>
          <w:color w:val="000000"/>
        </w:rPr>
        <w:t>k)</w:t>
      </w:r>
      <w:r w:rsidRPr="000247A3">
        <w:rPr>
          <w:color w:val="000000"/>
        </w:rPr>
        <w:t xml:space="preserve"> střílet zvěř srnčí jinou zbraní než kulovnicí s nábojem s energií </w:t>
      </w:r>
      <w:proofErr w:type="gramStart"/>
      <w:r w:rsidRPr="000247A3">
        <w:rPr>
          <w:color w:val="000000"/>
        </w:rPr>
        <w:t>ve 100</w:t>
      </w:r>
      <w:proofErr w:type="gramEnd"/>
      <w:r w:rsidRPr="000247A3">
        <w:rPr>
          <w:color w:val="000000"/>
        </w:rPr>
        <w:t xml:space="preserve"> m nižší než 1000 J (joulů) nebo lukem o </w:t>
      </w:r>
      <w:proofErr w:type="spellStart"/>
      <w:r w:rsidRPr="000247A3">
        <w:rPr>
          <w:color w:val="000000"/>
        </w:rPr>
        <w:t>nátahové</w:t>
      </w:r>
      <w:proofErr w:type="spellEnd"/>
      <w:r w:rsidRPr="000247A3">
        <w:rPr>
          <w:color w:val="000000"/>
        </w:rPr>
        <w:t xml:space="preserve"> síle nižší než 50 liber a ostatní zvěř spárkatou nižší než 1500 J nebo lukem o </w:t>
      </w:r>
      <w:proofErr w:type="spellStart"/>
      <w:r w:rsidRPr="000247A3">
        <w:rPr>
          <w:color w:val="000000"/>
        </w:rPr>
        <w:t>nátahové</w:t>
      </w:r>
      <w:proofErr w:type="spellEnd"/>
      <w:r w:rsidRPr="000247A3">
        <w:rPr>
          <w:color w:val="000000"/>
        </w:rPr>
        <w:t xml:space="preserve"> síle nižší než 50 liber; to neplatí při lovu selete a lončáka prasete divokého, které lze při nadháňce, naháňce nebo nátlačce střílet i brokovnicí s jednotnou střelou,</w:t>
      </w:r>
    </w:p>
    <w:p w:rsidR="00BE11A6" w:rsidRPr="000247A3" w:rsidRDefault="00BE11A6" w:rsidP="00BE11A6">
      <w:pPr>
        <w:ind w:left="993"/>
        <w:jc w:val="both"/>
        <w:rPr>
          <w:color w:val="000000"/>
        </w:rPr>
      </w:pPr>
      <w:r w:rsidRPr="000247A3">
        <w:rPr>
          <w:color w:val="000000"/>
        </w:rPr>
        <w:t xml:space="preserve">v) střílet palnou zbraní zajíce polního, bažanta obecného, orebici horskou, perličku obecnou, kachnu divokou, </w:t>
      </w:r>
      <w:proofErr w:type="spellStart"/>
      <w:r w:rsidRPr="000247A3">
        <w:rPr>
          <w:color w:val="000000"/>
        </w:rPr>
        <w:t>poláka</w:t>
      </w:r>
      <w:proofErr w:type="spellEnd"/>
      <w:r w:rsidRPr="000247A3">
        <w:rPr>
          <w:color w:val="000000"/>
        </w:rPr>
        <w:t xml:space="preserve"> velkého, </w:t>
      </w:r>
      <w:proofErr w:type="spellStart"/>
      <w:r w:rsidRPr="000247A3">
        <w:rPr>
          <w:color w:val="000000"/>
        </w:rPr>
        <w:t>poláka</w:t>
      </w:r>
      <w:proofErr w:type="spellEnd"/>
      <w:r w:rsidRPr="000247A3">
        <w:rPr>
          <w:color w:val="000000"/>
        </w:rPr>
        <w:t xml:space="preserve"> chocholačku, lysku černou, husu velkou, husu běločelou a husu polní jinak než loveckou zbraní brokovou na společných lovech za účasti minimálně 3 střelců a stanoveného počtu loveckých psů,</w:t>
      </w:r>
    </w:p>
    <w:p w:rsidR="00BE11A6" w:rsidRDefault="00BE11A6" w:rsidP="00BE11A6">
      <w:pPr>
        <w:ind w:left="993"/>
        <w:jc w:val="both"/>
        <w:rPr>
          <w:color w:val="000000"/>
        </w:rPr>
      </w:pPr>
      <w:r w:rsidRPr="000247A3">
        <w:rPr>
          <w:color w:val="000000"/>
        </w:rPr>
        <w:t xml:space="preserve">w) střílet zvěř lukem šípy, které nejsou nesmazatelně a čitelně označeny číslem dokladu lovce o složení zkoušky z lovu lukem na těle šípu 5 cm od kormidel směrem k hrotu, střílet zvěř lukem jinými šípy než s loveckým hrotem, a to buď </w:t>
      </w:r>
      <w:proofErr w:type="gramStart"/>
      <w:r w:rsidRPr="000247A3">
        <w:rPr>
          <w:color w:val="000000"/>
        </w:rPr>
        <w:t>mechanickými nebo</w:t>
      </w:r>
      <w:proofErr w:type="gramEnd"/>
      <w:r w:rsidRPr="000247A3">
        <w:rPr>
          <w:color w:val="000000"/>
        </w:rPr>
        <w:t xml:space="preserve"> fixními; tupé lovecké hroty mohou být použity pouze k lovu jiné než spárkaté zvěře.</w:t>
      </w:r>
    </w:p>
    <w:p w:rsidR="00BE11A6" w:rsidRPr="000247A3" w:rsidRDefault="00BE11A6" w:rsidP="00BE11A6">
      <w:pPr>
        <w:jc w:val="both"/>
        <w:rPr>
          <w:rFonts w:eastAsia="Arial"/>
        </w:rPr>
      </w:pPr>
    </w:p>
    <w:p w:rsidR="00BE11A6" w:rsidRPr="000247A3" w:rsidRDefault="00BE11A6" w:rsidP="00BE11A6">
      <w:pPr>
        <w:pStyle w:val="Odstavecseseznamem"/>
        <w:widowControl w:val="0"/>
        <w:numPr>
          <w:ilvl w:val="0"/>
          <w:numId w:val="3"/>
        </w:numPr>
        <w:suppressAutoHyphens/>
        <w:jc w:val="both"/>
        <w:rPr>
          <w:rFonts w:eastAsia="Arial"/>
        </w:rPr>
      </w:pPr>
      <w:r w:rsidRPr="000247A3">
        <w:rPr>
          <w:rFonts w:eastAsia="Arial"/>
        </w:rPr>
        <w:t xml:space="preserve"> § 46 včetně nadpisu zní:</w:t>
      </w:r>
    </w:p>
    <w:p w:rsidR="00BE11A6" w:rsidRPr="000247A3" w:rsidRDefault="00BE11A6" w:rsidP="00BE11A6">
      <w:pPr>
        <w:jc w:val="both"/>
        <w:rPr>
          <w:rFonts w:eastAsia="Arial"/>
        </w:rPr>
      </w:pPr>
    </w:p>
    <w:p w:rsidR="00BE11A6" w:rsidRPr="000247A3" w:rsidRDefault="00BE11A6" w:rsidP="00BE11A6">
      <w:pPr>
        <w:jc w:val="center"/>
        <w:rPr>
          <w:color w:val="000000"/>
          <w:lang w:eastAsia="cs-CZ"/>
        </w:rPr>
      </w:pPr>
      <w:r w:rsidRPr="000247A3">
        <w:rPr>
          <w:color w:val="000000"/>
        </w:rPr>
        <w:t>§ 46</w:t>
      </w:r>
    </w:p>
    <w:p w:rsidR="00BE11A6" w:rsidRPr="000247A3" w:rsidRDefault="00BE11A6" w:rsidP="00BE11A6">
      <w:pPr>
        <w:jc w:val="center"/>
        <w:rPr>
          <w:color w:val="000000"/>
        </w:rPr>
      </w:pPr>
      <w:r w:rsidRPr="000247A3">
        <w:rPr>
          <w:color w:val="000000"/>
        </w:rPr>
        <w:t>Povolenka k lovu</w:t>
      </w:r>
    </w:p>
    <w:p w:rsidR="00BE11A6" w:rsidRPr="000247A3" w:rsidRDefault="00BE11A6" w:rsidP="00BE11A6">
      <w:pPr>
        <w:ind w:left="1134"/>
        <w:jc w:val="both"/>
        <w:rPr>
          <w:color w:val="000000"/>
        </w:rPr>
      </w:pPr>
      <w:r w:rsidRPr="000247A3">
        <w:rPr>
          <w:i/>
          <w:iCs/>
          <w:color w:val="000000"/>
        </w:rPr>
        <w:t>(1)</w:t>
      </w:r>
      <w:r w:rsidRPr="000247A3">
        <w:rPr>
          <w:color w:val="000000"/>
        </w:rPr>
        <w:t xml:space="preserve"> Kdo loví zvěř, musí mít u sebe lovecký lístek, povolenku k lovu a potvrzení o povinném pojištění; při lovu se zbraní též zbrojní průkaz a průkaz zbraně, při lovu lukem povolenku k lovu, v níž je vyznačeno povolení lovu lukem, průkaz luku a doklad o složení zkoušky</w:t>
      </w:r>
      <w:r>
        <w:rPr>
          <w:color w:val="000000"/>
        </w:rPr>
        <w:t xml:space="preserve"> </w:t>
      </w:r>
      <w:r w:rsidRPr="000247A3">
        <w:rPr>
          <w:color w:val="000000"/>
        </w:rPr>
        <w:t>z lovu lukem a o členství v lovecké lukostřelecké organizaci</w:t>
      </w:r>
      <w:r w:rsidRPr="000247A3">
        <w:rPr>
          <w:color w:val="000000"/>
          <w:vertAlign w:val="superscript"/>
        </w:rPr>
        <w:t>6)</w:t>
      </w:r>
      <w:r w:rsidRPr="000247A3">
        <w:rPr>
          <w:color w:val="000000"/>
        </w:rPr>
        <w:t xml:space="preserve"> a při lovu s loveckým dravcem jeho evidenční kartu. Tyto průkazy je povinen ten, kdo loví zvěř, předložit na požádání orgánu policie, orgánu státní správy myslivosti, mysliveckému hospodáři a myslivecké stráži příslušné honitby.</w:t>
      </w:r>
    </w:p>
    <w:p w:rsidR="00BE11A6" w:rsidRPr="000247A3" w:rsidRDefault="00BE11A6" w:rsidP="00BE11A6">
      <w:pPr>
        <w:ind w:left="1134"/>
        <w:jc w:val="both"/>
        <w:rPr>
          <w:color w:val="000000"/>
        </w:rPr>
      </w:pPr>
      <w:r w:rsidRPr="000247A3">
        <w:rPr>
          <w:i/>
          <w:iCs/>
          <w:color w:val="000000"/>
        </w:rPr>
        <w:t>(2)</w:t>
      </w:r>
      <w:r w:rsidRPr="000247A3">
        <w:rPr>
          <w:color w:val="000000"/>
        </w:rPr>
        <w:t xml:space="preserve"> Povolenky k lovu vydává a podepisuje uživatel honitby na tiskopisech, které k tomuto účelu pořídil. Pro osoby lovící na společném lovu může povolenku k lovu nahradit seznam osob, které se jej účastní, (hromadná povolenka k lovu). Uživatel honitby je povinen evidenci vydaných povolenek včetně jejich vzorů archivovat nejméně 3 roky od skončení jejich platnosti.</w:t>
      </w:r>
    </w:p>
    <w:p w:rsidR="00BE11A6" w:rsidRPr="000247A3" w:rsidRDefault="00BE11A6" w:rsidP="00BE11A6">
      <w:pPr>
        <w:jc w:val="both"/>
        <w:rPr>
          <w:rFonts w:eastAsia="Arial"/>
        </w:rPr>
      </w:pPr>
    </w:p>
    <w:p w:rsidR="00BE11A6" w:rsidRPr="000247A3" w:rsidRDefault="00BE11A6" w:rsidP="00BE11A6">
      <w:pPr>
        <w:numPr>
          <w:ilvl w:val="0"/>
          <w:numId w:val="3"/>
        </w:numPr>
        <w:jc w:val="both"/>
        <w:rPr>
          <w:rFonts w:eastAsia="Arial"/>
        </w:rPr>
      </w:pPr>
      <w:r w:rsidRPr="000247A3">
        <w:rPr>
          <w:rFonts w:eastAsia="Arial"/>
        </w:rPr>
        <w:t>V čl. I  dosavadní bod 36 zní:</w:t>
      </w:r>
    </w:p>
    <w:p w:rsidR="00BE11A6" w:rsidRPr="000247A3" w:rsidRDefault="00BE11A6" w:rsidP="00BE11A6">
      <w:pPr>
        <w:ind w:left="992"/>
        <w:jc w:val="both"/>
        <w:rPr>
          <w:rFonts w:eastAsia="Arial"/>
        </w:rPr>
      </w:pPr>
      <w:r w:rsidRPr="000247A3">
        <w:rPr>
          <w:rFonts w:eastAsia="Arial"/>
        </w:rPr>
        <w:t xml:space="preserve">  </w:t>
      </w:r>
    </w:p>
    <w:p w:rsidR="00BE11A6" w:rsidRPr="000247A3" w:rsidRDefault="00BE11A6" w:rsidP="00BE11A6">
      <w:pPr>
        <w:autoSpaceDE w:val="0"/>
        <w:ind w:left="284"/>
        <w:jc w:val="both"/>
      </w:pPr>
      <w:r w:rsidRPr="000247A3">
        <w:rPr>
          <w:rFonts w:eastAsia="Arial"/>
        </w:rPr>
        <w:t xml:space="preserve">          „36. </w:t>
      </w:r>
      <w:r w:rsidRPr="000247A3">
        <w:t>V § 47 odst. 7 se za slovo „lístků,“ vkládají slova „podrobnosti evidence vydaných a odebraných loveckých lístků a postup při evidování loveckých lístků,“.“.</w:t>
      </w:r>
    </w:p>
    <w:p w:rsidR="00BE11A6" w:rsidRPr="000247A3" w:rsidRDefault="00BE11A6" w:rsidP="00BE11A6">
      <w:pPr>
        <w:ind w:left="992"/>
        <w:jc w:val="both"/>
        <w:rPr>
          <w:rFonts w:eastAsia="Arial"/>
        </w:rPr>
      </w:pPr>
    </w:p>
    <w:p w:rsidR="00BE11A6" w:rsidRPr="000247A3" w:rsidRDefault="00BE11A6" w:rsidP="00BE11A6">
      <w:pPr>
        <w:ind w:left="992"/>
        <w:jc w:val="both"/>
        <w:rPr>
          <w:rFonts w:eastAsia="Arial"/>
        </w:rPr>
      </w:pPr>
    </w:p>
    <w:p w:rsidR="00BE11A6" w:rsidRPr="000247A3" w:rsidRDefault="00BE11A6" w:rsidP="00BE11A6">
      <w:pPr>
        <w:numPr>
          <w:ilvl w:val="0"/>
          <w:numId w:val="3"/>
        </w:numPr>
        <w:jc w:val="both"/>
        <w:rPr>
          <w:rFonts w:eastAsia="Arial"/>
        </w:rPr>
      </w:pPr>
      <w:r w:rsidRPr="000247A3">
        <w:rPr>
          <w:rFonts w:eastAsia="Arial"/>
        </w:rPr>
        <w:t>V čl. I dosavadním bodě 38 se v § 49 odst. 2 za větu první doplňuje věta „V případě ostatních druhů zvěře je uživatel honitby povinen zaevidovat v evidenci ulovené nebo nalezené zvěře podle § 38 odst. 1 každý kus do 31. března.“.</w:t>
      </w:r>
    </w:p>
    <w:p w:rsidR="00BE11A6" w:rsidRPr="000247A3" w:rsidRDefault="00BE11A6" w:rsidP="00BE11A6">
      <w:pPr>
        <w:pStyle w:val="Odstavecseseznamem"/>
        <w:rPr>
          <w:rFonts w:eastAsia="Arial"/>
        </w:rPr>
      </w:pPr>
    </w:p>
    <w:p w:rsidR="00BE11A6" w:rsidRPr="000247A3" w:rsidRDefault="00BE11A6" w:rsidP="00BE11A6">
      <w:pPr>
        <w:numPr>
          <w:ilvl w:val="0"/>
          <w:numId w:val="3"/>
        </w:numPr>
        <w:jc w:val="both"/>
        <w:rPr>
          <w:rFonts w:eastAsia="Arial"/>
        </w:rPr>
      </w:pPr>
      <w:r w:rsidRPr="000247A3">
        <w:rPr>
          <w:rFonts w:eastAsia="Arial"/>
        </w:rPr>
        <w:t xml:space="preserve">V čl. I dosavadním bodě 39 v § 49 odstavce 5 až 7 znějí: </w:t>
      </w:r>
    </w:p>
    <w:p w:rsidR="00BE11A6" w:rsidRPr="000247A3" w:rsidRDefault="00BE11A6" w:rsidP="00BE11A6">
      <w:pPr>
        <w:ind w:left="992"/>
        <w:jc w:val="both"/>
        <w:rPr>
          <w:rFonts w:eastAsia="Arial"/>
        </w:rPr>
      </w:pPr>
    </w:p>
    <w:p w:rsidR="00BE11A6" w:rsidRPr="000247A3" w:rsidRDefault="00BE11A6" w:rsidP="00BE11A6">
      <w:pPr>
        <w:keepNext/>
        <w:autoSpaceDE w:val="0"/>
        <w:autoSpaceDN w:val="0"/>
        <w:adjustRightInd w:val="0"/>
        <w:spacing w:after="240"/>
        <w:ind w:left="142" w:firstLine="567"/>
        <w:jc w:val="both"/>
      </w:pPr>
      <w:r w:rsidRPr="000247A3">
        <w:rPr>
          <w:rFonts w:eastAsia="Arial"/>
        </w:rPr>
        <w:t>„</w:t>
      </w:r>
      <w:r w:rsidRPr="000247A3">
        <w:t>(5) Záznam vkládá do evidence ulovené nebo nalezené zvěře uživatel honitby prostřednictvím mysliveckého hospodáře nebo fyzické osoby, které bylo v Informačním systému evidence myslivosti pro tento účel přiděleno uživatelem honitby přístupové oprávnění lovec. Přístupové oprávnění lovec je spjato s konkrétní honitbou a odebírá ho uživatel honitby.</w:t>
      </w:r>
    </w:p>
    <w:p w:rsidR="00BE11A6" w:rsidRPr="000247A3" w:rsidRDefault="00BE11A6" w:rsidP="00BE11A6">
      <w:pPr>
        <w:autoSpaceDE w:val="0"/>
        <w:autoSpaceDN w:val="0"/>
        <w:adjustRightInd w:val="0"/>
        <w:spacing w:after="240"/>
        <w:ind w:left="142" w:firstLine="566"/>
        <w:jc w:val="both"/>
      </w:pPr>
      <w:r w:rsidRPr="000247A3">
        <w:t>(6) Při evidenci ostatních druhů zvěře se postupuje přiměřeně podle odstavců 3 a 5. Lhůta podle odstavce 3 písm. c) se nepoužije. Záznam v evidenci ulovené nebo nalezené zvěře, jde-li o ostatní druhy zvěře, obsahuje</w:t>
      </w:r>
    </w:p>
    <w:p w:rsidR="00BE11A6" w:rsidRPr="000247A3" w:rsidRDefault="00BE11A6" w:rsidP="00BE11A6">
      <w:pPr>
        <w:autoSpaceDE w:val="0"/>
        <w:autoSpaceDN w:val="0"/>
        <w:adjustRightInd w:val="0"/>
        <w:spacing w:after="240"/>
        <w:ind w:left="142" w:firstLine="566"/>
        <w:jc w:val="both"/>
      </w:pPr>
      <w:r w:rsidRPr="000247A3">
        <w:t>a) druh zvěře,</w:t>
      </w:r>
    </w:p>
    <w:p w:rsidR="00BE11A6" w:rsidRPr="000247A3" w:rsidRDefault="00BE11A6" w:rsidP="00BE11A6">
      <w:pPr>
        <w:autoSpaceDE w:val="0"/>
        <w:autoSpaceDN w:val="0"/>
        <w:adjustRightInd w:val="0"/>
        <w:spacing w:after="240"/>
        <w:ind w:left="142" w:firstLine="566"/>
        <w:jc w:val="both"/>
      </w:pPr>
      <w:r w:rsidRPr="000247A3">
        <w:t xml:space="preserve">b) počet ulovených nebo nalezených kusů zvěře, je-li záznam vložen pro více kusů současně, </w:t>
      </w:r>
    </w:p>
    <w:p w:rsidR="00BE11A6" w:rsidRPr="000247A3" w:rsidRDefault="00BE11A6" w:rsidP="00BE11A6">
      <w:pPr>
        <w:autoSpaceDE w:val="0"/>
        <w:autoSpaceDN w:val="0"/>
        <w:adjustRightInd w:val="0"/>
        <w:spacing w:after="240"/>
        <w:ind w:left="142" w:firstLine="566"/>
        <w:jc w:val="both"/>
      </w:pPr>
      <w:r w:rsidRPr="000247A3">
        <w:t>c) datum a čas, popř. časové období, ulovení nebo nalezení kusu zvěře, a</w:t>
      </w:r>
    </w:p>
    <w:p w:rsidR="00BE11A6" w:rsidRPr="000247A3" w:rsidRDefault="00BE11A6" w:rsidP="00BE11A6">
      <w:pPr>
        <w:autoSpaceDE w:val="0"/>
        <w:autoSpaceDN w:val="0"/>
        <w:adjustRightInd w:val="0"/>
        <w:spacing w:after="240"/>
        <w:ind w:left="142" w:firstLine="566"/>
        <w:jc w:val="both"/>
      </w:pPr>
      <w:r w:rsidRPr="000247A3">
        <w:t>d) údaj o tom, zda byl kus zvěře uloven nebo nalezen.</w:t>
      </w:r>
    </w:p>
    <w:p w:rsidR="00BE11A6" w:rsidRPr="000247A3" w:rsidRDefault="00BE11A6" w:rsidP="00BE11A6">
      <w:pPr>
        <w:autoSpaceDE w:val="0"/>
        <w:autoSpaceDN w:val="0"/>
        <w:adjustRightInd w:val="0"/>
        <w:spacing w:after="240"/>
        <w:ind w:left="142" w:firstLine="566"/>
        <w:jc w:val="both"/>
      </w:pPr>
      <w:r w:rsidRPr="000247A3">
        <w:t xml:space="preserve">(7) Byl-li kus zvěře uloven odchytem, záznam obsahuje kromě obsahových náležitostí uvedených v odstavci 4 písm. b) až f), jde-li o zvěř spárkatou, nebo v odstavci 6, jde-li o ostatní druhy zvěře, rovněž souhlas orgánu státní správy myslivosti s vypuštěním kusu zvěře do honitby nebo rozhodnutí o povolení vývozu kusu zvěře.“. </w:t>
      </w:r>
    </w:p>
    <w:p w:rsidR="00BE11A6" w:rsidRPr="000247A3" w:rsidRDefault="00BE11A6" w:rsidP="00BE11A6">
      <w:pPr>
        <w:keepNext/>
        <w:widowControl/>
        <w:numPr>
          <w:ilvl w:val="0"/>
          <w:numId w:val="3"/>
        </w:numPr>
        <w:jc w:val="both"/>
        <w:rPr>
          <w:rFonts w:eastAsia="Arial"/>
        </w:rPr>
      </w:pPr>
      <w:r w:rsidRPr="000247A3">
        <w:rPr>
          <w:rFonts w:eastAsia="Arial"/>
        </w:rPr>
        <w:t>V čl. I se za dosavadní bod 39 vkládá nový bod 40, který zní:</w:t>
      </w:r>
    </w:p>
    <w:p w:rsidR="00BE11A6" w:rsidRPr="000247A3" w:rsidRDefault="00BE11A6" w:rsidP="00BE11A6">
      <w:pPr>
        <w:keepNext/>
        <w:ind w:left="992"/>
        <w:jc w:val="both"/>
        <w:rPr>
          <w:rFonts w:eastAsia="Arial"/>
        </w:rPr>
      </w:pPr>
      <w:r w:rsidRPr="000247A3">
        <w:rPr>
          <w:rFonts w:eastAsia="Arial"/>
        </w:rPr>
        <w:t xml:space="preserve"> </w:t>
      </w:r>
    </w:p>
    <w:p w:rsidR="00BE11A6" w:rsidRPr="000247A3" w:rsidRDefault="00BE11A6" w:rsidP="00BE11A6">
      <w:pPr>
        <w:keepNext/>
        <w:ind w:left="992"/>
        <w:jc w:val="both"/>
        <w:rPr>
          <w:rFonts w:eastAsia="Arial"/>
        </w:rPr>
      </w:pPr>
      <w:r w:rsidRPr="000247A3">
        <w:rPr>
          <w:rFonts w:eastAsia="Arial"/>
        </w:rPr>
        <w:t>„40. V § 49 se doplňuje nový odstavec 8, který zní:</w:t>
      </w:r>
    </w:p>
    <w:p w:rsidR="00BE11A6" w:rsidRPr="000247A3" w:rsidRDefault="00BE11A6" w:rsidP="00BE11A6">
      <w:pPr>
        <w:keepNext/>
        <w:ind w:left="992"/>
        <w:jc w:val="both"/>
        <w:rPr>
          <w:rFonts w:eastAsia="Arial"/>
        </w:rPr>
      </w:pPr>
    </w:p>
    <w:p w:rsidR="00BE11A6" w:rsidRPr="000247A3" w:rsidRDefault="00BE11A6" w:rsidP="00BE11A6">
      <w:pPr>
        <w:pStyle w:val="Odstavecseseznamem"/>
        <w:keepNext/>
        <w:autoSpaceDE w:val="0"/>
        <w:autoSpaceDN w:val="0"/>
        <w:adjustRightInd w:val="0"/>
        <w:spacing w:after="240"/>
        <w:ind w:left="992"/>
        <w:jc w:val="both"/>
      </w:pPr>
      <w:r w:rsidRPr="000247A3">
        <w:rPr>
          <w:rFonts w:eastAsia="Arial"/>
        </w:rPr>
        <w:t>„(8)</w:t>
      </w:r>
      <w:r w:rsidRPr="000247A3">
        <w:t xml:space="preserve"> Vyhláška stanoví technické parametry plomb a jejich číselné označení, postup při jejich výdeji, podrobnosti jejich evidence, připevňování, snímání a obdobných úkonů, vzor lístků o původu zvěře a postup při jejich výdeji. Vyhláška dále stanoví postup při evidování ulovené nebo nalezené zvěře, podrobnosti k obsahovým náležitostem záznamu podle odstavce 4 a 6.“.“.</w:t>
      </w:r>
    </w:p>
    <w:p w:rsidR="00BE11A6" w:rsidRDefault="00BE11A6" w:rsidP="00BE11A6">
      <w:pPr>
        <w:ind w:left="851" w:firstLine="141"/>
        <w:jc w:val="both"/>
        <w:rPr>
          <w:rFonts w:eastAsia="Arial"/>
        </w:rPr>
      </w:pPr>
      <w:r w:rsidRPr="000247A3">
        <w:rPr>
          <w:rFonts w:eastAsia="Arial"/>
        </w:rPr>
        <w:t>Dosavadní novelizační body se přečíslují.</w:t>
      </w:r>
    </w:p>
    <w:p w:rsidR="00BE11A6" w:rsidRDefault="00BE11A6" w:rsidP="00BE11A6">
      <w:pPr>
        <w:ind w:left="851" w:firstLine="141"/>
        <w:jc w:val="both"/>
        <w:rPr>
          <w:rFonts w:eastAsia="Arial"/>
        </w:rPr>
      </w:pPr>
    </w:p>
    <w:p w:rsidR="00BE11A6" w:rsidRPr="00A61055" w:rsidRDefault="00BE11A6" w:rsidP="00BE11A6">
      <w:pPr>
        <w:pStyle w:val="Odstavecseseznamem"/>
        <w:numPr>
          <w:ilvl w:val="0"/>
          <w:numId w:val="3"/>
        </w:numPr>
        <w:spacing w:line="276" w:lineRule="auto"/>
        <w:rPr>
          <w:rFonts w:eastAsia="Arial"/>
        </w:rPr>
      </w:pPr>
      <w:r w:rsidRPr="00A61055">
        <w:rPr>
          <w:rFonts w:eastAsia="Arial"/>
        </w:rPr>
        <w:t>„43. V § 55 se doplňuje odstavec 6, který zní:</w:t>
      </w:r>
    </w:p>
    <w:p w:rsidR="00BE11A6" w:rsidRPr="00A61055" w:rsidRDefault="00BE11A6" w:rsidP="00BE11A6">
      <w:pPr>
        <w:pStyle w:val="Odstavecseseznamem"/>
        <w:spacing w:line="276" w:lineRule="auto"/>
        <w:ind w:left="992"/>
        <w:rPr>
          <w:rFonts w:eastAsia="Arial"/>
        </w:rPr>
      </w:pPr>
    </w:p>
    <w:p w:rsidR="00BE11A6" w:rsidRPr="00A61055" w:rsidRDefault="00BE11A6" w:rsidP="00BE11A6">
      <w:pPr>
        <w:pStyle w:val="Odstavecseseznamem"/>
        <w:spacing w:line="276" w:lineRule="auto"/>
        <w:ind w:left="992"/>
        <w:jc w:val="both"/>
        <w:rPr>
          <w:rFonts w:eastAsia="Arial"/>
        </w:rPr>
      </w:pPr>
      <w:r w:rsidRPr="00A61055">
        <w:rPr>
          <w:rFonts w:eastAsia="Arial"/>
        </w:rPr>
        <w:t xml:space="preserve"> „(6) Uživatel honitby má povinnost společně s poškozeným škodu zdokumentovat a sepsat zápis o škodě. Neposkytne-li uživatel honitby potřebnou součinnost ke zdokumentování a sepsání zápisu, má se za to, že souhlasí se stavem věcí uvedeným v oznámení.“.“.</w:t>
      </w:r>
    </w:p>
    <w:p w:rsidR="00BE11A6" w:rsidRPr="00A61055" w:rsidRDefault="00BE11A6" w:rsidP="00BE11A6">
      <w:pPr>
        <w:pStyle w:val="Odstavecseseznamem"/>
        <w:spacing w:line="276" w:lineRule="auto"/>
        <w:ind w:left="992"/>
        <w:rPr>
          <w:rFonts w:ascii="Arial" w:eastAsia="Arial" w:hAnsi="Arial" w:cs="Arial"/>
        </w:rPr>
      </w:pPr>
    </w:p>
    <w:p w:rsidR="00BE11A6" w:rsidRPr="00A61055" w:rsidRDefault="00BE11A6" w:rsidP="00BE11A6">
      <w:pPr>
        <w:pStyle w:val="Odstavecseseznamem"/>
        <w:spacing w:line="276" w:lineRule="auto"/>
        <w:ind w:left="992"/>
        <w:jc w:val="both"/>
        <w:rPr>
          <w:rFonts w:eastAsia="Arial"/>
        </w:rPr>
      </w:pPr>
      <w:r w:rsidRPr="00A61055">
        <w:rPr>
          <w:rFonts w:eastAsia="Arial"/>
        </w:rPr>
        <w:t>Následující body a odkazy na ně se přečíslují.</w:t>
      </w:r>
    </w:p>
    <w:p w:rsidR="00BE11A6" w:rsidRPr="000247A3" w:rsidRDefault="00BE11A6" w:rsidP="00BE11A6">
      <w:pPr>
        <w:jc w:val="both"/>
        <w:rPr>
          <w:rFonts w:eastAsia="Arial"/>
        </w:rPr>
      </w:pPr>
    </w:p>
    <w:p w:rsidR="00BE11A6" w:rsidRPr="000247A3" w:rsidRDefault="00BE11A6" w:rsidP="00BE11A6">
      <w:pPr>
        <w:numPr>
          <w:ilvl w:val="0"/>
          <w:numId w:val="3"/>
        </w:numPr>
        <w:jc w:val="both"/>
        <w:rPr>
          <w:rFonts w:eastAsia="Arial"/>
        </w:rPr>
      </w:pPr>
      <w:r w:rsidRPr="000247A3">
        <w:rPr>
          <w:rFonts w:eastAsia="Arial"/>
        </w:rPr>
        <w:t>V čl. I dosavadním bodě 46 v § 58 odst. 2 písmeno r) zní:</w:t>
      </w:r>
    </w:p>
    <w:p w:rsidR="00BE11A6" w:rsidRPr="000247A3" w:rsidRDefault="00BE11A6" w:rsidP="00BE11A6">
      <w:pPr>
        <w:ind w:left="992"/>
        <w:jc w:val="both"/>
        <w:rPr>
          <w:rFonts w:eastAsia="Arial"/>
        </w:rPr>
      </w:pPr>
    </w:p>
    <w:p w:rsidR="00BE11A6" w:rsidRPr="000247A3" w:rsidRDefault="00BE11A6" w:rsidP="00BE11A6">
      <w:pPr>
        <w:ind w:left="992"/>
        <w:jc w:val="both"/>
      </w:pPr>
      <w:r w:rsidRPr="000247A3">
        <w:rPr>
          <w:rFonts w:eastAsia="Arial"/>
        </w:rPr>
        <w:t>„</w:t>
      </w:r>
      <w:r w:rsidRPr="000247A3">
        <w:t xml:space="preserve">r) přiděluje a </w:t>
      </w:r>
      <w:proofErr w:type="spellStart"/>
      <w:r w:rsidRPr="000247A3">
        <w:t>zneplatňuje</w:t>
      </w:r>
      <w:proofErr w:type="spellEnd"/>
      <w:r w:rsidRPr="000247A3">
        <w:t xml:space="preserve"> přístupové údaje do Informačního systému evidence myslivosti.“.</w:t>
      </w:r>
    </w:p>
    <w:p w:rsidR="00BE11A6" w:rsidRPr="000247A3" w:rsidRDefault="00BE11A6" w:rsidP="00BE11A6">
      <w:pPr>
        <w:jc w:val="both"/>
      </w:pPr>
    </w:p>
    <w:p w:rsidR="00BE11A6" w:rsidRPr="000247A3" w:rsidRDefault="00BE11A6" w:rsidP="00BE11A6">
      <w:pPr>
        <w:pStyle w:val="Odstavecseseznamem"/>
        <w:numPr>
          <w:ilvl w:val="0"/>
          <w:numId w:val="3"/>
        </w:numPr>
        <w:pBdr>
          <w:top w:val="none" w:sz="0" w:space="3" w:color="000000"/>
          <w:left w:val="none" w:sz="0" w:space="20" w:color="000000"/>
          <w:bottom w:val="none" w:sz="0" w:space="3" w:color="000000"/>
          <w:right w:val="none" w:sz="0" w:space="30" w:color="000000"/>
          <w:between w:val="none" w:sz="0" w:space="3" w:color="000000"/>
        </w:pBdr>
        <w:shd w:val="clear" w:color="auto" w:fill="FFFFFF"/>
        <w:suppressAutoHyphens/>
        <w:spacing w:line="276" w:lineRule="auto"/>
        <w:jc w:val="both"/>
      </w:pPr>
      <w:r w:rsidRPr="000247A3">
        <w:rPr>
          <w:rFonts w:eastAsia="Arial"/>
        </w:rPr>
        <w:t xml:space="preserve">Ve čl. I se za bod 52 se vkládá nový bod 53, který zní: </w:t>
      </w:r>
    </w:p>
    <w:p w:rsidR="00BE11A6" w:rsidRPr="000247A3" w:rsidRDefault="00BE11A6" w:rsidP="00BE11A6">
      <w:pPr>
        <w:pBdr>
          <w:top w:val="none" w:sz="0" w:space="3" w:color="000000"/>
          <w:left w:val="none" w:sz="0" w:space="20" w:color="000000"/>
          <w:bottom w:val="none" w:sz="0" w:space="3" w:color="000000"/>
          <w:right w:val="none" w:sz="0" w:space="30" w:color="000000"/>
          <w:between w:val="none" w:sz="0" w:space="3" w:color="000000"/>
        </w:pBdr>
        <w:shd w:val="clear" w:color="auto" w:fill="FFFFFF"/>
        <w:spacing w:line="276" w:lineRule="auto"/>
        <w:ind w:left="993"/>
        <w:jc w:val="both"/>
        <w:rPr>
          <w:rFonts w:eastAsia="Arial"/>
          <w:b/>
        </w:rPr>
      </w:pPr>
      <w:r w:rsidRPr="000247A3">
        <w:rPr>
          <w:rFonts w:eastAsia="Arial"/>
        </w:rPr>
        <w:t>„53. V § 64 odst. 3 písm. c) zní:</w:t>
      </w:r>
    </w:p>
    <w:p w:rsidR="00BE11A6" w:rsidRPr="000247A3" w:rsidRDefault="00BE11A6" w:rsidP="00BE11A6">
      <w:pPr>
        <w:pBdr>
          <w:top w:val="none" w:sz="0" w:space="3" w:color="000000"/>
          <w:left w:val="none" w:sz="0" w:space="20" w:color="000000"/>
          <w:bottom w:val="none" w:sz="0" w:space="3" w:color="000000"/>
          <w:right w:val="none" w:sz="0" w:space="30" w:color="000000"/>
          <w:between w:val="none" w:sz="0" w:space="3" w:color="000000"/>
        </w:pBdr>
        <w:shd w:val="clear" w:color="auto" w:fill="FFFFFF"/>
        <w:spacing w:line="276" w:lineRule="auto"/>
        <w:ind w:left="993"/>
        <w:jc w:val="both"/>
        <w:rPr>
          <w:rFonts w:eastAsia="Arial"/>
        </w:rPr>
      </w:pPr>
      <w:r w:rsidRPr="000247A3">
        <w:rPr>
          <w:rFonts w:eastAsia="Arial"/>
        </w:rPr>
        <w:t>„c) nedodrží povinnost zachovat minimální stavy zvěře stanovenou v § 3 odst. 2, nesplní nebo poruší některou z povinností stanovených v § 11 odst. 3, § 41 až 43, § 45, § 49 odst. 1 nebo v § 51 odst. 1,“.“.</w:t>
      </w:r>
    </w:p>
    <w:p w:rsidR="00BE11A6" w:rsidRPr="000247A3" w:rsidRDefault="00BE11A6" w:rsidP="00BE11A6">
      <w:pPr>
        <w:pBdr>
          <w:top w:val="none" w:sz="0" w:space="3" w:color="000000"/>
          <w:left w:val="none" w:sz="0" w:space="20" w:color="000000"/>
          <w:bottom w:val="none" w:sz="0" w:space="3" w:color="000000"/>
          <w:right w:val="none" w:sz="0" w:space="30" w:color="000000"/>
          <w:between w:val="none" w:sz="0" w:space="3" w:color="000000"/>
        </w:pBdr>
        <w:shd w:val="clear" w:color="auto" w:fill="FFFFFF"/>
        <w:spacing w:line="276" w:lineRule="auto"/>
        <w:ind w:left="993"/>
        <w:jc w:val="both"/>
        <w:rPr>
          <w:rFonts w:eastAsia="Arial"/>
        </w:rPr>
      </w:pPr>
      <w:r w:rsidRPr="000247A3">
        <w:rPr>
          <w:rFonts w:eastAsia="Arial"/>
        </w:rPr>
        <w:t>Následující body a odkazy na ně se přečíslují.</w:t>
      </w:r>
    </w:p>
    <w:p w:rsidR="00BE11A6" w:rsidRPr="000247A3" w:rsidRDefault="00BE11A6" w:rsidP="00BE11A6">
      <w:pPr>
        <w:ind w:left="992"/>
        <w:jc w:val="both"/>
        <w:rPr>
          <w:rFonts w:eastAsia="Arial"/>
        </w:rPr>
      </w:pPr>
    </w:p>
    <w:p w:rsidR="00BE11A6" w:rsidRPr="000247A3" w:rsidRDefault="00BE11A6" w:rsidP="00BE11A6">
      <w:pPr>
        <w:numPr>
          <w:ilvl w:val="0"/>
          <w:numId w:val="3"/>
        </w:numPr>
        <w:jc w:val="both"/>
        <w:rPr>
          <w:rFonts w:eastAsia="Arial"/>
        </w:rPr>
      </w:pPr>
      <w:r w:rsidRPr="000247A3">
        <w:rPr>
          <w:rFonts w:eastAsia="Arial"/>
        </w:rPr>
        <w:t>V čl. I dosavadním bodě 60 v § 68 se text „§ 38 odst. 5“ nahrazuje textem „§ 38b odst. 5“.</w:t>
      </w:r>
    </w:p>
    <w:p w:rsidR="00BE11A6" w:rsidRPr="000247A3" w:rsidRDefault="00BE11A6" w:rsidP="00BE11A6">
      <w:pPr>
        <w:ind w:left="992"/>
        <w:jc w:val="both"/>
        <w:rPr>
          <w:rFonts w:eastAsia="Arial"/>
        </w:rPr>
      </w:pPr>
    </w:p>
    <w:p w:rsidR="00BE11A6" w:rsidRPr="000247A3" w:rsidRDefault="00BE11A6" w:rsidP="00BE11A6">
      <w:pPr>
        <w:pStyle w:val="Odstavecseseznamem"/>
        <w:widowControl w:val="0"/>
        <w:numPr>
          <w:ilvl w:val="0"/>
          <w:numId w:val="3"/>
        </w:numPr>
        <w:suppressAutoHyphens/>
        <w:autoSpaceDE w:val="0"/>
        <w:ind w:left="851" w:hanging="567"/>
        <w:jc w:val="both"/>
      </w:pPr>
      <w:r w:rsidRPr="000247A3">
        <w:rPr>
          <w:rFonts w:eastAsia="Arial"/>
        </w:rPr>
        <w:t xml:space="preserve">  V čl. II Přechodná ustanovení se doplňuje bod 3, který zní:</w:t>
      </w:r>
    </w:p>
    <w:p w:rsidR="00BE11A6" w:rsidRPr="000247A3" w:rsidRDefault="00BE11A6" w:rsidP="00BE11A6">
      <w:pPr>
        <w:pStyle w:val="Odstavecseseznamem"/>
      </w:pPr>
    </w:p>
    <w:p w:rsidR="00BE11A6" w:rsidRPr="000247A3" w:rsidRDefault="00BE11A6" w:rsidP="00BE11A6">
      <w:pPr>
        <w:pStyle w:val="Odstavecseseznamem"/>
        <w:widowControl w:val="0"/>
        <w:autoSpaceDE w:val="0"/>
        <w:ind w:left="993"/>
        <w:jc w:val="both"/>
      </w:pPr>
      <w:r w:rsidRPr="000247A3">
        <w:rPr>
          <w:rFonts w:eastAsia="Arial"/>
        </w:rPr>
        <w:t xml:space="preserve">„3. </w:t>
      </w:r>
      <w:r w:rsidRPr="000247A3">
        <w:t>Lovecké lístky vydané před 30. červnem 2023 pozbývají platnosti k 1. lednu 2024. Orgán státní správy myslivosti po odevzdání loveckého lístku, který podle předchozí věty pozbyl platnosti, vydá jeho držiteli lovecký lístek bez povinnosti uhradit správní poplatek podle zákona o správních poplatcích. Pro vydání loveckého lístku podle tohoto ustanovení se použije § 47 obdobně s tím, že lovecký lístek lze vydat nejpozději 31. prosince 2024.“.</w:t>
      </w:r>
    </w:p>
    <w:p w:rsidR="00BE11A6" w:rsidRPr="000247A3" w:rsidRDefault="00BE11A6" w:rsidP="00BE11A6">
      <w:pPr>
        <w:jc w:val="both"/>
        <w:rPr>
          <w:rFonts w:eastAsia="Arial"/>
        </w:rPr>
      </w:pPr>
    </w:p>
    <w:p w:rsidR="00BE11A6" w:rsidRPr="000247A3" w:rsidRDefault="00BE11A6" w:rsidP="00BE11A6">
      <w:pPr>
        <w:numPr>
          <w:ilvl w:val="0"/>
          <w:numId w:val="3"/>
        </w:numPr>
        <w:jc w:val="both"/>
        <w:rPr>
          <w:rFonts w:eastAsia="Arial"/>
        </w:rPr>
      </w:pPr>
      <w:r w:rsidRPr="000247A3">
        <w:rPr>
          <w:rFonts w:eastAsia="Arial"/>
        </w:rPr>
        <w:t>V čl. IV Účinnost se slova „35, 36, 37, 38, 39, 43, 44, 45, 46, 47, 48, 51 až 60“ nahrazují slovy „22, 36, 37, 38, 39, 40, 41,45, 46, 47, 48, 49, 50, 53 až 62“ a slova „1 roku“ se nahrazují slovy „2 let“.“.</w:t>
      </w:r>
    </w:p>
    <w:p w:rsidR="00BE11A6" w:rsidRPr="000247A3" w:rsidRDefault="00BE11A6" w:rsidP="00BE11A6">
      <w:pPr>
        <w:pStyle w:val="LO-normal"/>
        <w:keepNext/>
        <w:suppressAutoHyphens w:val="0"/>
        <w:spacing w:line="240" w:lineRule="auto"/>
        <w:ind w:left="992"/>
        <w:jc w:val="both"/>
        <w:rPr>
          <w:rFonts w:ascii="Times New Roman" w:hAnsi="Times New Roman" w:cs="Times New Roman"/>
          <w:sz w:val="24"/>
          <w:szCs w:val="24"/>
        </w:rPr>
      </w:pPr>
    </w:p>
    <w:p w:rsidR="00BE11A6" w:rsidRPr="000247A3" w:rsidRDefault="00BE11A6" w:rsidP="00BE11A6">
      <w:pPr>
        <w:pStyle w:val="LO-normal"/>
        <w:keepNext/>
        <w:numPr>
          <w:ilvl w:val="0"/>
          <w:numId w:val="3"/>
        </w:numPr>
        <w:suppressAutoHyphens w:val="0"/>
        <w:spacing w:line="240" w:lineRule="auto"/>
        <w:jc w:val="both"/>
        <w:rPr>
          <w:rFonts w:ascii="Times New Roman" w:hAnsi="Times New Roman" w:cs="Times New Roman"/>
          <w:sz w:val="24"/>
          <w:szCs w:val="24"/>
        </w:rPr>
      </w:pPr>
      <w:r w:rsidRPr="000247A3">
        <w:rPr>
          <w:rFonts w:ascii="Times New Roman" w:hAnsi="Times New Roman" w:cs="Times New Roman"/>
          <w:sz w:val="24"/>
          <w:szCs w:val="24"/>
        </w:rPr>
        <w:t>Dosavadní text návrhu zákona včetně čl. II se označuje jako „ČÁST PRVNÍ“ s názvem „</w:t>
      </w:r>
      <w:r w:rsidRPr="000247A3">
        <w:rPr>
          <w:rFonts w:ascii="Times New Roman" w:hAnsi="Times New Roman" w:cs="Times New Roman"/>
          <w:b/>
          <w:sz w:val="24"/>
          <w:szCs w:val="24"/>
        </w:rPr>
        <w:t>Změna zákona o myslivosti</w:t>
      </w:r>
      <w:r w:rsidRPr="000247A3">
        <w:rPr>
          <w:rFonts w:ascii="Times New Roman" w:hAnsi="Times New Roman" w:cs="Times New Roman"/>
          <w:sz w:val="24"/>
          <w:szCs w:val="24"/>
        </w:rPr>
        <w:t>“.</w:t>
      </w:r>
    </w:p>
    <w:p w:rsidR="00BE11A6" w:rsidRPr="000247A3" w:rsidRDefault="00BE11A6" w:rsidP="00BE11A6">
      <w:pPr>
        <w:pStyle w:val="LO-normal"/>
        <w:keepNext/>
        <w:ind w:left="720"/>
        <w:rPr>
          <w:rFonts w:ascii="Times New Roman" w:hAnsi="Times New Roman" w:cs="Times New Roman"/>
          <w:sz w:val="24"/>
          <w:szCs w:val="24"/>
        </w:rPr>
      </w:pPr>
    </w:p>
    <w:p w:rsidR="00BE11A6" w:rsidRPr="000247A3" w:rsidRDefault="00BE11A6" w:rsidP="00BE11A6">
      <w:pPr>
        <w:pStyle w:val="LO-normal"/>
        <w:keepNext/>
        <w:numPr>
          <w:ilvl w:val="0"/>
          <w:numId w:val="3"/>
        </w:numPr>
        <w:suppressAutoHyphens w:val="0"/>
        <w:spacing w:line="240" w:lineRule="auto"/>
        <w:jc w:val="both"/>
        <w:rPr>
          <w:rFonts w:ascii="Times New Roman" w:hAnsi="Times New Roman" w:cs="Times New Roman"/>
          <w:sz w:val="24"/>
          <w:szCs w:val="24"/>
        </w:rPr>
      </w:pPr>
      <w:r w:rsidRPr="000247A3">
        <w:rPr>
          <w:rFonts w:ascii="Times New Roman" w:hAnsi="Times New Roman" w:cs="Times New Roman"/>
          <w:sz w:val="24"/>
          <w:szCs w:val="24"/>
        </w:rPr>
        <w:t>Za část první upraveného návrhu zákona se vkládá část druhá, která včetně nadpisu zní:</w:t>
      </w:r>
    </w:p>
    <w:p w:rsidR="00BE11A6" w:rsidRPr="000247A3" w:rsidRDefault="00BE11A6" w:rsidP="00BE11A6">
      <w:pPr>
        <w:pStyle w:val="LO-normal"/>
        <w:keepNext/>
        <w:spacing w:line="240" w:lineRule="auto"/>
        <w:ind w:left="720"/>
        <w:rPr>
          <w:rFonts w:ascii="Times New Roman" w:hAnsi="Times New Roman" w:cs="Times New Roman"/>
          <w:sz w:val="24"/>
          <w:szCs w:val="24"/>
        </w:rPr>
      </w:pPr>
      <w:r w:rsidRPr="000247A3">
        <w:rPr>
          <w:rFonts w:ascii="Times New Roman" w:hAnsi="Times New Roman" w:cs="Times New Roman"/>
          <w:sz w:val="24"/>
          <w:szCs w:val="24"/>
        </w:rPr>
        <w:t xml:space="preserve"> </w:t>
      </w:r>
    </w:p>
    <w:p w:rsidR="00BE11A6" w:rsidRPr="000247A3" w:rsidRDefault="00BE11A6" w:rsidP="00BE11A6">
      <w:pPr>
        <w:pStyle w:val="LO-normal"/>
        <w:keepNext/>
        <w:spacing w:line="240" w:lineRule="auto"/>
        <w:ind w:left="720"/>
        <w:jc w:val="center"/>
        <w:rPr>
          <w:rFonts w:ascii="Times New Roman" w:hAnsi="Times New Roman" w:cs="Times New Roman"/>
          <w:sz w:val="24"/>
          <w:szCs w:val="24"/>
        </w:rPr>
      </w:pPr>
      <w:r w:rsidRPr="000247A3">
        <w:rPr>
          <w:rFonts w:ascii="Times New Roman" w:hAnsi="Times New Roman" w:cs="Times New Roman"/>
          <w:sz w:val="24"/>
          <w:szCs w:val="24"/>
        </w:rPr>
        <w:t>„ČÁST DRUHÁ</w:t>
      </w:r>
    </w:p>
    <w:p w:rsidR="00BE11A6" w:rsidRPr="000247A3" w:rsidRDefault="00BE11A6" w:rsidP="00BE11A6">
      <w:pPr>
        <w:pStyle w:val="LO-normal"/>
        <w:keepNext/>
        <w:spacing w:line="240" w:lineRule="auto"/>
        <w:ind w:left="720"/>
        <w:jc w:val="center"/>
        <w:rPr>
          <w:rFonts w:ascii="Times New Roman" w:hAnsi="Times New Roman" w:cs="Times New Roman"/>
          <w:b/>
          <w:sz w:val="24"/>
          <w:szCs w:val="24"/>
        </w:rPr>
      </w:pPr>
    </w:p>
    <w:p w:rsidR="00BE11A6" w:rsidRPr="000247A3" w:rsidRDefault="00BE11A6" w:rsidP="00BE11A6">
      <w:pPr>
        <w:pStyle w:val="LO-normal"/>
        <w:keepNext/>
        <w:spacing w:line="240" w:lineRule="auto"/>
        <w:ind w:left="720"/>
        <w:jc w:val="center"/>
        <w:rPr>
          <w:rFonts w:ascii="Times New Roman" w:hAnsi="Times New Roman" w:cs="Times New Roman"/>
          <w:b/>
          <w:sz w:val="24"/>
          <w:szCs w:val="24"/>
        </w:rPr>
      </w:pPr>
      <w:r w:rsidRPr="000247A3">
        <w:rPr>
          <w:rFonts w:ascii="Times New Roman" w:hAnsi="Times New Roman" w:cs="Times New Roman"/>
          <w:b/>
          <w:sz w:val="24"/>
          <w:szCs w:val="24"/>
        </w:rPr>
        <w:t>Změna lesního zákona</w:t>
      </w:r>
    </w:p>
    <w:p w:rsidR="00BE11A6" w:rsidRPr="000247A3" w:rsidRDefault="00BE11A6" w:rsidP="00BE11A6">
      <w:pPr>
        <w:pStyle w:val="LO-normal"/>
        <w:keepNext/>
        <w:spacing w:line="240" w:lineRule="auto"/>
        <w:rPr>
          <w:rFonts w:ascii="Times New Roman" w:hAnsi="Times New Roman" w:cs="Times New Roman"/>
          <w:sz w:val="24"/>
          <w:szCs w:val="24"/>
        </w:rPr>
      </w:pPr>
      <w:r w:rsidRPr="000247A3">
        <w:rPr>
          <w:rFonts w:ascii="Times New Roman" w:hAnsi="Times New Roman" w:cs="Times New Roman"/>
          <w:sz w:val="24"/>
          <w:szCs w:val="24"/>
        </w:rPr>
        <w:t xml:space="preserve"> </w:t>
      </w:r>
    </w:p>
    <w:p w:rsidR="00BE11A6" w:rsidRPr="000247A3" w:rsidRDefault="00BE11A6" w:rsidP="00BE11A6">
      <w:pPr>
        <w:pStyle w:val="LO-normal"/>
        <w:keepNext/>
        <w:spacing w:line="240" w:lineRule="auto"/>
        <w:ind w:left="720"/>
        <w:jc w:val="center"/>
        <w:rPr>
          <w:rFonts w:ascii="Times New Roman" w:hAnsi="Times New Roman" w:cs="Times New Roman"/>
          <w:sz w:val="24"/>
          <w:szCs w:val="24"/>
        </w:rPr>
      </w:pPr>
      <w:r w:rsidRPr="000247A3">
        <w:rPr>
          <w:rFonts w:ascii="Times New Roman" w:hAnsi="Times New Roman" w:cs="Times New Roman"/>
          <w:sz w:val="24"/>
          <w:szCs w:val="24"/>
        </w:rPr>
        <w:t>Čl. III</w:t>
      </w:r>
    </w:p>
    <w:p w:rsidR="00BE11A6" w:rsidRPr="000247A3" w:rsidRDefault="00BE11A6" w:rsidP="00BE11A6">
      <w:pPr>
        <w:pStyle w:val="LO-normal"/>
        <w:keepNext/>
        <w:spacing w:line="240" w:lineRule="auto"/>
        <w:ind w:left="720"/>
        <w:jc w:val="center"/>
        <w:rPr>
          <w:rFonts w:ascii="Times New Roman" w:hAnsi="Times New Roman" w:cs="Times New Roman"/>
          <w:sz w:val="24"/>
          <w:szCs w:val="24"/>
        </w:rPr>
      </w:pPr>
      <w:r w:rsidRPr="000247A3">
        <w:rPr>
          <w:rFonts w:ascii="Times New Roman" w:hAnsi="Times New Roman" w:cs="Times New Roman"/>
          <w:sz w:val="24"/>
          <w:szCs w:val="24"/>
        </w:rPr>
        <w:t xml:space="preserve"> </w:t>
      </w:r>
    </w:p>
    <w:p w:rsidR="00BE11A6" w:rsidRPr="000247A3" w:rsidRDefault="00BE11A6" w:rsidP="00BE11A6">
      <w:pPr>
        <w:pStyle w:val="LO-normal"/>
        <w:keepNext/>
        <w:spacing w:line="240" w:lineRule="auto"/>
        <w:ind w:left="993"/>
        <w:jc w:val="both"/>
        <w:rPr>
          <w:rFonts w:ascii="Times New Roman" w:hAnsi="Times New Roman" w:cs="Times New Roman"/>
          <w:sz w:val="24"/>
          <w:szCs w:val="24"/>
        </w:rPr>
      </w:pPr>
      <w:r w:rsidRPr="000247A3">
        <w:rPr>
          <w:rFonts w:ascii="Times New Roman" w:hAnsi="Times New Roman" w:cs="Times New Roman"/>
          <w:sz w:val="24"/>
          <w:szCs w:val="24"/>
        </w:rPr>
        <w:t>Zákon č. 289/1995 Sb., o lesích a o změně a doplnění některých zákonů (lesní zákon), ve znění zákona č. 238/1999 Sb., zákona č.  67/2000 Sb., zákona č.  132/2000 Sb., zákona č.  76/2002 Sb., zákona č. 320/2002 Sb., zákona č. 149/2003 Sb., zákona č.  /2005 Sb., zákona č. 444/2005 Sb., zákona č. 186/2006 Sb., zákona č. 222/2006 Sb., zákona č. 124/2008 Sb., zákona č.  167/2008 Sb., zákona č. 223/2009 Sb., zákona č. 227/2009 Sb., zákona č. 281/2009 Sb., zákona č. 501/2012 Sb., zákona č. 503/2012 Sb., zákona č. 280/2013 Sb., zákona č. 344/2013 Sb., zákona č. 64/2014 Sb., zákona č. 15/2015 Sb., zákona č. 250/2016 Sb., zákona č. 62/2017 Sb., zákona č. 183/2017 Sb., zákona č. 225/2017 Sb., zákona č. 90/2019 Sb., zákona č. 314/2019 Sb., zákona č. 403/2020 Sb., zákona č. 609/2020 Sb. a zákona č.        /2021 Sb., se mění takto:</w:t>
      </w:r>
    </w:p>
    <w:p w:rsidR="00BE11A6" w:rsidRPr="000247A3" w:rsidRDefault="00BE11A6" w:rsidP="00BE11A6">
      <w:pPr>
        <w:pStyle w:val="LO-normal"/>
        <w:spacing w:line="240" w:lineRule="auto"/>
        <w:ind w:left="993"/>
        <w:jc w:val="both"/>
        <w:rPr>
          <w:rFonts w:ascii="Times New Roman" w:hAnsi="Times New Roman" w:cs="Times New Roman"/>
          <w:sz w:val="24"/>
          <w:szCs w:val="24"/>
        </w:rPr>
      </w:pPr>
      <w:r w:rsidRPr="000247A3">
        <w:rPr>
          <w:rFonts w:ascii="Times New Roman" w:hAnsi="Times New Roman" w:cs="Times New Roman"/>
          <w:sz w:val="24"/>
          <w:szCs w:val="24"/>
        </w:rPr>
        <w:t xml:space="preserve"> </w:t>
      </w:r>
    </w:p>
    <w:p w:rsidR="00BE11A6" w:rsidRPr="000247A3" w:rsidRDefault="00BE11A6" w:rsidP="00BE11A6">
      <w:pPr>
        <w:pStyle w:val="LO-normal"/>
        <w:spacing w:line="240" w:lineRule="auto"/>
        <w:ind w:left="993"/>
        <w:jc w:val="both"/>
        <w:rPr>
          <w:rFonts w:ascii="Times New Roman" w:hAnsi="Times New Roman" w:cs="Times New Roman"/>
          <w:sz w:val="24"/>
          <w:szCs w:val="24"/>
        </w:rPr>
      </w:pPr>
      <w:r w:rsidRPr="000247A3">
        <w:rPr>
          <w:rFonts w:ascii="Times New Roman" w:hAnsi="Times New Roman" w:cs="Times New Roman"/>
          <w:sz w:val="24"/>
          <w:szCs w:val="24"/>
        </w:rPr>
        <w:t xml:space="preserve">1. § 28 včetně nadpisu zní: </w:t>
      </w:r>
    </w:p>
    <w:p w:rsidR="00BE11A6" w:rsidRPr="000247A3" w:rsidRDefault="00BE11A6" w:rsidP="00BE11A6">
      <w:pPr>
        <w:keepNext/>
        <w:ind w:left="993"/>
        <w:jc w:val="center"/>
        <w:rPr>
          <w:iCs/>
        </w:rPr>
      </w:pPr>
      <w:r w:rsidRPr="000247A3">
        <w:rPr>
          <w:iCs/>
        </w:rPr>
        <w:t>„§ 28</w:t>
      </w:r>
    </w:p>
    <w:p w:rsidR="00BE11A6" w:rsidRPr="000247A3" w:rsidRDefault="00BE11A6" w:rsidP="00BE11A6">
      <w:pPr>
        <w:keepNext/>
        <w:ind w:left="993"/>
        <w:jc w:val="center"/>
        <w:rPr>
          <w:b/>
          <w:iCs/>
        </w:rPr>
      </w:pPr>
    </w:p>
    <w:p w:rsidR="00BE11A6" w:rsidRPr="000247A3" w:rsidRDefault="00BE11A6" w:rsidP="00BE11A6">
      <w:pPr>
        <w:keepNext/>
        <w:ind w:left="993"/>
        <w:jc w:val="center"/>
        <w:rPr>
          <w:b/>
          <w:iCs/>
        </w:rPr>
      </w:pPr>
      <w:r w:rsidRPr="000247A3">
        <w:rPr>
          <w:b/>
          <w:iCs/>
        </w:rPr>
        <w:t>Inventarizace lesů</w:t>
      </w:r>
    </w:p>
    <w:p w:rsidR="00BE11A6" w:rsidRPr="000247A3" w:rsidRDefault="00BE11A6" w:rsidP="00BE11A6">
      <w:pPr>
        <w:keepNext/>
        <w:ind w:left="993"/>
        <w:jc w:val="center"/>
        <w:rPr>
          <w:iCs/>
        </w:rPr>
      </w:pPr>
    </w:p>
    <w:p w:rsidR="00BE11A6" w:rsidRPr="000247A3" w:rsidRDefault="00BE11A6" w:rsidP="00BE11A6">
      <w:pPr>
        <w:keepNext/>
        <w:ind w:left="993"/>
        <w:rPr>
          <w:iCs/>
        </w:rPr>
      </w:pPr>
      <w:r w:rsidRPr="000247A3">
        <w:rPr>
          <w:i/>
          <w:iCs/>
        </w:rPr>
        <w:tab/>
      </w:r>
      <w:r w:rsidRPr="000247A3">
        <w:rPr>
          <w:iCs/>
        </w:rPr>
        <w:t>(1) Inventarizace lesů je průběžné zjišťování skutečného stavu lesů na území státu pověřenou osobou.</w:t>
      </w:r>
    </w:p>
    <w:p w:rsidR="00BE11A6" w:rsidRPr="000247A3" w:rsidRDefault="00BE11A6" w:rsidP="00BE11A6">
      <w:pPr>
        <w:keepNext/>
        <w:ind w:left="993"/>
        <w:rPr>
          <w:iCs/>
        </w:rPr>
      </w:pPr>
    </w:p>
    <w:p w:rsidR="00BE11A6" w:rsidRPr="000247A3" w:rsidRDefault="00BE11A6" w:rsidP="00BE11A6">
      <w:pPr>
        <w:keepNext/>
        <w:ind w:left="993"/>
      </w:pPr>
      <w:r w:rsidRPr="000247A3">
        <w:rPr>
          <w:iCs/>
        </w:rPr>
        <w:tab/>
      </w:r>
      <w:r w:rsidRPr="000247A3">
        <w:t>(2) Pověřenou osobou ve smyslu odstavce 1 se rozumí právnická osoba nebo organizační složka státu pověřená ministerstvem.</w:t>
      </w:r>
    </w:p>
    <w:p w:rsidR="00BE11A6" w:rsidRPr="000247A3" w:rsidRDefault="00BE11A6" w:rsidP="00BE11A6">
      <w:pPr>
        <w:ind w:left="993"/>
        <w:rPr>
          <w:iCs/>
        </w:rPr>
      </w:pPr>
    </w:p>
    <w:p w:rsidR="00BE11A6" w:rsidRPr="000247A3" w:rsidRDefault="00BE11A6" w:rsidP="00BE11A6">
      <w:pPr>
        <w:ind w:left="993"/>
        <w:rPr>
          <w:iCs/>
        </w:rPr>
      </w:pPr>
      <w:r w:rsidRPr="000247A3">
        <w:rPr>
          <w:iCs/>
        </w:rPr>
        <w:t xml:space="preserve"> </w:t>
      </w:r>
      <w:r w:rsidRPr="000247A3">
        <w:rPr>
          <w:iCs/>
        </w:rPr>
        <w:tab/>
        <w:t>(3) Náklady inventarizace lesů hradí stát.</w:t>
      </w:r>
    </w:p>
    <w:p w:rsidR="00BE11A6" w:rsidRPr="000247A3" w:rsidRDefault="00BE11A6" w:rsidP="00BE11A6">
      <w:pPr>
        <w:ind w:left="993"/>
        <w:rPr>
          <w:iCs/>
        </w:rPr>
      </w:pPr>
    </w:p>
    <w:p w:rsidR="00BE11A6" w:rsidRPr="000247A3" w:rsidRDefault="00BE11A6" w:rsidP="00BE11A6">
      <w:pPr>
        <w:ind w:left="993"/>
        <w:jc w:val="both"/>
        <w:rPr>
          <w:iCs/>
        </w:rPr>
      </w:pPr>
      <w:r w:rsidRPr="000247A3">
        <w:rPr>
          <w:iCs/>
        </w:rPr>
        <w:t xml:space="preserve"> </w:t>
      </w:r>
      <w:r w:rsidRPr="000247A3">
        <w:rPr>
          <w:iCs/>
        </w:rPr>
        <w:tab/>
        <w:t xml:space="preserve">(4) Vlastník lesa je povinen strpět provádění potřebných úkonů spojených </w:t>
      </w:r>
      <w:r w:rsidRPr="000247A3">
        <w:rPr>
          <w:iCs/>
        </w:rPr>
        <w:br/>
        <w:t>s inventarizací lesů a poskytovat nezbytné údaje orgánům státní správy lesů a pověřené osobě provádějící inventarizaci lesů.</w:t>
      </w:r>
    </w:p>
    <w:p w:rsidR="00BE11A6" w:rsidRPr="000247A3" w:rsidRDefault="00BE11A6" w:rsidP="00BE11A6">
      <w:pPr>
        <w:ind w:left="993"/>
        <w:jc w:val="both"/>
        <w:rPr>
          <w:iCs/>
        </w:rPr>
      </w:pPr>
    </w:p>
    <w:p w:rsidR="00BE11A6" w:rsidRPr="000247A3" w:rsidRDefault="00BE11A6" w:rsidP="00BE11A6">
      <w:pPr>
        <w:ind w:left="993"/>
        <w:rPr>
          <w:iCs/>
        </w:rPr>
      </w:pPr>
      <w:r w:rsidRPr="000247A3">
        <w:rPr>
          <w:iCs/>
        </w:rPr>
        <w:t xml:space="preserve">   </w:t>
      </w:r>
      <w:r w:rsidRPr="000247A3">
        <w:rPr>
          <w:iCs/>
        </w:rPr>
        <w:tab/>
        <w:t>(5) Ministerstvo stanoví vyhláškou rozsah a podrobnosti inventarizace lesů.“.</w:t>
      </w:r>
    </w:p>
    <w:p w:rsidR="00BE11A6" w:rsidRPr="000247A3" w:rsidRDefault="00BE11A6" w:rsidP="00BE11A6">
      <w:pPr>
        <w:ind w:left="993"/>
        <w:rPr>
          <w:iCs/>
        </w:rPr>
      </w:pPr>
    </w:p>
    <w:p w:rsidR="00BE11A6" w:rsidRPr="000247A3" w:rsidRDefault="00BE11A6" w:rsidP="00BE11A6">
      <w:pPr>
        <w:autoSpaceDN w:val="0"/>
        <w:ind w:left="1416"/>
        <w:jc w:val="both"/>
        <w:textAlignment w:val="baseline"/>
        <w:rPr>
          <w:iCs/>
        </w:rPr>
      </w:pPr>
      <w:r w:rsidRPr="000247A3">
        <w:rPr>
          <w:iCs/>
        </w:rPr>
        <w:t xml:space="preserve">2. § 39 odst. 2 zní: </w:t>
      </w:r>
    </w:p>
    <w:p w:rsidR="00BE11A6" w:rsidRPr="000247A3" w:rsidRDefault="00BE11A6" w:rsidP="00BE11A6">
      <w:pPr>
        <w:autoSpaceDN w:val="0"/>
        <w:ind w:left="1416"/>
        <w:jc w:val="both"/>
        <w:textAlignment w:val="baseline"/>
        <w:rPr>
          <w:rFonts w:eastAsia="Times New Roman"/>
          <w:bCs/>
          <w:lang w:eastAsia="cs-CZ"/>
        </w:rPr>
      </w:pPr>
      <w:r w:rsidRPr="000247A3">
        <w:rPr>
          <w:rFonts w:eastAsia="Times New Roman"/>
          <w:bCs/>
          <w:lang w:eastAsia="cs-CZ"/>
        </w:rPr>
        <w:t>„(2) Lesní stráž je při své činnosti oprávněna</w:t>
      </w:r>
    </w:p>
    <w:p w:rsidR="00BE11A6" w:rsidRPr="000247A3" w:rsidRDefault="00BE11A6" w:rsidP="00BE11A6">
      <w:pPr>
        <w:autoSpaceDN w:val="0"/>
        <w:ind w:left="1416"/>
        <w:jc w:val="both"/>
        <w:textAlignment w:val="baseline"/>
        <w:rPr>
          <w:rFonts w:eastAsia="Times New Roman"/>
          <w:bCs/>
          <w:lang w:eastAsia="cs-CZ"/>
        </w:rPr>
      </w:pPr>
      <w:r w:rsidRPr="000247A3">
        <w:rPr>
          <w:rFonts w:eastAsia="Times New Roman"/>
          <w:bCs/>
          <w:lang w:eastAsia="cs-CZ"/>
        </w:rPr>
        <w:t>a) zastavit dopravní prostředek, je-li důvodné podezření, že osoba užívající dopravní prostředek porušuje ustanovení tohoto zákona,</w:t>
      </w:r>
    </w:p>
    <w:p w:rsidR="00BE11A6" w:rsidRPr="000247A3" w:rsidRDefault="00BE11A6" w:rsidP="00BE11A6">
      <w:pPr>
        <w:autoSpaceDN w:val="0"/>
        <w:ind w:left="1416"/>
        <w:jc w:val="both"/>
        <w:textAlignment w:val="baseline"/>
        <w:rPr>
          <w:rFonts w:eastAsia="Times New Roman"/>
          <w:bCs/>
          <w:lang w:eastAsia="cs-CZ"/>
        </w:rPr>
      </w:pPr>
      <w:r w:rsidRPr="000247A3">
        <w:rPr>
          <w:rFonts w:eastAsia="Times New Roman"/>
          <w:bCs/>
          <w:lang w:eastAsia="cs-CZ"/>
        </w:rPr>
        <w:t>b) v souvislosti s výkonem dohledu dle § 39 odst. 1 písm. b) požadovat předložení souhlasu nebo výjimky vlastníka lesa pro příslušnou činnost,</w:t>
      </w:r>
    </w:p>
    <w:p w:rsidR="00BE11A6" w:rsidRPr="000247A3" w:rsidRDefault="00BE11A6" w:rsidP="00BE11A6">
      <w:pPr>
        <w:autoSpaceDN w:val="0"/>
        <w:ind w:left="1416"/>
        <w:jc w:val="both"/>
        <w:textAlignment w:val="baseline"/>
        <w:rPr>
          <w:rFonts w:eastAsia="Times New Roman"/>
          <w:bCs/>
          <w:lang w:eastAsia="cs-CZ"/>
        </w:rPr>
      </w:pPr>
      <w:r w:rsidRPr="000247A3">
        <w:rPr>
          <w:rFonts w:eastAsia="Times New Roman"/>
          <w:bCs/>
          <w:lang w:eastAsia="cs-CZ"/>
        </w:rPr>
        <w:t>c) zjistit totožnost osoby, která při obecném užívání lesa porušuje ustanovení tohoto zákona,</w:t>
      </w:r>
    </w:p>
    <w:p w:rsidR="00BE11A6" w:rsidRPr="000247A3" w:rsidRDefault="00BE11A6" w:rsidP="00BE11A6">
      <w:pPr>
        <w:autoSpaceDN w:val="0"/>
        <w:ind w:left="1416"/>
        <w:jc w:val="both"/>
        <w:textAlignment w:val="baseline"/>
        <w:rPr>
          <w:rFonts w:eastAsia="Times New Roman"/>
          <w:bCs/>
          <w:lang w:eastAsia="cs-CZ"/>
        </w:rPr>
      </w:pPr>
      <w:r w:rsidRPr="000247A3">
        <w:rPr>
          <w:rFonts w:eastAsia="Times New Roman"/>
          <w:bCs/>
          <w:lang w:eastAsia="cs-CZ"/>
        </w:rPr>
        <w:t>d) pořídit zvukový, obrazový nebo jiný záznam osob a věcí nacházejících se na veřejně přístupném místě a zvukový, obrazový nebo jiný záznam o průběhu úkonu, je-li to nezbytné pro plnění jejího úkolu,</w:t>
      </w:r>
    </w:p>
    <w:p w:rsidR="00BE11A6" w:rsidRPr="000247A3" w:rsidRDefault="00BE11A6" w:rsidP="00BE11A6">
      <w:pPr>
        <w:autoSpaceDN w:val="0"/>
        <w:ind w:left="1416"/>
        <w:jc w:val="both"/>
        <w:textAlignment w:val="baseline"/>
        <w:rPr>
          <w:rFonts w:eastAsia="Times New Roman"/>
          <w:bCs/>
          <w:lang w:eastAsia="cs-CZ"/>
        </w:rPr>
      </w:pPr>
      <w:r w:rsidRPr="000247A3">
        <w:rPr>
          <w:rFonts w:eastAsia="Times New Roman"/>
          <w:bCs/>
          <w:lang w:eastAsia="cs-CZ"/>
        </w:rPr>
        <w:t>e) projednat příkazem na místě přestupky podle § 53 tohoto zákona,</w:t>
      </w:r>
    </w:p>
    <w:p w:rsidR="00BE11A6" w:rsidRPr="000247A3" w:rsidRDefault="00BE11A6" w:rsidP="00BE11A6">
      <w:pPr>
        <w:autoSpaceDN w:val="0"/>
        <w:ind w:left="1416"/>
        <w:jc w:val="both"/>
        <w:textAlignment w:val="baseline"/>
        <w:rPr>
          <w:rFonts w:eastAsia="Times New Roman"/>
          <w:bCs/>
          <w:lang w:eastAsia="cs-CZ"/>
        </w:rPr>
      </w:pPr>
      <w:r w:rsidRPr="000247A3">
        <w:rPr>
          <w:rFonts w:eastAsia="Times New Roman"/>
          <w:bCs/>
          <w:lang w:eastAsia="cs-CZ"/>
        </w:rPr>
        <w:t>f) zadržet osobu, která při obecném užívání lesa porušuje ustanovení tohoto zákona, nelze-li jinak zjistit její totožnost, a bezodkladně přivolat orgán Policie České republiky nebo zadrženou osobu bezodkladně orgánu Policie České republiky předvést,</w:t>
      </w:r>
    </w:p>
    <w:p w:rsidR="00BE11A6" w:rsidRPr="000247A3" w:rsidRDefault="00BE11A6" w:rsidP="00BE11A6">
      <w:pPr>
        <w:autoSpaceDN w:val="0"/>
        <w:ind w:left="1416"/>
        <w:jc w:val="both"/>
        <w:textAlignment w:val="baseline"/>
        <w:rPr>
          <w:rFonts w:eastAsia="Times New Roman"/>
          <w:bCs/>
          <w:lang w:eastAsia="cs-CZ"/>
        </w:rPr>
      </w:pPr>
      <w:r w:rsidRPr="000247A3">
        <w:rPr>
          <w:rFonts w:eastAsia="Times New Roman"/>
          <w:bCs/>
          <w:lang w:eastAsia="cs-CZ"/>
        </w:rPr>
        <w:t>g) požadovat pomoc nebo součinnost orgánů Policie České republiky, popřípadě obecní policie, pokud nemůže splnění svých povinností zajistit vlastními silami a prostředky.“.“.</w:t>
      </w:r>
    </w:p>
    <w:p w:rsidR="00BE11A6" w:rsidRPr="000247A3" w:rsidRDefault="00BE11A6" w:rsidP="00BE11A6">
      <w:pPr>
        <w:autoSpaceDN w:val="0"/>
        <w:jc w:val="both"/>
        <w:textAlignment w:val="baseline"/>
        <w:rPr>
          <w:rFonts w:eastAsia="Times New Roman"/>
          <w:bCs/>
          <w:lang w:eastAsia="cs-CZ"/>
        </w:rPr>
      </w:pPr>
    </w:p>
    <w:p w:rsidR="00BE11A6" w:rsidRPr="000247A3" w:rsidRDefault="00BE11A6" w:rsidP="00BE11A6">
      <w:pPr>
        <w:autoSpaceDN w:val="0"/>
        <w:ind w:firstLine="993"/>
        <w:jc w:val="both"/>
        <w:textAlignment w:val="baseline"/>
        <w:rPr>
          <w:rFonts w:eastAsia="Times New Roman"/>
          <w:bCs/>
          <w:lang w:eastAsia="cs-CZ"/>
        </w:rPr>
      </w:pPr>
      <w:r w:rsidRPr="000247A3">
        <w:rPr>
          <w:rFonts w:eastAsia="Times New Roman"/>
          <w:bCs/>
          <w:lang w:eastAsia="cs-CZ"/>
        </w:rPr>
        <w:tab/>
        <w:t>Čl. III a čl. IV se přečíslují na čl. IV a čl. V.</w:t>
      </w:r>
    </w:p>
    <w:p w:rsidR="00BE11A6" w:rsidRPr="000247A3" w:rsidRDefault="00BE11A6" w:rsidP="00BE11A6">
      <w:pPr>
        <w:ind w:left="993"/>
        <w:rPr>
          <w:iCs/>
        </w:rPr>
      </w:pPr>
    </w:p>
    <w:p w:rsidR="00BE11A6" w:rsidRPr="000247A3" w:rsidRDefault="00BE11A6" w:rsidP="00BE11A6">
      <w:pPr>
        <w:ind w:left="993"/>
        <w:rPr>
          <w:iCs/>
        </w:rPr>
      </w:pPr>
      <w:r w:rsidRPr="000247A3">
        <w:rPr>
          <w:iCs/>
        </w:rPr>
        <w:t>2.  V § 49 odst. 3 se za písmeno g) vkládá nové písmeno h), které zní:</w:t>
      </w:r>
    </w:p>
    <w:p w:rsidR="00BE11A6" w:rsidRPr="000247A3" w:rsidRDefault="00BE11A6" w:rsidP="00BE11A6">
      <w:pPr>
        <w:ind w:left="993"/>
        <w:jc w:val="both"/>
      </w:pPr>
    </w:p>
    <w:p w:rsidR="00BE11A6" w:rsidRPr="000247A3" w:rsidRDefault="00BE11A6" w:rsidP="00BE11A6">
      <w:pPr>
        <w:ind w:left="993"/>
        <w:jc w:val="both"/>
      </w:pPr>
      <w:r w:rsidRPr="000247A3">
        <w:t>„h) pověřuje právnickou osobu nebo organizační složku státu prováděním inventarizace lesů (§ 28 odst. 2),“.</w:t>
      </w:r>
    </w:p>
    <w:p w:rsidR="00BE11A6" w:rsidRPr="000247A3" w:rsidRDefault="00BE11A6" w:rsidP="00BE11A6">
      <w:pPr>
        <w:ind w:left="993"/>
      </w:pPr>
    </w:p>
    <w:p w:rsidR="00BE11A6" w:rsidRPr="000247A3" w:rsidRDefault="00BE11A6" w:rsidP="00BE11A6">
      <w:pPr>
        <w:ind w:left="993"/>
        <w:rPr>
          <w:iCs/>
        </w:rPr>
      </w:pPr>
      <w:r w:rsidRPr="000247A3">
        <w:t>Dosavadní písmena se posouvají.“.</w:t>
      </w:r>
    </w:p>
    <w:p w:rsidR="00BE11A6" w:rsidRPr="000247A3" w:rsidRDefault="00BE11A6" w:rsidP="00BE11A6">
      <w:pPr>
        <w:pStyle w:val="LO-normal"/>
        <w:keepNext/>
        <w:spacing w:line="240" w:lineRule="auto"/>
        <w:ind w:left="740"/>
        <w:jc w:val="both"/>
        <w:rPr>
          <w:rFonts w:ascii="Times New Roman" w:hAnsi="Times New Roman" w:cs="Times New Roman"/>
          <w:color w:val="auto"/>
          <w:sz w:val="24"/>
          <w:szCs w:val="24"/>
        </w:rPr>
      </w:pPr>
    </w:p>
    <w:p w:rsidR="00BE11A6" w:rsidRPr="000247A3" w:rsidRDefault="00BE11A6" w:rsidP="00BE11A6">
      <w:pPr>
        <w:pStyle w:val="LO-normal"/>
        <w:keepNext/>
        <w:numPr>
          <w:ilvl w:val="0"/>
          <w:numId w:val="3"/>
        </w:numPr>
        <w:suppressAutoHyphens w:val="0"/>
        <w:spacing w:line="240" w:lineRule="auto"/>
        <w:rPr>
          <w:rFonts w:ascii="Times New Roman" w:hAnsi="Times New Roman" w:cs="Times New Roman"/>
          <w:sz w:val="24"/>
          <w:szCs w:val="24"/>
        </w:rPr>
      </w:pPr>
      <w:r w:rsidRPr="000247A3">
        <w:rPr>
          <w:rFonts w:ascii="Times New Roman" w:hAnsi="Times New Roman" w:cs="Times New Roman"/>
          <w:sz w:val="24"/>
          <w:szCs w:val="24"/>
        </w:rPr>
        <w:t>Za část druhou se doplňuje část třetí, která včetně nadpisu zní:</w:t>
      </w:r>
    </w:p>
    <w:p w:rsidR="00BE11A6" w:rsidRPr="000247A3" w:rsidRDefault="00BE11A6" w:rsidP="00BE11A6">
      <w:pPr>
        <w:pStyle w:val="LO-normal"/>
        <w:keepNext/>
        <w:spacing w:line="240" w:lineRule="auto"/>
        <w:ind w:left="567"/>
        <w:jc w:val="center"/>
        <w:rPr>
          <w:rFonts w:ascii="Times New Roman" w:hAnsi="Times New Roman" w:cs="Times New Roman"/>
          <w:sz w:val="24"/>
          <w:szCs w:val="24"/>
        </w:rPr>
      </w:pPr>
    </w:p>
    <w:p w:rsidR="00BE11A6" w:rsidRPr="000247A3" w:rsidRDefault="00BE11A6" w:rsidP="00BE11A6">
      <w:pPr>
        <w:pStyle w:val="LO-normal"/>
        <w:keepNext/>
        <w:spacing w:line="240" w:lineRule="auto"/>
        <w:ind w:left="567"/>
        <w:jc w:val="center"/>
        <w:rPr>
          <w:rFonts w:ascii="Times New Roman" w:hAnsi="Times New Roman" w:cs="Times New Roman"/>
          <w:sz w:val="24"/>
          <w:szCs w:val="24"/>
        </w:rPr>
      </w:pPr>
      <w:r w:rsidRPr="000247A3">
        <w:rPr>
          <w:rFonts w:ascii="Times New Roman" w:hAnsi="Times New Roman" w:cs="Times New Roman"/>
          <w:sz w:val="24"/>
          <w:szCs w:val="24"/>
        </w:rPr>
        <w:t>„ČÁST TŘETÍ</w:t>
      </w:r>
    </w:p>
    <w:p w:rsidR="00BE11A6" w:rsidRPr="000247A3" w:rsidRDefault="00BE11A6" w:rsidP="00BE11A6">
      <w:pPr>
        <w:pStyle w:val="LO-normal"/>
        <w:keepNext/>
        <w:spacing w:line="240" w:lineRule="auto"/>
        <w:ind w:left="567"/>
        <w:jc w:val="center"/>
        <w:rPr>
          <w:rFonts w:ascii="Times New Roman" w:hAnsi="Times New Roman" w:cs="Times New Roman"/>
          <w:b/>
          <w:sz w:val="24"/>
          <w:szCs w:val="24"/>
        </w:rPr>
      </w:pPr>
    </w:p>
    <w:p w:rsidR="00BE11A6" w:rsidRPr="000247A3" w:rsidRDefault="00BE11A6" w:rsidP="00BE11A6">
      <w:pPr>
        <w:pStyle w:val="LO-normal"/>
        <w:keepNext/>
        <w:spacing w:line="240" w:lineRule="auto"/>
        <w:ind w:left="567"/>
        <w:jc w:val="center"/>
        <w:rPr>
          <w:rFonts w:ascii="Times New Roman" w:hAnsi="Times New Roman" w:cs="Times New Roman"/>
          <w:b/>
          <w:sz w:val="24"/>
          <w:szCs w:val="24"/>
        </w:rPr>
      </w:pPr>
      <w:r w:rsidRPr="000247A3">
        <w:rPr>
          <w:rFonts w:ascii="Times New Roman" w:hAnsi="Times New Roman" w:cs="Times New Roman"/>
          <w:b/>
          <w:sz w:val="24"/>
          <w:szCs w:val="24"/>
        </w:rPr>
        <w:t>Změna zákona na ochranu zvířat proti týrání</w:t>
      </w:r>
    </w:p>
    <w:p w:rsidR="00BE11A6" w:rsidRPr="000247A3" w:rsidRDefault="00BE11A6" w:rsidP="00BE11A6">
      <w:pPr>
        <w:pStyle w:val="LO-normal"/>
        <w:keepNext/>
        <w:spacing w:line="240" w:lineRule="auto"/>
        <w:ind w:left="567"/>
        <w:jc w:val="center"/>
        <w:rPr>
          <w:rFonts w:ascii="Times New Roman" w:hAnsi="Times New Roman" w:cs="Times New Roman"/>
          <w:sz w:val="24"/>
          <w:szCs w:val="24"/>
        </w:rPr>
      </w:pPr>
    </w:p>
    <w:p w:rsidR="00BE11A6" w:rsidRPr="000247A3" w:rsidRDefault="00BE11A6" w:rsidP="00BE11A6">
      <w:pPr>
        <w:pStyle w:val="LO-normal"/>
        <w:keepNext/>
        <w:spacing w:line="240" w:lineRule="auto"/>
        <w:ind w:left="567"/>
        <w:jc w:val="center"/>
        <w:rPr>
          <w:rFonts w:ascii="Times New Roman" w:hAnsi="Times New Roman" w:cs="Times New Roman"/>
          <w:sz w:val="24"/>
          <w:szCs w:val="24"/>
        </w:rPr>
      </w:pPr>
      <w:r w:rsidRPr="000247A3">
        <w:rPr>
          <w:rFonts w:ascii="Times New Roman" w:hAnsi="Times New Roman" w:cs="Times New Roman"/>
          <w:sz w:val="24"/>
          <w:szCs w:val="24"/>
        </w:rPr>
        <w:t>Čl. IV</w:t>
      </w:r>
    </w:p>
    <w:p w:rsidR="00BE11A6" w:rsidRPr="000247A3" w:rsidRDefault="00BE11A6" w:rsidP="00BE11A6">
      <w:pPr>
        <w:pStyle w:val="LO-normal"/>
        <w:keepNext/>
        <w:spacing w:line="240" w:lineRule="auto"/>
        <w:ind w:left="567"/>
        <w:jc w:val="center"/>
        <w:rPr>
          <w:rFonts w:ascii="Times New Roman" w:hAnsi="Times New Roman" w:cs="Times New Roman"/>
          <w:sz w:val="24"/>
          <w:szCs w:val="24"/>
        </w:rPr>
      </w:pPr>
    </w:p>
    <w:p w:rsidR="00BE11A6" w:rsidRPr="000247A3" w:rsidRDefault="00BE11A6" w:rsidP="00BE11A6">
      <w:pPr>
        <w:keepNext/>
        <w:ind w:left="993"/>
        <w:jc w:val="both"/>
      </w:pPr>
      <w:r w:rsidRPr="000247A3">
        <w:t>Zákon č. 246/1992 Sb., na ochranu zvířat proti týrání, ve znění zákona č. 162/1993 Sb., zákona č. 193/1994 Sb., zákona č. 243/1997 Sb., nálezu Ústavního soudu, vyhlášeného pod č. 30/1998 Sb., zákona č. 77/2004 Sb., zákona č. 413/2005 Sb., zákona č. 77/2006 Sb., zákona č. 312/2008 Sb., zákona č. 291/2009 Sb., zákona č. 308/2011 Sb., zákona č. 359/2012 Sb., zákona č. 183/2017 Sb., zákona č. 255/2017 Sb., zákona č. 302/2017 Sb. a zákona č.         /2021 Sb., se mění takto:</w:t>
      </w:r>
    </w:p>
    <w:p w:rsidR="00BE11A6" w:rsidRPr="000247A3" w:rsidRDefault="00BE11A6" w:rsidP="00BE11A6">
      <w:pPr>
        <w:pStyle w:val="Standard"/>
        <w:ind w:left="993"/>
        <w:rPr>
          <w:rFonts w:ascii="Times New Roman" w:hAnsi="Times New Roman" w:cs="Times New Roman"/>
          <w:bCs/>
          <w:sz w:val="24"/>
          <w:szCs w:val="24"/>
          <w:lang w:eastAsia="cs-CZ"/>
        </w:rPr>
      </w:pPr>
    </w:p>
    <w:p w:rsidR="00BE11A6" w:rsidRPr="000247A3" w:rsidRDefault="00BE11A6" w:rsidP="00BE11A6">
      <w:pPr>
        <w:pStyle w:val="Standard"/>
        <w:ind w:left="993"/>
        <w:rPr>
          <w:rFonts w:ascii="Times New Roman" w:hAnsi="Times New Roman" w:cs="Times New Roman"/>
          <w:bCs/>
          <w:sz w:val="24"/>
          <w:szCs w:val="24"/>
          <w:lang w:eastAsia="cs-CZ"/>
        </w:rPr>
      </w:pPr>
      <w:r w:rsidRPr="000247A3">
        <w:rPr>
          <w:rFonts w:ascii="Times New Roman" w:hAnsi="Times New Roman" w:cs="Times New Roman"/>
          <w:bCs/>
          <w:sz w:val="24"/>
          <w:szCs w:val="24"/>
          <w:lang w:eastAsia="cs-CZ"/>
        </w:rPr>
        <w:t xml:space="preserve">V § 14 odst. 1 písm. e) se za slova „pomocí luku a samostřílů“ doplňují slova „nejde-li o výkon práva upravený zvláštními právními předpisy </w:t>
      </w:r>
      <w:r w:rsidRPr="000247A3">
        <w:rPr>
          <w:rFonts w:ascii="Times New Roman" w:hAnsi="Times New Roman" w:cs="Times New Roman"/>
          <w:bCs/>
          <w:sz w:val="24"/>
          <w:szCs w:val="24"/>
          <w:vertAlign w:val="superscript"/>
          <w:lang w:eastAsia="cs-CZ"/>
        </w:rPr>
        <w:t xml:space="preserve">2a </w:t>
      </w:r>
      <w:r w:rsidRPr="000247A3">
        <w:rPr>
          <w:rFonts w:ascii="Times New Roman" w:hAnsi="Times New Roman" w:cs="Times New Roman"/>
          <w:bCs/>
          <w:sz w:val="24"/>
          <w:szCs w:val="24"/>
          <w:lang w:eastAsia="cs-CZ"/>
        </w:rPr>
        <w:t>.“.</w:t>
      </w:r>
    </w:p>
    <w:p w:rsidR="00BE11A6" w:rsidRPr="000247A3" w:rsidRDefault="00BE11A6" w:rsidP="00BE11A6">
      <w:pPr>
        <w:pStyle w:val="Standard"/>
        <w:ind w:left="993"/>
        <w:rPr>
          <w:rFonts w:ascii="Times New Roman" w:hAnsi="Times New Roman" w:cs="Times New Roman"/>
          <w:bCs/>
          <w:sz w:val="24"/>
          <w:szCs w:val="24"/>
          <w:lang w:eastAsia="cs-CZ"/>
        </w:rPr>
      </w:pPr>
    </w:p>
    <w:p w:rsidR="00BE11A6" w:rsidRPr="000247A3" w:rsidRDefault="00BE11A6" w:rsidP="00BE11A6">
      <w:pPr>
        <w:pStyle w:val="Standard"/>
        <w:ind w:left="993"/>
        <w:rPr>
          <w:rFonts w:ascii="Times New Roman" w:hAnsi="Times New Roman" w:cs="Times New Roman"/>
          <w:bCs/>
          <w:sz w:val="24"/>
          <w:szCs w:val="24"/>
          <w:lang w:eastAsia="cs-CZ"/>
        </w:rPr>
      </w:pPr>
      <w:r w:rsidRPr="000247A3">
        <w:rPr>
          <w:rFonts w:ascii="Times New Roman" w:hAnsi="Times New Roman" w:cs="Times New Roman"/>
          <w:bCs/>
          <w:sz w:val="24"/>
          <w:szCs w:val="24"/>
          <w:lang w:eastAsia="cs-CZ"/>
        </w:rPr>
        <w:t xml:space="preserve">1. </w:t>
      </w:r>
      <w:r w:rsidRPr="000247A3">
        <w:rPr>
          <w:rFonts w:ascii="Times New Roman" w:hAnsi="Times New Roman" w:cs="Times New Roman"/>
          <w:sz w:val="24"/>
          <w:szCs w:val="24"/>
        </w:rPr>
        <w:t>V § 14 odstavec 3 včetně poznámky pod čarou č. 4a zní:</w:t>
      </w:r>
    </w:p>
    <w:p w:rsidR="00BE11A6" w:rsidRPr="000247A3" w:rsidRDefault="00BE11A6" w:rsidP="00BE11A6">
      <w:pPr>
        <w:ind w:left="993"/>
        <w:jc w:val="both"/>
        <w:rPr>
          <w:bCs/>
        </w:rPr>
      </w:pPr>
    </w:p>
    <w:p w:rsidR="00BE11A6" w:rsidRPr="000247A3" w:rsidRDefault="00BE11A6" w:rsidP="00BE11A6">
      <w:pPr>
        <w:ind w:left="993"/>
        <w:jc w:val="both"/>
        <w:rPr>
          <w:bCs/>
          <w:strike/>
        </w:rPr>
      </w:pPr>
      <w:r w:rsidRPr="000247A3">
        <w:rPr>
          <w:bCs/>
        </w:rPr>
        <w:t>„(3) Ustanovení odstavce 1 písm. h), k) a l) se nevztahuje za podmínek stanovených v jiném právním předpise</w:t>
      </w:r>
      <w:r w:rsidRPr="000247A3">
        <w:rPr>
          <w:bCs/>
          <w:vertAlign w:val="superscript"/>
        </w:rPr>
        <w:t>4a)</w:t>
      </w:r>
      <w:r w:rsidRPr="000247A3">
        <w:rPr>
          <w:bCs/>
        </w:rPr>
        <w:t xml:space="preserve"> na výkon práva myslivosti podle jiného právního předpisu</w:t>
      </w:r>
      <w:r w:rsidRPr="000247A3">
        <w:rPr>
          <w:bCs/>
          <w:vertAlign w:val="superscript"/>
        </w:rPr>
        <w:t>4b)</w:t>
      </w:r>
      <w:r w:rsidRPr="000247A3">
        <w:rPr>
          <w:bCs/>
        </w:rPr>
        <w:t>.</w:t>
      </w:r>
    </w:p>
    <w:p w:rsidR="00BE11A6" w:rsidRPr="000247A3" w:rsidRDefault="00BE11A6" w:rsidP="00BE11A6">
      <w:pPr>
        <w:ind w:left="993"/>
        <w:jc w:val="both"/>
      </w:pPr>
    </w:p>
    <w:p w:rsidR="00BE11A6" w:rsidRPr="000247A3" w:rsidRDefault="00BE11A6" w:rsidP="00BE11A6">
      <w:pPr>
        <w:pStyle w:val="Standard"/>
        <w:tabs>
          <w:tab w:val="left" w:pos="1418"/>
        </w:tabs>
        <w:ind w:left="993"/>
        <w:jc w:val="both"/>
        <w:rPr>
          <w:rFonts w:ascii="Times New Roman" w:hAnsi="Times New Roman" w:cs="Times New Roman"/>
          <w:bCs/>
          <w:sz w:val="24"/>
          <w:szCs w:val="24"/>
          <w:lang w:eastAsia="cs-CZ"/>
        </w:rPr>
      </w:pPr>
      <w:r w:rsidRPr="000247A3">
        <w:rPr>
          <w:rFonts w:ascii="Times New Roman" w:hAnsi="Times New Roman" w:cs="Times New Roman"/>
          <w:bCs/>
          <w:sz w:val="24"/>
          <w:szCs w:val="24"/>
          <w:lang w:eastAsia="cs-CZ"/>
        </w:rPr>
        <w:t>_______________________________</w:t>
      </w:r>
    </w:p>
    <w:p w:rsidR="00BE11A6" w:rsidRPr="000247A3" w:rsidRDefault="00BE11A6" w:rsidP="00BE11A6">
      <w:pPr>
        <w:pStyle w:val="Standard"/>
        <w:tabs>
          <w:tab w:val="left" w:pos="1418"/>
        </w:tabs>
        <w:ind w:left="993"/>
        <w:jc w:val="both"/>
        <w:rPr>
          <w:rFonts w:ascii="Times New Roman" w:hAnsi="Times New Roman" w:cs="Times New Roman"/>
          <w:bCs/>
          <w:sz w:val="24"/>
          <w:szCs w:val="24"/>
          <w:lang w:eastAsia="cs-CZ"/>
        </w:rPr>
      </w:pPr>
      <w:r w:rsidRPr="000247A3">
        <w:rPr>
          <w:rFonts w:ascii="Times New Roman" w:hAnsi="Times New Roman" w:cs="Times New Roman"/>
          <w:bCs/>
          <w:sz w:val="24"/>
          <w:szCs w:val="24"/>
          <w:vertAlign w:val="superscript"/>
          <w:lang w:eastAsia="cs-CZ"/>
        </w:rPr>
        <w:t>4a)</w:t>
      </w:r>
      <w:r w:rsidRPr="000247A3">
        <w:rPr>
          <w:rFonts w:ascii="Times New Roman" w:hAnsi="Times New Roman" w:cs="Times New Roman"/>
          <w:bCs/>
          <w:sz w:val="24"/>
          <w:szCs w:val="24"/>
          <w:lang w:eastAsia="cs-CZ"/>
        </w:rPr>
        <w:t xml:space="preserve"> § 39 a § 45 zákona č. 449/2001 Sb.“.</w:t>
      </w:r>
    </w:p>
    <w:p w:rsidR="00BE11A6" w:rsidRPr="000247A3" w:rsidRDefault="00BE11A6" w:rsidP="00BE11A6">
      <w:pPr>
        <w:jc w:val="center"/>
      </w:pPr>
    </w:p>
    <w:p w:rsidR="00BE11A6" w:rsidRPr="000247A3" w:rsidRDefault="00BE11A6" w:rsidP="00BE11A6">
      <w:pPr>
        <w:ind w:left="993"/>
        <w:jc w:val="both"/>
      </w:pPr>
      <w:r w:rsidRPr="000247A3">
        <w:t>2. V § 14 odst. 4 se za slova „písm. f),“ vkládá slovo „h),“.</w:t>
      </w:r>
    </w:p>
    <w:p w:rsidR="00BE11A6" w:rsidRPr="000247A3" w:rsidRDefault="00BE11A6" w:rsidP="00BE11A6">
      <w:pPr>
        <w:jc w:val="both"/>
      </w:pPr>
    </w:p>
    <w:p w:rsidR="00BE11A6" w:rsidRPr="000247A3" w:rsidRDefault="00BE11A6" w:rsidP="00BE11A6">
      <w:pPr>
        <w:pStyle w:val="Odstavecseseznamem"/>
        <w:numPr>
          <w:ilvl w:val="0"/>
          <w:numId w:val="3"/>
        </w:numPr>
        <w:jc w:val="both"/>
      </w:pPr>
      <w:r w:rsidRPr="000247A3">
        <w:t>Nadpis čl. IV se zrušuje. Čl. IV se označuje jako část třetí. Nadpis části třetí zní: „Zrušovací ustanovení“.</w:t>
      </w:r>
    </w:p>
    <w:p w:rsidR="00BE11A6" w:rsidRPr="000247A3" w:rsidRDefault="00BE11A6" w:rsidP="00BE11A6">
      <w:pPr>
        <w:jc w:val="both"/>
      </w:pPr>
    </w:p>
    <w:p w:rsidR="00BE11A6" w:rsidRPr="000247A3" w:rsidRDefault="00BE11A6" w:rsidP="00BE11A6">
      <w:pPr>
        <w:pStyle w:val="LO-normal"/>
        <w:numPr>
          <w:ilvl w:val="0"/>
          <w:numId w:val="3"/>
        </w:numPr>
        <w:suppressAutoHyphens w:val="0"/>
        <w:spacing w:line="240" w:lineRule="auto"/>
        <w:ind w:left="851" w:hanging="567"/>
        <w:jc w:val="both"/>
        <w:rPr>
          <w:rFonts w:ascii="Times New Roman" w:hAnsi="Times New Roman" w:cs="Times New Roman"/>
          <w:sz w:val="24"/>
          <w:szCs w:val="24"/>
        </w:rPr>
      </w:pPr>
      <w:r w:rsidRPr="000247A3">
        <w:rPr>
          <w:rFonts w:ascii="Times New Roman" w:hAnsi="Times New Roman" w:cs="Times New Roman"/>
          <w:sz w:val="24"/>
          <w:szCs w:val="24"/>
        </w:rPr>
        <w:t>Dosavadní čl. III se označuje jako část čtvrtá čl. V „</w:t>
      </w:r>
      <w:r w:rsidRPr="000247A3">
        <w:rPr>
          <w:rFonts w:ascii="Times New Roman" w:hAnsi="Times New Roman" w:cs="Times New Roman"/>
          <w:b/>
          <w:sz w:val="24"/>
          <w:szCs w:val="24"/>
        </w:rPr>
        <w:t>Zrušovací ustanovení</w:t>
      </w:r>
      <w:r w:rsidRPr="000247A3">
        <w:rPr>
          <w:rFonts w:ascii="Times New Roman" w:hAnsi="Times New Roman" w:cs="Times New Roman"/>
          <w:sz w:val="24"/>
          <w:szCs w:val="24"/>
        </w:rPr>
        <w:t>“.</w:t>
      </w:r>
    </w:p>
    <w:p w:rsidR="00BE11A6" w:rsidRPr="000247A3" w:rsidRDefault="00BE11A6" w:rsidP="00BE11A6">
      <w:pPr>
        <w:pStyle w:val="LO-normal"/>
        <w:suppressAutoHyphens w:val="0"/>
        <w:spacing w:line="240" w:lineRule="auto"/>
        <w:ind w:hanging="567"/>
        <w:jc w:val="both"/>
        <w:rPr>
          <w:rFonts w:ascii="Times New Roman" w:hAnsi="Times New Roman" w:cs="Times New Roman"/>
          <w:sz w:val="24"/>
          <w:szCs w:val="24"/>
        </w:rPr>
      </w:pPr>
    </w:p>
    <w:p w:rsidR="00BE11A6" w:rsidRPr="000247A3" w:rsidRDefault="00BE11A6" w:rsidP="00BE11A6">
      <w:pPr>
        <w:pStyle w:val="LO-normal"/>
        <w:numPr>
          <w:ilvl w:val="0"/>
          <w:numId w:val="3"/>
        </w:numPr>
        <w:tabs>
          <w:tab w:val="left" w:pos="851"/>
        </w:tabs>
        <w:suppressAutoHyphens w:val="0"/>
        <w:spacing w:line="240" w:lineRule="auto"/>
        <w:ind w:left="0" w:firstLine="284"/>
        <w:jc w:val="both"/>
        <w:rPr>
          <w:rFonts w:ascii="Times New Roman" w:hAnsi="Times New Roman" w:cs="Times New Roman"/>
          <w:sz w:val="24"/>
          <w:szCs w:val="24"/>
        </w:rPr>
      </w:pPr>
      <w:r w:rsidRPr="000247A3">
        <w:rPr>
          <w:rFonts w:ascii="Times New Roman" w:hAnsi="Times New Roman" w:cs="Times New Roman"/>
          <w:sz w:val="24"/>
          <w:szCs w:val="24"/>
        </w:rPr>
        <w:t>Dosavadní čl. IV se označuje jako část pátá čl. VI „</w:t>
      </w:r>
      <w:r w:rsidRPr="000247A3">
        <w:rPr>
          <w:rFonts w:ascii="Times New Roman" w:hAnsi="Times New Roman" w:cs="Times New Roman"/>
          <w:b/>
          <w:sz w:val="24"/>
          <w:szCs w:val="24"/>
        </w:rPr>
        <w:t>ÚČINNOST</w:t>
      </w:r>
      <w:r w:rsidRPr="000247A3">
        <w:rPr>
          <w:rFonts w:ascii="Times New Roman" w:hAnsi="Times New Roman" w:cs="Times New Roman"/>
          <w:sz w:val="24"/>
          <w:szCs w:val="24"/>
        </w:rPr>
        <w:t>“.</w:t>
      </w:r>
    </w:p>
    <w:p w:rsidR="00BE11A6" w:rsidRPr="000247A3" w:rsidRDefault="00BE11A6" w:rsidP="00BE11A6"/>
    <w:p w:rsidR="00BE11A6" w:rsidRPr="000247A3" w:rsidRDefault="00BE11A6" w:rsidP="00BE11A6">
      <w:pPr>
        <w:pStyle w:val="Odstavecseseznamem"/>
        <w:numPr>
          <w:ilvl w:val="0"/>
          <w:numId w:val="3"/>
        </w:numPr>
        <w:ind w:left="851" w:hanging="567"/>
        <w:jc w:val="both"/>
      </w:pPr>
      <w:r w:rsidRPr="000247A3">
        <w:t>Nadpis čl. V se zrušuje. Čl. V se označuje jako část čtvrtá. Nadpis části čtvrté zní: „Účinnost“.</w:t>
      </w:r>
    </w:p>
    <w:p w:rsidR="00BE11A6" w:rsidRPr="000247A3" w:rsidRDefault="00BE11A6" w:rsidP="00BE11A6">
      <w:pPr>
        <w:pStyle w:val="Odstavecseseznamem"/>
        <w:ind w:left="992"/>
      </w:pPr>
    </w:p>
    <w:p w:rsidR="000C6893" w:rsidRDefault="000C6893"/>
    <w:p w:rsidR="000C6893" w:rsidRDefault="000C6893"/>
    <w:p w:rsidR="00BE11A6" w:rsidRDefault="00BE11A6" w:rsidP="00BE11A6">
      <w:pPr>
        <w:pStyle w:val="Oznaenpozmn"/>
        <w:jc w:val="both"/>
      </w:pPr>
      <w:r>
        <w:t xml:space="preserve">Pozměňovací návrhy obsažené v usnesení výboru </w:t>
      </w:r>
      <w:r w:rsidR="009120C0">
        <w:t xml:space="preserve">pro životní prostředí </w:t>
      </w:r>
      <w:r>
        <w:t xml:space="preserve">č. </w:t>
      </w:r>
      <w:r w:rsidR="009120C0">
        <w:t>177</w:t>
      </w:r>
      <w:r>
        <w:t xml:space="preserve"> z </w:t>
      </w:r>
      <w:r w:rsidR="009120C0">
        <w:t>37</w:t>
      </w:r>
      <w:r>
        <w:t>. schůze konané dne 28. dubna 2021 (tisk 954/</w:t>
      </w:r>
      <w:r w:rsidR="009120C0">
        <w:t>4</w:t>
      </w:r>
      <w:r>
        <w:t>)</w:t>
      </w:r>
    </w:p>
    <w:p w:rsidR="009120C0" w:rsidRDefault="009120C0" w:rsidP="009120C0">
      <w:pPr>
        <w:pStyle w:val="Odstavecseseznamem"/>
        <w:numPr>
          <w:ilvl w:val="0"/>
          <w:numId w:val="7"/>
        </w:numPr>
        <w:autoSpaceDE w:val="0"/>
        <w:autoSpaceDN w:val="0"/>
        <w:adjustRightInd w:val="0"/>
        <w:spacing w:before="240" w:line="259" w:lineRule="auto"/>
        <w:jc w:val="both"/>
      </w:pPr>
      <w:r w:rsidRPr="00A13E08">
        <w:t>Za novelizační bod 1 se doplňuje nový novelizační bod 2.</w:t>
      </w:r>
      <w:r>
        <w:t>, který zní:</w:t>
      </w:r>
    </w:p>
    <w:p w:rsidR="009120C0" w:rsidRDefault="009120C0" w:rsidP="009120C0">
      <w:pPr>
        <w:pStyle w:val="Odstavecseseznamem"/>
        <w:autoSpaceDE w:val="0"/>
        <w:autoSpaceDN w:val="0"/>
        <w:adjustRightInd w:val="0"/>
        <w:spacing w:before="240"/>
        <w:jc w:val="both"/>
      </w:pPr>
    </w:p>
    <w:p w:rsidR="009120C0" w:rsidRDefault="009120C0" w:rsidP="009120C0">
      <w:pPr>
        <w:pStyle w:val="Odstavecseseznamem"/>
        <w:autoSpaceDE w:val="0"/>
        <w:autoSpaceDN w:val="0"/>
        <w:adjustRightInd w:val="0"/>
        <w:spacing w:before="240"/>
        <w:jc w:val="both"/>
      </w:pPr>
      <w:r w:rsidRPr="00A13E08">
        <w:t xml:space="preserve"> „2. V § 2 písm. c) se za slova „vydra říční (</w:t>
      </w:r>
      <w:proofErr w:type="spellStart"/>
      <w:r w:rsidRPr="00A13E08">
        <w:t>Lutra</w:t>
      </w:r>
      <w:proofErr w:type="spellEnd"/>
      <w:r w:rsidRPr="00A13E08">
        <w:t xml:space="preserve"> </w:t>
      </w:r>
      <w:proofErr w:type="spellStart"/>
      <w:r w:rsidRPr="00A13E08">
        <w:t>lutra</w:t>
      </w:r>
      <w:proofErr w:type="spellEnd"/>
      <w:r w:rsidRPr="00A13E08">
        <w:t>),“ doplňují slova „zubr evropský (</w:t>
      </w:r>
      <w:proofErr w:type="spellStart"/>
      <w:r w:rsidRPr="00A13E08">
        <w:t>Bison</w:t>
      </w:r>
      <w:proofErr w:type="spellEnd"/>
      <w:r w:rsidRPr="00A13E08">
        <w:t xml:space="preserve"> </w:t>
      </w:r>
      <w:proofErr w:type="spellStart"/>
      <w:r w:rsidRPr="00A13E08">
        <w:t>bonasus</w:t>
      </w:r>
      <w:proofErr w:type="spellEnd"/>
      <w:r w:rsidRPr="00A13E08">
        <w:t xml:space="preserve">),“.“. </w:t>
      </w:r>
    </w:p>
    <w:p w:rsidR="009120C0" w:rsidRPr="00A13E08" w:rsidRDefault="009120C0" w:rsidP="009120C0">
      <w:pPr>
        <w:pStyle w:val="Odstavecseseznamem"/>
        <w:autoSpaceDE w:val="0"/>
        <w:autoSpaceDN w:val="0"/>
        <w:adjustRightInd w:val="0"/>
        <w:spacing w:before="240"/>
        <w:jc w:val="both"/>
      </w:pPr>
    </w:p>
    <w:p w:rsidR="009120C0" w:rsidRPr="00F52180" w:rsidRDefault="009120C0" w:rsidP="009120C0">
      <w:pPr>
        <w:pStyle w:val="Odstavecseseznamem"/>
        <w:autoSpaceDE w:val="0"/>
        <w:autoSpaceDN w:val="0"/>
        <w:adjustRightInd w:val="0"/>
        <w:spacing w:before="240"/>
        <w:jc w:val="both"/>
      </w:pPr>
      <w:r w:rsidRPr="00F52180">
        <w:t xml:space="preserve">Následující novelizační body se přečíslují. </w:t>
      </w:r>
    </w:p>
    <w:p w:rsidR="009120C0" w:rsidRPr="00F52180" w:rsidRDefault="009120C0" w:rsidP="009120C0">
      <w:pPr>
        <w:pStyle w:val="Odstavecseseznamem"/>
        <w:autoSpaceDE w:val="0"/>
        <w:autoSpaceDN w:val="0"/>
        <w:adjustRightInd w:val="0"/>
        <w:spacing w:before="240"/>
        <w:jc w:val="both"/>
      </w:pPr>
    </w:p>
    <w:p w:rsidR="009120C0" w:rsidRPr="00F52180" w:rsidRDefault="009120C0" w:rsidP="009120C0">
      <w:pPr>
        <w:pStyle w:val="Odstavecseseznamem"/>
        <w:numPr>
          <w:ilvl w:val="0"/>
          <w:numId w:val="7"/>
        </w:numPr>
        <w:autoSpaceDE w:val="0"/>
        <w:autoSpaceDN w:val="0"/>
        <w:adjustRightInd w:val="0"/>
        <w:spacing w:before="240" w:after="160" w:line="259" w:lineRule="auto"/>
        <w:jc w:val="both"/>
      </w:pPr>
      <w:r w:rsidRPr="00F52180">
        <w:rPr>
          <w:rFonts w:eastAsia="Arial"/>
        </w:rPr>
        <w:t>Ve čl. I v bodě 3 v § 3 odst. 2 se za slova „o uznání honitby“ vkládají slova „a zároveň tak, aby nedocházelo k nadměrnému poškozování lesních ekosystémů zvěří“.</w:t>
      </w:r>
    </w:p>
    <w:p w:rsidR="009120C0" w:rsidRPr="00F52180" w:rsidRDefault="009120C0" w:rsidP="009120C0">
      <w:pPr>
        <w:pStyle w:val="Odstavecseseznamem"/>
        <w:autoSpaceDE w:val="0"/>
        <w:autoSpaceDN w:val="0"/>
        <w:adjustRightInd w:val="0"/>
        <w:jc w:val="both"/>
      </w:pPr>
    </w:p>
    <w:p w:rsidR="009120C0" w:rsidRPr="00F52180" w:rsidRDefault="009120C0" w:rsidP="009120C0">
      <w:pPr>
        <w:pStyle w:val="Odstavecseseznamem"/>
        <w:numPr>
          <w:ilvl w:val="0"/>
          <w:numId w:val="7"/>
        </w:numPr>
        <w:autoSpaceDE w:val="0"/>
        <w:autoSpaceDN w:val="0"/>
        <w:adjustRightInd w:val="0"/>
        <w:spacing w:after="160" w:line="259" w:lineRule="auto"/>
        <w:rPr>
          <w:bCs/>
        </w:rPr>
      </w:pPr>
      <w:r w:rsidRPr="00F52180">
        <w:rPr>
          <w:bCs/>
        </w:rPr>
        <w:t>Ve čl. I se za bod 5 vkládají body 6 a 7, které znějí:</w:t>
      </w:r>
    </w:p>
    <w:p w:rsidR="009120C0" w:rsidRPr="00F52180" w:rsidRDefault="009120C0" w:rsidP="009120C0">
      <w:pPr>
        <w:autoSpaceDE w:val="0"/>
        <w:autoSpaceDN w:val="0"/>
        <w:adjustRightInd w:val="0"/>
        <w:ind w:left="708"/>
        <w:jc w:val="both"/>
      </w:pPr>
      <w:r w:rsidRPr="00F52180">
        <w:t>„6. V § 7 odst. 2 se slovo „dočasnému“ zrušuje, slova „mohou stanovit“ se nahrazují slovem „stanoví“ a na konci odstavce se doplňuje věta: „Ministerstvo zemědělství stanoví vyhláškou podrobnější podmínky držení lišky obecné v zajetí pro účely výcviku psů.“.“.</w:t>
      </w:r>
    </w:p>
    <w:p w:rsidR="009120C0" w:rsidRPr="00F52180" w:rsidRDefault="009120C0" w:rsidP="009120C0">
      <w:pPr>
        <w:autoSpaceDE w:val="0"/>
        <w:autoSpaceDN w:val="0"/>
        <w:adjustRightInd w:val="0"/>
        <w:ind w:left="708"/>
        <w:jc w:val="both"/>
      </w:pPr>
      <w:r w:rsidRPr="00F52180">
        <w:t>7. V § 7 se doplňuje odstavec 3, který zní:</w:t>
      </w:r>
    </w:p>
    <w:p w:rsidR="009120C0" w:rsidRPr="00F52180" w:rsidRDefault="009120C0" w:rsidP="009120C0">
      <w:pPr>
        <w:autoSpaceDE w:val="0"/>
        <w:autoSpaceDN w:val="0"/>
        <w:adjustRightInd w:val="0"/>
        <w:ind w:left="708"/>
        <w:jc w:val="both"/>
      </w:pPr>
      <w:r w:rsidRPr="00F52180">
        <w:t>„(3) Orgán státní správy myslivosti nebo orgán na ochranu zvířat proti týrání, který vydal souhlas k chovu zvěře v zajetí nebo k držení lišky v zajetí, mohou tento souhlas odejmout či zrušit, pokud se změní podmínky, za kterých byl souhlas udělen, nebo pokud zjistí, že podmínky pro chov či držení v zajetí jsou nevyhovující.“.“.</w:t>
      </w:r>
    </w:p>
    <w:p w:rsidR="009120C0" w:rsidRPr="00F52180" w:rsidRDefault="009120C0" w:rsidP="009120C0">
      <w:pPr>
        <w:pStyle w:val="Odstavecseseznamem"/>
        <w:numPr>
          <w:ilvl w:val="0"/>
          <w:numId w:val="7"/>
        </w:numPr>
        <w:pBdr>
          <w:top w:val="none" w:sz="0" w:space="3" w:color="000000"/>
          <w:left w:val="none" w:sz="0" w:space="20" w:color="000000"/>
          <w:bottom w:val="none" w:sz="0" w:space="3" w:color="000000"/>
          <w:right w:val="none" w:sz="0" w:space="30" w:color="000000"/>
          <w:between w:val="none" w:sz="0" w:space="3" w:color="000000"/>
        </w:pBdr>
        <w:shd w:val="clear" w:color="auto" w:fill="FFFFFF"/>
        <w:jc w:val="both"/>
      </w:pPr>
      <w:r w:rsidRPr="00F52180">
        <w:rPr>
          <w:rFonts w:eastAsia="Arial"/>
        </w:rPr>
        <w:t xml:space="preserve">Ve čl. I bod 13 nově zní: </w:t>
      </w:r>
    </w:p>
    <w:p w:rsidR="009120C0" w:rsidRPr="00F52180" w:rsidRDefault="009120C0" w:rsidP="009120C0">
      <w:pPr>
        <w:pBdr>
          <w:top w:val="none" w:sz="0" w:space="3" w:color="000000"/>
          <w:left w:val="none" w:sz="0" w:space="20" w:color="000000"/>
          <w:bottom w:val="none" w:sz="0" w:space="3" w:color="000000"/>
          <w:right w:val="none" w:sz="0" w:space="30" w:color="000000"/>
          <w:between w:val="none" w:sz="0" w:space="3" w:color="000000"/>
        </w:pBdr>
        <w:shd w:val="clear" w:color="auto" w:fill="FFFFFF"/>
        <w:ind w:left="720"/>
        <w:jc w:val="both"/>
        <w:rPr>
          <w:rFonts w:eastAsia="Arial"/>
        </w:rPr>
      </w:pPr>
      <w:r w:rsidRPr="00F52180">
        <w:rPr>
          <w:rFonts w:eastAsia="Arial"/>
        </w:rPr>
        <w:t xml:space="preserve">„21.    V § 32 odst. 5 se </w:t>
      </w:r>
      <w:proofErr w:type="gramStart"/>
      <w:r w:rsidRPr="00F52180">
        <w:rPr>
          <w:rFonts w:eastAsia="Arial"/>
        </w:rPr>
        <w:t>slova „ ;rovněž</w:t>
      </w:r>
      <w:proofErr w:type="gramEnd"/>
      <w:r w:rsidRPr="00F52180">
        <w:rPr>
          <w:rFonts w:eastAsia="Arial"/>
        </w:rPr>
        <w:t xml:space="preserve"> nelze přenechat lov zvěře za úplatu, pokud se nejedná o poplatkový odstřel s doprovodem“ zrušují a na konci odstavce se doplňuje věta „V honitbách, jejichž držitelem je organizace založená Ministerstvem obrany, je poplatkový lov možný pouze s doprovodem.“.</w:t>
      </w:r>
    </w:p>
    <w:p w:rsidR="009120C0" w:rsidRPr="00F52180" w:rsidRDefault="009120C0" w:rsidP="009120C0">
      <w:pPr>
        <w:pStyle w:val="Odstavecseseznamem"/>
        <w:numPr>
          <w:ilvl w:val="0"/>
          <w:numId w:val="7"/>
        </w:numPr>
        <w:pBdr>
          <w:top w:val="none" w:sz="0" w:space="3" w:color="000000"/>
          <w:left w:val="none" w:sz="0" w:space="20" w:color="000000"/>
          <w:bottom w:val="none" w:sz="0" w:space="3" w:color="000000"/>
          <w:right w:val="none" w:sz="0" w:space="30" w:color="000000"/>
          <w:between w:val="none" w:sz="0" w:space="3" w:color="000000"/>
        </w:pBdr>
        <w:shd w:val="clear" w:color="auto" w:fill="FFFFFF"/>
        <w:spacing w:after="160" w:line="259" w:lineRule="auto"/>
        <w:jc w:val="both"/>
        <w:rPr>
          <w:rFonts w:eastAsia="Arial"/>
        </w:rPr>
      </w:pPr>
      <w:r w:rsidRPr="00F52180">
        <w:rPr>
          <w:rFonts w:eastAsia="Arial"/>
        </w:rPr>
        <w:t>Ve čl. I v bodě 18 v § 36 odstavec 1 zní:</w:t>
      </w:r>
    </w:p>
    <w:p w:rsidR="009120C0" w:rsidRPr="00F52180" w:rsidRDefault="009120C0" w:rsidP="009120C0">
      <w:pPr>
        <w:pBdr>
          <w:top w:val="none" w:sz="0" w:space="3" w:color="000000"/>
          <w:left w:val="none" w:sz="0" w:space="20" w:color="000000"/>
          <w:bottom w:val="none" w:sz="0" w:space="3" w:color="000000"/>
          <w:right w:val="none" w:sz="0" w:space="30" w:color="000000"/>
          <w:between w:val="none" w:sz="0" w:space="3" w:color="000000"/>
        </w:pBdr>
        <w:shd w:val="clear" w:color="auto" w:fill="FFFFFF"/>
        <w:ind w:left="720"/>
        <w:jc w:val="both"/>
        <w:rPr>
          <w:rFonts w:eastAsia="Arial"/>
        </w:rPr>
      </w:pPr>
      <w:r w:rsidRPr="00F52180">
        <w:rPr>
          <w:rFonts w:eastAsia="Arial"/>
        </w:rPr>
        <w:t xml:space="preserve">„(1) Uživatel honitby je povinen vypracovat každoročně plán mysliveckého hospodaření v honitbě (dále jen "plán"). Při vypracování plánu vychází z posouzení celkového stavu ekosystému, z posouzení stavu lesa prováděného pověřenou osobou ve vymezeném území nebo oblasti chovu, výsledku porovnání kontrolních a srovnávacích ploch, výše škod způsobených v uplynulém období zvěří na lesních a zemědělských porostech, ze stanovených minimálních stavů zvěře, poměrů pohlaví a koeficientů očekávané produkce, jakož i ze záměrů, které byly uvedeny v návrhu na uznání honitby. Jestliže je honitba v oblasti chovu zvěře, vychází plán rovněž z doporučení uživatelů honiteb, jejichž území tvoří oblast chovu. V plánu se uvádí chov a lov druhů zvěře, pro které byly v honitbě stanoveny minimální stavy, lov spárkaté zvěře pro které nebyly v honitbě stanovené minimální stavy, společné lovy, zamýšlené </w:t>
      </w:r>
      <w:proofErr w:type="spellStart"/>
      <w:r w:rsidRPr="00F52180">
        <w:rPr>
          <w:rFonts w:eastAsia="Arial"/>
        </w:rPr>
        <w:t>zazvěřování</w:t>
      </w:r>
      <w:proofErr w:type="spellEnd"/>
      <w:r w:rsidRPr="00F52180">
        <w:rPr>
          <w:rFonts w:eastAsia="Arial"/>
        </w:rPr>
        <w:t xml:space="preserve">, údaj o lovu druhů zvěře, pro které nejsou v honitbě stanoveny minimální stavy, a údaj o regulaci živočichů. Plán lovu je uživatel honitby povinen vypracovat pro všechny druhy spárkaté zvěře, které se v honitbě vyskytují tak, aby početní stav neklesl pod minimální stav u těch druhů zvěře pro které </w:t>
      </w:r>
      <w:proofErr w:type="gramStart"/>
      <w:r w:rsidRPr="00F52180">
        <w:rPr>
          <w:rFonts w:eastAsia="Arial"/>
        </w:rPr>
        <w:t>je</w:t>
      </w:r>
      <w:proofErr w:type="gramEnd"/>
      <w:r w:rsidRPr="00F52180">
        <w:rPr>
          <w:rFonts w:eastAsia="Arial"/>
        </w:rPr>
        <w:t xml:space="preserve"> stanoven, a současně aby nebyl les poškozen zvěří nad stupeň poškození stanovený vyhláškou.“.</w:t>
      </w:r>
    </w:p>
    <w:p w:rsidR="009120C0" w:rsidRPr="00F52180" w:rsidRDefault="009120C0" w:rsidP="009120C0">
      <w:pPr>
        <w:pStyle w:val="Odstavecseseznamem"/>
        <w:numPr>
          <w:ilvl w:val="0"/>
          <w:numId w:val="7"/>
        </w:numPr>
        <w:pBdr>
          <w:top w:val="none" w:sz="0" w:space="3" w:color="000000"/>
          <w:left w:val="none" w:sz="0" w:space="20" w:color="000000"/>
          <w:bottom w:val="none" w:sz="0" w:space="3" w:color="000000"/>
          <w:right w:val="none" w:sz="0" w:space="30" w:color="000000"/>
          <w:between w:val="none" w:sz="0" w:space="3" w:color="000000"/>
        </w:pBdr>
        <w:shd w:val="clear" w:color="auto" w:fill="FFFFFF"/>
        <w:jc w:val="both"/>
      </w:pPr>
      <w:r w:rsidRPr="00F52180">
        <w:rPr>
          <w:rFonts w:eastAsia="Arial"/>
        </w:rPr>
        <w:t>Ve čl. I v bodě 18 v § 36 odst. 5 se slova „a bez vypracování a projednání plánu“ zrušují.</w:t>
      </w:r>
    </w:p>
    <w:p w:rsidR="009120C0" w:rsidRPr="00F52180" w:rsidRDefault="009120C0" w:rsidP="009120C0">
      <w:pPr>
        <w:pStyle w:val="Odstavecseseznamem"/>
        <w:numPr>
          <w:ilvl w:val="0"/>
          <w:numId w:val="7"/>
        </w:numPr>
        <w:pBdr>
          <w:top w:val="none" w:sz="0" w:space="3" w:color="000000"/>
          <w:left w:val="none" w:sz="0" w:space="20" w:color="000000"/>
          <w:bottom w:val="none" w:sz="0" w:space="3" w:color="000000"/>
          <w:right w:val="none" w:sz="0" w:space="30" w:color="000000"/>
          <w:between w:val="none" w:sz="0" w:space="3" w:color="000000"/>
        </w:pBdr>
        <w:shd w:val="clear" w:color="auto" w:fill="FFFFFF"/>
        <w:jc w:val="both"/>
      </w:pPr>
      <w:r w:rsidRPr="00F52180">
        <w:rPr>
          <w:rFonts w:eastAsia="Arial"/>
        </w:rPr>
        <w:t>Ve čl. I v bodě 18 v § 36 odst. 6 se na konci věty první doplňují slova „ nebo v oblasti chovu“.</w:t>
      </w:r>
    </w:p>
    <w:p w:rsidR="009120C0" w:rsidRPr="00F52180" w:rsidRDefault="009120C0" w:rsidP="009120C0">
      <w:pPr>
        <w:pStyle w:val="Odstavecseseznamem"/>
        <w:numPr>
          <w:ilvl w:val="0"/>
          <w:numId w:val="7"/>
        </w:numPr>
        <w:pBdr>
          <w:top w:val="none" w:sz="0" w:space="3" w:color="000000"/>
          <w:left w:val="none" w:sz="0" w:space="20" w:color="000000"/>
          <w:bottom w:val="none" w:sz="0" w:space="3" w:color="000000"/>
          <w:right w:val="none" w:sz="0" w:space="30" w:color="000000"/>
          <w:between w:val="none" w:sz="0" w:space="3" w:color="000000"/>
        </w:pBdr>
        <w:shd w:val="clear" w:color="auto" w:fill="FFFFFF"/>
        <w:jc w:val="both"/>
      </w:pPr>
      <w:r w:rsidRPr="00F52180">
        <w:rPr>
          <w:rFonts w:eastAsia="Arial"/>
        </w:rPr>
        <w:t>Ve čl. I v bodě 18 v § 36 odstavec 7 zní:</w:t>
      </w:r>
    </w:p>
    <w:p w:rsidR="009120C0" w:rsidRPr="00F52180" w:rsidRDefault="009120C0" w:rsidP="009120C0">
      <w:pPr>
        <w:pBdr>
          <w:top w:val="none" w:sz="0" w:space="3" w:color="000000"/>
          <w:left w:val="none" w:sz="0" w:space="20" w:color="000000"/>
          <w:bottom w:val="none" w:sz="0" w:space="3" w:color="000000"/>
          <w:right w:val="none" w:sz="0" w:space="30" w:color="000000"/>
          <w:between w:val="none" w:sz="0" w:space="3" w:color="000000"/>
        </w:pBdr>
        <w:shd w:val="clear" w:color="auto" w:fill="FFFFFF"/>
        <w:ind w:left="720"/>
        <w:jc w:val="both"/>
        <w:rPr>
          <w:rFonts w:eastAsia="Arial"/>
        </w:rPr>
      </w:pPr>
      <w:r w:rsidRPr="00F52180">
        <w:rPr>
          <w:rFonts w:eastAsia="Arial"/>
        </w:rPr>
        <w:t>„(7) Vyhláška stanoví obsahové náležitosti plánu, lhůty pro předání plánu a způsob vypracování plánu, stupně poškození lesa a způsob stanovení stupňů poškození lesa v honitbě, vymezeném území nebo oblasti chovu zvěří, stupeň poškození, nad který nesmí být les zvěří poškozován (nadměrné poškozování lesních ekosystémů zvěří), ukazatele poškození lesa, území, pro které se stav lesa posuzuje, interval a způsob posouzení stavu lesa pověřenou osobou. V oblastech chovu je územím, pro které se stav lesa posuzuje, vždy celá oblast chovu. Vyhláška dále stanoví odvození opatření v plánu k předcházení nadměrnému poškozování lesních ekosystémů zvěří v honitbě, vymezeném území nebo oblasti chovu a pro případy, kdy bude takové poškozování zjištěno, odvození opatření v plánu, která mu v co nejkratší době zamezí a povedou k nastavení rovnováhy mezi stavy spárkaté zvěře a lesním prostředím.“.</w:t>
      </w:r>
    </w:p>
    <w:p w:rsidR="009120C0" w:rsidRPr="00F52180" w:rsidRDefault="009120C0" w:rsidP="009120C0">
      <w:pPr>
        <w:pStyle w:val="Odstavecseseznamem"/>
        <w:numPr>
          <w:ilvl w:val="0"/>
          <w:numId w:val="7"/>
        </w:numPr>
        <w:pBdr>
          <w:top w:val="none" w:sz="0" w:space="3" w:color="000000"/>
          <w:left w:val="none" w:sz="0" w:space="20" w:color="000000"/>
          <w:bottom w:val="none" w:sz="0" w:space="3" w:color="000000"/>
          <w:right w:val="none" w:sz="0" w:space="30" w:color="000000"/>
          <w:between w:val="none" w:sz="0" w:space="3" w:color="000000"/>
        </w:pBdr>
        <w:shd w:val="clear" w:color="auto" w:fill="FFFFFF"/>
        <w:spacing w:after="160"/>
        <w:jc w:val="both"/>
      </w:pPr>
      <w:r w:rsidRPr="00F52180">
        <w:rPr>
          <w:rFonts w:eastAsia="Arial"/>
        </w:rPr>
        <w:t>Ve čl. I v bodě 20 v § 38 odst. 1 se na konci písmene a) doplňují slova „včetně kontaktních údajů uživatelů honiteb,“.</w:t>
      </w:r>
    </w:p>
    <w:p w:rsidR="009120C0" w:rsidRPr="00F52180" w:rsidRDefault="009120C0" w:rsidP="009120C0">
      <w:pPr>
        <w:widowControl/>
        <w:numPr>
          <w:ilvl w:val="0"/>
          <w:numId w:val="7"/>
        </w:numPr>
        <w:pBdr>
          <w:top w:val="none" w:sz="0" w:space="3" w:color="000000"/>
          <w:left w:val="none" w:sz="0" w:space="20" w:color="000000"/>
          <w:bottom w:val="none" w:sz="0" w:space="3" w:color="000000"/>
          <w:right w:val="none" w:sz="0" w:space="30" w:color="000000"/>
          <w:between w:val="none" w:sz="0" w:space="3" w:color="000000"/>
        </w:pBdr>
        <w:shd w:val="clear" w:color="auto" w:fill="FFFFFF"/>
        <w:suppressAutoHyphens w:val="0"/>
        <w:spacing w:after="160"/>
        <w:jc w:val="both"/>
      </w:pPr>
      <w:r w:rsidRPr="00F52180">
        <w:rPr>
          <w:rFonts w:eastAsia="Arial"/>
        </w:rPr>
        <w:t>Ve čl. I v bodě 21 v § 39 se v odstavci 3 slova „odstavce 2“ nahrazují slovy „odstavce 1 a 2“.</w:t>
      </w:r>
    </w:p>
    <w:p w:rsidR="009120C0" w:rsidRPr="00F52180" w:rsidRDefault="009120C0" w:rsidP="009120C0">
      <w:pPr>
        <w:pStyle w:val="Odstavecseseznamem"/>
        <w:numPr>
          <w:ilvl w:val="0"/>
          <w:numId w:val="7"/>
        </w:numPr>
        <w:autoSpaceDE w:val="0"/>
        <w:autoSpaceDN w:val="0"/>
        <w:adjustRightInd w:val="0"/>
        <w:spacing w:after="160" w:line="259" w:lineRule="auto"/>
        <w:jc w:val="both"/>
        <w:rPr>
          <w:bCs/>
        </w:rPr>
      </w:pPr>
      <w:r w:rsidRPr="00F52180">
        <w:rPr>
          <w:bCs/>
        </w:rPr>
        <w:t>Ve čl. I se za bod 21 vkládají body 22 a 23, které znějí:</w:t>
      </w:r>
    </w:p>
    <w:p w:rsidR="009120C0" w:rsidRPr="00F52180" w:rsidRDefault="009120C0" w:rsidP="009120C0">
      <w:pPr>
        <w:autoSpaceDE w:val="0"/>
        <w:autoSpaceDN w:val="0"/>
        <w:adjustRightInd w:val="0"/>
        <w:ind w:left="720"/>
        <w:jc w:val="both"/>
      </w:pPr>
      <w:r w:rsidRPr="00F52180">
        <w:t xml:space="preserve">„22. V § 40 se </w:t>
      </w:r>
      <w:proofErr w:type="gramStart"/>
      <w:r w:rsidRPr="00F52180">
        <w:t>slova „ , lovu</w:t>
      </w:r>
      <w:proofErr w:type="gramEnd"/>
      <w:r w:rsidRPr="00F52180">
        <w:t xml:space="preserve"> poraněné zvěře“ zrušují.</w:t>
      </w:r>
    </w:p>
    <w:p w:rsidR="009120C0" w:rsidRPr="00F52180" w:rsidRDefault="009120C0" w:rsidP="009120C0">
      <w:pPr>
        <w:autoSpaceDE w:val="0"/>
        <w:autoSpaceDN w:val="0"/>
        <w:adjustRightInd w:val="0"/>
        <w:ind w:left="720"/>
        <w:jc w:val="both"/>
      </w:pPr>
      <w:r w:rsidRPr="00F52180">
        <w:t>23. V §42 se doplňují nové odstavce 3 a 4, které znějí:</w:t>
      </w:r>
    </w:p>
    <w:p w:rsidR="009120C0" w:rsidRPr="00F52180" w:rsidRDefault="009120C0" w:rsidP="009120C0">
      <w:pPr>
        <w:autoSpaceDE w:val="0"/>
        <w:autoSpaceDN w:val="0"/>
        <w:adjustRightInd w:val="0"/>
        <w:ind w:left="720"/>
        <w:jc w:val="both"/>
      </w:pPr>
      <w:proofErr w:type="gramStart"/>
      <w:r w:rsidRPr="00F52180">
        <w:t>„(3) I mimo</w:t>
      </w:r>
      <w:proofErr w:type="gramEnd"/>
      <w:r w:rsidRPr="00F52180">
        <w:t xml:space="preserve"> dobu lovu lze ulovit jedince druhu zvěře, jež lze obhospodařovat lovem, </w:t>
      </w:r>
      <w:proofErr w:type="gramStart"/>
      <w:r w:rsidRPr="00F52180">
        <w:t>který</w:t>
      </w:r>
      <w:proofErr w:type="gramEnd"/>
    </w:p>
    <w:p w:rsidR="009120C0" w:rsidRPr="00F52180" w:rsidRDefault="009120C0" w:rsidP="009120C0">
      <w:pPr>
        <w:autoSpaceDE w:val="0"/>
        <w:autoSpaceDN w:val="0"/>
        <w:adjustRightInd w:val="0"/>
        <w:ind w:left="720"/>
        <w:jc w:val="both"/>
      </w:pPr>
      <w:r w:rsidRPr="00F52180">
        <w:t>a) je zraněný způsobem vyvolávajícím trýznivé utrpení a je patrné, že nedojde k jeho uzdravení,</w:t>
      </w:r>
    </w:p>
    <w:p w:rsidR="009120C0" w:rsidRPr="00F52180" w:rsidRDefault="009120C0" w:rsidP="009120C0">
      <w:pPr>
        <w:autoSpaceDE w:val="0"/>
        <w:autoSpaceDN w:val="0"/>
        <w:adjustRightInd w:val="0"/>
        <w:ind w:left="720"/>
        <w:jc w:val="both"/>
      </w:pPr>
      <w:r w:rsidRPr="00F52180">
        <w:t>nebo</w:t>
      </w:r>
    </w:p>
    <w:p w:rsidR="009120C0" w:rsidRPr="00F52180" w:rsidRDefault="009120C0" w:rsidP="009120C0">
      <w:pPr>
        <w:autoSpaceDE w:val="0"/>
        <w:autoSpaceDN w:val="0"/>
        <w:adjustRightInd w:val="0"/>
        <w:ind w:left="720"/>
        <w:jc w:val="both"/>
      </w:pPr>
      <w:r w:rsidRPr="00F52180">
        <w:t>b) vykazuje jiné zjevné projevy nemoci, která vyvolává trýznivé utrpení, a je patrné, že nedojde k jeho uzdravení.</w:t>
      </w:r>
    </w:p>
    <w:p w:rsidR="009120C0" w:rsidRPr="00F52180" w:rsidRDefault="009120C0" w:rsidP="009120C0">
      <w:pPr>
        <w:autoSpaceDE w:val="0"/>
        <w:autoSpaceDN w:val="0"/>
        <w:adjustRightInd w:val="0"/>
        <w:ind w:left="720"/>
        <w:jc w:val="both"/>
      </w:pPr>
      <w:r w:rsidRPr="00F52180">
        <w:t>(4) Ulovení jedince podle odstavce 3 je uživatel honitby povinen do 24 hodin ohlásit orgánu státní správy myslivosti a umožnit mu kontrolu uloveného jedince. V případě pochybností může orgán státní správy myslivosti nařídit provedení veterinárního vyšetření veterinárním lékařem, který o prohlídce provede záznam.“.“.</w:t>
      </w:r>
    </w:p>
    <w:p w:rsidR="009120C0" w:rsidRPr="00F52180" w:rsidRDefault="009120C0" w:rsidP="009120C0">
      <w:pPr>
        <w:pStyle w:val="Odstavecseseznamem"/>
        <w:numPr>
          <w:ilvl w:val="0"/>
          <w:numId w:val="7"/>
        </w:numPr>
        <w:spacing w:after="160"/>
        <w:jc w:val="both"/>
        <w:rPr>
          <w:rFonts w:eastAsia="Arial"/>
        </w:rPr>
      </w:pPr>
      <w:r w:rsidRPr="00F52180">
        <w:rPr>
          <w:rFonts w:eastAsia="Arial"/>
        </w:rPr>
        <w:t>Ve čl. I se za bod 42 (původní číslování) vkládá bod 43, který zní:</w:t>
      </w:r>
    </w:p>
    <w:p w:rsidR="009120C0" w:rsidRPr="00F52180" w:rsidRDefault="009120C0" w:rsidP="009120C0">
      <w:pPr>
        <w:ind w:left="708"/>
        <w:rPr>
          <w:rFonts w:eastAsia="Arial"/>
        </w:rPr>
      </w:pPr>
      <w:r w:rsidRPr="00F52180">
        <w:rPr>
          <w:rFonts w:eastAsia="Arial"/>
        </w:rPr>
        <w:t>„43. V § 55 se doplňuje odstavec 6, který zní:</w:t>
      </w:r>
    </w:p>
    <w:p w:rsidR="009120C0" w:rsidRPr="00F52180" w:rsidRDefault="009120C0" w:rsidP="009120C0">
      <w:pPr>
        <w:ind w:left="708"/>
        <w:jc w:val="both"/>
        <w:rPr>
          <w:rFonts w:eastAsia="Arial"/>
        </w:rPr>
      </w:pPr>
      <w:r w:rsidRPr="00F52180">
        <w:rPr>
          <w:rFonts w:eastAsia="Arial"/>
        </w:rPr>
        <w:t xml:space="preserve"> „(6) Uživatel honitby má povinnost společně s poškozeným škodu zdokumentovat a sepsat zápis o škodě. Neposkytne-li uživatel honitby potřebnou součinnost ke zdokumentování a sepsání zápisu, má se za to, že souhlasí se stavem věcí uvedeným v oznámení.“.“.</w:t>
      </w:r>
    </w:p>
    <w:p w:rsidR="009120C0" w:rsidRPr="00F52180" w:rsidRDefault="009120C0" w:rsidP="009120C0">
      <w:pPr>
        <w:pStyle w:val="Odstavecseseznamem"/>
        <w:numPr>
          <w:ilvl w:val="0"/>
          <w:numId w:val="7"/>
        </w:numPr>
        <w:spacing w:after="160" w:line="259" w:lineRule="auto"/>
        <w:jc w:val="both"/>
        <w:rPr>
          <w:rFonts w:eastAsia="Arial"/>
        </w:rPr>
      </w:pPr>
      <w:r w:rsidRPr="00F52180">
        <w:rPr>
          <w:rFonts w:eastAsia="Arial"/>
        </w:rPr>
        <w:t xml:space="preserve">Ve čl. I se za bod 52 se vkládá nový bod 53, který zní: </w:t>
      </w:r>
    </w:p>
    <w:p w:rsidR="009120C0" w:rsidRPr="00F52180" w:rsidRDefault="009120C0" w:rsidP="009120C0">
      <w:pPr>
        <w:pBdr>
          <w:top w:val="none" w:sz="0" w:space="3" w:color="000000"/>
          <w:left w:val="none" w:sz="0" w:space="20" w:color="000000"/>
          <w:bottom w:val="none" w:sz="0" w:space="3" w:color="000000"/>
          <w:right w:val="none" w:sz="0" w:space="30" w:color="000000"/>
          <w:between w:val="none" w:sz="0" w:space="3" w:color="000000"/>
        </w:pBdr>
        <w:shd w:val="clear" w:color="auto" w:fill="FFFFFF"/>
        <w:ind w:left="708"/>
        <w:jc w:val="both"/>
        <w:rPr>
          <w:rFonts w:eastAsia="Arial"/>
        </w:rPr>
      </w:pPr>
      <w:r w:rsidRPr="00F52180">
        <w:rPr>
          <w:rFonts w:eastAsia="Arial"/>
        </w:rPr>
        <w:t>„53. V § 64 odst. 3 písm. c) zní:</w:t>
      </w:r>
    </w:p>
    <w:p w:rsidR="009120C0" w:rsidRDefault="009120C0" w:rsidP="009120C0">
      <w:pPr>
        <w:pBdr>
          <w:top w:val="none" w:sz="0" w:space="3" w:color="000000"/>
          <w:left w:val="none" w:sz="0" w:space="20" w:color="000000"/>
          <w:bottom w:val="none" w:sz="0" w:space="3" w:color="000000"/>
          <w:right w:val="none" w:sz="0" w:space="30" w:color="000000"/>
          <w:between w:val="none" w:sz="0" w:space="3" w:color="000000"/>
        </w:pBdr>
        <w:shd w:val="clear" w:color="auto" w:fill="FFFFFF"/>
        <w:ind w:left="708"/>
        <w:jc w:val="both"/>
        <w:rPr>
          <w:rFonts w:eastAsia="Arial"/>
        </w:rPr>
      </w:pPr>
      <w:r w:rsidRPr="00F52180">
        <w:rPr>
          <w:rFonts w:eastAsia="Arial"/>
        </w:rPr>
        <w:t>„c) nedodrží povinnost zachovat minimální stavy zvěře stanovenou v § 3 odst. 2, nesplní nebo poruší některou z povinností stanovených v § 11 odst. 3, § 41 až 43, § 45, § 49 odst. 1 nebo v § 51 odst. 1,“.“.</w:t>
      </w:r>
    </w:p>
    <w:p w:rsidR="000C6893" w:rsidRDefault="000C6893"/>
    <w:p w:rsidR="009120C0" w:rsidRDefault="009120C0"/>
    <w:p w:rsidR="009120C0" w:rsidRDefault="009120C0"/>
    <w:p w:rsidR="009120C0" w:rsidRDefault="009120C0"/>
    <w:p w:rsidR="000C6893" w:rsidRDefault="000C6893">
      <w:pPr>
        <w:pStyle w:val="Nadpis4"/>
        <w:jc w:val="center"/>
      </w:pPr>
      <w:r>
        <w:rPr>
          <w:b/>
        </w:rPr>
        <w:t xml:space="preserve">Pozměňovací návrhy přednesené ve druhém čtení dne </w:t>
      </w:r>
      <w:r w:rsidR="00D60355">
        <w:rPr>
          <w:b/>
        </w:rPr>
        <w:t>26. května 2021</w:t>
      </w:r>
    </w:p>
    <w:p w:rsidR="000C6893" w:rsidRDefault="000C6893"/>
    <w:p w:rsidR="000C6893" w:rsidRDefault="000C6893"/>
    <w:p w:rsidR="000C6893" w:rsidRDefault="004F25A2" w:rsidP="00511F8C">
      <w:pPr>
        <w:pStyle w:val="PNposlanec"/>
      </w:pPr>
      <w:r>
        <w:t>Poslankyně Monika Jarošová</w:t>
      </w:r>
    </w:p>
    <w:p w:rsidR="000C6893" w:rsidRDefault="004F25A2">
      <w:pPr>
        <w:rPr>
          <w:i/>
          <w:u w:val="single"/>
        </w:rPr>
      </w:pPr>
      <w:r w:rsidRPr="004F25A2">
        <w:rPr>
          <w:i/>
          <w:u w:val="single"/>
        </w:rPr>
        <w:t>SD 8176</w:t>
      </w:r>
    </w:p>
    <w:p w:rsidR="004F25A2" w:rsidRPr="004F25A2" w:rsidRDefault="004F25A2">
      <w:pPr>
        <w:rPr>
          <w:i/>
          <w:u w:val="single"/>
        </w:rPr>
      </w:pPr>
    </w:p>
    <w:p w:rsidR="004F25A2" w:rsidRPr="004F25A2" w:rsidRDefault="00DC092F" w:rsidP="004F25A2">
      <w:pPr>
        <w:rPr>
          <w:rFonts w:cs="Times New Roman"/>
        </w:rPr>
      </w:pPr>
      <w:r w:rsidRPr="00DC092F">
        <w:rPr>
          <w:rFonts w:cs="Times New Roman"/>
          <w:b/>
        </w:rPr>
        <w:t>C</w:t>
      </w:r>
      <w:r w:rsidR="004F25A2" w:rsidRPr="00DC092F">
        <w:rPr>
          <w:rFonts w:cs="Times New Roman"/>
          <w:b/>
        </w:rPr>
        <w:t>1.</w:t>
      </w:r>
      <w:r w:rsidR="004F25A2" w:rsidRPr="004F25A2">
        <w:rPr>
          <w:rFonts w:cs="Times New Roman"/>
        </w:rPr>
        <w:t xml:space="preserve"> Do Části první (Změna zákona o myslivosti) Čl. I návrhu zákona se za bod 6 vkládá bod X., který zní:</w:t>
      </w:r>
    </w:p>
    <w:p w:rsidR="004F25A2" w:rsidRPr="004F25A2" w:rsidRDefault="004F25A2" w:rsidP="004F25A2">
      <w:pPr>
        <w:ind w:left="284"/>
        <w:rPr>
          <w:rFonts w:cs="Times New Roman"/>
        </w:rPr>
      </w:pPr>
      <w:r w:rsidRPr="004F25A2">
        <w:rPr>
          <w:rFonts w:cs="Times New Roman"/>
        </w:rPr>
        <w:t xml:space="preserve">X. </w:t>
      </w:r>
      <w:proofErr w:type="gramStart"/>
      <w:r w:rsidRPr="004F25A2">
        <w:rPr>
          <w:rFonts w:cs="Times New Roman"/>
        </w:rPr>
        <w:t>V §  12</w:t>
      </w:r>
      <w:proofErr w:type="gramEnd"/>
      <w:r w:rsidRPr="004F25A2">
        <w:rPr>
          <w:rFonts w:cs="Times New Roman"/>
        </w:rPr>
        <w:t xml:space="preserve"> odst. 5 zní:</w:t>
      </w:r>
    </w:p>
    <w:p w:rsidR="004F25A2" w:rsidRPr="004F25A2" w:rsidRDefault="004F25A2" w:rsidP="004F25A2">
      <w:pPr>
        <w:ind w:left="567"/>
        <w:jc w:val="both"/>
        <w:rPr>
          <w:rFonts w:eastAsia="Times New Roman" w:cs="Times New Roman"/>
        </w:rPr>
      </w:pPr>
      <w:r w:rsidRPr="004F25A2">
        <w:rPr>
          <w:rFonts w:eastAsia="Times New Roman" w:cs="Times New Roman"/>
        </w:rPr>
        <w:t xml:space="preserve">„(5) K posouzení bezúhonnosti osoby požádá orgán státní správy myslivosti o vydání </w:t>
      </w:r>
      <w:r w:rsidRPr="004F25A2">
        <w:rPr>
          <w:rFonts w:eastAsia="Times New Roman" w:cs="Times New Roman"/>
          <w:strike/>
        </w:rPr>
        <w:t xml:space="preserve">opisu </w:t>
      </w:r>
      <w:r w:rsidRPr="004F25A2">
        <w:rPr>
          <w:rFonts w:eastAsia="Times New Roman" w:cs="Times New Roman"/>
          <w:b/>
        </w:rPr>
        <w:t>výpisu</w:t>
      </w:r>
      <w:r w:rsidRPr="004F25A2">
        <w:rPr>
          <w:rFonts w:eastAsia="Times New Roman" w:cs="Times New Roman"/>
        </w:rPr>
        <w:t xml:space="preserve"> z evidence Rejstříku </w:t>
      </w:r>
      <w:proofErr w:type="gramStart"/>
      <w:r w:rsidRPr="004F25A2">
        <w:rPr>
          <w:rFonts w:eastAsia="Times New Roman" w:cs="Times New Roman"/>
        </w:rPr>
        <w:t>trestů.</w:t>
      </w:r>
      <w:r w:rsidRPr="004F25A2">
        <w:rPr>
          <w:rFonts w:eastAsia="Times New Roman" w:cs="Times New Roman"/>
          <w:vertAlign w:val="superscript"/>
        </w:rPr>
        <w:t>15</w:t>
      </w:r>
      <w:proofErr w:type="gramEnd"/>
      <w:r w:rsidRPr="004F25A2">
        <w:rPr>
          <w:rFonts w:eastAsia="Times New Roman" w:cs="Times New Roman"/>
          <w:vertAlign w:val="superscript"/>
        </w:rPr>
        <w:t>)</w:t>
      </w:r>
      <w:r w:rsidRPr="004F25A2">
        <w:rPr>
          <w:rFonts w:eastAsia="Times New Roman" w:cs="Times New Roman"/>
        </w:rPr>
        <w:t xml:space="preserve"> Žádost o vydání </w:t>
      </w:r>
      <w:r w:rsidRPr="004F25A2">
        <w:rPr>
          <w:rFonts w:eastAsia="Times New Roman" w:cs="Times New Roman"/>
          <w:strike/>
        </w:rPr>
        <w:t>opisu</w:t>
      </w:r>
      <w:r w:rsidRPr="004F25A2">
        <w:rPr>
          <w:rFonts w:eastAsia="Times New Roman" w:cs="Times New Roman"/>
        </w:rPr>
        <w:t xml:space="preserve"> </w:t>
      </w:r>
      <w:r w:rsidRPr="004F25A2">
        <w:rPr>
          <w:rFonts w:eastAsia="Times New Roman" w:cs="Times New Roman"/>
          <w:b/>
        </w:rPr>
        <w:t>výpisu</w:t>
      </w:r>
      <w:r w:rsidRPr="004F25A2">
        <w:rPr>
          <w:rFonts w:eastAsia="Times New Roman" w:cs="Times New Roman"/>
        </w:rPr>
        <w:t xml:space="preserve"> z evidence Rejstříku trestů a </w:t>
      </w:r>
      <w:r w:rsidRPr="004F25A2">
        <w:rPr>
          <w:rFonts w:eastAsia="Times New Roman" w:cs="Times New Roman"/>
          <w:strike/>
        </w:rPr>
        <w:t>opis</w:t>
      </w:r>
      <w:r w:rsidRPr="004F25A2">
        <w:rPr>
          <w:rFonts w:eastAsia="Times New Roman" w:cs="Times New Roman"/>
        </w:rPr>
        <w:t xml:space="preserve"> </w:t>
      </w:r>
      <w:r w:rsidRPr="004F25A2">
        <w:rPr>
          <w:rFonts w:eastAsia="Times New Roman" w:cs="Times New Roman"/>
          <w:b/>
        </w:rPr>
        <w:t>výpis</w:t>
      </w:r>
      <w:r w:rsidRPr="004F25A2">
        <w:rPr>
          <w:rFonts w:eastAsia="Times New Roman" w:cs="Times New Roman"/>
        </w:rPr>
        <w:t xml:space="preserve"> z evidence Rejstříku trestů se předávají v elektronické podobě, a to způsobem umožňujícím dálkový přístup."</w:t>
      </w:r>
    </w:p>
    <w:p w:rsidR="004F25A2" w:rsidRPr="004F25A2" w:rsidRDefault="004F25A2" w:rsidP="004F25A2">
      <w:pPr>
        <w:rPr>
          <w:rFonts w:cs="Times New Roman"/>
        </w:rPr>
      </w:pPr>
    </w:p>
    <w:p w:rsidR="004F25A2" w:rsidRPr="004F25A2" w:rsidRDefault="00DC092F" w:rsidP="004F25A2">
      <w:pPr>
        <w:rPr>
          <w:rFonts w:cs="Times New Roman"/>
        </w:rPr>
      </w:pPr>
      <w:r w:rsidRPr="00DC092F">
        <w:rPr>
          <w:rFonts w:cs="Times New Roman"/>
          <w:b/>
        </w:rPr>
        <w:t>C</w:t>
      </w:r>
      <w:r w:rsidR="004F25A2" w:rsidRPr="00DC092F">
        <w:rPr>
          <w:rFonts w:cs="Times New Roman"/>
          <w:b/>
        </w:rPr>
        <w:t>2.</w:t>
      </w:r>
      <w:r w:rsidR="004F25A2" w:rsidRPr="004F25A2">
        <w:rPr>
          <w:rFonts w:cs="Times New Roman"/>
        </w:rPr>
        <w:t xml:space="preserve"> Do Části první (Změna zákona o myslivosti) Čl. I návrhu zákona se za bod 14 vkládá bod Y., který zní:</w:t>
      </w:r>
    </w:p>
    <w:p w:rsidR="004F25A2" w:rsidRPr="004F25A2" w:rsidRDefault="004F25A2" w:rsidP="004F25A2">
      <w:pPr>
        <w:rPr>
          <w:rFonts w:cs="Times New Roman"/>
        </w:rPr>
      </w:pPr>
    </w:p>
    <w:p w:rsidR="004F25A2" w:rsidRPr="004F25A2" w:rsidRDefault="004F25A2" w:rsidP="004F25A2">
      <w:pPr>
        <w:rPr>
          <w:rFonts w:cs="Times New Roman"/>
        </w:rPr>
      </w:pPr>
      <w:r w:rsidRPr="004F25A2">
        <w:rPr>
          <w:rFonts w:cs="Times New Roman"/>
        </w:rPr>
        <w:t>Y. V § 35 odst. 2 zní:</w:t>
      </w:r>
    </w:p>
    <w:p w:rsidR="004F25A2" w:rsidRPr="004F25A2" w:rsidRDefault="004F25A2" w:rsidP="004F25A2">
      <w:pPr>
        <w:ind w:left="284"/>
        <w:jc w:val="both"/>
        <w:rPr>
          <w:rFonts w:cs="Times New Roman"/>
        </w:rPr>
      </w:pPr>
      <w:r w:rsidRPr="004F25A2">
        <w:rPr>
          <w:rFonts w:cs="Times New Roman"/>
        </w:rPr>
        <w:t>„(2) Orgán státní správy myslivosti, který rozhoduje o ustanovení mysliveckého hospodáře, si k ověření bezúhonnosti podle odstavce 1 písm. c) vyžádá podle zvláštního právního předpisu</w:t>
      </w:r>
      <w:r w:rsidRPr="004F25A2">
        <w:rPr>
          <w:rFonts w:cs="Times New Roman"/>
          <w:vertAlign w:val="superscript"/>
        </w:rPr>
        <w:t>15)</w:t>
      </w:r>
      <w:r w:rsidRPr="004F25A2">
        <w:rPr>
          <w:rFonts w:cs="Times New Roman"/>
        </w:rPr>
        <w:t xml:space="preserve"> výpis z evidence Rejstříku trestů. Žádost o vydání výpisu z evidence Rejstříku trestů a výpis z evidence Rejstříku trestů se předávají v elektronické podobě, a to způsobem umožňujícím dálkový přístup. Ke splnění podmínky bezúhonnosti je také třeba předložení čestného prohlášení, jímž fyzická osoba prokáže, že na úseku myslivosti jí nebyla pravomocně uloženy správní tresty za spáchání přestupku podle zákona o přestupcích</w:t>
      </w:r>
      <w:r w:rsidRPr="004F25A2">
        <w:rPr>
          <w:rFonts w:cs="Times New Roman"/>
          <w:vertAlign w:val="superscript"/>
        </w:rPr>
        <w:t>14)</w:t>
      </w:r>
      <w:r w:rsidRPr="004F25A2">
        <w:rPr>
          <w:rFonts w:cs="Times New Roman"/>
        </w:rPr>
        <w:t>, ani jí nebyla pravomocně uložena pokuta podle tohoto zákona. K uloženým správním trestům za přestupky na úseku myslivosti</w:t>
      </w:r>
      <w:r w:rsidRPr="004F25A2">
        <w:rPr>
          <w:rFonts w:cs="Times New Roman"/>
          <w:vertAlign w:val="superscript"/>
        </w:rPr>
        <w:t>14)</w:t>
      </w:r>
      <w:r w:rsidRPr="004F25A2">
        <w:rPr>
          <w:rFonts w:cs="Times New Roman"/>
        </w:rPr>
        <w:t xml:space="preserve"> a k pokutám za přestupky uložené podle tohoto zákona se nepřihlíží, pokud od právní moci rozhodnutí o jejich uložení uplynuly 2 roky."</w:t>
      </w:r>
    </w:p>
    <w:p w:rsidR="000C6893" w:rsidRDefault="000C6893"/>
    <w:p w:rsidR="000C6893" w:rsidRDefault="000C6893"/>
    <w:p w:rsidR="000C6893" w:rsidRDefault="000C6893"/>
    <w:p w:rsidR="000C6893" w:rsidRDefault="004F25A2" w:rsidP="004F25A2">
      <w:pPr>
        <w:pStyle w:val="PNposlanec"/>
      </w:pPr>
      <w:r>
        <w:t>Poslanec Petr Bendl</w:t>
      </w:r>
    </w:p>
    <w:p w:rsidR="000C6893" w:rsidRPr="004F25A2" w:rsidRDefault="004F25A2">
      <w:pPr>
        <w:rPr>
          <w:i/>
          <w:u w:val="single"/>
        </w:rPr>
      </w:pPr>
      <w:r w:rsidRPr="004F25A2">
        <w:rPr>
          <w:i/>
          <w:u w:val="single"/>
        </w:rPr>
        <w:t>SD 8522</w:t>
      </w:r>
    </w:p>
    <w:p w:rsidR="000C6893" w:rsidRPr="004F25A2" w:rsidRDefault="000C6893">
      <w:pPr>
        <w:rPr>
          <w:rFonts w:cs="Times New Roman"/>
          <w:sz w:val="28"/>
        </w:rPr>
      </w:pPr>
    </w:p>
    <w:p w:rsidR="004F25A2" w:rsidRPr="004F25A2" w:rsidRDefault="00DC092F" w:rsidP="00DC092F">
      <w:pPr>
        <w:widowControl/>
        <w:suppressAutoHyphens w:val="0"/>
        <w:spacing w:line="276" w:lineRule="auto"/>
        <w:jc w:val="both"/>
        <w:rPr>
          <w:rFonts w:eastAsia="Arial" w:cs="Times New Roman"/>
          <w:b/>
          <w:szCs w:val="22"/>
        </w:rPr>
      </w:pPr>
      <w:r>
        <w:rPr>
          <w:rFonts w:eastAsia="Arial" w:cs="Times New Roman"/>
          <w:b/>
          <w:szCs w:val="22"/>
        </w:rPr>
        <w:t xml:space="preserve">D1. </w:t>
      </w:r>
      <w:r w:rsidR="004F25A2" w:rsidRPr="004F25A2">
        <w:rPr>
          <w:rFonts w:eastAsia="Arial" w:cs="Times New Roman"/>
          <w:b/>
          <w:szCs w:val="22"/>
        </w:rPr>
        <w:t>Ve čl. I se za bod 39 vkládá bod 40, který zní:</w:t>
      </w:r>
    </w:p>
    <w:p w:rsidR="004F25A2" w:rsidRPr="004F25A2" w:rsidRDefault="004F25A2" w:rsidP="004F25A2">
      <w:pPr>
        <w:spacing w:line="276" w:lineRule="auto"/>
        <w:ind w:left="720"/>
        <w:jc w:val="both"/>
        <w:rPr>
          <w:rFonts w:eastAsia="Arial" w:cs="Times New Roman"/>
          <w:b/>
          <w:szCs w:val="22"/>
        </w:rPr>
      </w:pPr>
    </w:p>
    <w:p w:rsidR="004F25A2" w:rsidRPr="004F25A2" w:rsidRDefault="004F25A2" w:rsidP="004F25A2">
      <w:pPr>
        <w:spacing w:line="276" w:lineRule="auto"/>
        <w:jc w:val="both"/>
        <w:rPr>
          <w:rFonts w:eastAsia="Arial" w:cs="Times New Roman"/>
          <w:szCs w:val="22"/>
        </w:rPr>
      </w:pPr>
      <w:r w:rsidRPr="004F25A2">
        <w:rPr>
          <w:rFonts w:eastAsia="Arial" w:cs="Times New Roman"/>
          <w:szCs w:val="22"/>
        </w:rPr>
        <w:t>„40. V § 54 se v odstavci 2 zrušují slova „na lesních porostech chráněných oplocením proti škodám působeným zvěří,“.“.</w:t>
      </w:r>
    </w:p>
    <w:p w:rsidR="004F25A2" w:rsidRPr="004F25A2" w:rsidRDefault="004F25A2" w:rsidP="004F25A2">
      <w:pPr>
        <w:spacing w:line="276" w:lineRule="auto"/>
        <w:jc w:val="both"/>
        <w:rPr>
          <w:rFonts w:eastAsia="Arial" w:cs="Times New Roman"/>
          <w:szCs w:val="22"/>
        </w:rPr>
      </w:pPr>
    </w:p>
    <w:p w:rsidR="004F25A2" w:rsidRPr="004F25A2" w:rsidRDefault="004F25A2" w:rsidP="004F25A2">
      <w:pPr>
        <w:spacing w:line="276" w:lineRule="auto"/>
        <w:jc w:val="both"/>
        <w:rPr>
          <w:rFonts w:eastAsia="Arial" w:cs="Times New Roman"/>
          <w:szCs w:val="22"/>
        </w:rPr>
      </w:pPr>
      <w:r w:rsidRPr="004F25A2">
        <w:rPr>
          <w:rFonts w:eastAsia="Arial" w:cs="Times New Roman"/>
          <w:szCs w:val="22"/>
        </w:rPr>
        <w:t>Následující body a odkazy na ně se přečíslují.</w:t>
      </w:r>
    </w:p>
    <w:p w:rsidR="000C6893" w:rsidRDefault="000C6893"/>
    <w:p w:rsidR="000C6893" w:rsidRPr="004F25A2" w:rsidRDefault="004F25A2">
      <w:pPr>
        <w:rPr>
          <w:i/>
          <w:u w:val="single"/>
        </w:rPr>
      </w:pPr>
      <w:r w:rsidRPr="004F25A2">
        <w:rPr>
          <w:i/>
          <w:u w:val="single"/>
        </w:rPr>
        <w:t>SD 8523</w:t>
      </w:r>
    </w:p>
    <w:p w:rsidR="000C6893" w:rsidRDefault="000C6893"/>
    <w:p w:rsidR="004F25A2" w:rsidRPr="004F25A2" w:rsidRDefault="00DC092F" w:rsidP="00DC092F">
      <w:pPr>
        <w:widowControl/>
        <w:pBdr>
          <w:top w:val="nil"/>
          <w:left w:val="nil"/>
          <w:bottom w:val="nil"/>
          <w:right w:val="nil"/>
          <w:between w:val="nil"/>
        </w:pBdr>
        <w:suppressAutoHyphens w:val="0"/>
        <w:jc w:val="both"/>
        <w:rPr>
          <w:rFonts w:eastAsia="Arial" w:cs="Times New Roman"/>
          <w:b/>
          <w:szCs w:val="22"/>
        </w:rPr>
      </w:pPr>
      <w:proofErr w:type="gramStart"/>
      <w:r>
        <w:rPr>
          <w:rFonts w:eastAsia="Arial" w:cs="Times New Roman"/>
          <w:b/>
          <w:szCs w:val="22"/>
        </w:rPr>
        <w:t>D2.1.</w:t>
      </w:r>
      <w:proofErr w:type="gramEnd"/>
      <w:r>
        <w:rPr>
          <w:rFonts w:eastAsia="Arial" w:cs="Times New Roman"/>
          <w:b/>
          <w:szCs w:val="22"/>
        </w:rPr>
        <w:t xml:space="preserve"> </w:t>
      </w:r>
      <w:r w:rsidR="004F25A2" w:rsidRPr="004F25A2">
        <w:rPr>
          <w:rFonts w:eastAsia="Arial" w:cs="Times New Roman"/>
          <w:b/>
          <w:szCs w:val="22"/>
        </w:rPr>
        <w:t>Ve čl. I se za bod 7 vkládá nový bod 8, který zní:</w:t>
      </w:r>
    </w:p>
    <w:p w:rsidR="004F25A2" w:rsidRPr="004F25A2" w:rsidRDefault="004F25A2" w:rsidP="004F25A2">
      <w:pPr>
        <w:pBdr>
          <w:top w:val="nil"/>
          <w:left w:val="nil"/>
          <w:bottom w:val="nil"/>
          <w:right w:val="nil"/>
          <w:between w:val="nil"/>
        </w:pBdr>
        <w:jc w:val="both"/>
        <w:rPr>
          <w:rFonts w:eastAsia="Arial" w:cs="Times New Roman"/>
          <w:szCs w:val="22"/>
        </w:rPr>
      </w:pPr>
    </w:p>
    <w:p w:rsidR="004F25A2" w:rsidRPr="004F25A2" w:rsidRDefault="004F25A2" w:rsidP="004F25A2">
      <w:pPr>
        <w:pBdr>
          <w:top w:val="nil"/>
          <w:left w:val="nil"/>
          <w:bottom w:val="nil"/>
          <w:right w:val="nil"/>
          <w:between w:val="nil"/>
        </w:pBdr>
        <w:jc w:val="both"/>
        <w:rPr>
          <w:rFonts w:eastAsia="Arial" w:cs="Times New Roman"/>
          <w:szCs w:val="22"/>
        </w:rPr>
      </w:pPr>
      <w:r w:rsidRPr="004F25A2">
        <w:rPr>
          <w:rFonts w:eastAsia="Arial" w:cs="Times New Roman"/>
          <w:szCs w:val="22"/>
        </w:rPr>
        <w:t>„8.  V § 11 se doplňují odstavce 7 a 8, které znějí:</w:t>
      </w:r>
    </w:p>
    <w:p w:rsidR="004F25A2" w:rsidRPr="004F25A2" w:rsidRDefault="004F25A2" w:rsidP="004F25A2">
      <w:pPr>
        <w:pBdr>
          <w:top w:val="nil"/>
          <w:left w:val="nil"/>
          <w:bottom w:val="nil"/>
          <w:right w:val="nil"/>
          <w:between w:val="nil"/>
        </w:pBdr>
        <w:jc w:val="both"/>
        <w:rPr>
          <w:rFonts w:eastAsia="Arial" w:cs="Times New Roman"/>
          <w:szCs w:val="22"/>
        </w:rPr>
      </w:pPr>
    </w:p>
    <w:p w:rsidR="004F25A2" w:rsidRPr="004F25A2" w:rsidRDefault="004F25A2" w:rsidP="004F25A2">
      <w:pPr>
        <w:pBdr>
          <w:top w:val="nil"/>
          <w:left w:val="nil"/>
          <w:bottom w:val="nil"/>
          <w:right w:val="nil"/>
          <w:between w:val="nil"/>
        </w:pBdr>
        <w:jc w:val="both"/>
        <w:rPr>
          <w:rFonts w:eastAsia="Arial" w:cs="Times New Roman"/>
          <w:szCs w:val="22"/>
        </w:rPr>
      </w:pPr>
      <w:r w:rsidRPr="004F25A2">
        <w:rPr>
          <w:rFonts w:eastAsia="Arial" w:cs="Times New Roman"/>
          <w:szCs w:val="22"/>
        </w:rPr>
        <w:t>„(7) Uživatel honitby je povinen umožnit vlastníkovi nebo pachtýři souvislých honebních pozemků o minimální výměře 5 ha lov spárkaté zvěře na těchto pozemcích. Vlastníkovi nebo pachtýři honebních pozemků o výměře nejméně 50 ha v rámci jedné honitby je uživatel honitby povinen umožnit lov zvěře na celém území honitby. Vlastník nebo pachtýř honebních pozemků může lovem pověřit jinou osobu. Vlastní, pachtýř, nebo osoba jimi pověřená, jsou při lovu povinny zachovávat povinnosti stanovené tímto zákonem. Pokud v případě propachtovaných honebních pozemků uplatňuje možnost lovu podle tohoto odstavce jejich vlastník, pachtýř těchto honebních pozemků již možnost lovu uplatnit nemůže, ledaže se vlastník a pachtýř dohodnou jinak.</w:t>
      </w:r>
    </w:p>
    <w:p w:rsidR="004F25A2" w:rsidRPr="004F25A2" w:rsidRDefault="004F25A2" w:rsidP="004F25A2">
      <w:pPr>
        <w:pBdr>
          <w:top w:val="nil"/>
          <w:left w:val="nil"/>
          <w:bottom w:val="nil"/>
          <w:right w:val="nil"/>
          <w:between w:val="nil"/>
        </w:pBdr>
        <w:jc w:val="both"/>
        <w:rPr>
          <w:rFonts w:eastAsia="Arial" w:cs="Times New Roman"/>
          <w:szCs w:val="22"/>
        </w:rPr>
      </w:pPr>
    </w:p>
    <w:p w:rsidR="004F25A2" w:rsidRPr="004F25A2" w:rsidRDefault="004F25A2" w:rsidP="004F25A2">
      <w:pPr>
        <w:pBdr>
          <w:top w:val="nil"/>
          <w:left w:val="nil"/>
          <w:bottom w:val="nil"/>
          <w:right w:val="nil"/>
          <w:between w:val="nil"/>
        </w:pBdr>
        <w:jc w:val="both"/>
        <w:rPr>
          <w:rFonts w:eastAsia="Arial" w:cs="Times New Roman"/>
          <w:szCs w:val="22"/>
        </w:rPr>
      </w:pPr>
      <w:r w:rsidRPr="004F25A2">
        <w:rPr>
          <w:rFonts w:eastAsia="Arial" w:cs="Times New Roman"/>
          <w:szCs w:val="22"/>
        </w:rPr>
        <w:t>(8) Podrobnosti o podmínkách lovu určí vlastník nebo pachtýř honebních pozemků a uživatel honitby dohodou. Nedojde-li k dohodě, vlastník, pachtýř, nebo osoba jimi pověřená</w:t>
      </w:r>
    </w:p>
    <w:p w:rsidR="004F25A2" w:rsidRPr="004F25A2" w:rsidRDefault="004F25A2" w:rsidP="004F25A2">
      <w:pPr>
        <w:widowControl/>
        <w:numPr>
          <w:ilvl w:val="0"/>
          <w:numId w:val="9"/>
        </w:numPr>
        <w:pBdr>
          <w:top w:val="nil"/>
          <w:left w:val="nil"/>
          <w:bottom w:val="nil"/>
          <w:right w:val="nil"/>
          <w:between w:val="nil"/>
        </w:pBdr>
        <w:suppressAutoHyphens w:val="0"/>
        <w:jc w:val="both"/>
        <w:rPr>
          <w:rFonts w:eastAsia="Arial" w:cs="Times New Roman"/>
          <w:szCs w:val="22"/>
        </w:rPr>
      </w:pPr>
      <w:r w:rsidRPr="004F25A2">
        <w:rPr>
          <w:rFonts w:eastAsia="Arial" w:cs="Times New Roman"/>
          <w:szCs w:val="22"/>
        </w:rPr>
        <w:t>může bez omezení lovit prase divoké,</w:t>
      </w:r>
    </w:p>
    <w:p w:rsidR="004F25A2" w:rsidRPr="004F25A2" w:rsidRDefault="004F25A2" w:rsidP="004F25A2">
      <w:pPr>
        <w:widowControl/>
        <w:numPr>
          <w:ilvl w:val="0"/>
          <w:numId w:val="9"/>
        </w:numPr>
        <w:pBdr>
          <w:top w:val="nil"/>
          <w:left w:val="nil"/>
          <w:bottom w:val="nil"/>
          <w:right w:val="nil"/>
          <w:between w:val="nil"/>
        </w:pBdr>
        <w:suppressAutoHyphens w:val="0"/>
        <w:jc w:val="both"/>
        <w:rPr>
          <w:rFonts w:eastAsia="Arial" w:cs="Times New Roman"/>
          <w:szCs w:val="22"/>
        </w:rPr>
      </w:pPr>
      <w:r w:rsidRPr="004F25A2">
        <w:rPr>
          <w:rFonts w:eastAsia="Arial" w:cs="Times New Roman"/>
          <w:szCs w:val="22"/>
        </w:rPr>
        <w:t>v případě druhů spárkaté zvěře, pro niž nejsou v honitbě stanoveny minimální stavy, může bez omezení lovit samčí zvěř do stáří 2 let a samičí zvěř, a</w:t>
      </w:r>
    </w:p>
    <w:p w:rsidR="004F25A2" w:rsidRPr="004F25A2" w:rsidRDefault="004F25A2" w:rsidP="004F25A2">
      <w:pPr>
        <w:widowControl/>
        <w:numPr>
          <w:ilvl w:val="0"/>
          <w:numId w:val="9"/>
        </w:numPr>
        <w:pBdr>
          <w:top w:val="nil"/>
          <w:left w:val="nil"/>
          <w:bottom w:val="nil"/>
          <w:right w:val="nil"/>
          <w:between w:val="nil"/>
        </w:pBdr>
        <w:suppressAutoHyphens w:val="0"/>
        <w:jc w:val="both"/>
        <w:rPr>
          <w:rFonts w:eastAsia="Arial" w:cs="Times New Roman"/>
          <w:szCs w:val="22"/>
        </w:rPr>
      </w:pPr>
      <w:r w:rsidRPr="004F25A2">
        <w:rPr>
          <w:rFonts w:eastAsia="Arial" w:cs="Times New Roman"/>
          <w:szCs w:val="22"/>
        </w:rPr>
        <w:t xml:space="preserve">v případě ostatních druhů spárkaté zvěře může do naplnění schváleného plánu mysliveckého hospodaření v honitbě lovit </w:t>
      </w:r>
      <w:proofErr w:type="spellStart"/>
      <w:r w:rsidRPr="004F25A2">
        <w:rPr>
          <w:rFonts w:eastAsia="Arial" w:cs="Times New Roman"/>
          <w:szCs w:val="22"/>
        </w:rPr>
        <w:t>lovit</w:t>
      </w:r>
      <w:proofErr w:type="spellEnd"/>
      <w:r w:rsidRPr="004F25A2">
        <w:rPr>
          <w:rFonts w:eastAsia="Arial" w:cs="Times New Roman"/>
          <w:szCs w:val="22"/>
        </w:rPr>
        <w:t xml:space="preserve"> samčí zvěře do stáří 2 let a samičí zvěř.“.“.</w:t>
      </w:r>
    </w:p>
    <w:p w:rsidR="004F25A2" w:rsidRPr="004F25A2" w:rsidRDefault="004F25A2" w:rsidP="004F25A2">
      <w:pPr>
        <w:pBdr>
          <w:top w:val="nil"/>
          <w:left w:val="nil"/>
          <w:bottom w:val="nil"/>
          <w:right w:val="nil"/>
          <w:between w:val="nil"/>
        </w:pBdr>
        <w:jc w:val="both"/>
        <w:rPr>
          <w:rFonts w:eastAsia="Arial" w:cs="Times New Roman"/>
          <w:szCs w:val="22"/>
        </w:rPr>
      </w:pPr>
    </w:p>
    <w:p w:rsidR="004F25A2" w:rsidRPr="004F25A2" w:rsidRDefault="004F25A2" w:rsidP="004F25A2">
      <w:pPr>
        <w:pBdr>
          <w:top w:val="nil"/>
          <w:left w:val="nil"/>
          <w:bottom w:val="nil"/>
          <w:right w:val="nil"/>
          <w:between w:val="nil"/>
        </w:pBdr>
        <w:jc w:val="both"/>
        <w:rPr>
          <w:rFonts w:eastAsia="Arial" w:cs="Times New Roman"/>
          <w:szCs w:val="22"/>
        </w:rPr>
      </w:pPr>
      <w:r w:rsidRPr="004F25A2">
        <w:rPr>
          <w:rFonts w:eastAsia="Arial" w:cs="Times New Roman"/>
          <w:szCs w:val="22"/>
        </w:rPr>
        <w:t>Následující body a odkazy na ně se přečíslují.</w:t>
      </w:r>
    </w:p>
    <w:p w:rsidR="004F25A2" w:rsidRPr="004F25A2" w:rsidRDefault="004F25A2" w:rsidP="004F25A2">
      <w:pPr>
        <w:pBdr>
          <w:top w:val="nil"/>
          <w:left w:val="nil"/>
          <w:bottom w:val="nil"/>
          <w:right w:val="nil"/>
          <w:between w:val="nil"/>
        </w:pBdr>
        <w:jc w:val="both"/>
        <w:rPr>
          <w:rFonts w:eastAsia="Arial" w:cs="Times New Roman"/>
          <w:szCs w:val="22"/>
        </w:rPr>
      </w:pPr>
    </w:p>
    <w:p w:rsidR="004F25A2" w:rsidRPr="004F25A2" w:rsidRDefault="00304414" w:rsidP="00DC092F">
      <w:pPr>
        <w:widowControl/>
        <w:pBdr>
          <w:top w:val="nil"/>
          <w:left w:val="nil"/>
          <w:bottom w:val="nil"/>
          <w:right w:val="nil"/>
          <w:between w:val="nil"/>
        </w:pBdr>
        <w:suppressAutoHyphens w:val="0"/>
        <w:jc w:val="both"/>
        <w:rPr>
          <w:rFonts w:eastAsia="Arial" w:cs="Times New Roman"/>
          <w:b/>
          <w:szCs w:val="22"/>
        </w:rPr>
      </w:pPr>
      <w:proofErr w:type="gramStart"/>
      <w:r>
        <w:rPr>
          <w:rFonts w:eastAsia="Arial" w:cs="Times New Roman"/>
          <w:b/>
          <w:szCs w:val="22"/>
        </w:rPr>
        <w:t>D2.2.</w:t>
      </w:r>
      <w:proofErr w:type="gramEnd"/>
      <w:r>
        <w:rPr>
          <w:rFonts w:eastAsia="Arial" w:cs="Times New Roman"/>
          <w:b/>
          <w:szCs w:val="22"/>
        </w:rPr>
        <w:t xml:space="preserve"> </w:t>
      </w:r>
      <w:r w:rsidR="004F25A2" w:rsidRPr="004F25A2">
        <w:rPr>
          <w:rFonts w:eastAsia="Arial" w:cs="Times New Roman"/>
          <w:b/>
          <w:szCs w:val="22"/>
        </w:rPr>
        <w:t>Ve čl. I se za bod 33 (původní číslování) vkládá nový bod 34, který zní:</w:t>
      </w:r>
    </w:p>
    <w:p w:rsidR="004F25A2" w:rsidRPr="004F25A2" w:rsidRDefault="004F25A2" w:rsidP="004F25A2">
      <w:pPr>
        <w:pBdr>
          <w:top w:val="nil"/>
          <w:left w:val="nil"/>
          <w:bottom w:val="nil"/>
          <w:right w:val="nil"/>
          <w:between w:val="nil"/>
        </w:pBdr>
        <w:jc w:val="both"/>
        <w:rPr>
          <w:rFonts w:eastAsia="Arial" w:cs="Times New Roman"/>
          <w:szCs w:val="22"/>
        </w:rPr>
      </w:pPr>
    </w:p>
    <w:p w:rsidR="004F25A2" w:rsidRPr="004F25A2" w:rsidRDefault="004F25A2" w:rsidP="004F25A2">
      <w:pPr>
        <w:pBdr>
          <w:top w:val="nil"/>
          <w:left w:val="nil"/>
          <w:bottom w:val="nil"/>
          <w:right w:val="nil"/>
          <w:between w:val="nil"/>
        </w:pBdr>
        <w:jc w:val="both"/>
        <w:rPr>
          <w:rFonts w:eastAsia="Arial" w:cs="Times New Roman"/>
          <w:szCs w:val="22"/>
        </w:rPr>
      </w:pPr>
      <w:r w:rsidRPr="004F25A2">
        <w:rPr>
          <w:rFonts w:eastAsia="Arial" w:cs="Times New Roman"/>
          <w:szCs w:val="22"/>
        </w:rPr>
        <w:t>„34. V § 46 se v odst. 2 za větu druhou vkládá věta, která zní: „Uživatel honitby je povinen vystavit povolenku k lovu vlastníku nebo pachtýři honebního pozemku v honitbě nebo osobě jím pověřené k lovu spárkaté zvěře dle §11 odst. 7, pokud o to požádají.“.“.</w:t>
      </w:r>
    </w:p>
    <w:p w:rsidR="004F25A2" w:rsidRPr="004F25A2" w:rsidRDefault="004F25A2" w:rsidP="004F25A2">
      <w:pPr>
        <w:pBdr>
          <w:top w:val="nil"/>
          <w:left w:val="nil"/>
          <w:bottom w:val="nil"/>
          <w:right w:val="nil"/>
          <w:between w:val="nil"/>
        </w:pBdr>
        <w:jc w:val="both"/>
        <w:rPr>
          <w:rFonts w:eastAsia="Arial" w:cs="Times New Roman"/>
          <w:szCs w:val="22"/>
        </w:rPr>
      </w:pPr>
    </w:p>
    <w:p w:rsidR="004F25A2" w:rsidRPr="004F25A2" w:rsidRDefault="004F25A2" w:rsidP="004F25A2">
      <w:pPr>
        <w:jc w:val="both"/>
        <w:rPr>
          <w:rFonts w:eastAsia="Arial" w:cs="Times New Roman"/>
          <w:szCs w:val="22"/>
        </w:rPr>
      </w:pPr>
      <w:r w:rsidRPr="004F25A2">
        <w:rPr>
          <w:rFonts w:eastAsia="Arial" w:cs="Times New Roman"/>
          <w:szCs w:val="22"/>
        </w:rPr>
        <w:t>Následující body a odkazy na ně se přečíslují.</w:t>
      </w:r>
    </w:p>
    <w:p w:rsidR="004F25A2" w:rsidRPr="004F25A2" w:rsidRDefault="004F25A2" w:rsidP="004F25A2">
      <w:pPr>
        <w:pBdr>
          <w:top w:val="nil"/>
          <w:left w:val="nil"/>
          <w:bottom w:val="nil"/>
          <w:right w:val="nil"/>
          <w:between w:val="nil"/>
        </w:pBdr>
        <w:jc w:val="both"/>
        <w:rPr>
          <w:rFonts w:eastAsia="Arial" w:cs="Times New Roman"/>
          <w:szCs w:val="22"/>
        </w:rPr>
      </w:pPr>
    </w:p>
    <w:p w:rsidR="004F25A2" w:rsidRPr="004F25A2" w:rsidRDefault="00304414" w:rsidP="00304414">
      <w:pPr>
        <w:widowControl/>
        <w:suppressAutoHyphens w:val="0"/>
        <w:jc w:val="both"/>
        <w:rPr>
          <w:rFonts w:eastAsia="Arial" w:cs="Times New Roman"/>
          <w:b/>
          <w:szCs w:val="22"/>
        </w:rPr>
      </w:pPr>
      <w:proofErr w:type="gramStart"/>
      <w:r>
        <w:rPr>
          <w:rFonts w:eastAsia="Arial" w:cs="Times New Roman"/>
          <w:b/>
          <w:szCs w:val="22"/>
        </w:rPr>
        <w:t>D2.3.</w:t>
      </w:r>
      <w:proofErr w:type="gramEnd"/>
      <w:r>
        <w:rPr>
          <w:rFonts w:eastAsia="Arial" w:cs="Times New Roman"/>
          <w:b/>
          <w:szCs w:val="22"/>
        </w:rPr>
        <w:t xml:space="preserve"> </w:t>
      </w:r>
      <w:r w:rsidR="004F25A2" w:rsidRPr="004F25A2">
        <w:rPr>
          <w:rFonts w:eastAsia="Arial" w:cs="Times New Roman"/>
          <w:b/>
          <w:szCs w:val="22"/>
        </w:rPr>
        <w:t>Ve čl. I se za bod 39 (původní číslování) vkládá nový bod 40, který zní:</w:t>
      </w:r>
    </w:p>
    <w:p w:rsidR="004F25A2" w:rsidRPr="004F25A2" w:rsidRDefault="004F25A2" w:rsidP="004F25A2">
      <w:pPr>
        <w:ind w:left="720"/>
        <w:jc w:val="both"/>
        <w:rPr>
          <w:rFonts w:eastAsia="Arial" w:cs="Times New Roman"/>
          <w:b/>
          <w:szCs w:val="22"/>
        </w:rPr>
      </w:pPr>
    </w:p>
    <w:p w:rsidR="004F25A2" w:rsidRPr="004F25A2" w:rsidRDefault="004F25A2" w:rsidP="004F25A2">
      <w:pPr>
        <w:pBdr>
          <w:top w:val="nil"/>
          <w:left w:val="nil"/>
          <w:bottom w:val="nil"/>
          <w:right w:val="nil"/>
          <w:between w:val="nil"/>
        </w:pBdr>
        <w:jc w:val="both"/>
        <w:rPr>
          <w:rFonts w:eastAsia="Arial" w:cs="Times New Roman"/>
          <w:szCs w:val="22"/>
        </w:rPr>
      </w:pPr>
      <w:r w:rsidRPr="004F25A2">
        <w:rPr>
          <w:rFonts w:eastAsia="Arial" w:cs="Times New Roman"/>
          <w:szCs w:val="22"/>
        </w:rPr>
        <w:t>„40. V § 54 se za slova „působeným zvěří“ doplňuje text: „a na honebních pozemcích, pokud jejich vlastník či pachtýř uplatnil na těchto pozemcích právo na povolenku k lovu podle § 11 odst. 7“.“.</w:t>
      </w:r>
    </w:p>
    <w:p w:rsidR="004F25A2" w:rsidRPr="004F25A2" w:rsidRDefault="004F25A2" w:rsidP="004F25A2">
      <w:pPr>
        <w:pBdr>
          <w:top w:val="nil"/>
          <w:left w:val="nil"/>
          <w:bottom w:val="nil"/>
          <w:right w:val="nil"/>
          <w:between w:val="nil"/>
        </w:pBdr>
        <w:jc w:val="both"/>
        <w:rPr>
          <w:rFonts w:eastAsia="Arial" w:cs="Times New Roman"/>
          <w:szCs w:val="22"/>
        </w:rPr>
      </w:pPr>
    </w:p>
    <w:p w:rsidR="004F25A2" w:rsidRPr="004F25A2" w:rsidRDefault="004F25A2" w:rsidP="004F25A2">
      <w:pPr>
        <w:jc w:val="both"/>
        <w:rPr>
          <w:rFonts w:eastAsia="Arial" w:cs="Times New Roman"/>
          <w:szCs w:val="22"/>
        </w:rPr>
      </w:pPr>
      <w:r w:rsidRPr="004F25A2">
        <w:rPr>
          <w:rFonts w:eastAsia="Arial" w:cs="Times New Roman"/>
          <w:szCs w:val="22"/>
        </w:rPr>
        <w:t>Následující body a odkazy na ně se přečíslují.</w:t>
      </w:r>
    </w:p>
    <w:p w:rsidR="000C6893" w:rsidRDefault="000C6893"/>
    <w:p w:rsidR="000C6893" w:rsidRPr="004F25A2" w:rsidRDefault="004F25A2">
      <w:pPr>
        <w:rPr>
          <w:i/>
          <w:u w:val="single"/>
        </w:rPr>
      </w:pPr>
      <w:r w:rsidRPr="004F25A2">
        <w:rPr>
          <w:i/>
          <w:u w:val="single"/>
        </w:rPr>
        <w:t>SD 8524</w:t>
      </w:r>
    </w:p>
    <w:p w:rsidR="004F25A2" w:rsidRPr="004F25A2" w:rsidRDefault="004F25A2">
      <w:pPr>
        <w:rPr>
          <w:i/>
        </w:rPr>
      </w:pPr>
    </w:p>
    <w:p w:rsidR="004F25A2" w:rsidRPr="004F25A2" w:rsidRDefault="00304414" w:rsidP="00304414">
      <w:pPr>
        <w:widowControl/>
        <w:suppressAutoHyphens w:val="0"/>
        <w:jc w:val="both"/>
        <w:rPr>
          <w:rFonts w:cs="Times New Roman"/>
          <w:szCs w:val="22"/>
        </w:rPr>
      </w:pPr>
      <w:proofErr w:type="gramStart"/>
      <w:r>
        <w:rPr>
          <w:rFonts w:eastAsia="Arial" w:cs="Times New Roman"/>
          <w:b/>
          <w:szCs w:val="22"/>
        </w:rPr>
        <w:t>D3.1.</w:t>
      </w:r>
      <w:proofErr w:type="gramEnd"/>
      <w:r>
        <w:rPr>
          <w:rFonts w:eastAsia="Arial" w:cs="Times New Roman"/>
          <w:b/>
          <w:szCs w:val="22"/>
        </w:rPr>
        <w:t xml:space="preserve"> </w:t>
      </w:r>
      <w:r w:rsidR="004F25A2" w:rsidRPr="004F25A2">
        <w:rPr>
          <w:rFonts w:eastAsia="Arial" w:cs="Times New Roman"/>
          <w:b/>
          <w:szCs w:val="22"/>
        </w:rPr>
        <w:t>Ve čl. I se za bod 12 vkládají body 13 a 14, které znějí:</w:t>
      </w:r>
    </w:p>
    <w:p w:rsidR="004F25A2" w:rsidRPr="004F25A2" w:rsidRDefault="004F25A2" w:rsidP="00EA1D59">
      <w:pPr>
        <w:ind w:left="720"/>
        <w:jc w:val="both"/>
        <w:rPr>
          <w:rFonts w:eastAsia="Arial" w:cs="Times New Roman"/>
          <w:b/>
          <w:szCs w:val="22"/>
        </w:rPr>
      </w:pPr>
    </w:p>
    <w:p w:rsidR="004F25A2" w:rsidRPr="004F25A2" w:rsidRDefault="004F25A2" w:rsidP="00EA1D59">
      <w:pPr>
        <w:rPr>
          <w:rFonts w:eastAsia="Arial" w:cs="Times New Roman"/>
          <w:szCs w:val="22"/>
        </w:rPr>
      </w:pPr>
      <w:r w:rsidRPr="004F25A2">
        <w:rPr>
          <w:rFonts w:eastAsia="Arial" w:cs="Times New Roman"/>
          <w:szCs w:val="22"/>
        </w:rPr>
        <w:t>„13.</w:t>
      </w:r>
      <w:r w:rsidRPr="004F25A2">
        <w:rPr>
          <w:rFonts w:eastAsia="Arial" w:cs="Times New Roman"/>
          <w:b/>
          <w:szCs w:val="22"/>
        </w:rPr>
        <w:t xml:space="preserve"> </w:t>
      </w:r>
      <w:r w:rsidRPr="004F25A2">
        <w:rPr>
          <w:rFonts w:eastAsia="Arial" w:cs="Times New Roman"/>
          <w:szCs w:val="22"/>
        </w:rPr>
        <w:t xml:space="preserve">V § 32 odstavec 4 zní: </w:t>
      </w:r>
    </w:p>
    <w:p w:rsidR="004F25A2" w:rsidRPr="004F25A2" w:rsidRDefault="004F25A2" w:rsidP="00EA1D59">
      <w:pPr>
        <w:rPr>
          <w:rFonts w:eastAsia="Arial" w:cs="Times New Roman"/>
          <w:szCs w:val="22"/>
        </w:rPr>
      </w:pPr>
    </w:p>
    <w:p w:rsidR="004F25A2" w:rsidRPr="004F25A2" w:rsidRDefault="004F25A2" w:rsidP="00EA1D59">
      <w:pPr>
        <w:rPr>
          <w:rFonts w:eastAsia="Arial" w:cs="Times New Roman"/>
          <w:szCs w:val="22"/>
        </w:rPr>
      </w:pPr>
      <w:r w:rsidRPr="004F25A2">
        <w:rPr>
          <w:rFonts w:eastAsia="Arial" w:cs="Times New Roman"/>
          <w:szCs w:val="22"/>
        </w:rPr>
        <w:t>„(4) Stát nebo právnické osoby, které hospodaří s majetkem státu nebo majetek státu spravují, nemohou honitbu pronajímat.“.</w:t>
      </w:r>
    </w:p>
    <w:p w:rsidR="004F25A2" w:rsidRPr="004F25A2" w:rsidRDefault="004F25A2" w:rsidP="00EA1D59">
      <w:pPr>
        <w:rPr>
          <w:rFonts w:eastAsia="Arial" w:cs="Times New Roman"/>
          <w:szCs w:val="22"/>
        </w:rPr>
      </w:pPr>
    </w:p>
    <w:p w:rsidR="004F25A2" w:rsidRPr="004F25A2" w:rsidRDefault="004F25A2" w:rsidP="00EA1D59">
      <w:pPr>
        <w:rPr>
          <w:rFonts w:eastAsia="Arial" w:cs="Times New Roman"/>
          <w:szCs w:val="22"/>
        </w:rPr>
      </w:pPr>
      <w:r w:rsidRPr="004F25A2">
        <w:rPr>
          <w:rFonts w:eastAsia="Arial" w:cs="Times New Roman"/>
          <w:szCs w:val="22"/>
        </w:rPr>
        <w:t>14. V § 33 se odstavce 3 a 4 zrušují.</w:t>
      </w:r>
    </w:p>
    <w:p w:rsidR="004F25A2" w:rsidRPr="004F25A2" w:rsidRDefault="004F25A2" w:rsidP="00EA1D59">
      <w:pPr>
        <w:rPr>
          <w:rFonts w:eastAsia="Arial" w:cs="Times New Roman"/>
          <w:szCs w:val="22"/>
        </w:rPr>
      </w:pPr>
    </w:p>
    <w:p w:rsidR="004F25A2" w:rsidRPr="004F25A2" w:rsidRDefault="004F25A2" w:rsidP="00EA1D59">
      <w:pPr>
        <w:rPr>
          <w:rFonts w:eastAsia="Arial" w:cs="Times New Roman"/>
          <w:szCs w:val="22"/>
        </w:rPr>
      </w:pPr>
      <w:r w:rsidRPr="004F25A2">
        <w:rPr>
          <w:rFonts w:eastAsia="Arial" w:cs="Times New Roman"/>
          <w:szCs w:val="22"/>
        </w:rPr>
        <w:t>Odstavce 5 až 9 se označují jako odstavce 3 až 7.“.“.</w:t>
      </w:r>
    </w:p>
    <w:p w:rsidR="004F25A2" w:rsidRPr="004F25A2" w:rsidRDefault="004F25A2" w:rsidP="00EA1D59">
      <w:pPr>
        <w:rPr>
          <w:rFonts w:eastAsia="Arial" w:cs="Times New Roman"/>
          <w:szCs w:val="22"/>
        </w:rPr>
      </w:pPr>
    </w:p>
    <w:p w:rsidR="004F25A2" w:rsidRPr="004F25A2" w:rsidRDefault="004F25A2" w:rsidP="00EA1D59">
      <w:pPr>
        <w:rPr>
          <w:rFonts w:eastAsia="Arial" w:cs="Times New Roman"/>
          <w:szCs w:val="22"/>
        </w:rPr>
      </w:pPr>
      <w:r w:rsidRPr="004F25A2">
        <w:rPr>
          <w:rFonts w:eastAsia="Arial" w:cs="Times New Roman"/>
          <w:szCs w:val="22"/>
        </w:rPr>
        <w:t>Následující body a odkazy na ně se přečíslují.</w:t>
      </w:r>
    </w:p>
    <w:p w:rsidR="004F25A2" w:rsidRPr="004F25A2" w:rsidRDefault="004F25A2" w:rsidP="00EA1D59">
      <w:pPr>
        <w:rPr>
          <w:rFonts w:eastAsia="Arial" w:cs="Times New Roman"/>
          <w:b/>
          <w:szCs w:val="22"/>
        </w:rPr>
      </w:pPr>
    </w:p>
    <w:p w:rsidR="004F25A2" w:rsidRPr="004F25A2" w:rsidRDefault="00304414" w:rsidP="00304414">
      <w:pPr>
        <w:widowControl/>
        <w:suppressAutoHyphens w:val="0"/>
        <w:jc w:val="both"/>
        <w:rPr>
          <w:rFonts w:cs="Times New Roman"/>
          <w:szCs w:val="22"/>
        </w:rPr>
      </w:pPr>
      <w:proofErr w:type="gramStart"/>
      <w:r>
        <w:rPr>
          <w:rFonts w:eastAsia="Arial" w:cs="Times New Roman"/>
          <w:b/>
          <w:szCs w:val="22"/>
        </w:rPr>
        <w:t>D3.2.</w:t>
      </w:r>
      <w:proofErr w:type="gramEnd"/>
      <w:r>
        <w:rPr>
          <w:rFonts w:eastAsia="Arial" w:cs="Times New Roman"/>
          <w:b/>
          <w:szCs w:val="22"/>
        </w:rPr>
        <w:t xml:space="preserve"> </w:t>
      </w:r>
      <w:r w:rsidR="004F25A2" w:rsidRPr="004F25A2">
        <w:rPr>
          <w:rFonts w:eastAsia="Arial" w:cs="Times New Roman"/>
          <w:b/>
          <w:szCs w:val="22"/>
        </w:rPr>
        <w:t>Ve čl. I v bodě 13 (dosavadní číslování) se slova „§ 32 odst. 5“ nahrazují slovy „§ 32 odst. 3“.</w:t>
      </w:r>
    </w:p>
    <w:p w:rsidR="004F25A2" w:rsidRPr="004F25A2" w:rsidRDefault="004F25A2" w:rsidP="004F25A2">
      <w:pPr>
        <w:jc w:val="both"/>
        <w:rPr>
          <w:rFonts w:eastAsia="Arial" w:cs="Times New Roman"/>
          <w:b/>
          <w:szCs w:val="22"/>
        </w:rPr>
      </w:pPr>
    </w:p>
    <w:p w:rsidR="00EA1D59" w:rsidRDefault="00EA1D59">
      <w:pPr>
        <w:widowControl/>
        <w:suppressAutoHyphens w:val="0"/>
        <w:rPr>
          <w:rFonts w:eastAsia="Arial" w:cs="Times New Roman"/>
          <w:b/>
          <w:szCs w:val="22"/>
        </w:rPr>
      </w:pPr>
      <w:r>
        <w:rPr>
          <w:rFonts w:eastAsia="Arial" w:cs="Times New Roman"/>
          <w:b/>
          <w:szCs w:val="22"/>
        </w:rPr>
        <w:br w:type="page"/>
      </w:r>
    </w:p>
    <w:p w:rsidR="004F25A2" w:rsidRPr="004F25A2" w:rsidRDefault="00304414" w:rsidP="00304414">
      <w:pPr>
        <w:widowControl/>
        <w:suppressAutoHyphens w:val="0"/>
        <w:jc w:val="both"/>
        <w:rPr>
          <w:rFonts w:cs="Times New Roman"/>
          <w:szCs w:val="22"/>
        </w:rPr>
      </w:pPr>
      <w:proofErr w:type="gramStart"/>
      <w:r>
        <w:rPr>
          <w:rFonts w:eastAsia="Arial" w:cs="Times New Roman"/>
          <w:b/>
          <w:szCs w:val="22"/>
        </w:rPr>
        <w:t>D3.3.</w:t>
      </w:r>
      <w:proofErr w:type="gramEnd"/>
      <w:r>
        <w:rPr>
          <w:rFonts w:eastAsia="Arial" w:cs="Times New Roman"/>
          <w:b/>
          <w:szCs w:val="22"/>
        </w:rPr>
        <w:t xml:space="preserve"> </w:t>
      </w:r>
      <w:r w:rsidR="004F25A2" w:rsidRPr="004F25A2">
        <w:rPr>
          <w:rFonts w:eastAsia="Arial" w:cs="Times New Roman"/>
          <w:b/>
          <w:szCs w:val="22"/>
        </w:rPr>
        <w:t>Ve čl. I se za bod 50 (původní číslování) vkládá bod 51, který zní:</w:t>
      </w:r>
    </w:p>
    <w:p w:rsidR="004F25A2" w:rsidRPr="004F25A2" w:rsidRDefault="004F25A2" w:rsidP="004F25A2">
      <w:pPr>
        <w:spacing w:line="276" w:lineRule="auto"/>
        <w:rPr>
          <w:rFonts w:eastAsia="Arial" w:cs="Times New Roman"/>
          <w:b/>
          <w:szCs w:val="22"/>
        </w:rPr>
      </w:pPr>
    </w:p>
    <w:p w:rsidR="004F25A2" w:rsidRPr="004F25A2" w:rsidRDefault="004F25A2" w:rsidP="004F25A2">
      <w:pPr>
        <w:spacing w:line="276" w:lineRule="auto"/>
        <w:rPr>
          <w:rFonts w:eastAsia="Arial" w:cs="Times New Roman"/>
          <w:szCs w:val="22"/>
        </w:rPr>
      </w:pPr>
      <w:r w:rsidRPr="004F25A2">
        <w:rPr>
          <w:rFonts w:eastAsia="Arial" w:cs="Times New Roman"/>
          <w:szCs w:val="22"/>
        </w:rPr>
        <w:t>„51. V § 62 se odstavec 5 zrušuje.”.</w:t>
      </w:r>
    </w:p>
    <w:p w:rsidR="004F25A2" w:rsidRPr="004F25A2" w:rsidRDefault="004F25A2" w:rsidP="004F25A2">
      <w:pPr>
        <w:spacing w:line="276" w:lineRule="auto"/>
        <w:rPr>
          <w:rFonts w:eastAsia="Arial" w:cs="Times New Roman"/>
          <w:szCs w:val="22"/>
        </w:rPr>
      </w:pPr>
    </w:p>
    <w:p w:rsidR="004F25A2" w:rsidRPr="004F25A2" w:rsidRDefault="004F25A2" w:rsidP="004F25A2">
      <w:pPr>
        <w:spacing w:line="276" w:lineRule="auto"/>
        <w:rPr>
          <w:rFonts w:eastAsia="Arial" w:cs="Times New Roman"/>
          <w:szCs w:val="22"/>
        </w:rPr>
      </w:pPr>
      <w:r w:rsidRPr="004F25A2">
        <w:rPr>
          <w:rFonts w:eastAsia="Arial" w:cs="Times New Roman"/>
          <w:szCs w:val="22"/>
        </w:rPr>
        <w:t>Následující body a odkazy na ně se přečíslují.</w:t>
      </w:r>
    </w:p>
    <w:p w:rsidR="004F25A2" w:rsidRPr="004F25A2" w:rsidRDefault="004F25A2" w:rsidP="004F25A2">
      <w:pPr>
        <w:spacing w:line="276" w:lineRule="auto"/>
        <w:rPr>
          <w:rFonts w:eastAsia="Arial" w:cs="Times New Roman"/>
          <w:szCs w:val="22"/>
        </w:rPr>
      </w:pPr>
    </w:p>
    <w:p w:rsidR="004F25A2" w:rsidRPr="004F25A2" w:rsidRDefault="00304414" w:rsidP="00304414">
      <w:pPr>
        <w:widowControl/>
        <w:suppressAutoHyphens w:val="0"/>
        <w:jc w:val="both"/>
        <w:rPr>
          <w:rFonts w:cs="Times New Roman"/>
          <w:szCs w:val="22"/>
        </w:rPr>
      </w:pPr>
      <w:proofErr w:type="gramStart"/>
      <w:r>
        <w:rPr>
          <w:rFonts w:eastAsia="Arial" w:cs="Times New Roman"/>
          <w:b/>
          <w:szCs w:val="22"/>
        </w:rPr>
        <w:t>D3.4.</w:t>
      </w:r>
      <w:proofErr w:type="gramEnd"/>
      <w:r>
        <w:rPr>
          <w:rFonts w:eastAsia="Arial" w:cs="Times New Roman"/>
          <w:b/>
          <w:szCs w:val="22"/>
        </w:rPr>
        <w:t xml:space="preserve"> </w:t>
      </w:r>
      <w:r w:rsidR="004F25A2" w:rsidRPr="004F25A2">
        <w:rPr>
          <w:rFonts w:eastAsia="Arial" w:cs="Times New Roman"/>
          <w:b/>
          <w:szCs w:val="22"/>
        </w:rPr>
        <w:t>Ve čl. II se doplňuje bod 3, který zní:</w:t>
      </w:r>
    </w:p>
    <w:p w:rsidR="004F25A2" w:rsidRPr="004F25A2" w:rsidRDefault="004F25A2" w:rsidP="004F25A2">
      <w:pPr>
        <w:spacing w:line="276" w:lineRule="auto"/>
        <w:rPr>
          <w:rFonts w:eastAsia="Arial" w:cs="Times New Roman"/>
          <w:szCs w:val="22"/>
        </w:rPr>
      </w:pPr>
    </w:p>
    <w:p w:rsidR="004F25A2" w:rsidRPr="004F25A2" w:rsidRDefault="004F25A2" w:rsidP="004F25A2">
      <w:pPr>
        <w:spacing w:line="276" w:lineRule="auto"/>
        <w:jc w:val="both"/>
        <w:rPr>
          <w:rFonts w:eastAsia="Arial" w:cs="Times New Roman"/>
          <w:szCs w:val="22"/>
        </w:rPr>
      </w:pPr>
      <w:r w:rsidRPr="004F25A2">
        <w:rPr>
          <w:rFonts w:eastAsia="Arial" w:cs="Times New Roman"/>
          <w:szCs w:val="22"/>
        </w:rPr>
        <w:t>„3. Smlouvy o pronájmu honiteb uzavřené před nabytím účinnosti tohoto zákona s pronajímatelem, kterým je stát nebo právnická osoba, která hospodaří s majetkem státu nebo majetek státu spravuje, zůstávají v platnosti. Ustanovení § 33 odst. 4 ve znění přede dnem nabytí účinnosti tohoto zákona se na tyto nájemce nadále použije po dobu platnosti smluv podle věty první.“.</w:t>
      </w:r>
    </w:p>
    <w:p w:rsidR="000C6893" w:rsidRDefault="000C6893"/>
    <w:p w:rsidR="000C6893" w:rsidRDefault="004F25A2">
      <w:pPr>
        <w:rPr>
          <w:i/>
          <w:u w:val="single"/>
        </w:rPr>
      </w:pPr>
      <w:r w:rsidRPr="000F6C9E">
        <w:rPr>
          <w:i/>
          <w:u w:val="single"/>
        </w:rPr>
        <w:t xml:space="preserve">SD </w:t>
      </w:r>
      <w:r w:rsidR="000F6C9E" w:rsidRPr="000F6C9E">
        <w:rPr>
          <w:i/>
          <w:u w:val="single"/>
        </w:rPr>
        <w:t>8166</w:t>
      </w:r>
    </w:p>
    <w:p w:rsidR="000F6C9E" w:rsidRDefault="000F6C9E" w:rsidP="000F6C9E">
      <w:pPr>
        <w:rPr>
          <w:b/>
        </w:rPr>
      </w:pPr>
      <w:r>
        <w:rPr>
          <w:b/>
        </w:rPr>
        <w:t>Hrazení škod způsobených zvěří</w:t>
      </w:r>
    </w:p>
    <w:p w:rsidR="004F25A2" w:rsidRDefault="004F25A2"/>
    <w:p w:rsidR="000F6C9E" w:rsidRDefault="00304414" w:rsidP="000F6C9E">
      <w:proofErr w:type="gramStart"/>
      <w:r>
        <w:rPr>
          <w:b/>
        </w:rPr>
        <w:t>D4.</w:t>
      </w:r>
      <w:r w:rsidR="000F6C9E">
        <w:rPr>
          <w:b/>
        </w:rPr>
        <w:t>1.</w:t>
      </w:r>
      <w:proofErr w:type="gramEnd"/>
      <w:r w:rsidR="000F6C9E">
        <w:t xml:space="preserve"> V § 54 se v první větě odst. 1 doplňují slova „pokud nejsou ochráněny,“ a na konec odstavce se doplňuje text „a na honebních pozemcích, kde jejich vlastník či pachtýř, uplatnil právo na povolenku k lovu v dané honitbě“, takže celý odstavec zní:</w:t>
      </w:r>
      <w:r w:rsidR="000F6C9E">
        <w:br/>
      </w:r>
    </w:p>
    <w:p w:rsidR="000F6C9E" w:rsidRDefault="000F6C9E" w:rsidP="000F6C9E">
      <w:pPr>
        <w:jc w:val="both"/>
      </w:pPr>
      <w:r>
        <w:t xml:space="preserve">„(1) Nehradí se škody způsobené zvěří na pozemcích nehonebních, na vinné révě neošetřené proti škodám působeným zvěří, na neoplocených květinových školkách nebo zahradách ovocných a zelinářských, na stromořadích a stromech jednotlivě rostoucích, pokud nejsou ochráněny, jakož i na </w:t>
      </w:r>
      <w:proofErr w:type="spellStart"/>
      <w:r>
        <w:t>vysokocenných</w:t>
      </w:r>
      <w:proofErr w:type="spellEnd"/>
      <w:r>
        <w:t xml:space="preserve"> plodinách. O tom, která plodina je </w:t>
      </w:r>
      <w:proofErr w:type="spellStart"/>
      <w:r>
        <w:t>vysokocenná</w:t>
      </w:r>
      <w:proofErr w:type="spellEnd"/>
      <w:r>
        <w:t>, rozhoduje v pochybnostech orgán státní správy myslivosti.“.</w:t>
      </w:r>
    </w:p>
    <w:p w:rsidR="000F6C9E" w:rsidRDefault="000F6C9E" w:rsidP="000F6C9E"/>
    <w:p w:rsidR="000F6C9E" w:rsidRDefault="00304414" w:rsidP="000F6C9E">
      <w:proofErr w:type="gramStart"/>
      <w:r>
        <w:rPr>
          <w:b/>
        </w:rPr>
        <w:t>D4.</w:t>
      </w:r>
      <w:r w:rsidR="000F6C9E">
        <w:rPr>
          <w:b/>
        </w:rPr>
        <w:t>2.</w:t>
      </w:r>
      <w:proofErr w:type="gramEnd"/>
      <w:r w:rsidR="000F6C9E">
        <w:t xml:space="preserve"> V § 54 se v odst. 2 vypouští slova „chráněných oplocením proti škodám působeným zvěří,“.</w:t>
      </w:r>
    </w:p>
    <w:p w:rsidR="000F6C9E" w:rsidRDefault="000F6C9E" w:rsidP="000F6C9E"/>
    <w:p w:rsidR="000F6C9E" w:rsidRDefault="00304414" w:rsidP="000F6C9E">
      <w:proofErr w:type="gramStart"/>
      <w:r>
        <w:rPr>
          <w:b/>
        </w:rPr>
        <w:t>D4.</w:t>
      </w:r>
      <w:r w:rsidR="000F6C9E">
        <w:rPr>
          <w:b/>
        </w:rPr>
        <w:t>3.</w:t>
      </w:r>
      <w:proofErr w:type="gramEnd"/>
      <w:r w:rsidR="000F6C9E">
        <w:t xml:space="preserve"> V § 55 odst. 1 zní:</w:t>
      </w:r>
    </w:p>
    <w:p w:rsidR="000F6C9E" w:rsidRDefault="000F6C9E" w:rsidP="000F6C9E"/>
    <w:p w:rsidR="000F6C9E" w:rsidRDefault="000F6C9E" w:rsidP="000F6C9E">
      <w:r>
        <w:t xml:space="preserve"> „(1) Nárok na náhradu škody způsobené zvěří musí poškozený u uživatele honitby uplatnit oznámením. Uživatel honitby má povinnost společně s poškozeným škodu zdokumentovat a sepsat zápis o škodě“. </w:t>
      </w:r>
    </w:p>
    <w:p w:rsidR="004F25A2" w:rsidRDefault="004F25A2"/>
    <w:p w:rsidR="004F25A2" w:rsidRDefault="000F6C9E">
      <w:pPr>
        <w:rPr>
          <w:i/>
          <w:u w:val="single"/>
        </w:rPr>
      </w:pPr>
      <w:r w:rsidRPr="000F6C9E">
        <w:rPr>
          <w:i/>
          <w:u w:val="single"/>
        </w:rPr>
        <w:t>SD 8165</w:t>
      </w:r>
    </w:p>
    <w:p w:rsidR="000F6C9E" w:rsidRDefault="000F6C9E" w:rsidP="000F6C9E">
      <w:pPr>
        <w:rPr>
          <w:b/>
        </w:rPr>
      </w:pPr>
      <w:r>
        <w:rPr>
          <w:b/>
        </w:rPr>
        <w:t>Vypuštění chráněných a ohrožených druhů živočichů ze seznamu zvěře</w:t>
      </w:r>
    </w:p>
    <w:p w:rsidR="004F25A2" w:rsidRDefault="004F25A2"/>
    <w:p w:rsidR="000F6C9E" w:rsidRDefault="00304414" w:rsidP="000F6C9E">
      <w:proofErr w:type="gramStart"/>
      <w:r>
        <w:rPr>
          <w:b/>
        </w:rPr>
        <w:t>D5.</w:t>
      </w:r>
      <w:r w:rsidR="000F6C9E">
        <w:rPr>
          <w:b/>
        </w:rPr>
        <w:t>1.</w:t>
      </w:r>
      <w:proofErr w:type="gramEnd"/>
      <w:r w:rsidR="000F6C9E">
        <w:t xml:space="preserve"> V § 2 písm. b) zní:</w:t>
      </w:r>
    </w:p>
    <w:p w:rsidR="000F6C9E" w:rsidRDefault="000F6C9E" w:rsidP="000F6C9E">
      <w:r>
        <w:t xml:space="preserve">„b) zvěří obnovitelné přírodní bohatství představované populacemi těchto druhů volně žijících živočichů: </w:t>
      </w:r>
    </w:p>
    <w:p w:rsidR="000F6C9E" w:rsidRDefault="000F6C9E" w:rsidP="000F6C9E">
      <w:pPr>
        <w:jc w:val="both"/>
      </w:pPr>
      <w:r>
        <w:t>- savci: daněk skvrnitý (</w:t>
      </w:r>
      <w:proofErr w:type="spellStart"/>
      <w:r>
        <w:t>Dama</w:t>
      </w:r>
      <w:proofErr w:type="spellEnd"/>
      <w:r>
        <w:t xml:space="preserve"> </w:t>
      </w:r>
      <w:proofErr w:type="spellStart"/>
      <w:r>
        <w:t>dama</w:t>
      </w:r>
      <w:proofErr w:type="spellEnd"/>
      <w:r>
        <w:t>), jelen evropský (</w:t>
      </w:r>
      <w:proofErr w:type="spellStart"/>
      <w:r>
        <w:t>Cervus</w:t>
      </w:r>
      <w:proofErr w:type="spellEnd"/>
      <w:r>
        <w:t xml:space="preserve"> </w:t>
      </w:r>
      <w:proofErr w:type="spellStart"/>
      <w:r>
        <w:t>elaphus</w:t>
      </w:r>
      <w:proofErr w:type="spellEnd"/>
      <w:r>
        <w:t>), jelenec běloocasý (</w:t>
      </w:r>
      <w:proofErr w:type="spellStart"/>
      <w:r>
        <w:t>Odocoileus</w:t>
      </w:r>
      <w:proofErr w:type="spellEnd"/>
      <w:r>
        <w:t xml:space="preserve"> </w:t>
      </w:r>
      <w:proofErr w:type="spellStart"/>
      <w:r>
        <w:t>virginianus</w:t>
      </w:r>
      <w:proofErr w:type="spellEnd"/>
      <w:r>
        <w:t>), jezevec lesní (</w:t>
      </w:r>
      <w:proofErr w:type="spellStart"/>
      <w:r>
        <w:t>Meles</w:t>
      </w:r>
      <w:proofErr w:type="spellEnd"/>
      <w:r>
        <w:t xml:space="preserve"> </w:t>
      </w:r>
      <w:proofErr w:type="spellStart"/>
      <w:r>
        <w:t>meles</w:t>
      </w:r>
      <w:proofErr w:type="spellEnd"/>
      <w:r>
        <w:t>), kamzík horský (</w:t>
      </w:r>
      <w:proofErr w:type="spellStart"/>
      <w:r>
        <w:t>Rupicapra</w:t>
      </w:r>
      <w:proofErr w:type="spellEnd"/>
      <w:r>
        <w:t xml:space="preserve"> </w:t>
      </w:r>
      <w:proofErr w:type="spellStart"/>
      <w:r>
        <w:t>rupicapra</w:t>
      </w:r>
      <w:proofErr w:type="spellEnd"/>
      <w:r>
        <w:t>), koza bezoárová (</w:t>
      </w:r>
      <w:proofErr w:type="spellStart"/>
      <w:r>
        <w:t>Capra</w:t>
      </w:r>
      <w:proofErr w:type="spellEnd"/>
      <w:r>
        <w:t xml:space="preserve"> </w:t>
      </w:r>
      <w:proofErr w:type="spellStart"/>
      <w:r>
        <w:t>aegagrus</w:t>
      </w:r>
      <w:proofErr w:type="spellEnd"/>
      <w:r>
        <w:t>), králík divoký (</w:t>
      </w:r>
      <w:proofErr w:type="spellStart"/>
      <w:r>
        <w:t>Oryctolagus</w:t>
      </w:r>
      <w:proofErr w:type="spellEnd"/>
      <w:r>
        <w:t xml:space="preserve"> </w:t>
      </w:r>
      <w:proofErr w:type="spellStart"/>
      <w:r>
        <w:t>cuniculus</w:t>
      </w:r>
      <w:proofErr w:type="spellEnd"/>
      <w:r>
        <w:t>), kuna lesní (</w:t>
      </w:r>
      <w:proofErr w:type="spellStart"/>
      <w:r>
        <w:t>Martes</w:t>
      </w:r>
      <w:proofErr w:type="spellEnd"/>
      <w:r>
        <w:t xml:space="preserve"> </w:t>
      </w:r>
      <w:proofErr w:type="spellStart"/>
      <w:r>
        <w:t>martes</w:t>
      </w:r>
      <w:proofErr w:type="spellEnd"/>
      <w:r>
        <w:t>), kuna skalní (</w:t>
      </w:r>
      <w:proofErr w:type="spellStart"/>
      <w:r>
        <w:t>Martes</w:t>
      </w:r>
      <w:proofErr w:type="spellEnd"/>
      <w:r>
        <w:t xml:space="preserve"> </w:t>
      </w:r>
      <w:proofErr w:type="spellStart"/>
      <w:r>
        <w:t>foina</w:t>
      </w:r>
      <w:proofErr w:type="spellEnd"/>
      <w:r>
        <w:t>), liška obecná (</w:t>
      </w:r>
      <w:proofErr w:type="spellStart"/>
      <w:r>
        <w:t>Vulpes</w:t>
      </w:r>
      <w:proofErr w:type="spellEnd"/>
      <w:r>
        <w:t xml:space="preserve"> </w:t>
      </w:r>
      <w:proofErr w:type="spellStart"/>
      <w:r>
        <w:t>vulpes</w:t>
      </w:r>
      <w:proofErr w:type="spellEnd"/>
      <w:r>
        <w:t>), muflon (</w:t>
      </w:r>
      <w:proofErr w:type="spellStart"/>
      <w:r>
        <w:t>Ovis</w:t>
      </w:r>
      <w:proofErr w:type="spellEnd"/>
      <w:r>
        <w:t xml:space="preserve"> </w:t>
      </w:r>
      <w:proofErr w:type="spellStart"/>
      <w:r>
        <w:t>musimon</w:t>
      </w:r>
      <w:proofErr w:type="spellEnd"/>
      <w:r>
        <w:t>), mýval severní (</w:t>
      </w:r>
      <w:proofErr w:type="spellStart"/>
      <w:r>
        <w:t>Procyon</w:t>
      </w:r>
      <w:proofErr w:type="spellEnd"/>
      <w:r>
        <w:t xml:space="preserve"> </w:t>
      </w:r>
      <w:proofErr w:type="spellStart"/>
      <w:r>
        <w:t>lotor</w:t>
      </w:r>
      <w:proofErr w:type="spellEnd"/>
      <w:r>
        <w:t>), norek americký (</w:t>
      </w:r>
      <w:proofErr w:type="spellStart"/>
      <w:r>
        <w:t>Mustela</w:t>
      </w:r>
      <w:proofErr w:type="spellEnd"/>
      <w:r>
        <w:t xml:space="preserve"> </w:t>
      </w:r>
      <w:proofErr w:type="spellStart"/>
      <w:r>
        <w:t>vison</w:t>
      </w:r>
      <w:proofErr w:type="spellEnd"/>
      <w:r>
        <w:t>), nutrie říční (</w:t>
      </w:r>
      <w:proofErr w:type="spellStart"/>
      <w:r>
        <w:t>Myocastor</w:t>
      </w:r>
      <w:proofErr w:type="spellEnd"/>
      <w:r>
        <w:t xml:space="preserve"> </w:t>
      </w:r>
      <w:proofErr w:type="spellStart"/>
      <w:r>
        <w:t>coypus</w:t>
      </w:r>
      <w:proofErr w:type="spellEnd"/>
      <w:r>
        <w:t>), psík mývalovitý (</w:t>
      </w:r>
      <w:proofErr w:type="spellStart"/>
      <w:r>
        <w:t>Nyctereutes</w:t>
      </w:r>
      <w:proofErr w:type="spellEnd"/>
      <w:r>
        <w:t xml:space="preserve"> </w:t>
      </w:r>
      <w:proofErr w:type="spellStart"/>
      <w:r>
        <w:t>procyonides</w:t>
      </w:r>
      <w:proofErr w:type="spellEnd"/>
      <w:r>
        <w:t xml:space="preserve">) ondatra pižmová (Ondatra </w:t>
      </w:r>
      <w:proofErr w:type="spellStart"/>
      <w:r>
        <w:t>zibethicus</w:t>
      </w:r>
      <w:proofErr w:type="spellEnd"/>
      <w:r>
        <w:t>), prase divoké (</w:t>
      </w:r>
      <w:proofErr w:type="spellStart"/>
      <w:r>
        <w:t>Sus</w:t>
      </w:r>
      <w:proofErr w:type="spellEnd"/>
      <w:r>
        <w:t xml:space="preserve"> </w:t>
      </w:r>
      <w:proofErr w:type="spellStart"/>
      <w:r>
        <w:t>scrofa</w:t>
      </w:r>
      <w:proofErr w:type="spellEnd"/>
      <w:r>
        <w:t xml:space="preserve">), sika </w:t>
      </w:r>
      <w:proofErr w:type="spellStart"/>
      <w:r>
        <w:t>Dybowského</w:t>
      </w:r>
      <w:proofErr w:type="spellEnd"/>
      <w:r>
        <w:t xml:space="preserve"> (</w:t>
      </w:r>
      <w:proofErr w:type="spellStart"/>
      <w:r>
        <w:t>Cervus</w:t>
      </w:r>
      <w:proofErr w:type="spellEnd"/>
      <w:r>
        <w:t xml:space="preserve"> </w:t>
      </w:r>
      <w:proofErr w:type="spellStart"/>
      <w:r>
        <w:t>nippon</w:t>
      </w:r>
      <w:proofErr w:type="spellEnd"/>
      <w:r>
        <w:t xml:space="preserve"> </w:t>
      </w:r>
      <w:proofErr w:type="spellStart"/>
      <w:r>
        <w:t>dybowskii</w:t>
      </w:r>
      <w:proofErr w:type="spellEnd"/>
      <w:r>
        <w:t>), sika japonský (</w:t>
      </w:r>
      <w:proofErr w:type="spellStart"/>
      <w:r>
        <w:t>Cervus</w:t>
      </w:r>
      <w:proofErr w:type="spellEnd"/>
      <w:r>
        <w:t xml:space="preserve"> </w:t>
      </w:r>
      <w:proofErr w:type="spellStart"/>
      <w:r>
        <w:t>nippon</w:t>
      </w:r>
      <w:proofErr w:type="spellEnd"/>
      <w:r>
        <w:t xml:space="preserve"> </w:t>
      </w:r>
      <w:proofErr w:type="spellStart"/>
      <w:r>
        <w:t>nippon</w:t>
      </w:r>
      <w:proofErr w:type="spellEnd"/>
      <w:r>
        <w:t>), srnec obecný (</w:t>
      </w:r>
      <w:proofErr w:type="spellStart"/>
      <w:r>
        <w:t>Capreolus</w:t>
      </w:r>
      <w:proofErr w:type="spellEnd"/>
      <w:r>
        <w:t xml:space="preserve"> </w:t>
      </w:r>
      <w:proofErr w:type="spellStart"/>
      <w:r>
        <w:t>capreolus</w:t>
      </w:r>
      <w:proofErr w:type="spellEnd"/>
      <w:r>
        <w:t>), tchoř tmavý (</w:t>
      </w:r>
      <w:proofErr w:type="spellStart"/>
      <w:r>
        <w:t>Mustela</w:t>
      </w:r>
      <w:proofErr w:type="spellEnd"/>
      <w:r>
        <w:t xml:space="preserve"> </w:t>
      </w:r>
      <w:proofErr w:type="spellStart"/>
      <w:r>
        <w:t>putorius</w:t>
      </w:r>
      <w:proofErr w:type="spellEnd"/>
      <w:r>
        <w:t>) a zajíc polní (</w:t>
      </w:r>
      <w:proofErr w:type="spellStart"/>
      <w:r>
        <w:t>Lepus</w:t>
      </w:r>
      <w:proofErr w:type="spellEnd"/>
      <w:r>
        <w:t xml:space="preserve"> </w:t>
      </w:r>
      <w:proofErr w:type="spellStart"/>
      <w:r>
        <w:t>europaeus</w:t>
      </w:r>
      <w:proofErr w:type="spellEnd"/>
      <w:r>
        <w:t xml:space="preserve">), </w:t>
      </w:r>
    </w:p>
    <w:p w:rsidR="000F6C9E" w:rsidRDefault="000F6C9E" w:rsidP="000F6C9E">
      <w:pPr>
        <w:jc w:val="both"/>
      </w:pPr>
      <w:r>
        <w:t>- ptáci: bažant královský (</w:t>
      </w:r>
      <w:proofErr w:type="spellStart"/>
      <w:r>
        <w:t>Syrmaticus</w:t>
      </w:r>
      <w:proofErr w:type="spellEnd"/>
      <w:r>
        <w:t xml:space="preserve"> </w:t>
      </w:r>
      <w:proofErr w:type="spellStart"/>
      <w:r>
        <w:t>reevesii</w:t>
      </w:r>
      <w:proofErr w:type="spellEnd"/>
      <w:r>
        <w:t>), bažant obecný (</w:t>
      </w:r>
      <w:proofErr w:type="spellStart"/>
      <w:r>
        <w:t>Phasianus</w:t>
      </w:r>
      <w:proofErr w:type="spellEnd"/>
      <w:r>
        <w:t xml:space="preserve"> </w:t>
      </w:r>
      <w:proofErr w:type="spellStart"/>
      <w:r>
        <w:t>colchicus</w:t>
      </w:r>
      <w:proofErr w:type="spellEnd"/>
      <w:r>
        <w:t>), hrdlička zahradní (</w:t>
      </w:r>
      <w:proofErr w:type="spellStart"/>
      <w:r>
        <w:t>Streptopelia</w:t>
      </w:r>
      <w:proofErr w:type="spellEnd"/>
      <w:r>
        <w:t xml:space="preserve"> </w:t>
      </w:r>
      <w:proofErr w:type="spellStart"/>
      <w:r>
        <w:t>decaocto</w:t>
      </w:r>
      <w:proofErr w:type="spellEnd"/>
      <w:r>
        <w:t>), holub hřivnáč (</w:t>
      </w:r>
      <w:proofErr w:type="spellStart"/>
      <w:r>
        <w:t>Columba</w:t>
      </w:r>
      <w:proofErr w:type="spellEnd"/>
      <w:r>
        <w:t xml:space="preserve"> </w:t>
      </w:r>
      <w:proofErr w:type="spellStart"/>
      <w:r>
        <w:t>palumbus</w:t>
      </w:r>
      <w:proofErr w:type="spellEnd"/>
      <w:r>
        <w:t>), husa běločelá (</w:t>
      </w:r>
      <w:proofErr w:type="spellStart"/>
      <w:r>
        <w:t>Anser</w:t>
      </w:r>
      <w:proofErr w:type="spellEnd"/>
      <w:r>
        <w:t xml:space="preserve"> </w:t>
      </w:r>
      <w:proofErr w:type="spellStart"/>
      <w:r>
        <w:t>albifrons</w:t>
      </w:r>
      <w:proofErr w:type="spellEnd"/>
      <w:r>
        <w:t>), husa polní (</w:t>
      </w:r>
      <w:proofErr w:type="spellStart"/>
      <w:r>
        <w:t>Anser</w:t>
      </w:r>
      <w:proofErr w:type="spellEnd"/>
      <w:r>
        <w:t xml:space="preserve"> </w:t>
      </w:r>
      <w:proofErr w:type="spellStart"/>
      <w:r>
        <w:t>fabalis</w:t>
      </w:r>
      <w:proofErr w:type="spellEnd"/>
      <w:r>
        <w:t>), husa velká (</w:t>
      </w:r>
      <w:proofErr w:type="spellStart"/>
      <w:r>
        <w:t>Anser</w:t>
      </w:r>
      <w:proofErr w:type="spellEnd"/>
      <w:r>
        <w:t xml:space="preserve"> </w:t>
      </w:r>
      <w:proofErr w:type="spellStart"/>
      <w:r>
        <w:t>anser</w:t>
      </w:r>
      <w:proofErr w:type="spellEnd"/>
      <w:r>
        <w:t>), kachna divoká (</w:t>
      </w:r>
      <w:proofErr w:type="spellStart"/>
      <w:r>
        <w:t>Anas</w:t>
      </w:r>
      <w:proofErr w:type="spellEnd"/>
      <w:r>
        <w:t xml:space="preserve"> </w:t>
      </w:r>
      <w:proofErr w:type="spellStart"/>
      <w:r>
        <w:t>platyrhynchos</w:t>
      </w:r>
      <w:proofErr w:type="spellEnd"/>
      <w:r>
        <w:t>), kormorán velký (</w:t>
      </w:r>
      <w:proofErr w:type="spellStart"/>
      <w:r>
        <w:t>Phalacrocorax</w:t>
      </w:r>
      <w:proofErr w:type="spellEnd"/>
      <w:r>
        <w:t xml:space="preserve"> </w:t>
      </w:r>
      <w:proofErr w:type="spellStart"/>
      <w:r>
        <w:t>carbo</w:t>
      </w:r>
      <w:proofErr w:type="spellEnd"/>
      <w:r>
        <w:t>), krocan divoký (</w:t>
      </w:r>
      <w:proofErr w:type="spellStart"/>
      <w:r>
        <w:t>Meleagris</w:t>
      </w:r>
      <w:proofErr w:type="spellEnd"/>
      <w:r>
        <w:t xml:space="preserve"> </w:t>
      </w:r>
      <w:proofErr w:type="spellStart"/>
      <w:r>
        <w:t>gallopavo</w:t>
      </w:r>
      <w:proofErr w:type="spellEnd"/>
      <w:r>
        <w:t>), lyska černá (</w:t>
      </w:r>
      <w:proofErr w:type="spellStart"/>
      <w:r>
        <w:t>Fulica</w:t>
      </w:r>
      <w:proofErr w:type="spellEnd"/>
      <w:r>
        <w:t xml:space="preserve"> </w:t>
      </w:r>
      <w:proofErr w:type="spellStart"/>
      <w:r>
        <w:t>atra</w:t>
      </w:r>
      <w:proofErr w:type="spellEnd"/>
      <w:r>
        <w:t>), orebice horská (</w:t>
      </w:r>
      <w:proofErr w:type="spellStart"/>
      <w:r>
        <w:t>Alectoris</w:t>
      </w:r>
      <w:proofErr w:type="spellEnd"/>
      <w:r>
        <w:t xml:space="preserve"> </w:t>
      </w:r>
      <w:proofErr w:type="spellStart"/>
      <w:r>
        <w:t>graeca</w:t>
      </w:r>
      <w:proofErr w:type="spellEnd"/>
      <w:r>
        <w:t>), perlička obecná (</w:t>
      </w:r>
      <w:proofErr w:type="spellStart"/>
      <w:r>
        <w:t>Numida</w:t>
      </w:r>
      <w:proofErr w:type="spellEnd"/>
      <w:r>
        <w:t xml:space="preserve"> </w:t>
      </w:r>
      <w:proofErr w:type="spellStart"/>
      <w:r>
        <w:t>meleagris</w:t>
      </w:r>
      <w:proofErr w:type="spellEnd"/>
      <w:r>
        <w:t>), straka obecná (</w:t>
      </w:r>
      <w:proofErr w:type="spellStart"/>
      <w:r>
        <w:t>Pica</w:t>
      </w:r>
      <w:proofErr w:type="spellEnd"/>
      <w:r>
        <w:t xml:space="preserve"> </w:t>
      </w:r>
      <w:proofErr w:type="spellStart"/>
      <w:r>
        <w:t>pica</w:t>
      </w:r>
      <w:proofErr w:type="spellEnd"/>
      <w:r>
        <w:t>), špaček obecný (</w:t>
      </w:r>
      <w:proofErr w:type="spellStart"/>
      <w:r>
        <w:t>Sturnus</w:t>
      </w:r>
      <w:proofErr w:type="spellEnd"/>
      <w:r>
        <w:t xml:space="preserve"> </w:t>
      </w:r>
      <w:proofErr w:type="spellStart"/>
      <w:r>
        <w:t>vulgaris</w:t>
      </w:r>
      <w:proofErr w:type="spellEnd"/>
      <w:r>
        <w:t>), vrána obecná (</w:t>
      </w:r>
      <w:proofErr w:type="spellStart"/>
      <w:r>
        <w:t>Corvus</w:t>
      </w:r>
      <w:proofErr w:type="spellEnd"/>
      <w:r>
        <w:t xml:space="preserve"> </w:t>
      </w:r>
      <w:proofErr w:type="spellStart"/>
      <w:r>
        <w:t>corone</w:t>
      </w:r>
      <w:proofErr w:type="spellEnd"/>
      <w:r>
        <w:t>),“.</w:t>
      </w:r>
    </w:p>
    <w:p w:rsidR="000F6C9E" w:rsidRDefault="000F6C9E" w:rsidP="000F6C9E"/>
    <w:p w:rsidR="000F6C9E" w:rsidRDefault="00304414" w:rsidP="000F6C9E">
      <w:proofErr w:type="gramStart"/>
      <w:r w:rsidRPr="00304414">
        <w:rPr>
          <w:b/>
        </w:rPr>
        <w:t>D5.2.</w:t>
      </w:r>
      <w:proofErr w:type="gramEnd"/>
      <w:r w:rsidRPr="00304414">
        <w:rPr>
          <w:b/>
        </w:rPr>
        <w:t xml:space="preserve"> </w:t>
      </w:r>
      <w:r w:rsidR="000F6C9E">
        <w:t>V § 2 se vypouštějí písm. c) a d).</w:t>
      </w:r>
    </w:p>
    <w:p w:rsidR="000F6C9E" w:rsidRDefault="000F6C9E" w:rsidP="000F6C9E">
      <w:r>
        <w:t>Dosavadní písm. e) až o) se označují jako c) až m).</w:t>
      </w:r>
    </w:p>
    <w:p w:rsidR="000F6C9E" w:rsidRDefault="000F6C9E" w:rsidP="000F6C9E"/>
    <w:p w:rsidR="000F6C9E" w:rsidRDefault="00304414" w:rsidP="000F6C9E">
      <w:pPr>
        <w:jc w:val="both"/>
      </w:pPr>
      <w:proofErr w:type="gramStart"/>
      <w:r>
        <w:rPr>
          <w:b/>
        </w:rPr>
        <w:t>D5.3</w:t>
      </w:r>
      <w:r w:rsidR="000F6C9E">
        <w:rPr>
          <w:b/>
        </w:rPr>
        <w:t>.</w:t>
      </w:r>
      <w:proofErr w:type="gramEnd"/>
      <w:r w:rsidR="000F6C9E">
        <w:t xml:space="preserve"> V § 14 odst. 1 písm. f) se vypouští slova „mývala severního, psíka mývalovitého, norka amerického nebo nutrii říční a další“</w:t>
      </w:r>
    </w:p>
    <w:p w:rsidR="000F6C9E" w:rsidRDefault="000F6C9E" w:rsidP="000F6C9E">
      <w:pPr>
        <w:jc w:val="both"/>
        <w:rPr>
          <w:b/>
        </w:rPr>
      </w:pPr>
    </w:p>
    <w:p w:rsidR="000F6C9E" w:rsidRDefault="000B03FF" w:rsidP="000F6C9E">
      <w:pPr>
        <w:jc w:val="both"/>
        <w:rPr>
          <w:b/>
        </w:rPr>
      </w:pPr>
      <w:proofErr w:type="gramStart"/>
      <w:r>
        <w:rPr>
          <w:b/>
        </w:rPr>
        <w:t>D5.4.</w:t>
      </w:r>
      <w:proofErr w:type="gramEnd"/>
      <w:r w:rsidR="000F6C9E">
        <w:t xml:space="preserve"> V</w:t>
      </w:r>
      <w:r w:rsidR="000F6C9E">
        <w:rPr>
          <w:b/>
        </w:rPr>
        <w:t xml:space="preserve"> </w:t>
      </w:r>
      <w:r w:rsidR="000F6C9E">
        <w:t>§ 40 se slova „, která není hájena podle § 2 písm. c),“ zrušují.</w:t>
      </w:r>
      <w:r w:rsidR="000F6C9E">
        <w:rPr>
          <w:b/>
        </w:rPr>
        <w:t xml:space="preserve"> </w:t>
      </w:r>
    </w:p>
    <w:p w:rsidR="000F6C9E" w:rsidRDefault="000F6C9E" w:rsidP="000F6C9E">
      <w:pPr>
        <w:jc w:val="both"/>
        <w:rPr>
          <w:b/>
        </w:rPr>
      </w:pPr>
    </w:p>
    <w:p w:rsidR="000F6C9E" w:rsidRDefault="000B03FF" w:rsidP="000F6C9E">
      <w:pPr>
        <w:jc w:val="both"/>
        <w:rPr>
          <w:b/>
        </w:rPr>
      </w:pPr>
      <w:proofErr w:type="gramStart"/>
      <w:r>
        <w:rPr>
          <w:b/>
        </w:rPr>
        <w:t>D5.5.</w:t>
      </w:r>
      <w:proofErr w:type="gramEnd"/>
      <w:r w:rsidR="000F6C9E">
        <w:rPr>
          <w:b/>
        </w:rPr>
        <w:t xml:space="preserve"> </w:t>
      </w:r>
      <w:r w:rsidR="000F6C9E">
        <w:t>V § 42 odstavec 1 zní:</w:t>
      </w:r>
      <w:r w:rsidR="000F6C9E">
        <w:rPr>
          <w:b/>
        </w:rPr>
        <w:t xml:space="preserve"> </w:t>
      </w:r>
    </w:p>
    <w:p w:rsidR="000F6C9E" w:rsidRDefault="000F6C9E" w:rsidP="000F6C9E">
      <w:pPr>
        <w:ind w:firstLine="709"/>
        <w:jc w:val="both"/>
      </w:pPr>
      <w:r>
        <w:t>„(1) Zvěř lze lovit jen ve stanovené době lovu. Pokud orgán ochrany přírody rozhodne o odlovu živočichů, kteří nejsou zvěří, může tento odlov provést za stanovených podmínek osoba oprávněná podle tohoto zákona (držitel loveckého lístku).“.</w:t>
      </w:r>
    </w:p>
    <w:p w:rsidR="000F6C9E" w:rsidRDefault="000F6C9E" w:rsidP="000F6C9E">
      <w:pPr>
        <w:jc w:val="both"/>
      </w:pPr>
    </w:p>
    <w:p w:rsidR="000F6C9E" w:rsidRDefault="000B03FF" w:rsidP="000F6C9E">
      <w:proofErr w:type="gramStart"/>
      <w:r>
        <w:rPr>
          <w:b/>
        </w:rPr>
        <w:t>D5.6.</w:t>
      </w:r>
      <w:proofErr w:type="gramEnd"/>
      <w:r w:rsidR="000F6C9E">
        <w:rPr>
          <w:b/>
        </w:rPr>
        <w:t xml:space="preserve"> </w:t>
      </w:r>
      <w:r w:rsidR="000F6C9E">
        <w:t>V § 45 odst. 1) písm. v) se zrušují slova „</w:t>
      </w:r>
      <w:proofErr w:type="spellStart"/>
      <w:r w:rsidR="000F6C9E">
        <w:t>poláka</w:t>
      </w:r>
      <w:proofErr w:type="spellEnd"/>
      <w:r w:rsidR="000F6C9E">
        <w:t xml:space="preserve"> velkého, </w:t>
      </w:r>
      <w:proofErr w:type="spellStart"/>
      <w:r w:rsidR="000F6C9E">
        <w:t>poláka</w:t>
      </w:r>
      <w:proofErr w:type="spellEnd"/>
      <w:r w:rsidR="000F6C9E">
        <w:t xml:space="preserve"> chocholačku,“</w:t>
      </w:r>
    </w:p>
    <w:p w:rsidR="000F6C9E" w:rsidRDefault="000F6C9E" w:rsidP="000F6C9E">
      <w:pPr>
        <w:rPr>
          <w:b/>
        </w:rPr>
      </w:pPr>
    </w:p>
    <w:p w:rsidR="000F6C9E" w:rsidRDefault="000B03FF" w:rsidP="000F6C9E">
      <w:proofErr w:type="gramStart"/>
      <w:r>
        <w:rPr>
          <w:b/>
        </w:rPr>
        <w:t>D5.7.</w:t>
      </w:r>
      <w:proofErr w:type="gramEnd"/>
      <w:r w:rsidR="000F6C9E">
        <w:rPr>
          <w:b/>
        </w:rPr>
        <w:t xml:space="preserve"> </w:t>
      </w:r>
      <w:r w:rsidR="000F6C9E">
        <w:t>V § 54 se ruší odst. 3.</w:t>
      </w:r>
    </w:p>
    <w:p w:rsidR="004F25A2" w:rsidRPr="000F6C9E" w:rsidRDefault="004F25A2">
      <w:pPr>
        <w:rPr>
          <w:u w:val="single"/>
        </w:rPr>
      </w:pPr>
    </w:p>
    <w:p w:rsidR="004F25A2" w:rsidRDefault="000F6C9E">
      <w:pPr>
        <w:rPr>
          <w:i/>
          <w:u w:val="single"/>
        </w:rPr>
      </w:pPr>
      <w:r w:rsidRPr="000F6C9E">
        <w:rPr>
          <w:i/>
          <w:u w:val="single"/>
        </w:rPr>
        <w:t>SD 8164</w:t>
      </w:r>
    </w:p>
    <w:p w:rsidR="000F6C9E" w:rsidRDefault="000F6C9E" w:rsidP="000F6C9E">
      <w:pPr>
        <w:rPr>
          <w:b/>
        </w:rPr>
      </w:pPr>
      <w:r>
        <w:rPr>
          <w:b/>
        </w:rPr>
        <w:t>Velikost honitby</w:t>
      </w:r>
    </w:p>
    <w:p w:rsidR="000F6C9E" w:rsidRDefault="000F6C9E" w:rsidP="000F6C9E"/>
    <w:p w:rsidR="000F6C9E" w:rsidRDefault="000B03FF" w:rsidP="000F6C9E">
      <w:proofErr w:type="gramStart"/>
      <w:r w:rsidRPr="000B03FF">
        <w:rPr>
          <w:b/>
        </w:rPr>
        <w:t>D6.</w:t>
      </w:r>
      <w:r w:rsidR="000F6C9E" w:rsidRPr="000B03FF">
        <w:rPr>
          <w:b/>
        </w:rPr>
        <w:t>1.</w:t>
      </w:r>
      <w:proofErr w:type="gramEnd"/>
      <w:r w:rsidR="000F6C9E">
        <w:t xml:space="preserve"> V § 17 odst. 7 zní: </w:t>
      </w:r>
    </w:p>
    <w:p w:rsidR="000F6C9E" w:rsidRDefault="000F6C9E" w:rsidP="000F6C9E"/>
    <w:p w:rsidR="000F6C9E" w:rsidRDefault="000F6C9E" w:rsidP="000F6C9E">
      <w:pPr>
        <w:keepNext/>
      </w:pPr>
      <w:r>
        <w:t>„(7) Minimální výměra honitby se stanoví pro oboru 50 ha, pro vlastní honitbu (§ 18, odst. 2) 250 ha, pro společenstevní honitbu (§ 18, odst. 3) 500 ha.“.</w:t>
      </w:r>
    </w:p>
    <w:p w:rsidR="000F6C9E" w:rsidRDefault="000F6C9E" w:rsidP="000F6C9E">
      <w:pPr>
        <w:keepNext/>
      </w:pPr>
    </w:p>
    <w:p w:rsidR="000F6C9E" w:rsidRDefault="000B03FF" w:rsidP="000F6C9E">
      <w:pPr>
        <w:keepNext/>
      </w:pPr>
      <w:proofErr w:type="gramStart"/>
      <w:r w:rsidRPr="000B03FF">
        <w:rPr>
          <w:b/>
        </w:rPr>
        <w:t>D6.2.</w:t>
      </w:r>
      <w:proofErr w:type="gramEnd"/>
      <w:r w:rsidR="000F6C9E">
        <w:t xml:space="preserve"> V § 29 se doplňuje nový odst. 5, který zní:</w:t>
      </w:r>
    </w:p>
    <w:p w:rsidR="000B03FF" w:rsidRDefault="000B03FF" w:rsidP="000F6C9E">
      <w:pPr>
        <w:keepNext/>
      </w:pPr>
    </w:p>
    <w:p w:rsidR="000F6C9E" w:rsidRDefault="000F6C9E" w:rsidP="000F6C9E">
      <w:pPr>
        <w:keepNext/>
        <w:jc w:val="both"/>
      </w:pPr>
      <w:r>
        <w:t>„(5) Uznání honitby podle § 18, odst. 2, o kterou požádá vlastník honebních pozemků, provede orgán státní správy myslivosti vždy k 31. prosinci roku následujícího po roce, v němž vlastník o uznání honitby požádal.“.</w:t>
      </w:r>
    </w:p>
    <w:p w:rsidR="000C6893" w:rsidRDefault="000C6893"/>
    <w:p w:rsidR="000C6893" w:rsidRDefault="000F6C9E">
      <w:pPr>
        <w:rPr>
          <w:i/>
          <w:u w:val="single"/>
        </w:rPr>
      </w:pPr>
      <w:r w:rsidRPr="000F6C9E">
        <w:rPr>
          <w:i/>
          <w:u w:val="single"/>
        </w:rPr>
        <w:t>SD 8161</w:t>
      </w:r>
    </w:p>
    <w:p w:rsidR="000F6C9E" w:rsidRDefault="000F6C9E" w:rsidP="000F6C9E">
      <w:pPr>
        <w:shd w:val="clear" w:color="auto" w:fill="FFFFFF"/>
        <w:jc w:val="both"/>
        <w:rPr>
          <w:b/>
        </w:rPr>
      </w:pPr>
      <w:r>
        <w:rPr>
          <w:b/>
        </w:rPr>
        <w:t xml:space="preserve">Plánování lovu podle míry škod a poškození lesů, varianta bez oblastí chovu </w:t>
      </w:r>
    </w:p>
    <w:p w:rsidR="000F6C9E" w:rsidRDefault="000F6C9E" w:rsidP="000F6C9E">
      <w:pPr>
        <w:shd w:val="clear" w:color="auto" w:fill="FFFFFF"/>
        <w:jc w:val="both"/>
        <w:rPr>
          <w:b/>
        </w:rPr>
      </w:pPr>
    </w:p>
    <w:p w:rsidR="000F6C9E" w:rsidRDefault="000B03FF" w:rsidP="000F6C9E">
      <w:pPr>
        <w:shd w:val="clear" w:color="auto" w:fill="FFFFFF"/>
        <w:jc w:val="both"/>
      </w:pPr>
      <w:proofErr w:type="gramStart"/>
      <w:r>
        <w:rPr>
          <w:b/>
        </w:rPr>
        <w:t>D7.</w:t>
      </w:r>
      <w:r w:rsidR="000F6C9E">
        <w:rPr>
          <w:b/>
        </w:rPr>
        <w:t>1.</w:t>
      </w:r>
      <w:proofErr w:type="gramEnd"/>
      <w:r w:rsidR="000F6C9E">
        <w:rPr>
          <w:b/>
        </w:rPr>
        <w:t xml:space="preserve"> </w:t>
      </w:r>
      <w:r w:rsidR="000F6C9E">
        <w:t>Do navrhovaného nového znění § 3 odst. 2 se doplňují slova „a zároveň tak, aby nedocházelo k nadměrnému poškozování lesních ekosystémů zvěří“, takže celý odstavec zní:</w:t>
      </w:r>
    </w:p>
    <w:p w:rsidR="00A33951" w:rsidRDefault="00A33951" w:rsidP="000F6C9E">
      <w:pPr>
        <w:shd w:val="clear" w:color="auto" w:fill="FFFFFF"/>
        <w:jc w:val="both"/>
      </w:pPr>
    </w:p>
    <w:p w:rsidR="000F6C9E" w:rsidRDefault="000F6C9E" w:rsidP="000F6C9E">
      <w:pPr>
        <w:shd w:val="clear" w:color="auto" w:fill="FFFFFF"/>
        <w:jc w:val="both"/>
      </w:pPr>
      <w:r>
        <w:t>„(2) Držitel honitby a v případě jejího pronájmu nájemce honitby (dále jen „uživatel honitby“) je povinen zajišťovat v honitbě chov zvěře tak, aby početní stav druhu zvěře neklesl pod minimální stav, který je určen v rozhodnutí orgánu státní správy myslivosti o uznání honitby, a zároveň tak, aby nedocházelo k nadměrnému poškozování lesních ekosystémů zvěří, přičemž zároveň dbá o zachování a podporu ostatních druhů zvěře v souladu s odstavcem 1.  Minimálním stavem zvěře je stav, při kterém není druh ohrožen na existenci a jeho populační hustota zabezpečuje biologickou reprodukci druhu.“.</w:t>
      </w:r>
    </w:p>
    <w:p w:rsidR="000B03FF" w:rsidRDefault="000B03FF" w:rsidP="000F6C9E">
      <w:pPr>
        <w:shd w:val="clear" w:color="auto" w:fill="FFFFFF"/>
        <w:jc w:val="both"/>
        <w:rPr>
          <w:b/>
        </w:rPr>
      </w:pPr>
    </w:p>
    <w:p w:rsidR="00A33951" w:rsidRDefault="00A33951">
      <w:pPr>
        <w:widowControl/>
        <w:suppressAutoHyphens w:val="0"/>
        <w:rPr>
          <w:b/>
        </w:rPr>
      </w:pPr>
      <w:r>
        <w:rPr>
          <w:b/>
        </w:rPr>
        <w:br w:type="page"/>
      </w:r>
    </w:p>
    <w:p w:rsidR="000F6C9E" w:rsidRDefault="000B03FF" w:rsidP="000F6C9E">
      <w:pPr>
        <w:shd w:val="clear" w:color="auto" w:fill="FFFFFF"/>
        <w:jc w:val="both"/>
        <w:rPr>
          <w:b/>
        </w:rPr>
      </w:pPr>
      <w:proofErr w:type="gramStart"/>
      <w:r>
        <w:rPr>
          <w:b/>
        </w:rPr>
        <w:t>D7.</w:t>
      </w:r>
      <w:r w:rsidR="000F6C9E">
        <w:rPr>
          <w:b/>
        </w:rPr>
        <w:t>2.</w:t>
      </w:r>
      <w:proofErr w:type="gramEnd"/>
      <w:r w:rsidR="000F6C9E">
        <w:rPr>
          <w:b/>
        </w:rPr>
        <w:t xml:space="preserve"> </w:t>
      </w:r>
      <w:r w:rsidR="000F6C9E">
        <w:t>Navrhované znění § 36 odst. 1 se upravuje takto:</w:t>
      </w:r>
    </w:p>
    <w:p w:rsidR="000F6C9E" w:rsidRDefault="000F6C9E" w:rsidP="000F6C9E">
      <w:pPr>
        <w:shd w:val="clear" w:color="auto" w:fill="FFFFFF"/>
        <w:jc w:val="both"/>
      </w:pPr>
      <w:r>
        <w:t xml:space="preserve">„(1) Uživatel honitby je povinen vypracovat každoročně plán mysliveckého hospodaření v honitbě (dále jen "plán"). Při vypracování plánu vychází z posouzení celkového stavu ekosystému, z posouzení stavu lesa prováděného pověřenou osobou ve vymezeném území nebo oblasti chovu, výsledku porovnání kontrolních a srovnávacích ploch, výše škod způsobených v uplynulém období zvěří na lesních a zemědělských porostech, ze stanovených minimálních stavů zvěře, poměrů pohlaví a koeficientů očekávané produkce, jakož i ze záměrů, které byly uvedeny v návrhu na uznání honitby. Jestliže je honitba v oblasti chovu zvěře, vychází plán rovněž z doporučení uživatelů honiteb, jejichž území tvoří oblast chovu. V plánu se uvádí chov a lov druhů zvěře, pro které byly v honitbě stanoveny minimální stavy, lov spárkaté zvěře pro které nebyly v honitbě stanovené minimální stavy, společné lovy, zamýšlené </w:t>
      </w:r>
      <w:proofErr w:type="spellStart"/>
      <w:r>
        <w:t>zazvěřování</w:t>
      </w:r>
      <w:proofErr w:type="spellEnd"/>
      <w:r>
        <w:t xml:space="preserve">, údaj o lovu druhů zvěře, pro které nejsou v honitbě stanoveny minimální stavy, a údaj o regulaci živočichů. Plán lovu je uživatel honitby povinen vypracovat pro všechny druhy spárkaté zvěře, které se v honitbě vyskytují tak, aby početní stav neklesl pod minimální stav u těch druhů zvěře pro které </w:t>
      </w:r>
      <w:proofErr w:type="gramStart"/>
      <w:r>
        <w:t>je</w:t>
      </w:r>
      <w:proofErr w:type="gramEnd"/>
      <w:r>
        <w:t xml:space="preserve"> stanoven, a současně aby nebyl les poškozen zvěří nad stupeň poškození stanovený vyhláškou.“.</w:t>
      </w:r>
    </w:p>
    <w:p w:rsidR="000B03FF" w:rsidRDefault="000B03FF" w:rsidP="000F6C9E">
      <w:pPr>
        <w:shd w:val="clear" w:color="auto" w:fill="FFFFFF"/>
        <w:jc w:val="both"/>
        <w:rPr>
          <w:b/>
        </w:rPr>
      </w:pPr>
    </w:p>
    <w:p w:rsidR="000F6C9E" w:rsidRDefault="000B03FF" w:rsidP="000F6C9E">
      <w:pPr>
        <w:shd w:val="clear" w:color="auto" w:fill="FFFFFF"/>
        <w:jc w:val="both"/>
      </w:pPr>
      <w:proofErr w:type="gramStart"/>
      <w:r>
        <w:rPr>
          <w:b/>
        </w:rPr>
        <w:t>D7.</w:t>
      </w:r>
      <w:r w:rsidR="000F6C9E">
        <w:rPr>
          <w:b/>
        </w:rPr>
        <w:t>3.</w:t>
      </w:r>
      <w:proofErr w:type="gramEnd"/>
      <w:r w:rsidR="000F6C9E">
        <w:rPr>
          <w:b/>
        </w:rPr>
        <w:t xml:space="preserve"> </w:t>
      </w:r>
      <w:r w:rsidR="000F6C9E">
        <w:t>V navrhovaném znění § 36 odst. 5 se na konci věty vypouští slova „a bez vypracování a projednání plánu“.</w:t>
      </w:r>
    </w:p>
    <w:p w:rsidR="000B03FF" w:rsidRDefault="000B03FF" w:rsidP="000F6C9E">
      <w:pPr>
        <w:shd w:val="clear" w:color="auto" w:fill="FFFFFF"/>
        <w:jc w:val="both"/>
        <w:rPr>
          <w:b/>
        </w:rPr>
      </w:pPr>
    </w:p>
    <w:p w:rsidR="000F6C9E" w:rsidRDefault="000B03FF" w:rsidP="000F6C9E">
      <w:pPr>
        <w:shd w:val="clear" w:color="auto" w:fill="FFFFFF"/>
        <w:jc w:val="both"/>
      </w:pPr>
      <w:proofErr w:type="gramStart"/>
      <w:r>
        <w:rPr>
          <w:b/>
        </w:rPr>
        <w:t>D7.</w:t>
      </w:r>
      <w:r w:rsidR="000F6C9E">
        <w:rPr>
          <w:b/>
        </w:rPr>
        <w:t>4</w:t>
      </w:r>
      <w:r w:rsidR="000F6C9E">
        <w:t>.</w:t>
      </w:r>
      <w:proofErr w:type="gramEnd"/>
      <w:r w:rsidR="000F6C9E">
        <w:t xml:space="preserve"> V navrhovaném znění § 36 odst. 6 se na konec první věty vkládají slova „nebo oblasti chovu“.</w:t>
      </w:r>
    </w:p>
    <w:p w:rsidR="000B03FF" w:rsidRDefault="000B03FF" w:rsidP="000F6C9E">
      <w:pPr>
        <w:shd w:val="clear" w:color="auto" w:fill="FFFFFF"/>
        <w:jc w:val="both"/>
        <w:rPr>
          <w:b/>
        </w:rPr>
      </w:pPr>
    </w:p>
    <w:p w:rsidR="000F6C9E" w:rsidRDefault="000B03FF" w:rsidP="000F6C9E">
      <w:pPr>
        <w:shd w:val="clear" w:color="auto" w:fill="FFFFFF"/>
        <w:jc w:val="both"/>
      </w:pPr>
      <w:proofErr w:type="gramStart"/>
      <w:r>
        <w:rPr>
          <w:b/>
        </w:rPr>
        <w:t>D7.</w:t>
      </w:r>
      <w:r w:rsidR="000F6C9E">
        <w:rPr>
          <w:b/>
        </w:rPr>
        <w:t>5.</w:t>
      </w:r>
      <w:proofErr w:type="gramEnd"/>
      <w:r w:rsidR="000F6C9E">
        <w:t xml:space="preserve"> V navrhovaném znění § 36 odst. 7 zní:</w:t>
      </w:r>
    </w:p>
    <w:p w:rsidR="000F6C9E" w:rsidRDefault="000F6C9E" w:rsidP="000F6C9E">
      <w:pPr>
        <w:shd w:val="clear" w:color="auto" w:fill="FFFFFF"/>
        <w:jc w:val="both"/>
      </w:pPr>
      <w:r>
        <w:t>„(7) Vyhláška stanoví obsahové náležitosti plánu, lhůty pro vložení plánu a způsob vypracování plánu, stupně poškození lesa a způsob stanovení stupňů poškození lesa v honitbě, vymezeném území nebo oblasti chovu zvěří, stupeň poškození, nad který nesmí být les zvěří poškozován (nadměrné poškozování lesních ekosystémů zvěří), ukazatele poškození lesa, území, pro které se stav lesa posuzuje, interval a způsob posouzení stavu lesa pověřenou osobou. V oblastech chovu je územím, pro které se stav lesa posuzuje, vždy celá oblast chovu. Vyhláška dále stanoví odvození opatření v plánu k předcházení nadměrnému poškozování lesních ekosystémů zvěří v honitbě, vymezeném území nebo oblasti chovu a pro případy, kdy bude takové poškozování zjištěno, odvození opatření v plánu, která mu v co nejkratší době zamezí a povedou k nastavení rovnováhy mezi stavy spárkaté zvěře a lesním prostředím.“.</w:t>
      </w:r>
    </w:p>
    <w:p w:rsidR="000B03FF" w:rsidRDefault="000B03FF" w:rsidP="000F6C9E">
      <w:pPr>
        <w:shd w:val="clear" w:color="auto" w:fill="FFFFFF"/>
        <w:jc w:val="both"/>
        <w:rPr>
          <w:b/>
        </w:rPr>
      </w:pPr>
    </w:p>
    <w:p w:rsidR="000F6C9E" w:rsidRDefault="000B03FF" w:rsidP="000F6C9E">
      <w:pPr>
        <w:shd w:val="clear" w:color="auto" w:fill="FFFFFF"/>
        <w:jc w:val="both"/>
      </w:pPr>
      <w:proofErr w:type="gramStart"/>
      <w:r>
        <w:rPr>
          <w:b/>
        </w:rPr>
        <w:t>D7.</w:t>
      </w:r>
      <w:r w:rsidR="000F6C9E">
        <w:rPr>
          <w:b/>
        </w:rPr>
        <w:t>6.</w:t>
      </w:r>
      <w:proofErr w:type="gramEnd"/>
      <w:r w:rsidR="000F6C9E">
        <w:rPr>
          <w:b/>
        </w:rPr>
        <w:t xml:space="preserve"> </w:t>
      </w:r>
      <w:r w:rsidR="000F6C9E">
        <w:t>V § 38 odst. písm. a) se doplňují slova „včetně kontaktních údajů na uživatele honitby,“, takže zní:</w:t>
      </w:r>
    </w:p>
    <w:p w:rsidR="000F6C9E" w:rsidRDefault="000F6C9E" w:rsidP="000F6C9E">
      <w:pPr>
        <w:shd w:val="clear" w:color="auto" w:fill="FFFFFF"/>
        <w:jc w:val="both"/>
      </w:pPr>
      <w:r>
        <w:t>„a) evidenci honiteb a jejich využití, včetně kontaktních údajů na uživatele honitby,“.</w:t>
      </w:r>
    </w:p>
    <w:p w:rsidR="000B03FF" w:rsidRDefault="000B03FF" w:rsidP="000F6C9E">
      <w:pPr>
        <w:shd w:val="clear" w:color="auto" w:fill="FFFFFF"/>
        <w:jc w:val="both"/>
        <w:rPr>
          <w:b/>
        </w:rPr>
      </w:pPr>
    </w:p>
    <w:p w:rsidR="000F6C9E" w:rsidRDefault="000B03FF" w:rsidP="000F6C9E">
      <w:pPr>
        <w:shd w:val="clear" w:color="auto" w:fill="FFFFFF"/>
        <w:jc w:val="both"/>
      </w:pPr>
      <w:proofErr w:type="gramStart"/>
      <w:r>
        <w:rPr>
          <w:b/>
        </w:rPr>
        <w:t>D7.</w:t>
      </w:r>
      <w:r w:rsidR="000F6C9E">
        <w:rPr>
          <w:b/>
        </w:rPr>
        <w:t>7.</w:t>
      </w:r>
      <w:proofErr w:type="gramEnd"/>
      <w:r w:rsidR="000F6C9E">
        <w:rPr>
          <w:b/>
        </w:rPr>
        <w:t xml:space="preserve"> </w:t>
      </w:r>
      <w:r w:rsidR="000F6C9E">
        <w:t>V § 39 se na konec odst. 1 doplňuje věta: „Pokud ten, komu byla uložena opatření podle tohoto odstavce, je včas neplní, zabezpečí na jeho náklady provedení těchto opatření orgán státní správy myslivosti.“.</w:t>
      </w:r>
    </w:p>
    <w:p w:rsidR="000B03FF" w:rsidRDefault="000B03FF" w:rsidP="000F6C9E">
      <w:pPr>
        <w:shd w:val="clear" w:color="auto" w:fill="FFFFFF"/>
        <w:jc w:val="both"/>
        <w:rPr>
          <w:b/>
        </w:rPr>
      </w:pPr>
    </w:p>
    <w:p w:rsidR="000F6C9E" w:rsidRDefault="000B03FF" w:rsidP="000F6C9E">
      <w:pPr>
        <w:shd w:val="clear" w:color="auto" w:fill="FFFFFF"/>
        <w:jc w:val="both"/>
      </w:pPr>
      <w:proofErr w:type="gramStart"/>
      <w:r>
        <w:rPr>
          <w:b/>
        </w:rPr>
        <w:t>D7.</w:t>
      </w:r>
      <w:r w:rsidR="000F6C9E">
        <w:rPr>
          <w:b/>
        </w:rPr>
        <w:t>8.</w:t>
      </w:r>
      <w:proofErr w:type="gramEnd"/>
      <w:r w:rsidR="000F6C9E">
        <w:t xml:space="preserve"> V § 39 se v odst. 3 doplňuje „1 a“, takže zní: </w:t>
      </w:r>
    </w:p>
    <w:p w:rsidR="000F6C9E" w:rsidRDefault="000F6C9E" w:rsidP="000F6C9E">
      <w:pPr>
        <w:shd w:val="clear" w:color="auto" w:fill="FFFFFF"/>
        <w:jc w:val="both"/>
      </w:pPr>
      <w:r>
        <w:rPr>
          <w:i/>
        </w:rPr>
        <w:t>„(3)</w:t>
      </w:r>
      <w:r>
        <w:t>  Odvolání proti rozhodnutí vydanému podle odstavce 1 a 2 nemá odkladný účinek.“.</w:t>
      </w:r>
    </w:p>
    <w:p w:rsidR="000B03FF" w:rsidRDefault="000B03FF" w:rsidP="000F6C9E">
      <w:pPr>
        <w:shd w:val="clear" w:color="auto" w:fill="FFFFFF"/>
        <w:jc w:val="both"/>
        <w:rPr>
          <w:b/>
        </w:rPr>
      </w:pPr>
    </w:p>
    <w:p w:rsidR="000F6C9E" w:rsidRDefault="000B03FF" w:rsidP="000F6C9E">
      <w:pPr>
        <w:shd w:val="clear" w:color="auto" w:fill="FFFFFF"/>
        <w:jc w:val="both"/>
        <w:rPr>
          <w:b/>
        </w:rPr>
      </w:pPr>
      <w:proofErr w:type="gramStart"/>
      <w:r>
        <w:rPr>
          <w:b/>
        </w:rPr>
        <w:t>D7.</w:t>
      </w:r>
      <w:r w:rsidR="000F6C9E">
        <w:rPr>
          <w:b/>
        </w:rPr>
        <w:t>9.</w:t>
      </w:r>
      <w:proofErr w:type="gramEnd"/>
      <w:r w:rsidR="000F6C9E">
        <w:t xml:space="preserve"> V §64 odst. 3 písm. c) zní:</w:t>
      </w:r>
    </w:p>
    <w:p w:rsidR="000F6C9E" w:rsidRDefault="000F6C9E" w:rsidP="000F6C9E">
      <w:pPr>
        <w:shd w:val="clear" w:color="auto" w:fill="FFFFFF"/>
        <w:jc w:val="both"/>
      </w:pPr>
      <w:r>
        <w:t>„c) nedodrží povinnost zachovat minimální stavy zvěře stanovenou v § 3 odst. 2, nesplní nebo poruší některou z povinností stanovených v § 11 odst. 3, § 39 odst. 1 nebo 2, § 41 až 43, § 45, § 49 odst. 1 nebo v § 51 odst. 1,“.</w:t>
      </w:r>
    </w:p>
    <w:p w:rsidR="000C6893" w:rsidRPr="00D352EF" w:rsidRDefault="000C6893">
      <w:pPr>
        <w:rPr>
          <w:i/>
          <w:u w:val="single"/>
        </w:rPr>
      </w:pPr>
    </w:p>
    <w:p w:rsidR="00A33951" w:rsidRPr="00C6272A" w:rsidRDefault="00A33951">
      <w:pPr>
        <w:widowControl/>
        <w:suppressAutoHyphens w:val="0"/>
      </w:pPr>
      <w:r w:rsidRPr="00C6272A">
        <w:br w:type="page"/>
      </w:r>
    </w:p>
    <w:p w:rsidR="000F6C9E" w:rsidRPr="00D352EF" w:rsidRDefault="00D352EF">
      <w:pPr>
        <w:rPr>
          <w:i/>
          <w:u w:val="single"/>
        </w:rPr>
      </w:pPr>
      <w:r w:rsidRPr="00D352EF">
        <w:rPr>
          <w:i/>
          <w:u w:val="single"/>
        </w:rPr>
        <w:t>SD 8422</w:t>
      </w:r>
    </w:p>
    <w:p w:rsidR="00D352EF" w:rsidRPr="00E1427E" w:rsidRDefault="00D352EF" w:rsidP="00D352EF">
      <w:pPr>
        <w:rPr>
          <w:b/>
        </w:rPr>
      </w:pPr>
      <w:r w:rsidRPr="00E1427E">
        <w:rPr>
          <w:b/>
        </w:rPr>
        <w:t>Sady</w:t>
      </w:r>
    </w:p>
    <w:p w:rsidR="00D352EF" w:rsidRDefault="00D352EF" w:rsidP="00D352EF">
      <w:pPr>
        <w:rPr>
          <w:b/>
          <w:sz w:val="28"/>
          <w:szCs w:val="28"/>
        </w:rPr>
      </w:pPr>
    </w:p>
    <w:p w:rsidR="00D352EF" w:rsidRDefault="000B03FF" w:rsidP="00D352EF">
      <w:pPr>
        <w:autoSpaceDE w:val="0"/>
        <w:autoSpaceDN w:val="0"/>
        <w:adjustRightInd w:val="0"/>
        <w:jc w:val="both"/>
        <w:rPr>
          <w:rFonts w:ascii="TimesNewRomanPSMT" w:hAnsi="TimesNewRomanPSMT" w:cs="TimesNewRomanPSMT"/>
          <w:color w:val="000000"/>
        </w:rPr>
      </w:pPr>
      <w:r w:rsidRPr="000B03FF">
        <w:rPr>
          <w:rFonts w:ascii="TimesNewRomanPSMT" w:hAnsi="TimesNewRomanPSMT" w:cs="TimesNewRomanPSMT"/>
          <w:b/>
          <w:color w:val="000000"/>
        </w:rPr>
        <w:t>D8.</w:t>
      </w:r>
      <w:r>
        <w:rPr>
          <w:rFonts w:ascii="TimesNewRomanPSMT" w:hAnsi="TimesNewRomanPSMT" w:cs="TimesNewRomanPSMT"/>
          <w:color w:val="000000"/>
        </w:rPr>
        <w:t xml:space="preserve"> </w:t>
      </w:r>
      <w:r w:rsidR="00D352EF">
        <w:rPr>
          <w:rFonts w:ascii="TimesNewRomanPSMT" w:hAnsi="TimesNewRomanPSMT" w:cs="TimesNewRomanPSMT"/>
          <w:color w:val="000000"/>
        </w:rPr>
        <w:t>V § 2 písm. e) před slovo sady doplnit „oplocené“.</w:t>
      </w:r>
    </w:p>
    <w:p w:rsidR="000F6C9E" w:rsidRDefault="000F6C9E"/>
    <w:p w:rsidR="000B03FF" w:rsidRDefault="000B03FF">
      <w:pPr>
        <w:rPr>
          <w:i/>
          <w:u w:val="single"/>
        </w:rPr>
      </w:pPr>
    </w:p>
    <w:p w:rsidR="000F6C9E" w:rsidRPr="00D352EF" w:rsidRDefault="00D352EF">
      <w:pPr>
        <w:rPr>
          <w:i/>
          <w:u w:val="single"/>
        </w:rPr>
      </w:pPr>
      <w:r w:rsidRPr="00D352EF">
        <w:rPr>
          <w:i/>
          <w:u w:val="single"/>
        </w:rPr>
        <w:t>SD 8421</w:t>
      </w:r>
    </w:p>
    <w:p w:rsidR="00D352EF" w:rsidRPr="000360C7" w:rsidRDefault="00D352EF" w:rsidP="00D352EF">
      <w:pPr>
        <w:jc w:val="both"/>
        <w:rPr>
          <w:b/>
        </w:rPr>
      </w:pPr>
      <w:r w:rsidRPr="000360C7">
        <w:rPr>
          <w:b/>
        </w:rPr>
        <w:t xml:space="preserve">Oblast chovu </w:t>
      </w:r>
    </w:p>
    <w:p w:rsidR="00D352EF" w:rsidRDefault="00D352EF" w:rsidP="00D352EF">
      <w:pPr>
        <w:jc w:val="both"/>
        <w:rPr>
          <w:b/>
          <w:sz w:val="28"/>
          <w:szCs w:val="28"/>
        </w:rPr>
      </w:pPr>
    </w:p>
    <w:p w:rsidR="00D352EF" w:rsidRDefault="00D80ABA" w:rsidP="00D352EF">
      <w:pPr>
        <w:autoSpaceDE w:val="0"/>
        <w:autoSpaceDN w:val="0"/>
        <w:adjustRightInd w:val="0"/>
        <w:jc w:val="both"/>
        <w:rPr>
          <w:rFonts w:ascii="TimesNewRomanPSMT" w:hAnsi="TimesNewRomanPSMT" w:cs="TimesNewRomanPSMT"/>
          <w:color w:val="000000"/>
        </w:rPr>
      </w:pPr>
      <w:r w:rsidRPr="00D80ABA">
        <w:rPr>
          <w:rFonts w:ascii="TimesNewRomanPSMT" w:hAnsi="TimesNewRomanPSMT" w:cs="TimesNewRomanPSMT"/>
          <w:b/>
          <w:color w:val="000000"/>
        </w:rPr>
        <w:t xml:space="preserve">D9. </w:t>
      </w:r>
      <w:r w:rsidR="00D352EF">
        <w:rPr>
          <w:rFonts w:ascii="TimesNewRomanPSMT" w:hAnsi="TimesNewRomanPSMT" w:cs="TimesNewRomanPSMT"/>
          <w:color w:val="000000"/>
        </w:rPr>
        <w:t xml:space="preserve">V § 4 odst. (1) za poslední slovo věty slovo „honitbách“ doplnit </w:t>
      </w:r>
      <w:proofErr w:type="gramStart"/>
      <w:r w:rsidR="00D352EF">
        <w:rPr>
          <w:rFonts w:ascii="TimesNewRomanPSMT" w:hAnsi="TimesNewRomanPSMT" w:cs="TimesNewRomanPSMT"/>
          <w:color w:val="000000"/>
        </w:rPr>
        <w:t>slova ,, včetně</w:t>
      </w:r>
      <w:proofErr w:type="gramEnd"/>
      <w:r w:rsidR="00D352EF">
        <w:rPr>
          <w:rFonts w:ascii="TimesNewRomanPSMT" w:hAnsi="TimesNewRomanPSMT" w:cs="TimesNewRomanPSMT"/>
          <w:color w:val="000000"/>
        </w:rPr>
        <w:t xml:space="preserve"> vytvoření oblastí chovu zvěře".</w:t>
      </w:r>
    </w:p>
    <w:p w:rsidR="000F6C9E" w:rsidRDefault="000F6C9E"/>
    <w:p w:rsidR="00D352EF" w:rsidRDefault="00D352EF"/>
    <w:p w:rsidR="00D80ABA" w:rsidRDefault="00D80ABA"/>
    <w:p w:rsidR="00D352EF" w:rsidRDefault="00D352EF" w:rsidP="00D352EF">
      <w:pPr>
        <w:pStyle w:val="PNposlanec"/>
      </w:pPr>
      <w:r>
        <w:t>Poslankyně Dana Balcarová</w:t>
      </w:r>
    </w:p>
    <w:p w:rsidR="00D352EF" w:rsidRDefault="00D352EF">
      <w:pPr>
        <w:rPr>
          <w:i/>
          <w:u w:val="single"/>
        </w:rPr>
      </w:pPr>
      <w:r w:rsidRPr="00D352EF">
        <w:rPr>
          <w:i/>
          <w:u w:val="single"/>
        </w:rPr>
        <w:t>SD 8471</w:t>
      </w:r>
    </w:p>
    <w:p w:rsidR="0076702A" w:rsidRPr="00D352EF" w:rsidRDefault="0076702A">
      <w:pPr>
        <w:rPr>
          <w:i/>
          <w:u w:val="single"/>
        </w:rPr>
      </w:pPr>
    </w:p>
    <w:p w:rsidR="00D352EF" w:rsidRDefault="00D80ABA" w:rsidP="0076702A">
      <w:pPr>
        <w:jc w:val="both"/>
        <w:rPr>
          <w:b/>
        </w:rPr>
      </w:pPr>
      <w:r>
        <w:rPr>
          <w:b/>
        </w:rPr>
        <w:t xml:space="preserve">E1. </w:t>
      </w:r>
      <w:r w:rsidR="00D352EF">
        <w:rPr>
          <w:b/>
        </w:rPr>
        <w:t>Ve čl. I se za bod 31 vkládá bod 32, který zní:</w:t>
      </w:r>
    </w:p>
    <w:p w:rsidR="00D352EF" w:rsidRDefault="00D352EF" w:rsidP="0076702A">
      <w:pPr>
        <w:ind w:left="720"/>
        <w:jc w:val="both"/>
        <w:rPr>
          <w:b/>
        </w:rPr>
      </w:pPr>
    </w:p>
    <w:p w:rsidR="00D352EF" w:rsidRDefault="00D352EF" w:rsidP="0076702A">
      <w:r>
        <w:t>„32. V § 45 odst. 1 se na konci písmene r) tečka nahrazuje čárkou a doplňuje se písmeno s), které zní:</w:t>
      </w:r>
    </w:p>
    <w:p w:rsidR="00D352EF" w:rsidRDefault="00D352EF" w:rsidP="0076702A">
      <w:pPr>
        <w:pBdr>
          <w:top w:val="none" w:sz="0" w:space="3" w:color="000000"/>
          <w:left w:val="none" w:sz="0" w:space="20" w:color="000000"/>
          <w:bottom w:val="none" w:sz="0" w:space="3" w:color="000000"/>
          <w:right w:val="none" w:sz="0" w:space="30" w:color="000000"/>
          <w:between w:val="none" w:sz="0" w:space="3" w:color="000000"/>
        </w:pBdr>
        <w:shd w:val="clear" w:color="auto" w:fill="FFFFFF"/>
        <w:jc w:val="both"/>
      </w:pPr>
      <w:r>
        <w:t>„s) v době kladení mláďat a odchovu mláďat lovit lišky obecné a jezevce lesní pod zemí, včetně lovu za pomoci psů vypouštěných pod zem a vyhrabání zvěře za účelem usmrcení.“.“.</w:t>
      </w:r>
    </w:p>
    <w:p w:rsidR="00D352EF" w:rsidRDefault="00D352EF" w:rsidP="0076702A"/>
    <w:p w:rsidR="00D352EF" w:rsidRPr="00D352EF" w:rsidRDefault="00D352EF" w:rsidP="0076702A">
      <w:r w:rsidRPr="00D352EF">
        <w:t>Následující body a odkazy na ně se přečíslují.</w:t>
      </w:r>
    </w:p>
    <w:p w:rsidR="00D352EF" w:rsidRDefault="00D352EF" w:rsidP="0076702A"/>
    <w:p w:rsidR="00D352EF" w:rsidRPr="0076702A" w:rsidRDefault="0076702A" w:rsidP="0076702A">
      <w:pPr>
        <w:rPr>
          <w:i/>
          <w:u w:val="single"/>
        </w:rPr>
      </w:pPr>
      <w:r w:rsidRPr="0076702A">
        <w:rPr>
          <w:i/>
          <w:u w:val="single"/>
        </w:rPr>
        <w:t>SD 8474</w:t>
      </w:r>
    </w:p>
    <w:p w:rsidR="00D352EF" w:rsidRDefault="00D352EF" w:rsidP="0076702A"/>
    <w:p w:rsidR="0076702A" w:rsidRDefault="00D80ABA" w:rsidP="0076702A">
      <w:pPr>
        <w:jc w:val="both"/>
        <w:rPr>
          <w:b/>
        </w:rPr>
      </w:pPr>
      <w:r>
        <w:rPr>
          <w:b/>
        </w:rPr>
        <w:t xml:space="preserve">E2. </w:t>
      </w:r>
      <w:r w:rsidR="0076702A">
        <w:rPr>
          <w:b/>
        </w:rPr>
        <w:t>Ve čl. I se za bod 21 vkládají body 22 a 23, které znějí:</w:t>
      </w:r>
    </w:p>
    <w:p w:rsidR="0076702A" w:rsidRDefault="0076702A" w:rsidP="0076702A">
      <w:pPr>
        <w:jc w:val="both"/>
        <w:rPr>
          <w:b/>
        </w:rPr>
      </w:pPr>
    </w:p>
    <w:p w:rsidR="0076702A" w:rsidRDefault="0076702A" w:rsidP="0076702A">
      <w:pPr>
        <w:jc w:val="both"/>
      </w:pPr>
      <w:r>
        <w:t>„22. V § 40 se slova „, lovu poraněné zvěře“ zrušují.</w:t>
      </w:r>
    </w:p>
    <w:p w:rsidR="0076702A" w:rsidRDefault="0076702A" w:rsidP="0076702A">
      <w:pPr>
        <w:jc w:val="both"/>
        <w:rPr>
          <w:b/>
        </w:rPr>
      </w:pPr>
    </w:p>
    <w:p w:rsidR="0076702A" w:rsidRDefault="0076702A" w:rsidP="0076702A">
      <w:r>
        <w:t>23. V §42 se doplňují nové odstavce 3 a 4, které znějí:</w:t>
      </w:r>
    </w:p>
    <w:p w:rsidR="0076702A" w:rsidRDefault="0076702A" w:rsidP="0076702A">
      <w:pPr>
        <w:pBdr>
          <w:top w:val="none" w:sz="0" w:space="3" w:color="000000"/>
          <w:left w:val="none" w:sz="0" w:space="20" w:color="000000"/>
          <w:bottom w:val="none" w:sz="0" w:space="3" w:color="000000"/>
          <w:right w:val="none" w:sz="0" w:space="30" w:color="000000"/>
          <w:between w:val="none" w:sz="0" w:space="3" w:color="000000"/>
        </w:pBdr>
        <w:shd w:val="clear" w:color="auto" w:fill="FFFFFF"/>
        <w:jc w:val="both"/>
      </w:pPr>
      <w:proofErr w:type="gramStart"/>
      <w:r>
        <w:t>„(3) I mimo</w:t>
      </w:r>
      <w:proofErr w:type="gramEnd"/>
      <w:r>
        <w:t xml:space="preserve"> dobu lovu lze ulovit jedince druhu zvěře, jež lze obhospodařovat lovem, </w:t>
      </w:r>
      <w:proofErr w:type="gramStart"/>
      <w:r>
        <w:t>který</w:t>
      </w:r>
      <w:proofErr w:type="gramEnd"/>
    </w:p>
    <w:p w:rsidR="0076702A" w:rsidRDefault="0076702A" w:rsidP="0076702A">
      <w:pPr>
        <w:pBdr>
          <w:top w:val="none" w:sz="0" w:space="3" w:color="000000"/>
          <w:left w:val="none" w:sz="0" w:space="20" w:color="000000"/>
          <w:bottom w:val="none" w:sz="0" w:space="3" w:color="000000"/>
          <w:right w:val="none" w:sz="0" w:space="30" w:color="000000"/>
          <w:between w:val="none" w:sz="0" w:space="3" w:color="000000"/>
        </w:pBdr>
        <w:shd w:val="clear" w:color="auto" w:fill="FFFFFF"/>
        <w:jc w:val="both"/>
      </w:pPr>
      <w:r>
        <w:t>a) je zraněný způsobem vyvolávajícím trýznivé utrpení a je patrné, že nedojde k jeho uzdravení, nebo</w:t>
      </w:r>
    </w:p>
    <w:p w:rsidR="0076702A" w:rsidRDefault="0076702A" w:rsidP="0076702A">
      <w:pPr>
        <w:pBdr>
          <w:top w:val="none" w:sz="0" w:space="3" w:color="000000"/>
          <w:left w:val="none" w:sz="0" w:space="20" w:color="000000"/>
          <w:bottom w:val="none" w:sz="0" w:space="3" w:color="000000"/>
          <w:right w:val="none" w:sz="0" w:space="30" w:color="000000"/>
          <w:between w:val="none" w:sz="0" w:space="3" w:color="000000"/>
        </w:pBdr>
        <w:shd w:val="clear" w:color="auto" w:fill="FFFFFF"/>
        <w:jc w:val="both"/>
      </w:pPr>
      <w:r>
        <w:t>b) vykazuje jiné zjevné projevy nemoci, která vyvolává trýznivé utrpení, a je patrné, že nedojde k jeho uzdravení.</w:t>
      </w:r>
    </w:p>
    <w:p w:rsidR="0076702A" w:rsidRDefault="0076702A" w:rsidP="0076702A">
      <w:pPr>
        <w:pBdr>
          <w:top w:val="none" w:sz="0" w:space="3" w:color="000000"/>
          <w:left w:val="none" w:sz="0" w:space="20" w:color="000000"/>
          <w:bottom w:val="none" w:sz="0" w:space="3" w:color="000000"/>
          <w:right w:val="none" w:sz="0" w:space="30" w:color="000000"/>
          <w:between w:val="none" w:sz="0" w:space="3" w:color="000000"/>
        </w:pBdr>
        <w:shd w:val="clear" w:color="auto" w:fill="FFFFFF"/>
        <w:jc w:val="both"/>
      </w:pPr>
      <w:r>
        <w:t>(4) Ulovení jedince podle odstavce 3, je uživatel honitby povinen do 24 hodin ohlásit orgánu státní správy myslivosti a umožnit mu kontrolu uloveného jedince. V případě pochybností může orgán státní správy myslivosti nařídit provedení veterinárního vyšetření veterinárním lékařem, který o prohlídce provede záznam.“.“.</w:t>
      </w:r>
    </w:p>
    <w:p w:rsidR="0076702A" w:rsidRDefault="0076702A" w:rsidP="0076702A"/>
    <w:p w:rsidR="0076702A" w:rsidRPr="0076702A" w:rsidRDefault="0076702A" w:rsidP="0076702A">
      <w:r w:rsidRPr="0076702A">
        <w:t>Následující body a odkazy na ně se přečíslují.</w:t>
      </w:r>
    </w:p>
    <w:p w:rsidR="00D352EF" w:rsidRDefault="00D352EF"/>
    <w:p w:rsidR="00A33951" w:rsidRPr="00A33951" w:rsidRDefault="00A33951">
      <w:pPr>
        <w:widowControl/>
        <w:suppressAutoHyphens w:val="0"/>
      </w:pPr>
      <w:r w:rsidRPr="00A33951">
        <w:br w:type="page"/>
      </w:r>
    </w:p>
    <w:p w:rsidR="00A33951" w:rsidRDefault="00A33951">
      <w:pPr>
        <w:rPr>
          <w:i/>
          <w:u w:val="single"/>
        </w:rPr>
      </w:pPr>
    </w:p>
    <w:p w:rsidR="00A33951" w:rsidRDefault="00A33951">
      <w:pPr>
        <w:rPr>
          <w:i/>
          <w:u w:val="single"/>
        </w:rPr>
      </w:pPr>
    </w:p>
    <w:p w:rsidR="00D352EF" w:rsidRPr="0076702A" w:rsidRDefault="0076702A">
      <w:pPr>
        <w:rPr>
          <w:i/>
          <w:u w:val="single"/>
        </w:rPr>
      </w:pPr>
      <w:r w:rsidRPr="0076702A">
        <w:rPr>
          <w:i/>
          <w:u w:val="single"/>
        </w:rPr>
        <w:t>SD 8476</w:t>
      </w:r>
    </w:p>
    <w:p w:rsidR="00D352EF" w:rsidRDefault="00D352EF"/>
    <w:p w:rsidR="0076702A" w:rsidRDefault="00D80ABA" w:rsidP="0076702A">
      <w:pPr>
        <w:jc w:val="both"/>
        <w:rPr>
          <w:b/>
        </w:rPr>
      </w:pPr>
      <w:r>
        <w:rPr>
          <w:b/>
        </w:rPr>
        <w:t xml:space="preserve">E3. </w:t>
      </w:r>
      <w:r w:rsidR="0076702A">
        <w:rPr>
          <w:b/>
        </w:rPr>
        <w:t>Ve čl. I se za bod 5 vkládají body 6 a 7, které znějí:</w:t>
      </w:r>
    </w:p>
    <w:p w:rsidR="0076702A" w:rsidRPr="0076702A" w:rsidRDefault="0076702A" w:rsidP="0076702A">
      <w:pPr>
        <w:ind w:left="720"/>
        <w:jc w:val="both"/>
        <w:rPr>
          <w:rFonts w:cs="Times New Roman"/>
          <w:b/>
        </w:rPr>
      </w:pPr>
    </w:p>
    <w:p w:rsidR="0076702A" w:rsidRPr="0076702A" w:rsidRDefault="0076702A" w:rsidP="0076702A">
      <w:pPr>
        <w:jc w:val="both"/>
        <w:rPr>
          <w:rFonts w:eastAsia="Arial" w:cs="Times New Roman"/>
          <w:szCs w:val="22"/>
        </w:rPr>
      </w:pPr>
      <w:r w:rsidRPr="0076702A">
        <w:rPr>
          <w:rFonts w:eastAsia="Arial" w:cs="Times New Roman"/>
          <w:szCs w:val="22"/>
        </w:rPr>
        <w:t>„6.</w:t>
      </w:r>
      <w:r w:rsidRPr="0076702A">
        <w:rPr>
          <w:rFonts w:eastAsia="Arial" w:cs="Times New Roman"/>
          <w:b/>
          <w:szCs w:val="22"/>
        </w:rPr>
        <w:t xml:space="preserve"> </w:t>
      </w:r>
      <w:r w:rsidRPr="0076702A">
        <w:rPr>
          <w:rFonts w:eastAsia="Arial" w:cs="Times New Roman"/>
          <w:szCs w:val="22"/>
        </w:rPr>
        <w:t>V § 7 odstavci 2 se slovo „dočasnému“ zrušuje, slova „mohou stanovit“ se nahrazují slovy „stanoví“ a na konci odstavce se doplňuje věta, která zní „Ministerstvo zemědělství stanoví vyhláškou podrobnější podmínky držení lišky obecné v zajetí pro účely výcviku psů.“.“.</w:t>
      </w:r>
    </w:p>
    <w:p w:rsidR="0076702A" w:rsidRPr="0076702A" w:rsidRDefault="0076702A" w:rsidP="0076702A">
      <w:pPr>
        <w:rPr>
          <w:rFonts w:eastAsia="Arial" w:cs="Times New Roman"/>
          <w:szCs w:val="22"/>
        </w:rPr>
      </w:pPr>
    </w:p>
    <w:p w:rsidR="0076702A" w:rsidRPr="0076702A" w:rsidRDefault="0076702A" w:rsidP="0076702A">
      <w:pPr>
        <w:rPr>
          <w:rFonts w:eastAsia="Arial" w:cs="Times New Roman"/>
          <w:szCs w:val="22"/>
        </w:rPr>
      </w:pPr>
      <w:r w:rsidRPr="0076702A">
        <w:rPr>
          <w:rFonts w:eastAsia="Arial" w:cs="Times New Roman"/>
          <w:szCs w:val="22"/>
        </w:rPr>
        <w:t>7. V § 7 se doplňuje odstavec 3, který zní:</w:t>
      </w:r>
    </w:p>
    <w:p w:rsidR="0076702A" w:rsidRPr="0076702A" w:rsidRDefault="0076702A" w:rsidP="0076702A">
      <w:pPr>
        <w:rPr>
          <w:rFonts w:eastAsia="Arial" w:cs="Times New Roman"/>
          <w:szCs w:val="22"/>
        </w:rPr>
      </w:pPr>
    </w:p>
    <w:p w:rsidR="0076702A" w:rsidRPr="0076702A" w:rsidRDefault="0076702A" w:rsidP="0076702A">
      <w:pPr>
        <w:jc w:val="both"/>
        <w:rPr>
          <w:rFonts w:eastAsia="Arial" w:cs="Times New Roman"/>
          <w:b/>
          <w:szCs w:val="22"/>
        </w:rPr>
      </w:pPr>
      <w:r w:rsidRPr="0076702A">
        <w:rPr>
          <w:rFonts w:eastAsia="Arial" w:cs="Times New Roman"/>
          <w:szCs w:val="22"/>
        </w:rPr>
        <w:t>„(3) Orgán státní správy myslivosti nebo orgán na ochranu zvířat proti týrání, který vydal souhlas k chovu zvěře v zajetí nebo k držení lišky v zajetí, mohou tento souhlas odejmout či zrušit, pokud se změní podmínky, za kterých byl souhlas udělen, nebo pokud zjistí, že podmínky pro chov či držení v zajetí jsou nevyhovující.“.“.</w:t>
      </w:r>
    </w:p>
    <w:p w:rsidR="0076702A" w:rsidRPr="0076702A" w:rsidRDefault="0076702A" w:rsidP="0076702A">
      <w:pPr>
        <w:spacing w:line="276" w:lineRule="auto"/>
        <w:rPr>
          <w:rFonts w:eastAsia="Arial" w:cs="Times New Roman"/>
          <w:szCs w:val="22"/>
        </w:rPr>
      </w:pPr>
    </w:p>
    <w:p w:rsidR="0076702A" w:rsidRPr="005D1F26" w:rsidRDefault="0076702A" w:rsidP="0076702A">
      <w:pPr>
        <w:spacing w:line="276" w:lineRule="auto"/>
        <w:rPr>
          <w:rFonts w:eastAsia="Arial" w:cs="Times New Roman"/>
          <w:szCs w:val="22"/>
        </w:rPr>
      </w:pPr>
      <w:r w:rsidRPr="005D1F26">
        <w:rPr>
          <w:rFonts w:eastAsia="Arial" w:cs="Times New Roman"/>
          <w:szCs w:val="22"/>
        </w:rPr>
        <w:t>Následující body a odkazy na ně se přečíslují.</w:t>
      </w:r>
    </w:p>
    <w:p w:rsidR="00D352EF" w:rsidRDefault="00D352EF"/>
    <w:p w:rsidR="00D352EF" w:rsidRDefault="00D352EF"/>
    <w:p w:rsidR="00D352EF" w:rsidRDefault="00D352EF"/>
    <w:p w:rsidR="00D352EF" w:rsidRDefault="005D1F26" w:rsidP="005D1F26">
      <w:pPr>
        <w:pStyle w:val="PNposlanec"/>
      </w:pPr>
      <w:r>
        <w:t>Poslanec Jan Čižinský</w:t>
      </w:r>
    </w:p>
    <w:p w:rsidR="00D352EF" w:rsidRPr="005D1F26" w:rsidRDefault="005D1F26">
      <w:pPr>
        <w:rPr>
          <w:i/>
          <w:u w:val="single"/>
        </w:rPr>
      </w:pPr>
      <w:r w:rsidRPr="005D1F26">
        <w:rPr>
          <w:i/>
          <w:u w:val="single"/>
        </w:rPr>
        <w:t>SD 8496</w:t>
      </w:r>
    </w:p>
    <w:p w:rsidR="005D1F26" w:rsidRPr="005D1F26" w:rsidRDefault="005D1F26" w:rsidP="005D1F26">
      <w:pPr>
        <w:jc w:val="both"/>
        <w:rPr>
          <w:rFonts w:eastAsia="Calibri" w:cs="Times New Roman"/>
          <w:b/>
          <w:bCs/>
          <w:sz w:val="22"/>
        </w:rPr>
      </w:pPr>
      <w:r w:rsidRPr="005D1F26">
        <w:rPr>
          <w:rFonts w:eastAsia="Calibri" w:cs="Times New Roman"/>
          <w:b/>
        </w:rPr>
        <w:t>Ochrana zvěře před křížením se zavlečenými druhy</w:t>
      </w:r>
    </w:p>
    <w:p w:rsidR="005D1F26" w:rsidRPr="00D77995" w:rsidRDefault="005D1F26" w:rsidP="005D1F26">
      <w:pPr>
        <w:jc w:val="both"/>
        <w:rPr>
          <w:rFonts w:eastAsia="Calibri" w:cs="Times New Roman"/>
          <w:b/>
          <w:bCs/>
        </w:rPr>
      </w:pPr>
    </w:p>
    <w:p w:rsidR="005D1F26" w:rsidRDefault="00D80ABA" w:rsidP="005D1F26">
      <w:pPr>
        <w:jc w:val="both"/>
        <w:rPr>
          <w:rFonts w:eastAsia="Calibri" w:cs="Times New Roman"/>
          <w:b/>
          <w:bCs/>
        </w:rPr>
      </w:pPr>
      <w:r>
        <w:rPr>
          <w:rFonts w:eastAsia="Calibri" w:cs="Times New Roman"/>
          <w:b/>
          <w:bCs/>
        </w:rPr>
        <w:t xml:space="preserve">F1. </w:t>
      </w:r>
      <w:r w:rsidR="005D1F26">
        <w:rPr>
          <w:rFonts w:eastAsia="Calibri" w:cs="Times New Roman"/>
          <w:b/>
          <w:bCs/>
        </w:rPr>
        <w:t>Za bod</w:t>
      </w:r>
      <w:r w:rsidR="005D1F26" w:rsidRPr="00884A2D">
        <w:rPr>
          <w:rFonts w:eastAsia="Calibri" w:cs="Times New Roman"/>
          <w:b/>
          <w:bCs/>
        </w:rPr>
        <w:t xml:space="preserve"> </w:t>
      </w:r>
      <w:r w:rsidR="005D1F26">
        <w:rPr>
          <w:rFonts w:eastAsia="Calibri" w:cs="Times New Roman"/>
          <w:b/>
          <w:bCs/>
        </w:rPr>
        <w:t>5</w:t>
      </w:r>
      <w:r w:rsidR="005D1F26" w:rsidRPr="00884A2D">
        <w:rPr>
          <w:rFonts w:eastAsia="Calibri" w:cs="Times New Roman"/>
          <w:b/>
          <w:bCs/>
        </w:rPr>
        <w:t xml:space="preserve"> </w:t>
      </w:r>
      <w:r w:rsidR="005D1F26">
        <w:rPr>
          <w:rFonts w:eastAsia="Calibri" w:cs="Times New Roman"/>
          <w:b/>
          <w:bCs/>
        </w:rPr>
        <w:t xml:space="preserve">se </w:t>
      </w:r>
      <w:r w:rsidR="005D1F26" w:rsidRPr="00884A2D">
        <w:rPr>
          <w:rFonts w:eastAsia="Calibri" w:cs="Times New Roman"/>
          <w:b/>
          <w:bCs/>
        </w:rPr>
        <w:t>vklád</w:t>
      </w:r>
      <w:r w:rsidR="005D1F26">
        <w:rPr>
          <w:rFonts w:eastAsia="Calibri" w:cs="Times New Roman"/>
          <w:b/>
          <w:bCs/>
        </w:rPr>
        <w:t>á</w:t>
      </w:r>
      <w:r w:rsidR="005D1F26" w:rsidRPr="00884A2D">
        <w:rPr>
          <w:rFonts w:eastAsia="Calibri" w:cs="Times New Roman"/>
          <w:b/>
          <w:bCs/>
        </w:rPr>
        <w:t xml:space="preserve"> nov</w:t>
      </w:r>
      <w:r w:rsidR="005D1F26">
        <w:rPr>
          <w:rFonts w:eastAsia="Calibri" w:cs="Times New Roman"/>
          <w:b/>
          <w:bCs/>
        </w:rPr>
        <w:t>ý bod</w:t>
      </w:r>
      <w:r w:rsidR="005D1F26" w:rsidRPr="00884A2D">
        <w:rPr>
          <w:rFonts w:eastAsia="Calibri" w:cs="Times New Roman"/>
          <w:b/>
          <w:bCs/>
        </w:rPr>
        <w:t>, kter</w:t>
      </w:r>
      <w:r w:rsidR="005D1F26">
        <w:rPr>
          <w:rFonts w:eastAsia="Calibri" w:cs="Times New Roman"/>
          <w:b/>
          <w:bCs/>
        </w:rPr>
        <w:t>ý</w:t>
      </w:r>
      <w:r w:rsidR="005D1F26" w:rsidRPr="00884A2D">
        <w:rPr>
          <w:rFonts w:eastAsia="Calibri" w:cs="Times New Roman"/>
          <w:b/>
          <w:bCs/>
        </w:rPr>
        <w:t xml:space="preserve"> zní:</w:t>
      </w:r>
    </w:p>
    <w:p w:rsidR="005D1F26" w:rsidRPr="00146685" w:rsidRDefault="005D1F26" w:rsidP="005D1F26">
      <w:pPr>
        <w:spacing w:before="120" w:after="120"/>
        <w:ind w:left="705" w:hanging="705"/>
        <w:jc w:val="both"/>
        <w:rPr>
          <w:rFonts w:cs="Times New Roman"/>
        </w:rPr>
      </w:pPr>
      <w:r>
        <w:rPr>
          <w:rFonts w:cs="Times New Roman"/>
        </w:rPr>
        <w:t xml:space="preserve">6. </w:t>
      </w:r>
      <w:r>
        <w:rPr>
          <w:rFonts w:cs="Times New Roman"/>
        </w:rPr>
        <w:tab/>
      </w:r>
      <w:r w:rsidRPr="00146685">
        <w:rPr>
          <w:rFonts w:cs="Times New Roman"/>
        </w:rPr>
        <w:t>V §5 odst. 1 se doplňuje nové písm. e), které zní:</w:t>
      </w:r>
    </w:p>
    <w:p w:rsidR="005D1F26" w:rsidRDefault="005D1F26" w:rsidP="005D1F26">
      <w:pPr>
        <w:spacing w:before="120" w:after="120"/>
        <w:ind w:left="705"/>
        <w:jc w:val="both"/>
        <w:rPr>
          <w:rFonts w:cs="Times New Roman"/>
        </w:rPr>
      </w:pPr>
      <w:r w:rsidRPr="00146685">
        <w:rPr>
          <w:rFonts w:cs="Times New Roman"/>
        </w:rPr>
        <w:t xml:space="preserve">„e) </w:t>
      </w:r>
      <w:r w:rsidRPr="00D80ABA">
        <w:rPr>
          <w:rFonts w:cs="Times New Roman"/>
        </w:rPr>
        <w:t xml:space="preserve">v honitbách s výjimkou obor </w:t>
      </w:r>
      <w:r w:rsidRPr="00146685">
        <w:rPr>
          <w:rFonts w:cs="Times New Roman"/>
        </w:rPr>
        <w:t>vypouštět nebo chovat zvěř či zvířata, která se mohou křížit s</w:t>
      </w:r>
      <w:r>
        <w:rPr>
          <w:rFonts w:cs="Times New Roman"/>
        </w:rPr>
        <w:t> </w:t>
      </w:r>
      <w:r w:rsidRPr="00146685">
        <w:rPr>
          <w:rFonts w:cs="Times New Roman"/>
        </w:rPr>
        <w:t>geograficky</w:t>
      </w:r>
      <w:r>
        <w:rPr>
          <w:rFonts w:cs="Times New Roman"/>
        </w:rPr>
        <w:t xml:space="preserve"> </w:t>
      </w:r>
      <w:r w:rsidRPr="00146685">
        <w:rPr>
          <w:rFonts w:cs="Times New Roman"/>
        </w:rPr>
        <w:t>původními druhy zvěře či volně žijícími živočichy a narušovat tak jejich genofond. V případě výskytu takové zvěře nebo zvířat nařídí orgán státní správy myslivosti uživatelům honiteb provést opatření k jejich vyloučení z volné přírod</w:t>
      </w:r>
      <w:r w:rsidR="00D80ABA">
        <w:rPr>
          <w:rFonts w:cs="Times New Roman"/>
        </w:rPr>
        <w:t>y.“.</w:t>
      </w:r>
    </w:p>
    <w:p w:rsidR="005D1F26" w:rsidRDefault="005D1F26" w:rsidP="005D1F26">
      <w:pPr>
        <w:ind w:left="703" w:hanging="703"/>
        <w:jc w:val="both"/>
        <w:rPr>
          <w:rFonts w:cs="Times New Roman"/>
        </w:rPr>
      </w:pPr>
      <w:r>
        <w:rPr>
          <w:rFonts w:cs="Times New Roman"/>
        </w:rPr>
        <w:t>Následující body se přečíslují.</w:t>
      </w:r>
    </w:p>
    <w:p w:rsidR="005D1F26" w:rsidRDefault="005D1F26" w:rsidP="005D1F26">
      <w:pPr>
        <w:ind w:left="703" w:hanging="703"/>
        <w:jc w:val="both"/>
        <w:rPr>
          <w:rFonts w:cs="Times New Roman"/>
        </w:rPr>
      </w:pPr>
    </w:p>
    <w:p w:rsidR="005D1F26" w:rsidRDefault="00D80ABA" w:rsidP="005D1F26">
      <w:pPr>
        <w:jc w:val="both"/>
        <w:rPr>
          <w:rFonts w:eastAsia="Calibri" w:cs="Times New Roman"/>
          <w:b/>
          <w:bCs/>
        </w:rPr>
      </w:pPr>
      <w:r>
        <w:rPr>
          <w:rFonts w:eastAsia="Calibri" w:cs="Times New Roman"/>
          <w:b/>
          <w:bCs/>
        </w:rPr>
        <w:t xml:space="preserve">F2. </w:t>
      </w:r>
      <w:r w:rsidR="005D1F26">
        <w:rPr>
          <w:rFonts w:eastAsia="Calibri" w:cs="Times New Roman"/>
          <w:b/>
          <w:bCs/>
        </w:rPr>
        <w:t>Za</w:t>
      </w:r>
      <w:r w:rsidR="005D1F26" w:rsidRPr="00884A2D">
        <w:rPr>
          <w:rFonts w:eastAsia="Calibri" w:cs="Times New Roman"/>
          <w:b/>
          <w:bCs/>
        </w:rPr>
        <w:t xml:space="preserve"> </w:t>
      </w:r>
      <w:r w:rsidR="005D1F26">
        <w:rPr>
          <w:rFonts w:eastAsia="Calibri" w:cs="Times New Roman"/>
          <w:b/>
          <w:bCs/>
        </w:rPr>
        <w:t>původní</w:t>
      </w:r>
      <w:r w:rsidR="005D1F26" w:rsidRPr="00884A2D">
        <w:rPr>
          <w:rFonts w:eastAsia="Calibri" w:cs="Times New Roman"/>
          <w:b/>
          <w:bCs/>
        </w:rPr>
        <w:t xml:space="preserve"> bod </w:t>
      </w:r>
      <w:r w:rsidR="005D1F26">
        <w:rPr>
          <w:rFonts w:eastAsia="Calibri" w:cs="Times New Roman"/>
          <w:b/>
          <w:bCs/>
        </w:rPr>
        <w:t>44 se</w:t>
      </w:r>
      <w:r w:rsidR="005D1F26" w:rsidRPr="00884A2D">
        <w:rPr>
          <w:rFonts w:eastAsia="Calibri" w:cs="Times New Roman"/>
          <w:b/>
          <w:bCs/>
        </w:rPr>
        <w:t xml:space="preserve"> vklád</w:t>
      </w:r>
      <w:r w:rsidR="005D1F26">
        <w:rPr>
          <w:rFonts w:eastAsia="Calibri" w:cs="Times New Roman"/>
          <w:b/>
          <w:bCs/>
        </w:rPr>
        <w:t>á</w:t>
      </w:r>
      <w:r w:rsidR="005D1F26" w:rsidRPr="00884A2D">
        <w:rPr>
          <w:rFonts w:eastAsia="Calibri" w:cs="Times New Roman"/>
          <w:b/>
          <w:bCs/>
        </w:rPr>
        <w:t xml:space="preserve"> nov</w:t>
      </w:r>
      <w:r w:rsidR="005D1F26">
        <w:rPr>
          <w:rFonts w:eastAsia="Calibri" w:cs="Times New Roman"/>
          <w:b/>
          <w:bCs/>
        </w:rPr>
        <w:t>ý bod</w:t>
      </w:r>
      <w:r w:rsidR="005D1F26" w:rsidRPr="00884A2D">
        <w:rPr>
          <w:rFonts w:eastAsia="Calibri" w:cs="Times New Roman"/>
          <w:b/>
          <w:bCs/>
        </w:rPr>
        <w:t>, kter</w:t>
      </w:r>
      <w:r w:rsidR="005D1F26">
        <w:rPr>
          <w:rFonts w:eastAsia="Calibri" w:cs="Times New Roman"/>
          <w:b/>
          <w:bCs/>
        </w:rPr>
        <w:t>ý</w:t>
      </w:r>
      <w:r w:rsidR="005D1F26" w:rsidRPr="00884A2D">
        <w:rPr>
          <w:rFonts w:eastAsia="Calibri" w:cs="Times New Roman"/>
          <w:b/>
          <w:bCs/>
        </w:rPr>
        <w:t xml:space="preserve"> zní:</w:t>
      </w:r>
    </w:p>
    <w:p w:rsidR="005D1F26" w:rsidRPr="00146685" w:rsidRDefault="005D1F26" w:rsidP="005D1F26">
      <w:pPr>
        <w:spacing w:before="120" w:after="120"/>
        <w:ind w:left="705" w:hanging="705"/>
        <w:jc w:val="both"/>
        <w:rPr>
          <w:rFonts w:cs="Times New Roman"/>
        </w:rPr>
      </w:pPr>
      <w:r>
        <w:rPr>
          <w:rFonts w:cs="Times New Roman"/>
        </w:rPr>
        <w:t xml:space="preserve">45. </w:t>
      </w:r>
      <w:r>
        <w:rPr>
          <w:rFonts w:cs="Times New Roman"/>
        </w:rPr>
        <w:tab/>
      </w:r>
      <w:r w:rsidRPr="00146685">
        <w:rPr>
          <w:rFonts w:cs="Times New Roman"/>
        </w:rPr>
        <w:t xml:space="preserve">V §58 odst. 1 se doplňuje nové písm. </w:t>
      </w:r>
      <w:r>
        <w:rPr>
          <w:rFonts w:cs="Times New Roman"/>
        </w:rPr>
        <w:t>f</w:t>
      </w:r>
      <w:r w:rsidRPr="00146685">
        <w:rPr>
          <w:rFonts w:cs="Times New Roman"/>
        </w:rPr>
        <w:t>), které zní</w:t>
      </w:r>
      <w:r w:rsidR="00C6272A">
        <w:rPr>
          <w:rFonts w:cs="Times New Roman"/>
        </w:rPr>
        <w:t>:</w:t>
      </w:r>
    </w:p>
    <w:p w:rsidR="005D1F26" w:rsidRDefault="005D1F26" w:rsidP="005D1F26">
      <w:pPr>
        <w:spacing w:before="120" w:after="120"/>
        <w:ind w:left="705"/>
        <w:jc w:val="both"/>
        <w:rPr>
          <w:rFonts w:cs="Times New Roman"/>
        </w:rPr>
      </w:pPr>
      <w:r w:rsidRPr="00146685">
        <w:rPr>
          <w:rFonts w:cs="Times New Roman"/>
        </w:rPr>
        <w:t>„</w:t>
      </w:r>
      <w:r>
        <w:rPr>
          <w:rFonts w:cs="Times New Roman"/>
        </w:rPr>
        <w:t>f</w:t>
      </w:r>
      <w:r w:rsidRPr="00146685">
        <w:rPr>
          <w:rFonts w:cs="Times New Roman"/>
        </w:rPr>
        <w:t>) uložení opatření k vyloučení zvěře či zvířat, které se mohou křížit s</w:t>
      </w:r>
      <w:r>
        <w:rPr>
          <w:rFonts w:cs="Times New Roman"/>
        </w:rPr>
        <w:t> </w:t>
      </w:r>
      <w:r w:rsidRPr="00146685">
        <w:rPr>
          <w:rFonts w:cs="Times New Roman"/>
        </w:rPr>
        <w:t>geograficky</w:t>
      </w:r>
      <w:r>
        <w:rPr>
          <w:rFonts w:cs="Times New Roman"/>
        </w:rPr>
        <w:t xml:space="preserve"> </w:t>
      </w:r>
      <w:r w:rsidRPr="00146685">
        <w:rPr>
          <w:rFonts w:cs="Times New Roman"/>
        </w:rPr>
        <w:t>původními druhy (§5 odst. 1 písm. e))“</w:t>
      </w:r>
      <w:r>
        <w:rPr>
          <w:rFonts w:cs="Times New Roman"/>
        </w:rPr>
        <w:t>.</w:t>
      </w:r>
    </w:p>
    <w:p w:rsidR="005D1F26" w:rsidRDefault="005D1F26" w:rsidP="00EA1D59">
      <w:pPr>
        <w:ind w:left="703" w:hanging="703"/>
        <w:jc w:val="both"/>
        <w:rPr>
          <w:rFonts w:cs="Times New Roman"/>
        </w:rPr>
      </w:pPr>
      <w:r>
        <w:rPr>
          <w:rFonts w:cs="Times New Roman"/>
        </w:rPr>
        <w:t>Následující body se přečíslují.</w:t>
      </w:r>
    </w:p>
    <w:p w:rsidR="00D352EF" w:rsidRDefault="00D352EF"/>
    <w:p w:rsidR="005D1F26" w:rsidRDefault="005D1F26"/>
    <w:p w:rsidR="005D1F26" w:rsidRDefault="005D1F26"/>
    <w:p w:rsidR="00A33951" w:rsidRDefault="00A33951">
      <w:pPr>
        <w:widowControl/>
        <w:suppressAutoHyphens w:val="0"/>
        <w:rPr>
          <w:b/>
        </w:rPr>
      </w:pPr>
      <w:r>
        <w:br w:type="page"/>
      </w:r>
    </w:p>
    <w:p w:rsidR="005D1F26" w:rsidRDefault="005D1F26" w:rsidP="005D1F26">
      <w:pPr>
        <w:pStyle w:val="PNposlanec"/>
      </w:pPr>
      <w:r>
        <w:t>Poslanec Petr Pávek</w:t>
      </w:r>
    </w:p>
    <w:p w:rsidR="005D1F26" w:rsidRPr="005D1F26" w:rsidRDefault="005D1F26">
      <w:pPr>
        <w:rPr>
          <w:i/>
          <w:u w:val="single"/>
        </w:rPr>
      </w:pPr>
      <w:r w:rsidRPr="005D1F26">
        <w:rPr>
          <w:i/>
          <w:u w:val="single"/>
        </w:rPr>
        <w:t>SD 8191</w:t>
      </w:r>
    </w:p>
    <w:p w:rsidR="00D80ABA" w:rsidRDefault="00D80ABA" w:rsidP="005D1F26">
      <w:pPr>
        <w:jc w:val="both"/>
        <w:rPr>
          <w:color w:val="000000"/>
        </w:rPr>
      </w:pPr>
    </w:p>
    <w:p w:rsidR="00D80ABA" w:rsidRPr="00D80ABA" w:rsidRDefault="00D80ABA" w:rsidP="005D1F26">
      <w:pPr>
        <w:jc w:val="both"/>
        <w:rPr>
          <w:b/>
          <w:color w:val="000000"/>
        </w:rPr>
      </w:pPr>
      <w:r w:rsidRPr="00D80ABA">
        <w:rPr>
          <w:b/>
          <w:color w:val="000000"/>
        </w:rPr>
        <w:t>G1. Změna zákona č. 449/2001 Sb., o myslivosti</w:t>
      </w:r>
    </w:p>
    <w:p w:rsidR="005D1F26" w:rsidRPr="00C60058" w:rsidRDefault="005D1F26" w:rsidP="00902CE5">
      <w:pPr>
        <w:jc w:val="center"/>
        <w:rPr>
          <w:color w:val="000000"/>
        </w:rPr>
      </w:pPr>
      <w:r w:rsidRPr="00C60058">
        <w:rPr>
          <w:color w:val="000000"/>
        </w:rPr>
        <w:t>§ 14</w:t>
      </w:r>
    </w:p>
    <w:p w:rsidR="005D1F26" w:rsidRDefault="005D1F26" w:rsidP="00902CE5">
      <w:pPr>
        <w:jc w:val="center"/>
        <w:rPr>
          <w:color w:val="000000"/>
        </w:rPr>
      </w:pPr>
      <w:r w:rsidRPr="00C60058">
        <w:rPr>
          <w:color w:val="000000"/>
        </w:rPr>
        <w:t>Oprávnění myslivecké stráže</w:t>
      </w:r>
    </w:p>
    <w:p w:rsidR="00902CE5" w:rsidRPr="00C60058" w:rsidRDefault="00902CE5" w:rsidP="005D1F26">
      <w:pPr>
        <w:jc w:val="both"/>
        <w:rPr>
          <w:color w:val="000000"/>
        </w:rPr>
      </w:pPr>
    </w:p>
    <w:p w:rsidR="005D1F26" w:rsidRPr="00C60058" w:rsidRDefault="005D1F26" w:rsidP="005D1F26">
      <w:pPr>
        <w:jc w:val="both"/>
        <w:rPr>
          <w:color w:val="000000"/>
        </w:rPr>
      </w:pPr>
      <w:r w:rsidRPr="00C60058">
        <w:rPr>
          <w:color w:val="000000"/>
        </w:rPr>
        <w:t>(1) Myslivecká stráž je oprávněna</w:t>
      </w:r>
    </w:p>
    <w:p w:rsidR="005D1F26" w:rsidRPr="00C60058" w:rsidRDefault="005D1F26" w:rsidP="005D1F26">
      <w:pPr>
        <w:jc w:val="both"/>
        <w:rPr>
          <w:color w:val="000000"/>
        </w:rPr>
      </w:pPr>
      <w:r w:rsidRPr="00C60058">
        <w:rPr>
          <w:color w:val="000000"/>
        </w:rPr>
        <w:t xml:space="preserve">a) požadovat od osob, které jsou v honitbě se střelnou zbraní nebo s jinou loveckou výzbrojí, předložení zbrojního průkazu, průkazu zbraně, dokladu o složení zkoušky z lovu lukem </w:t>
      </w:r>
      <w:r w:rsidRPr="00C60058">
        <w:rPr>
          <w:color w:val="000000"/>
        </w:rPr>
        <w:br/>
        <w:t>a průkaz luku, pokud jsou osoby v honitbě s lukem, určeným k loveckým účelům, loveckého lístku, povolenky k lovu a potvrzení o povinném pojištění, popřípadě jiného průkazu, jímž lze prokázat jméno, příjmení, datum narození a místo trvalého nebo přechodného pobytu,</w:t>
      </w:r>
    </w:p>
    <w:p w:rsidR="005D1F26" w:rsidRPr="00C60058" w:rsidRDefault="005D1F26" w:rsidP="005D1F26">
      <w:pPr>
        <w:jc w:val="both"/>
        <w:rPr>
          <w:color w:val="000000"/>
        </w:rPr>
      </w:pPr>
      <w:r w:rsidRPr="00C60058">
        <w:rPr>
          <w:color w:val="000000"/>
        </w:rPr>
        <w:t>…</w:t>
      </w:r>
    </w:p>
    <w:p w:rsidR="005D1F26" w:rsidRPr="00C60058" w:rsidRDefault="005D1F26" w:rsidP="005D1F26">
      <w:pPr>
        <w:jc w:val="both"/>
        <w:rPr>
          <w:color w:val="000000"/>
        </w:rPr>
      </w:pPr>
      <w:r w:rsidRPr="00C60058">
        <w:rPr>
          <w:color w:val="000000"/>
        </w:rPr>
        <w:t>d) odejmout osobám uvedeným v písmenech b) a c) střelnou zbraň, luk, určený k loveckým účelům, nebo zakázanou loveckou výzbroj, chycenou, ulovenou nebo přepravovanou zvěř, popřípadě i loveckého psa a fretku a vykázat je z honitby; o odnětí věci sepsat úřední záznam a osobě, jíž byla věc odňata, vystavit potvrzení o odnětí věci a odňatou střelnou zbraň, luk, určený k loveckým účelům, nebo zakázanou loveckou výzbroj odevzdat neprodleně orgánu policie; osoby uvedené v písmenech a) až d) jsou povinny výzvám či úkonům v nich uvedeným vyhovět, popřípadě jich uposlechnout,</w:t>
      </w:r>
    </w:p>
    <w:p w:rsidR="005D1F26" w:rsidRPr="00C60058" w:rsidRDefault="005D1F26" w:rsidP="005D1F26">
      <w:pPr>
        <w:jc w:val="both"/>
        <w:rPr>
          <w:color w:val="000000"/>
        </w:rPr>
      </w:pPr>
      <w:r w:rsidRPr="00C60058">
        <w:rPr>
          <w:color w:val="000000"/>
        </w:rPr>
        <w:t>…</w:t>
      </w:r>
    </w:p>
    <w:p w:rsidR="005D1F26" w:rsidRPr="00C60058" w:rsidRDefault="005D1F26" w:rsidP="00902CE5">
      <w:pPr>
        <w:jc w:val="center"/>
        <w:rPr>
          <w:color w:val="000000"/>
        </w:rPr>
      </w:pPr>
      <w:r w:rsidRPr="00C60058">
        <w:rPr>
          <w:color w:val="000000"/>
        </w:rPr>
        <w:t>§ 44a</w:t>
      </w:r>
    </w:p>
    <w:p w:rsidR="005D1F26" w:rsidRDefault="005D1F26" w:rsidP="00902CE5">
      <w:pPr>
        <w:jc w:val="center"/>
        <w:rPr>
          <w:color w:val="000000"/>
        </w:rPr>
      </w:pPr>
      <w:r w:rsidRPr="00C60058">
        <w:rPr>
          <w:color w:val="000000"/>
        </w:rPr>
        <w:t>Používání luku</w:t>
      </w:r>
    </w:p>
    <w:p w:rsidR="00902CE5" w:rsidRPr="00C60058" w:rsidRDefault="00902CE5" w:rsidP="005D1F26">
      <w:pPr>
        <w:jc w:val="both"/>
        <w:rPr>
          <w:color w:val="000000"/>
        </w:rPr>
      </w:pPr>
    </w:p>
    <w:p w:rsidR="005D1F26" w:rsidRPr="00C60058" w:rsidRDefault="005D1F26" w:rsidP="005D1F26">
      <w:pPr>
        <w:jc w:val="both"/>
        <w:rPr>
          <w:color w:val="000000"/>
        </w:rPr>
      </w:pPr>
      <w:r w:rsidRPr="00C60058">
        <w:rPr>
          <w:color w:val="000000"/>
        </w:rPr>
        <w:t>(1) Vyhláška stanoví bližší pokyny o používání luku při lovu zvěře, dále způsob vydávání, osoby oprávněné k vydávání a podobu průkazu luku a způsob provádění zkoušek z lovu lukem, a které myslivecké organizace</w:t>
      </w:r>
      <w:hyperlink r:id="rId8" w:anchor="f2257031" w:history="1">
        <w:r w:rsidRPr="00C60058">
          <w:rPr>
            <w:color w:val="000000"/>
            <w:vertAlign w:val="superscript"/>
          </w:rPr>
          <w:t>6)</w:t>
        </w:r>
      </w:hyperlink>
      <w:r w:rsidRPr="00C60058">
        <w:rPr>
          <w:color w:val="000000"/>
          <w:vertAlign w:val="superscript"/>
        </w:rPr>
        <w:t xml:space="preserve"> </w:t>
      </w:r>
      <w:r w:rsidRPr="00C60058">
        <w:rPr>
          <w:color w:val="000000"/>
        </w:rPr>
        <w:t>a školy, na kterých je myslivost studijním oborem nebo povinným vyučovacím předmětem, mohou být pověřeny organizací těchto zkoušek, jakož i to, které mezinárodní či zahraniční zkoušky z lovu lukem jsou platné na území České republiky, a způsob evidence dokladů o jejich složení.</w:t>
      </w:r>
    </w:p>
    <w:p w:rsidR="005D1F26" w:rsidRPr="00C60058" w:rsidRDefault="005D1F26" w:rsidP="005D1F26">
      <w:pPr>
        <w:jc w:val="both"/>
        <w:rPr>
          <w:color w:val="000000"/>
        </w:rPr>
      </w:pPr>
      <w:r w:rsidRPr="00C60058">
        <w:rPr>
          <w:color w:val="000000"/>
        </w:rPr>
        <w:t>…</w:t>
      </w:r>
    </w:p>
    <w:p w:rsidR="005D1F26" w:rsidRDefault="005D1F26" w:rsidP="00902CE5">
      <w:pPr>
        <w:jc w:val="center"/>
        <w:rPr>
          <w:color w:val="000000"/>
        </w:rPr>
      </w:pPr>
      <w:r w:rsidRPr="00C60058">
        <w:rPr>
          <w:color w:val="000000"/>
        </w:rPr>
        <w:t>§ 45</w:t>
      </w:r>
    </w:p>
    <w:p w:rsidR="00902CE5" w:rsidRPr="00C60058" w:rsidRDefault="00902CE5" w:rsidP="005D1F26">
      <w:pPr>
        <w:jc w:val="both"/>
        <w:rPr>
          <w:color w:val="000000"/>
        </w:rPr>
      </w:pPr>
    </w:p>
    <w:p w:rsidR="005D1F26" w:rsidRPr="00C60058" w:rsidRDefault="005D1F26" w:rsidP="005D1F26">
      <w:pPr>
        <w:jc w:val="both"/>
        <w:rPr>
          <w:color w:val="000000"/>
        </w:rPr>
      </w:pPr>
      <w:r w:rsidRPr="00C60058">
        <w:rPr>
          <w:color w:val="000000"/>
        </w:rPr>
        <w:t>(1) Lov zvěře smí být prováděn jen způsobem odpovídajícím zásadám mysliveckým, zásadám ochrany přírody a zásadám ochrany zvířat proti týrání. Zakazuje se</w:t>
      </w:r>
    </w:p>
    <w:p w:rsidR="005D1F26" w:rsidRPr="00C60058" w:rsidRDefault="005D1F26" w:rsidP="005D1F26">
      <w:pPr>
        <w:jc w:val="both"/>
        <w:rPr>
          <w:color w:val="000000"/>
        </w:rPr>
      </w:pPr>
      <w:r w:rsidRPr="00C60058">
        <w:rPr>
          <w:color w:val="000000"/>
        </w:rPr>
        <w:t>…</w:t>
      </w:r>
    </w:p>
    <w:p w:rsidR="005D1F26" w:rsidRPr="00C60058" w:rsidRDefault="005D1F26" w:rsidP="005D1F26">
      <w:pPr>
        <w:jc w:val="both"/>
        <w:rPr>
          <w:color w:val="000000"/>
        </w:rPr>
      </w:pPr>
      <w:r w:rsidRPr="00C60058">
        <w:rPr>
          <w:rStyle w:val="PromnnHTML"/>
          <w:color w:val="000000"/>
        </w:rPr>
        <w:t>i)</w:t>
      </w:r>
      <w:r w:rsidRPr="00C60058">
        <w:rPr>
          <w:color w:val="000000"/>
        </w:rPr>
        <w:t xml:space="preserve"> střílet zvěř jinou zbraní než loveckou (dlouhou palnou zbraní kulovou, brokovou nebo kombinovanou, určenou k loveckým účelům, nebo lukem, určeným k loveckým účelům),</w:t>
      </w:r>
    </w:p>
    <w:p w:rsidR="005D1F26" w:rsidRPr="00C60058" w:rsidRDefault="005D1F26" w:rsidP="005D1F26">
      <w:pPr>
        <w:jc w:val="both"/>
        <w:rPr>
          <w:color w:val="000000"/>
        </w:rPr>
      </w:pPr>
      <w:r w:rsidRPr="00C60058">
        <w:rPr>
          <w:color w:val="000000"/>
        </w:rPr>
        <w:t>…</w:t>
      </w:r>
    </w:p>
    <w:p w:rsidR="005D1F26" w:rsidRPr="00C60058" w:rsidRDefault="005D1F26" w:rsidP="005D1F26">
      <w:pPr>
        <w:jc w:val="both"/>
        <w:rPr>
          <w:color w:val="000000"/>
        </w:rPr>
      </w:pPr>
      <w:r w:rsidRPr="00C60058">
        <w:rPr>
          <w:rStyle w:val="PromnnHTML"/>
          <w:color w:val="000000"/>
        </w:rPr>
        <w:t>k)</w:t>
      </w:r>
      <w:r w:rsidRPr="00C60058">
        <w:rPr>
          <w:color w:val="000000"/>
        </w:rPr>
        <w:t xml:space="preserve"> střílet zvěř srnčí jinou zbraní než kulovnicí s nábojem s energií </w:t>
      </w:r>
      <w:proofErr w:type="gramStart"/>
      <w:r w:rsidRPr="00C60058">
        <w:rPr>
          <w:color w:val="000000"/>
        </w:rPr>
        <w:t>ve 100</w:t>
      </w:r>
      <w:proofErr w:type="gramEnd"/>
      <w:r w:rsidRPr="00C60058">
        <w:rPr>
          <w:color w:val="000000"/>
        </w:rPr>
        <w:t xml:space="preserve"> m nižší než 1000 J (joulů) nebo lukem o </w:t>
      </w:r>
      <w:proofErr w:type="spellStart"/>
      <w:r w:rsidRPr="00C60058">
        <w:rPr>
          <w:color w:val="000000"/>
        </w:rPr>
        <w:t>nátahové</w:t>
      </w:r>
      <w:proofErr w:type="spellEnd"/>
      <w:r w:rsidRPr="00C60058">
        <w:rPr>
          <w:color w:val="000000"/>
        </w:rPr>
        <w:t xml:space="preserve"> síle nižší než 50 liber a ostatní zvěř spárkatou nižší než 1500 J nebo lukem o </w:t>
      </w:r>
      <w:proofErr w:type="spellStart"/>
      <w:r w:rsidRPr="00C60058">
        <w:rPr>
          <w:color w:val="000000"/>
        </w:rPr>
        <w:t>nátahové</w:t>
      </w:r>
      <w:proofErr w:type="spellEnd"/>
      <w:r w:rsidRPr="00C60058">
        <w:rPr>
          <w:color w:val="000000"/>
        </w:rPr>
        <w:t xml:space="preserve"> síle nižší než 50 liber; to neplatí při lovu selete a lončáka prasete divokého, které lze při nadháňce, naháňce nebo nátlačce střílet i brokovnicí s jednotnou střelou,</w:t>
      </w:r>
    </w:p>
    <w:p w:rsidR="005D1F26" w:rsidRPr="00C60058" w:rsidRDefault="005D1F26" w:rsidP="005D1F26">
      <w:pPr>
        <w:jc w:val="both"/>
        <w:rPr>
          <w:color w:val="000000"/>
        </w:rPr>
      </w:pPr>
      <w:r w:rsidRPr="00C60058">
        <w:rPr>
          <w:color w:val="000000"/>
        </w:rPr>
        <w:t>…</w:t>
      </w:r>
    </w:p>
    <w:p w:rsidR="005D1F26" w:rsidRPr="00C60058" w:rsidRDefault="005D1F26" w:rsidP="005D1F26">
      <w:pPr>
        <w:jc w:val="both"/>
        <w:rPr>
          <w:color w:val="000000"/>
        </w:rPr>
      </w:pPr>
      <w:r w:rsidRPr="00C60058">
        <w:rPr>
          <w:color w:val="000000"/>
        </w:rPr>
        <w:t xml:space="preserve">v) střílet palnou zbraní zajíce polního, bažanta obecného, orebici horskou, perličku obecnou, kachnu divokou, </w:t>
      </w:r>
      <w:proofErr w:type="spellStart"/>
      <w:r w:rsidRPr="00C60058">
        <w:rPr>
          <w:color w:val="000000"/>
        </w:rPr>
        <w:t>poláka</w:t>
      </w:r>
      <w:proofErr w:type="spellEnd"/>
      <w:r w:rsidRPr="00C60058">
        <w:rPr>
          <w:color w:val="000000"/>
        </w:rPr>
        <w:t xml:space="preserve"> velkého, </w:t>
      </w:r>
      <w:proofErr w:type="spellStart"/>
      <w:r w:rsidRPr="00C60058">
        <w:rPr>
          <w:color w:val="000000"/>
        </w:rPr>
        <w:t>poláka</w:t>
      </w:r>
      <w:proofErr w:type="spellEnd"/>
      <w:r w:rsidRPr="00C60058">
        <w:rPr>
          <w:color w:val="000000"/>
        </w:rPr>
        <w:t xml:space="preserve"> chocholačku, lysku černou, husu velkou, husu běločelou a husu polní jinak než loveckou zbraní brokovou na společných lovech za účasti minimálně 3 střelců a stanoveného počtu loveckých psů,</w:t>
      </w:r>
    </w:p>
    <w:p w:rsidR="005D1F26" w:rsidRPr="00C60058" w:rsidRDefault="005D1F26" w:rsidP="005D1F26">
      <w:pPr>
        <w:jc w:val="both"/>
        <w:rPr>
          <w:color w:val="000000"/>
        </w:rPr>
      </w:pPr>
      <w:r w:rsidRPr="00C60058">
        <w:rPr>
          <w:color w:val="000000"/>
        </w:rPr>
        <w:t>…</w:t>
      </w:r>
    </w:p>
    <w:p w:rsidR="005D1F26" w:rsidRPr="00C60058" w:rsidRDefault="005D1F26" w:rsidP="005D1F26">
      <w:pPr>
        <w:jc w:val="both"/>
        <w:rPr>
          <w:color w:val="000000"/>
        </w:rPr>
      </w:pPr>
      <w:r w:rsidRPr="00C60058">
        <w:rPr>
          <w:color w:val="000000"/>
        </w:rPr>
        <w:t xml:space="preserve">x) střílet zvěř lukem šípy, které nejsou nesmazatelně a čitelně označeny číslem dokladu lovce o složení zkoušky z lovu lukem na těle šípu 5 cm od kormidel směrem k hrotu, střílet zvěř lukem jinými šípy než s loveckým hrotem, a to buď </w:t>
      </w:r>
      <w:proofErr w:type="gramStart"/>
      <w:r w:rsidRPr="00C60058">
        <w:rPr>
          <w:color w:val="000000"/>
        </w:rPr>
        <w:t>mechanickými nebo</w:t>
      </w:r>
      <w:proofErr w:type="gramEnd"/>
      <w:r w:rsidRPr="00C60058">
        <w:rPr>
          <w:color w:val="000000"/>
        </w:rPr>
        <w:t xml:space="preserve"> fixními; tupé lovecké hroty mohou být použity pouze k lovu jiné než spárkaté zvěře.</w:t>
      </w:r>
    </w:p>
    <w:p w:rsidR="005D1F26" w:rsidRPr="00C60058" w:rsidRDefault="005D1F26" w:rsidP="005D1F26">
      <w:pPr>
        <w:jc w:val="both"/>
        <w:rPr>
          <w:color w:val="000000"/>
        </w:rPr>
      </w:pPr>
      <w:r w:rsidRPr="00C60058">
        <w:rPr>
          <w:color w:val="000000"/>
        </w:rPr>
        <w:t>…</w:t>
      </w:r>
    </w:p>
    <w:p w:rsidR="005D1F26" w:rsidRPr="00C60058" w:rsidRDefault="005D1F26" w:rsidP="00902CE5">
      <w:pPr>
        <w:jc w:val="center"/>
        <w:rPr>
          <w:color w:val="000000"/>
        </w:rPr>
      </w:pPr>
      <w:r w:rsidRPr="00C60058">
        <w:rPr>
          <w:color w:val="000000"/>
        </w:rPr>
        <w:t>§ 46</w:t>
      </w:r>
    </w:p>
    <w:p w:rsidR="005D1F26" w:rsidRDefault="005D1F26" w:rsidP="00902CE5">
      <w:pPr>
        <w:jc w:val="center"/>
        <w:rPr>
          <w:color w:val="000000"/>
        </w:rPr>
      </w:pPr>
      <w:r w:rsidRPr="00C60058">
        <w:rPr>
          <w:color w:val="000000"/>
        </w:rPr>
        <w:t>Povolenka k</w:t>
      </w:r>
      <w:r w:rsidR="00902CE5">
        <w:rPr>
          <w:color w:val="000000"/>
        </w:rPr>
        <w:t> </w:t>
      </w:r>
      <w:r w:rsidRPr="00C60058">
        <w:rPr>
          <w:color w:val="000000"/>
        </w:rPr>
        <w:t>lovu</w:t>
      </w:r>
    </w:p>
    <w:p w:rsidR="00902CE5" w:rsidRPr="00C60058" w:rsidRDefault="00902CE5" w:rsidP="005D1F26">
      <w:pPr>
        <w:jc w:val="both"/>
        <w:rPr>
          <w:color w:val="000000"/>
        </w:rPr>
      </w:pPr>
    </w:p>
    <w:p w:rsidR="005D1F26" w:rsidRPr="00C60058" w:rsidRDefault="005D1F26" w:rsidP="005D1F26">
      <w:pPr>
        <w:jc w:val="both"/>
        <w:rPr>
          <w:color w:val="000000"/>
        </w:rPr>
      </w:pPr>
      <w:r w:rsidRPr="00C60058">
        <w:rPr>
          <w:i/>
          <w:iCs/>
          <w:color w:val="000000"/>
        </w:rPr>
        <w:t>(1)</w:t>
      </w:r>
      <w:r w:rsidRPr="00C60058">
        <w:rPr>
          <w:color w:val="000000"/>
        </w:rPr>
        <w:t xml:space="preserve"> Kdo loví zvěř, musí mít u sebe lovecký lístek, povolenku k lovu a potvrzení o povinném pojištění; při lovu se zbraní též zbrojní průkaz a průkaz zbraně, při lovu lukem povolenku k lovu, v níž je vyznačeno povolení lovu lukem, průkaz luku a doklad o složení zkoušky </w:t>
      </w:r>
      <w:r w:rsidRPr="00C60058">
        <w:rPr>
          <w:color w:val="000000"/>
        </w:rPr>
        <w:br/>
        <w:t>z lovu lukem a o členství v lovecké lukostřelecké organizaci</w:t>
      </w:r>
      <w:r w:rsidRPr="00C60058">
        <w:rPr>
          <w:color w:val="000000"/>
          <w:vertAlign w:val="superscript"/>
        </w:rPr>
        <w:t>6)</w:t>
      </w:r>
      <w:r w:rsidRPr="00C60058">
        <w:rPr>
          <w:color w:val="000000"/>
        </w:rPr>
        <w:t xml:space="preserve"> a při lovu s loveckým dravcem jeho evidenční kartu. Tyto průkazy je povinen ten, kdo loví zvěř, předložit na požádání orgánu policie, orgánu státní správy myslivosti, mysliveckému hospodáři a myslivecké stráži příslušné honitby.</w:t>
      </w:r>
    </w:p>
    <w:p w:rsidR="005D1F26" w:rsidRPr="00C60058" w:rsidRDefault="005D1F26" w:rsidP="005D1F26">
      <w:pPr>
        <w:jc w:val="both"/>
        <w:rPr>
          <w:color w:val="000000"/>
        </w:rPr>
      </w:pPr>
      <w:r w:rsidRPr="00C60058">
        <w:rPr>
          <w:i/>
          <w:iCs/>
          <w:color w:val="000000"/>
        </w:rPr>
        <w:t>(2)</w:t>
      </w:r>
      <w:r w:rsidRPr="00C60058">
        <w:rPr>
          <w:color w:val="000000"/>
        </w:rPr>
        <w:t xml:space="preserve"> Povolenky k lovu vydává a podepisuje uživatel honitby na tiskopisech, které k tomuto účelu pořídil. Pro osoby lovící na společném lovu může povolenku k lovu nahradit seznam osob, které se jej účastní, (hromadná povolenka k lovu). Uživatel honitby je povinen evidenci vydaných povolenek včetně jejich vzorů archivovat nejméně 3 roky od skončení jejich platnosti.</w:t>
      </w:r>
    </w:p>
    <w:p w:rsidR="005D1F26" w:rsidRPr="00C766D3" w:rsidRDefault="005D1F26" w:rsidP="005D1F26">
      <w:pPr>
        <w:jc w:val="both"/>
      </w:pPr>
    </w:p>
    <w:p w:rsidR="005D1F26" w:rsidRPr="00D80ABA" w:rsidRDefault="00D80ABA" w:rsidP="005D1F26">
      <w:pPr>
        <w:jc w:val="both"/>
        <w:rPr>
          <w:b/>
        </w:rPr>
      </w:pPr>
      <w:r w:rsidRPr="00D80ABA">
        <w:rPr>
          <w:b/>
        </w:rPr>
        <w:t xml:space="preserve">G2. </w:t>
      </w:r>
      <w:r w:rsidR="005D1F26" w:rsidRPr="00D80ABA">
        <w:rPr>
          <w:b/>
        </w:rPr>
        <w:t>Změn</w:t>
      </w:r>
      <w:r w:rsidRPr="00D80ABA">
        <w:rPr>
          <w:b/>
        </w:rPr>
        <w:t xml:space="preserve">a zákona </w:t>
      </w:r>
      <w:r w:rsidR="005D1F26" w:rsidRPr="00D80ABA">
        <w:rPr>
          <w:b/>
        </w:rPr>
        <w:t>č. 246/1992 Sb.</w:t>
      </w:r>
      <w:r w:rsidRPr="00D80ABA">
        <w:rPr>
          <w:b/>
        </w:rPr>
        <w:t>, o ochraně zvířat proti týrání</w:t>
      </w:r>
    </w:p>
    <w:p w:rsidR="005D1F26" w:rsidRPr="00902CE5" w:rsidRDefault="005D1F26" w:rsidP="005D1F26">
      <w:pPr>
        <w:jc w:val="both"/>
      </w:pPr>
      <w:r w:rsidRPr="00902CE5">
        <w:t>V § 14 odst. 1 písm. e) se za slova „</w:t>
      </w:r>
      <w:r w:rsidRPr="00902CE5">
        <w:rPr>
          <w:i/>
          <w:iCs/>
          <w:color w:val="000000"/>
        </w:rPr>
        <w:t>pomocí luků a samostřílů,</w:t>
      </w:r>
      <w:r w:rsidRPr="00902CE5">
        <w:rPr>
          <w:color w:val="000000"/>
        </w:rPr>
        <w:t>"</w:t>
      </w:r>
      <w:r w:rsidRPr="00902CE5">
        <w:t xml:space="preserve"> doplňuje „</w:t>
      </w:r>
      <w:r w:rsidRPr="00902CE5">
        <w:rPr>
          <w:i/>
          <w:iCs/>
        </w:rPr>
        <w:t>nejde-li o výkon práva upravený zvláštními právními předpisy</w:t>
      </w:r>
      <w:r w:rsidRPr="00902CE5">
        <w:rPr>
          <w:i/>
          <w:iCs/>
          <w:vertAlign w:val="superscript"/>
        </w:rPr>
        <w:t>2a</w:t>
      </w:r>
      <w:r w:rsidRPr="00902CE5">
        <w:rPr>
          <w:i/>
          <w:iCs/>
        </w:rPr>
        <w:t>,</w:t>
      </w:r>
      <w:r w:rsidRPr="00902CE5">
        <w:t>“</w:t>
      </w:r>
    </w:p>
    <w:p w:rsidR="00D352EF" w:rsidRDefault="00D352EF"/>
    <w:p w:rsidR="00D352EF" w:rsidRDefault="00D352EF"/>
    <w:p w:rsidR="005D1F26" w:rsidRDefault="005D1F26"/>
    <w:p w:rsidR="00A33951" w:rsidRDefault="00A33951"/>
    <w:p w:rsidR="00A33951" w:rsidRDefault="00A33951"/>
    <w:p w:rsidR="00A33951" w:rsidRDefault="00A33951"/>
    <w:p w:rsidR="00A33951" w:rsidRDefault="00A33951"/>
    <w:p w:rsidR="000C6893" w:rsidRDefault="000C6893"/>
    <w:p w:rsidR="000C6893" w:rsidRDefault="000C6893">
      <w:pPr>
        <w:jc w:val="center"/>
      </w:pPr>
      <w:r>
        <w:t xml:space="preserve">V </w:t>
      </w:r>
      <w:proofErr w:type="gramStart"/>
      <w:r>
        <w:t xml:space="preserve">Praze </w:t>
      </w:r>
      <w:r w:rsidR="005D1F26">
        <w:t xml:space="preserve"> </w:t>
      </w:r>
      <w:r w:rsidR="007175AE">
        <w:t>27</w:t>
      </w:r>
      <w:proofErr w:type="gramEnd"/>
      <w:r w:rsidR="005D1F26">
        <w:t>. května 2021</w:t>
      </w:r>
    </w:p>
    <w:p w:rsidR="000C6893" w:rsidRDefault="000C6893">
      <w:pPr>
        <w:jc w:val="center"/>
      </w:pPr>
    </w:p>
    <w:p w:rsidR="000C6893" w:rsidRDefault="000C6893">
      <w:pPr>
        <w:jc w:val="center"/>
      </w:pPr>
    </w:p>
    <w:p w:rsidR="00A33951" w:rsidRDefault="00A33951">
      <w:pPr>
        <w:jc w:val="center"/>
      </w:pPr>
    </w:p>
    <w:p w:rsidR="00A33951" w:rsidRDefault="00A33951">
      <w:pPr>
        <w:jc w:val="center"/>
      </w:pPr>
    </w:p>
    <w:p w:rsidR="00A33951" w:rsidRDefault="00A33951">
      <w:pPr>
        <w:jc w:val="center"/>
      </w:pPr>
    </w:p>
    <w:p w:rsidR="00A33951" w:rsidRDefault="00A33951">
      <w:pPr>
        <w:jc w:val="center"/>
      </w:pPr>
    </w:p>
    <w:p w:rsidR="000C6893" w:rsidRDefault="000C6893">
      <w:pPr>
        <w:jc w:val="center"/>
      </w:pPr>
    </w:p>
    <w:p w:rsidR="000C6893" w:rsidRDefault="00BE11A6">
      <w:pPr>
        <w:jc w:val="center"/>
      </w:pPr>
      <w:r w:rsidRPr="000247A3">
        <w:rPr>
          <w:rFonts w:eastAsia="Times New Roman"/>
          <w:lang w:eastAsia="cs-CZ"/>
        </w:rPr>
        <w:t>David</w:t>
      </w:r>
      <w:bookmarkStart w:id="0" w:name="_GoBack"/>
      <w:bookmarkEnd w:id="0"/>
      <w:r w:rsidRPr="000247A3">
        <w:rPr>
          <w:rFonts w:eastAsia="Times New Roman"/>
          <w:lang w:eastAsia="cs-CZ"/>
        </w:rPr>
        <w:t xml:space="preserve"> P</w:t>
      </w:r>
      <w:r>
        <w:rPr>
          <w:rFonts w:eastAsia="Times New Roman"/>
          <w:lang w:eastAsia="cs-CZ"/>
        </w:rPr>
        <w:t>ražák</w:t>
      </w:r>
      <w:r w:rsidR="007175AE">
        <w:rPr>
          <w:rFonts w:eastAsia="Times New Roman"/>
          <w:lang w:eastAsia="cs-CZ"/>
        </w:rPr>
        <w:t>, v.r.</w:t>
      </w:r>
    </w:p>
    <w:p w:rsidR="000C6893" w:rsidRDefault="000C6893">
      <w:pPr>
        <w:jc w:val="center"/>
      </w:pPr>
      <w:r>
        <w:t>zpravodaj garančního</w:t>
      </w:r>
      <w:r w:rsidR="00BE11A6">
        <w:t xml:space="preserve"> zemědělského</w:t>
      </w:r>
      <w:r>
        <w:t xml:space="preserve"> výboru</w:t>
      </w:r>
    </w:p>
    <w:p w:rsidR="009120C0" w:rsidRDefault="009120C0">
      <w:pPr>
        <w:jc w:val="center"/>
      </w:pPr>
      <w:r>
        <w:t>zpravodaj výboru pro životní prostředí</w:t>
      </w:r>
    </w:p>
    <w:sectPr w:rsidR="009120C0" w:rsidSect="00087102">
      <w:headerReference w:type="default" r:id="rId9"/>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3FF" w:rsidRDefault="000B03FF" w:rsidP="00087102">
      <w:r>
        <w:separator/>
      </w:r>
    </w:p>
  </w:endnote>
  <w:endnote w:type="continuationSeparator" w:id="0">
    <w:p w:rsidR="000B03FF" w:rsidRDefault="000B03FF"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3FF" w:rsidRDefault="000B03FF" w:rsidP="00087102">
      <w:r>
        <w:separator/>
      </w:r>
    </w:p>
  </w:footnote>
  <w:footnote w:type="continuationSeparator" w:id="0">
    <w:p w:rsidR="000B03FF" w:rsidRDefault="000B03FF"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3FF" w:rsidRDefault="000B03FF">
    <w:pPr>
      <w:pStyle w:val="Zhlav"/>
      <w:jc w:val="center"/>
    </w:pPr>
    <w:r>
      <w:fldChar w:fldCharType="begin"/>
    </w:r>
    <w:r>
      <w:instrText>PAGE   \* MERGEFORMAT</w:instrText>
    </w:r>
    <w:r>
      <w:fldChar w:fldCharType="separate"/>
    </w:r>
    <w:r w:rsidR="007175AE">
      <w:rPr>
        <w:noProof/>
      </w:rPr>
      <w:t>20</w:t>
    </w:r>
    <w:r>
      <w:fldChar w:fldCharType="end"/>
    </w:r>
  </w:p>
  <w:p w:rsidR="000B03FF" w:rsidRDefault="000B03F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0000004"/>
    <w:multiLevelType w:val="multilevel"/>
    <w:tmpl w:val="0BA2AE9C"/>
    <w:name w:val="WW8Num12"/>
    <w:lvl w:ilvl="0">
      <w:start w:val="1"/>
      <w:numFmt w:val="decimal"/>
      <w:lvlText w:val="%1."/>
      <w:lvlJc w:val="left"/>
      <w:pPr>
        <w:tabs>
          <w:tab w:val="num" w:pos="284"/>
        </w:tabs>
        <w:ind w:left="992" w:hanging="708"/>
      </w:pPr>
      <w:rPr>
        <w:rFonts w:ascii="Arial" w:eastAsia="Times New Roman" w:hAnsi="Arial" w:cs="Arial"/>
        <w:b/>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1F606D19"/>
    <w:multiLevelType w:val="hybridMultilevel"/>
    <w:tmpl w:val="09DCAEF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CC82728"/>
    <w:multiLevelType w:val="multilevel"/>
    <w:tmpl w:val="AB0A1DA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FCC4082"/>
    <w:multiLevelType w:val="multilevel"/>
    <w:tmpl w:val="18C0F0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63307319"/>
    <w:multiLevelType w:val="hybridMultilevel"/>
    <w:tmpl w:val="3110B6B2"/>
    <w:lvl w:ilvl="0" w:tplc="3CFCD8BA">
      <w:start w:val="1"/>
      <w:numFmt w:val="decimal"/>
      <w:lvlText w:val="%1."/>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D2336FB"/>
    <w:multiLevelType w:val="hybridMultilevel"/>
    <w:tmpl w:val="D432399E"/>
    <w:lvl w:ilvl="0" w:tplc="F7622A44">
      <w:start w:val="1"/>
      <w:numFmt w:val="lowerLetter"/>
      <w:lvlText w:val="%1)"/>
      <w:lvlJc w:val="left"/>
      <w:pPr>
        <w:tabs>
          <w:tab w:val="num" w:pos="1818"/>
        </w:tabs>
        <w:ind w:left="1818" w:hanging="111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8" w15:restartNumberingAfterBreak="0">
    <w:nsid w:val="73903637"/>
    <w:multiLevelType w:val="hybridMultilevel"/>
    <w:tmpl w:val="7BC6CD5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73FE2D02"/>
    <w:multiLevelType w:val="multilevel"/>
    <w:tmpl w:val="C9BCD97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7517341F"/>
    <w:multiLevelType w:val="multilevel"/>
    <w:tmpl w:val="7B8E8B3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0"/>
  </w:num>
  <w:num w:numId="2">
    <w:abstractNumId w:val="1"/>
  </w:num>
  <w:num w:numId="3">
    <w:abstractNumId w:val="2"/>
  </w:num>
  <w:num w:numId="4">
    <w:abstractNumId w:val="7"/>
  </w:num>
  <w:num w:numId="5">
    <w:abstractNumId w:val="8"/>
  </w:num>
  <w:num w:numId="6">
    <w:abstractNumId w:val="3"/>
  </w:num>
  <w:num w:numId="7">
    <w:abstractNumId w:val="6"/>
  </w:num>
  <w:num w:numId="8">
    <w:abstractNumId w:val="10"/>
  </w:num>
  <w:num w:numId="9">
    <w:abstractNumId w:val="9"/>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1A6"/>
    <w:rsid w:val="00087102"/>
    <w:rsid w:val="000B03FF"/>
    <w:rsid w:val="000C6893"/>
    <w:rsid w:val="000F6C9E"/>
    <w:rsid w:val="00304414"/>
    <w:rsid w:val="004F25A2"/>
    <w:rsid w:val="00511F8C"/>
    <w:rsid w:val="005D1F26"/>
    <w:rsid w:val="006706ED"/>
    <w:rsid w:val="007175AE"/>
    <w:rsid w:val="00752F80"/>
    <w:rsid w:val="0076702A"/>
    <w:rsid w:val="00902CE5"/>
    <w:rsid w:val="009120C0"/>
    <w:rsid w:val="00A33951"/>
    <w:rsid w:val="00A777CF"/>
    <w:rsid w:val="00BE11A6"/>
    <w:rsid w:val="00C6272A"/>
    <w:rsid w:val="00D352EF"/>
    <w:rsid w:val="00D60355"/>
    <w:rsid w:val="00D80ABA"/>
    <w:rsid w:val="00DC092F"/>
    <w:rsid w:val="00EA1D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DC3C94A"/>
  <w15:chartTrackingRefBased/>
  <w15:docId w15:val="{2B0CDB85-20BD-4D8D-839A-A6654A9D0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link w:val="ZkladntextChar"/>
    <w:uiPriority w:val="99"/>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basedOn w:val="Normln"/>
    <w:uiPriority w:val="34"/>
    <w:qFormat/>
    <w:rsid w:val="00BE11A6"/>
    <w:pPr>
      <w:widowControl/>
      <w:suppressAutoHyphens w:val="0"/>
      <w:ind w:left="720"/>
      <w:contextualSpacing/>
    </w:pPr>
    <w:rPr>
      <w:rFonts w:eastAsia="Times New Roman" w:cs="Times New Roman"/>
      <w:kern w:val="0"/>
      <w:lang w:eastAsia="cs-CZ" w:bidi="ar-SA"/>
    </w:rPr>
  </w:style>
  <w:style w:type="paragraph" w:customStyle="1" w:styleId="Standard">
    <w:name w:val="Standard"/>
    <w:rsid w:val="00BE11A6"/>
    <w:pPr>
      <w:suppressAutoHyphens/>
      <w:autoSpaceDN w:val="0"/>
      <w:textAlignment w:val="baseline"/>
    </w:pPr>
    <w:rPr>
      <w:rFonts w:ascii="Arial" w:eastAsia="Calibri" w:hAnsi="Arial" w:cs="Arial"/>
      <w:kern w:val="3"/>
      <w:sz w:val="22"/>
      <w:szCs w:val="22"/>
      <w:lang w:eastAsia="zh-CN"/>
    </w:rPr>
  </w:style>
  <w:style w:type="paragraph" w:styleId="Zkladntextodsazen">
    <w:name w:val="Body Text Indent"/>
    <w:basedOn w:val="Normln"/>
    <w:link w:val="ZkladntextodsazenChar"/>
    <w:semiHidden/>
    <w:rsid w:val="00BE11A6"/>
    <w:pPr>
      <w:widowControl/>
      <w:spacing w:after="200" w:line="276" w:lineRule="auto"/>
      <w:ind w:firstLine="708"/>
      <w:jc w:val="both"/>
    </w:pPr>
    <w:rPr>
      <w:rFonts w:ascii="Arial" w:eastAsia="Times New Roman" w:hAnsi="Arial" w:cs="Arial"/>
      <w:kern w:val="0"/>
      <w:lang w:eastAsia="cs-CZ" w:bidi="ar-SA"/>
    </w:rPr>
  </w:style>
  <w:style w:type="character" w:customStyle="1" w:styleId="ZkladntextodsazenChar">
    <w:name w:val="Základní text odsazený Char"/>
    <w:basedOn w:val="Standardnpsmoodstavce"/>
    <w:link w:val="Zkladntextodsazen"/>
    <w:semiHidden/>
    <w:rsid w:val="00BE11A6"/>
    <w:rPr>
      <w:rFonts w:ascii="Arial" w:hAnsi="Arial" w:cs="Arial"/>
      <w:sz w:val="24"/>
      <w:szCs w:val="24"/>
    </w:rPr>
  </w:style>
  <w:style w:type="paragraph" w:styleId="Zkladntextodsazen2">
    <w:name w:val="Body Text Indent 2"/>
    <w:basedOn w:val="Normln"/>
    <w:link w:val="Zkladntextodsazen2Char"/>
    <w:uiPriority w:val="99"/>
    <w:semiHidden/>
    <w:unhideWhenUsed/>
    <w:rsid w:val="00BE11A6"/>
    <w:pPr>
      <w:widowControl/>
      <w:suppressAutoHyphens w:val="0"/>
      <w:spacing w:after="120" w:line="480" w:lineRule="auto"/>
      <w:ind w:left="283"/>
    </w:pPr>
    <w:rPr>
      <w:rFonts w:ascii="Calibri" w:eastAsia="Calibri" w:hAnsi="Calibri" w:cs="Times New Roman"/>
      <w:kern w:val="0"/>
      <w:sz w:val="22"/>
      <w:szCs w:val="22"/>
      <w:lang w:eastAsia="en-US" w:bidi="ar-SA"/>
    </w:rPr>
  </w:style>
  <w:style w:type="character" w:customStyle="1" w:styleId="Zkladntextodsazen2Char">
    <w:name w:val="Základní text odsazený 2 Char"/>
    <w:basedOn w:val="Standardnpsmoodstavce"/>
    <w:link w:val="Zkladntextodsazen2"/>
    <w:uiPriority w:val="99"/>
    <w:semiHidden/>
    <w:rsid w:val="00BE11A6"/>
    <w:rPr>
      <w:rFonts w:ascii="Calibri" w:eastAsia="Calibri" w:hAnsi="Calibri"/>
      <w:sz w:val="22"/>
      <w:szCs w:val="22"/>
      <w:lang w:eastAsia="en-US"/>
    </w:rPr>
  </w:style>
  <w:style w:type="character" w:customStyle="1" w:styleId="ZkladntextChar">
    <w:name w:val="Základní text Char"/>
    <w:link w:val="Zkladntext"/>
    <w:uiPriority w:val="99"/>
    <w:rsid w:val="00BE11A6"/>
    <w:rPr>
      <w:rFonts w:eastAsia="SimSun" w:cs="Mangal"/>
      <w:kern w:val="1"/>
      <w:sz w:val="24"/>
      <w:szCs w:val="24"/>
      <w:lang w:eastAsia="zh-CN" w:bidi="hi-IN"/>
    </w:rPr>
  </w:style>
  <w:style w:type="paragraph" w:customStyle="1" w:styleId="LO-normal">
    <w:name w:val="LO-normal"/>
    <w:qFormat/>
    <w:rsid w:val="00BE11A6"/>
    <w:pPr>
      <w:suppressAutoHyphens/>
      <w:spacing w:line="100" w:lineRule="atLeast"/>
    </w:pPr>
    <w:rPr>
      <w:rFonts w:ascii="Arial" w:eastAsia="Arial" w:hAnsi="Arial" w:cs="Arial"/>
      <w:color w:val="00000A"/>
      <w:sz w:val="22"/>
      <w:szCs w:val="22"/>
      <w:lang w:eastAsia="en-US"/>
    </w:rPr>
  </w:style>
  <w:style w:type="character" w:styleId="Hypertextovodkaz">
    <w:name w:val="Hyperlink"/>
    <w:uiPriority w:val="99"/>
    <w:semiHidden/>
    <w:unhideWhenUsed/>
    <w:rsid w:val="00BE11A6"/>
    <w:rPr>
      <w:color w:val="0000FF"/>
      <w:u w:val="single"/>
    </w:rPr>
  </w:style>
  <w:style w:type="character" w:styleId="PromnnHTML">
    <w:name w:val="HTML Variable"/>
    <w:uiPriority w:val="99"/>
    <w:semiHidden/>
    <w:unhideWhenUsed/>
    <w:rsid w:val="00BE11A6"/>
    <w:rPr>
      <w:i/>
      <w:iCs/>
    </w:rPr>
  </w:style>
  <w:style w:type="paragraph" w:styleId="Textbubliny">
    <w:name w:val="Balloon Text"/>
    <w:basedOn w:val="Normln"/>
    <w:link w:val="TextbublinyChar"/>
    <w:uiPriority w:val="99"/>
    <w:semiHidden/>
    <w:unhideWhenUsed/>
    <w:rsid w:val="00752F80"/>
    <w:rPr>
      <w:rFonts w:ascii="Segoe UI" w:hAnsi="Segoe UI"/>
      <w:sz w:val="18"/>
      <w:szCs w:val="16"/>
    </w:rPr>
  </w:style>
  <w:style w:type="character" w:customStyle="1" w:styleId="TextbublinyChar">
    <w:name w:val="Text bubliny Char"/>
    <w:basedOn w:val="Standardnpsmoodstavce"/>
    <w:link w:val="Textbubliny"/>
    <w:uiPriority w:val="99"/>
    <w:semiHidden/>
    <w:rsid w:val="00752F80"/>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01-449" TargetMode="External"/><Relationship Id="rId3" Type="http://schemas.openxmlformats.org/officeDocument/2006/relationships/settings" Target="settings.xml"/><Relationship Id="rId7" Type="http://schemas.openxmlformats.org/officeDocument/2006/relationships/hyperlink" Target="https://www.zakonyprolidi.cz/cs/2001-44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166</TotalTime>
  <Pages>21</Pages>
  <Words>7325</Words>
  <Characters>43222</Characters>
  <Application>Microsoft Office Word</Application>
  <DocSecurity>0</DocSecurity>
  <Lines>360</Lines>
  <Paragraphs>100</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50447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6</cp:revision>
  <cp:lastPrinted>2021-05-27T08:05:00Z</cp:lastPrinted>
  <dcterms:created xsi:type="dcterms:W3CDTF">2021-05-26T13:29:00Z</dcterms:created>
  <dcterms:modified xsi:type="dcterms:W3CDTF">2021-05-27T08:28:00Z</dcterms:modified>
</cp:coreProperties>
</file>