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03010B" w:rsidRPr="0003010B">
        <w:rPr>
          <w:b/>
          <w:sz w:val="24"/>
        </w:rPr>
        <w:t xml:space="preserve">návrhu poslanců Lucie Šafránkové, </w:t>
      </w:r>
      <w:proofErr w:type="spellStart"/>
      <w:r w:rsidR="0003010B" w:rsidRPr="0003010B">
        <w:rPr>
          <w:b/>
          <w:sz w:val="24"/>
        </w:rPr>
        <w:t>Tomia</w:t>
      </w:r>
      <w:proofErr w:type="spellEnd"/>
      <w:r w:rsidR="0003010B" w:rsidRPr="0003010B">
        <w:rPr>
          <w:b/>
          <w:sz w:val="24"/>
        </w:rPr>
        <w:t xml:space="preserve"> </w:t>
      </w:r>
      <w:proofErr w:type="spellStart"/>
      <w:r w:rsidR="0003010B" w:rsidRPr="0003010B">
        <w:rPr>
          <w:b/>
          <w:sz w:val="24"/>
        </w:rPr>
        <w:t>Okamury</w:t>
      </w:r>
      <w:proofErr w:type="spellEnd"/>
      <w:r w:rsidR="0003010B" w:rsidRPr="0003010B">
        <w:rPr>
          <w:b/>
          <w:sz w:val="24"/>
        </w:rPr>
        <w:t xml:space="preserve">, Radima Fialy a dalších na vydání zákona, kterým se mění zákon č. 111/2006 Sb., o pomoci v hmotné nouzi, </w:t>
      </w:r>
      <w:r w:rsidR="0003010B">
        <w:rPr>
          <w:b/>
          <w:sz w:val="24"/>
        </w:rPr>
        <w:br/>
      </w:r>
      <w:r w:rsidR="0003010B" w:rsidRPr="0003010B">
        <w:rPr>
          <w:b/>
          <w:sz w:val="24"/>
        </w:rPr>
        <w:t>ve znění pozdějších předpisů</w:t>
      </w:r>
    </w:p>
    <w:p w:rsidR="000C6893" w:rsidRDefault="000C6893" w:rsidP="0003010B">
      <w:pPr>
        <w:pStyle w:val="Nadpis"/>
        <w:spacing w:before="120" w:after="0"/>
        <w:jc w:val="center"/>
        <w:rPr>
          <w:b/>
          <w:bCs/>
        </w:rPr>
      </w:pPr>
      <w:r>
        <w:rPr>
          <w:b/>
          <w:bCs/>
          <w:sz w:val="24"/>
        </w:rPr>
        <w:t xml:space="preserve">(tisk </w:t>
      </w:r>
      <w:r w:rsidR="0003010B">
        <w:rPr>
          <w:b/>
          <w:bCs/>
          <w:sz w:val="24"/>
        </w:rPr>
        <w:t>652)</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 xml:space="preserve">Návrh na zamítnutí návrhu zákona </w:t>
      </w:r>
      <w:r w:rsidR="005A216F">
        <w:rPr>
          <w:b/>
        </w:rPr>
        <w:t xml:space="preserve">přednesl ve druhém čtení dne  </w:t>
      </w:r>
      <w:r w:rsidR="002C6D14">
        <w:rPr>
          <w:b/>
        </w:rPr>
        <w:t xml:space="preserve">12. května 2021 </w:t>
      </w:r>
      <w:proofErr w:type="spellStart"/>
      <w:r w:rsidR="002C6D14">
        <w:rPr>
          <w:b/>
        </w:rPr>
        <w:t>posl</w:t>
      </w:r>
      <w:proofErr w:type="spellEnd"/>
      <w:r w:rsidR="002C6D14">
        <w:rPr>
          <w:b/>
        </w:rPr>
        <w:t>. Lukáš Černohorský</w:t>
      </w:r>
      <w:r>
        <w:rPr>
          <w:b/>
        </w:rPr>
        <w:t>.</w:t>
      </w:r>
    </w:p>
    <w:p w:rsidR="000C6893" w:rsidRDefault="000C6893"/>
    <w:p w:rsidR="000C6893" w:rsidRDefault="000C6893"/>
    <w:p w:rsidR="000C6893" w:rsidRDefault="000C6893">
      <w:pPr>
        <w:tabs>
          <w:tab w:val="left" w:pos="420"/>
        </w:tabs>
      </w:pPr>
    </w:p>
    <w:p w:rsidR="000C6893" w:rsidRDefault="0003010B">
      <w:pPr>
        <w:pStyle w:val="Oznaenpozmn"/>
        <w:jc w:val="both"/>
      </w:pPr>
      <w:r>
        <w:t>Komplexní p</w:t>
      </w:r>
      <w:r w:rsidR="000C6893">
        <w:t>ozměňovací návrh obsažen</w:t>
      </w:r>
      <w:r>
        <w:t>ý</w:t>
      </w:r>
      <w:r w:rsidR="000C6893">
        <w:t xml:space="preserve"> v usnesení garančního výboru </w:t>
      </w:r>
      <w:r>
        <w:t xml:space="preserve">pro sociální politiku </w:t>
      </w:r>
      <w:r w:rsidR="000C6893">
        <w:t xml:space="preserve">č. </w:t>
      </w:r>
      <w:r>
        <w:t>186</w:t>
      </w:r>
      <w:r w:rsidR="000C6893">
        <w:t xml:space="preserve"> z </w:t>
      </w:r>
      <w:r>
        <w:t>55</w:t>
      </w:r>
      <w:r w:rsidR="000C6893">
        <w:t xml:space="preserve">. schůze konané dne </w:t>
      </w:r>
      <w:r>
        <w:t>9. září 2020</w:t>
      </w:r>
      <w:r w:rsidR="000C6893">
        <w:t xml:space="preserve">  (tisk </w:t>
      </w:r>
      <w:r>
        <w:t>652</w:t>
      </w:r>
      <w:r w:rsidR="000C6893">
        <w:t>/</w:t>
      </w:r>
      <w:r>
        <w:t>7</w:t>
      </w:r>
      <w:r w:rsidR="000C6893">
        <w:t>)</w:t>
      </w:r>
    </w:p>
    <w:p w:rsidR="0003010B" w:rsidRPr="00217135" w:rsidRDefault="0003010B" w:rsidP="0003010B">
      <w:pPr>
        <w:tabs>
          <w:tab w:val="left" w:pos="1580"/>
        </w:tabs>
        <w:jc w:val="center"/>
        <w:rPr>
          <w:b/>
        </w:rPr>
      </w:pPr>
      <w:r w:rsidRPr="001844A0">
        <w:t>„</w:t>
      </w:r>
      <w:r w:rsidRPr="00217135">
        <w:rPr>
          <w:b/>
        </w:rPr>
        <w:t>ZÁKON</w:t>
      </w:r>
    </w:p>
    <w:p w:rsidR="0003010B" w:rsidRPr="00217135" w:rsidRDefault="0003010B" w:rsidP="0003010B">
      <w:pPr>
        <w:tabs>
          <w:tab w:val="left" w:pos="1580"/>
        </w:tabs>
        <w:jc w:val="center"/>
      </w:pPr>
      <w:r w:rsidRPr="00217135">
        <w:t>ze dne ……….. 20</w:t>
      </w:r>
      <w:r>
        <w:t>20</w:t>
      </w:r>
      <w:r w:rsidRPr="00217135">
        <w:t>,</w:t>
      </w:r>
    </w:p>
    <w:p w:rsidR="0003010B" w:rsidRPr="00217135" w:rsidRDefault="0003010B" w:rsidP="0003010B">
      <w:pPr>
        <w:pStyle w:val="nadpiszkona"/>
        <w:spacing w:after="0" w:line="240" w:lineRule="auto"/>
        <w:rPr>
          <w:color w:val="auto"/>
        </w:rPr>
      </w:pPr>
      <w:r w:rsidRPr="00217135">
        <w:rPr>
          <w:color w:val="auto"/>
        </w:rPr>
        <w:t xml:space="preserve">kterým se mění zákon č. 111/2006 Sb., o pomoci v hmotné nouzi, ve znění pozdějších předpisů </w:t>
      </w:r>
    </w:p>
    <w:p w:rsidR="0003010B" w:rsidRPr="00217135" w:rsidRDefault="0003010B" w:rsidP="0003010B">
      <w:pPr>
        <w:tabs>
          <w:tab w:val="left" w:pos="1580"/>
        </w:tabs>
        <w:jc w:val="both"/>
        <w:rPr>
          <w:b/>
        </w:rPr>
      </w:pPr>
    </w:p>
    <w:p w:rsidR="0003010B" w:rsidRPr="00217135" w:rsidRDefault="0003010B" w:rsidP="0003010B">
      <w:pPr>
        <w:tabs>
          <w:tab w:val="left" w:pos="1580"/>
        </w:tabs>
        <w:jc w:val="both"/>
      </w:pPr>
      <w:r w:rsidRPr="00217135">
        <w:rPr>
          <w:b/>
        </w:rPr>
        <w:t xml:space="preserve">     </w:t>
      </w:r>
      <w:r w:rsidRPr="00217135">
        <w:t xml:space="preserve"> Parlament se usnesl na tomto zákoně České republiky:</w:t>
      </w:r>
    </w:p>
    <w:p w:rsidR="0003010B" w:rsidRPr="00217135" w:rsidRDefault="0003010B" w:rsidP="0003010B">
      <w:pPr>
        <w:pBdr>
          <w:top w:val="nil"/>
          <w:left w:val="nil"/>
          <w:bottom w:val="nil"/>
          <w:right w:val="nil"/>
          <w:between w:val="nil"/>
        </w:pBdr>
        <w:jc w:val="both"/>
        <w:rPr>
          <w:color w:val="000000"/>
        </w:rPr>
      </w:pPr>
    </w:p>
    <w:p w:rsidR="0003010B" w:rsidRPr="00217135" w:rsidRDefault="0003010B" w:rsidP="0003010B">
      <w:pPr>
        <w:pStyle w:val="Parlament"/>
        <w:spacing w:before="0" w:after="0" w:line="240" w:lineRule="auto"/>
        <w:jc w:val="center"/>
        <w:rPr>
          <w:b/>
          <w:color w:val="auto"/>
        </w:rPr>
      </w:pPr>
      <w:r w:rsidRPr="00217135">
        <w:rPr>
          <w:b/>
          <w:color w:val="auto"/>
        </w:rPr>
        <w:t>Změna zákona o pomoci v hmotné nouzi</w:t>
      </w:r>
    </w:p>
    <w:p w:rsidR="0003010B" w:rsidRPr="00217135" w:rsidRDefault="0003010B" w:rsidP="0003010B">
      <w:pPr>
        <w:jc w:val="center"/>
        <w:rPr>
          <w:b/>
        </w:rPr>
      </w:pPr>
    </w:p>
    <w:p w:rsidR="0003010B" w:rsidRPr="00217135" w:rsidRDefault="0003010B" w:rsidP="0003010B">
      <w:pPr>
        <w:pStyle w:val="lnek"/>
        <w:spacing w:before="0" w:after="0" w:line="240" w:lineRule="auto"/>
        <w:rPr>
          <w:color w:val="auto"/>
        </w:rPr>
      </w:pPr>
      <w:r w:rsidRPr="00217135">
        <w:rPr>
          <w:color w:val="auto"/>
        </w:rPr>
        <w:t>Čl. I</w:t>
      </w:r>
    </w:p>
    <w:p w:rsidR="0003010B" w:rsidRPr="00217135" w:rsidRDefault="0003010B" w:rsidP="0003010B">
      <w:pPr>
        <w:pStyle w:val="lnek"/>
        <w:spacing w:before="0" w:after="0" w:line="240" w:lineRule="auto"/>
        <w:rPr>
          <w:color w:val="auto"/>
        </w:rPr>
      </w:pPr>
    </w:p>
    <w:p w:rsidR="0003010B" w:rsidRPr="00217135" w:rsidRDefault="0003010B" w:rsidP="0003010B">
      <w:pPr>
        <w:pStyle w:val="Textlnku"/>
        <w:spacing w:before="0" w:after="0"/>
        <w:ind w:firstLine="0"/>
        <w:rPr>
          <w:color w:val="000000"/>
          <w:shd w:val="clear" w:color="auto" w:fill="FFFFFF"/>
        </w:rPr>
      </w:pPr>
      <w:r w:rsidRPr="00217135">
        <w:rPr>
          <w:color w:val="000000"/>
          <w:shd w:val="clear" w:color="auto" w:fill="FFFFFF"/>
        </w:rPr>
        <w:t xml:space="preserve">Zákon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w:t>
      </w:r>
      <w:r w:rsidRPr="00217135">
        <w:rPr>
          <w:color w:val="000000"/>
          <w:shd w:val="clear" w:color="auto" w:fill="FFFFFF"/>
        </w:rPr>
        <w:br/>
        <w:t xml:space="preserve">č. 329/2011 Sb., zákona č. 364/2011 Sb., zákona č. 366/2011 Sb., zákona </w:t>
      </w:r>
      <w:r w:rsidRPr="00217135">
        <w:rPr>
          <w:color w:val="000000"/>
          <w:shd w:val="clear" w:color="auto" w:fill="FFFFFF"/>
        </w:rPr>
        <w:br/>
        <w:t xml:space="preserve">č. 375/2011 Sb., zákona č. 399/2012 Sb., zákona č. 303/2013 Sb., zákona </w:t>
      </w:r>
      <w:r w:rsidRPr="00217135">
        <w:rPr>
          <w:color w:val="000000"/>
          <w:shd w:val="clear" w:color="auto" w:fill="FFFFFF"/>
        </w:rPr>
        <w:br/>
        <w:t xml:space="preserve">č. 306/2013 Sb., zákonného opatření Senátu č. 344/2013 Sb., zákona č. 64/2014 Sb., zákona č. 252/2014 Sb., zákona č. 254/2014 Sb., zákona č. 205/2015 Sb., zákona č. 377/2015 Sb., zákona č. 188/2016 Sb., zákona č. 298/2016 Sb. zákona č. 367/2016 Sb., zákona č. 98/2017 Sb., zákona č. 183/2017 Sb. a zákona 309/2018 Sb., </w:t>
      </w:r>
      <w:r w:rsidRPr="00DD4BD3">
        <w:rPr>
          <w:color w:val="000000"/>
          <w:shd w:val="clear" w:color="auto" w:fill="FFFFFF"/>
        </w:rPr>
        <w:t>se mění takto:</w:t>
      </w:r>
    </w:p>
    <w:p w:rsidR="0003010B" w:rsidRPr="00217135" w:rsidRDefault="0003010B" w:rsidP="0003010B">
      <w:pPr>
        <w:pBdr>
          <w:top w:val="nil"/>
          <w:left w:val="nil"/>
          <w:bottom w:val="nil"/>
          <w:right w:val="nil"/>
          <w:between w:val="nil"/>
        </w:pBdr>
        <w:jc w:val="both"/>
        <w:rPr>
          <w:color w:val="000000"/>
        </w:rPr>
      </w:pPr>
    </w:p>
    <w:p w:rsidR="0003010B" w:rsidRPr="00DD4BD3" w:rsidRDefault="0003010B" w:rsidP="0003010B">
      <w:pPr>
        <w:pStyle w:val="Textlnku"/>
        <w:numPr>
          <w:ilvl w:val="0"/>
          <w:numId w:val="3"/>
        </w:numPr>
        <w:spacing w:before="0" w:after="0"/>
        <w:rPr>
          <w:bCs/>
          <w:noProof/>
        </w:rPr>
      </w:pPr>
      <w:r>
        <w:rPr>
          <w:bCs/>
          <w:noProof/>
        </w:rPr>
        <w:t xml:space="preserve">V </w:t>
      </w:r>
      <w:r w:rsidRPr="00DD4BD3">
        <w:rPr>
          <w:bCs/>
          <w:noProof/>
        </w:rPr>
        <w:t>§ 3 odst. 1 písm</w:t>
      </w:r>
      <w:r>
        <w:rPr>
          <w:bCs/>
          <w:noProof/>
        </w:rPr>
        <w:t>eno</w:t>
      </w:r>
      <w:r w:rsidRPr="00DD4BD3">
        <w:rPr>
          <w:bCs/>
          <w:noProof/>
        </w:rPr>
        <w:t xml:space="preserve"> e) zní:</w:t>
      </w:r>
    </w:p>
    <w:p w:rsidR="0003010B" w:rsidRPr="00217135" w:rsidRDefault="0003010B" w:rsidP="0003010B">
      <w:pPr>
        <w:pStyle w:val="Textlnku"/>
        <w:spacing w:before="0" w:after="0"/>
        <w:ind w:left="720" w:firstLine="0"/>
        <w:rPr>
          <w:color w:val="000000"/>
          <w:shd w:val="clear" w:color="auto" w:fill="FFFFFF"/>
        </w:rPr>
      </w:pPr>
      <w:r w:rsidRPr="00217135">
        <w:rPr>
          <w:color w:val="000000"/>
          <w:shd w:val="clear" w:color="auto" w:fill="FFFFFF"/>
        </w:rPr>
        <w:t>„e) je osobou, které byl</w:t>
      </w:r>
      <w:r w:rsidRPr="00DD4BD3">
        <w:rPr>
          <w:strike/>
          <w:color w:val="000000"/>
          <w:shd w:val="clear" w:color="auto" w:fill="FFFFFF"/>
        </w:rPr>
        <w:t>a</w:t>
      </w:r>
      <w:r w:rsidRPr="00217135">
        <w:rPr>
          <w:color w:val="000000"/>
          <w:shd w:val="clear" w:color="auto" w:fill="FFFFFF"/>
        </w:rPr>
        <w:t xml:space="preserve"> za neplnění povinností zákonného zástupce dítěte spojených s řádným plněním povinné školní docházky nebo povinného předškolního vzdělávání uložen správní trest podle zákona upravujícího přestupky, a to po dobu 3 měsíců ode dne nabytí právní moci rozhodnutí o uložení správního trestu,“.</w:t>
      </w:r>
    </w:p>
    <w:p w:rsidR="0003010B" w:rsidRPr="00217135" w:rsidRDefault="0003010B" w:rsidP="0003010B">
      <w:pPr>
        <w:pStyle w:val="Textlnku"/>
        <w:spacing w:before="0" w:after="0"/>
        <w:ind w:left="720" w:firstLine="0"/>
        <w:rPr>
          <w:color w:val="000000"/>
          <w:shd w:val="clear" w:color="auto" w:fill="FFFFFF"/>
        </w:rPr>
      </w:pPr>
    </w:p>
    <w:p w:rsidR="0003010B" w:rsidRPr="00DD4BD3" w:rsidRDefault="0003010B" w:rsidP="0003010B">
      <w:pPr>
        <w:pStyle w:val="Textlnku"/>
        <w:numPr>
          <w:ilvl w:val="0"/>
          <w:numId w:val="3"/>
        </w:numPr>
        <w:spacing w:before="0" w:after="0"/>
        <w:rPr>
          <w:bCs/>
          <w:noProof/>
          <w:color w:val="000000"/>
          <w:shd w:val="clear" w:color="auto" w:fill="FFFFFF"/>
        </w:rPr>
      </w:pPr>
      <w:r>
        <w:rPr>
          <w:noProof/>
          <w:color w:val="000000"/>
          <w:shd w:val="clear" w:color="auto" w:fill="FFFFFF"/>
        </w:rPr>
        <w:t>V</w:t>
      </w:r>
      <w:r w:rsidRPr="0019529B">
        <w:rPr>
          <w:noProof/>
          <w:color w:val="000000"/>
          <w:shd w:val="clear" w:color="auto" w:fill="FFFFFF"/>
        </w:rPr>
        <w:t xml:space="preserve"> </w:t>
      </w:r>
      <w:r w:rsidRPr="00DD4BD3">
        <w:rPr>
          <w:bCs/>
          <w:noProof/>
          <w:color w:val="000000"/>
          <w:shd w:val="clear" w:color="auto" w:fill="FFFFFF"/>
        </w:rPr>
        <w:t>§ 3 se</w:t>
      </w:r>
      <w:r>
        <w:rPr>
          <w:bCs/>
          <w:noProof/>
          <w:color w:val="000000"/>
          <w:shd w:val="clear" w:color="auto" w:fill="FFFFFF"/>
        </w:rPr>
        <w:t xml:space="preserve"> na  konci odstavce</w:t>
      </w:r>
      <w:r w:rsidRPr="00223DB4">
        <w:rPr>
          <w:bCs/>
          <w:noProof/>
          <w:color w:val="000000"/>
          <w:shd w:val="clear" w:color="auto" w:fill="FFFFFF"/>
        </w:rPr>
        <w:t xml:space="preserve"> 1</w:t>
      </w:r>
      <w:r>
        <w:rPr>
          <w:bCs/>
          <w:noProof/>
          <w:color w:val="000000"/>
          <w:shd w:val="clear" w:color="auto" w:fill="FFFFFF"/>
        </w:rPr>
        <w:t xml:space="preserve">  tečka nahrazuje čárkou a doplňuje se písmeno i)</w:t>
      </w:r>
      <w:r w:rsidRPr="00DD4BD3">
        <w:rPr>
          <w:bCs/>
          <w:noProof/>
          <w:color w:val="000000"/>
          <w:shd w:val="clear" w:color="auto" w:fill="FFFFFF"/>
        </w:rPr>
        <w:t>, které zní:</w:t>
      </w:r>
    </w:p>
    <w:p w:rsidR="0003010B" w:rsidRPr="0003010B" w:rsidRDefault="0003010B" w:rsidP="0003010B">
      <w:pPr>
        <w:pStyle w:val="Textlnku"/>
        <w:spacing w:before="0" w:after="0"/>
        <w:ind w:left="720" w:firstLine="0"/>
        <w:rPr>
          <w:noProof/>
          <w:color w:val="000000"/>
          <w:shd w:val="clear" w:color="auto" w:fill="FFFFFF"/>
        </w:rPr>
      </w:pPr>
      <w:r w:rsidRPr="00217135">
        <w:rPr>
          <w:noProof/>
          <w:color w:val="000000"/>
          <w:shd w:val="clear" w:color="auto" w:fill="FFFFFF"/>
        </w:rPr>
        <w:t xml:space="preserve">„i) </w:t>
      </w:r>
      <w:r w:rsidRPr="0003010B">
        <w:rPr>
          <w:noProof/>
          <w:color w:val="000000"/>
          <w:shd w:val="clear" w:color="auto" w:fill="FFFFFF"/>
        </w:rPr>
        <w:t xml:space="preserve">je osobou, která byla vyřazena z evidence uchazečů o zaměstnání </w:t>
      </w:r>
      <w:r w:rsidRPr="0003010B">
        <w:rPr>
          <w:noProof/>
          <w:color w:val="000000"/>
          <w:shd w:val="clear" w:color="auto" w:fill="FFFFFF"/>
        </w:rPr>
        <w:br/>
        <w:t>z důvodu porušení režimu dočasné neschopnosti uchazeče o zaměstnání plnit na základě potvrzení lékaře povinnosti uchazeče o zaměstnání z důvodu nemoci nebo úrazu.“.</w:t>
      </w:r>
    </w:p>
    <w:p w:rsidR="0003010B" w:rsidRPr="0019529B" w:rsidRDefault="0003010B" w:rsidP="0003010B">
      <w:pPr>
        <w:pStyle w:val="Textlnku"/>
        <w:spacing w:before="0" w:after="0"/>
        <w:ind w:left="720" w:firstLine="0"/>
        <w:rPr>
          <w:noProof/>
          <w:color w:val="000000"/>
          <w:shd w:val="clear" w:color="auto" w:fill="FFFFFF"/>
        </w:rPr>
      </w:pPr>
    </w:p>
    <w:p w:rsidR="0003010B" w:rsidRPr="0019529B" w:rsidRDefault="0003010B" w:rsidP="0003010B">
      <w:pPr>
        <w:pStyle w:val="Textlnku"/>
        <w:numPr>
          <w:ilvl w:val="0"/>
          <w:numId w:val="3"/>
        </w:numPr>
        <w:spacing w:before="0" w:after="0"/>
        <w:rPr>
          <w:noProof/>
          <w:color w:val="000000"/>
          <w:shd w:val="clear" w:color="auto" w:fill="FFFFFF"/>
        </w:rPr>
      </w:pPr>
      <w:r>
        <w:rPr>
          <w:noProof/>
          <w:color w:val="000000"/>
          <w:shd w:val="clear" w:color="auto" w:fill="FFFFFF"/>
        </w:rPr>
        <w:br w:type="page"/>
      </w:r>
      <w:r>
        <w:rPr>
          <w:noProof/>
          <w:color w:val="000000"/>
          <w:shd w:val="clear" w:color="auto" w:fill="FFFFFF"/>
        </w:rPr>
        <w:lastRenderedPageBreak/>
        <w:t>V</w:t>
      </w:r>
      <w:r w:rsidRPr="0019529B">
        <w:rPr>
          <w:noProof/>
          <w:color w:val="000000"/>
          <w:shd w:val="clear" w:color="auto" w:fill="FFFFFF"/>
        </w:rPr>
        <w:t xml:space="preserve"> </w:t>
      </w:r>
      <w:r w:rsidRPr="00DD4BD3">
        <w:rPr>
          <w:bCs/>
          <w:noProof/>
          <w:color w:val="000000"/>
          <w:shd w:val="clear" w:color="auto" w:fill="FFFFFF"/>
        </w:rPr>
        <w:t xml:space="preserve">§ 3 </w:t>
      </w:r>
      <w:r w:rsidRPr="00223DB4">
        <w:rPr>
          <w:bCs/>
          <w:noProof/>
          <w:color w:val="000000"/>
          <w:shd w:val="clear" w:color="auto" w:fill="FFFFFF"/>
        </w:rPr>
        <w:t>se</w:t>
      </w:r>
      <w:r>
        <w:rPr>
          <w:bCs/>
          <w:noProof/>
          <w:color w:val="000000"/>
          <w:shd w:val="clear" w:color="auto" w:fill="FFFFFF"/>
        </w:rPr>
        <w:t xml:space="preserve"> na  konci odstavce</w:t>
      </w:r>
      <w:r w:rsidRPr="00223DB4">
        <w:rPr>
          <w:bCs/>
          <w:noProof/>
          <w:color w:val="000000"/>
          <w:shd w:val="clear" w:color="auto" w:fill="FFFFFF"/>
        </w:rPr>
        <w:t xml:space="preserve"> 1</w:t>
      </w:r>
      <w:r>
        <w:rPr>
          <w:bCs/>
          <w:noProof/>
          <w:color w:val="000000"/>
          <w:shd w:val="clear" w:color="auto" w:fill="FFFFFF"/>
        </w:rPr>
        <w:t xml:space="preserve">  tečka nahrazuje čárkou a doplňuje se písmeno</w:t>
      </w:r>
      <w:r w:rsidRPr="0064562E">
        <w:rPr>
          <w:bCs/>
          <w:noProof/>
          <w:color w:val="000000"/>
          <w:shd w:val="clear" w:color="auto" w:fill="FFFFFF"/>
        </w:rPr>
        <w:t xml:space="preserve"> </w:t>
      </w:r>
      <w:r>
        <w:rPr>
          <w:bCs/>
          <w:noProof/>
          <w:color w:val="000000"/>
          <w:shd w:val="clear" w:color="auto" w:fill="FFFFFF"/>
        </w:rPr>
        <w:t>j)</w:t>
      </w:r>
      <w:r w:rsidRPr="00DD4BD3">
        <w:rPr>
          <w:bCs/>
          <w:noProof/>
          <w:color w:val="000000"/>
          <w:shd w:val="clear" w:color="auto" w:fill="FFFFFF"/>
        </w:rPr>
        <w:t xml:space="preserve"> , které zní</w:t>
      </w:r>
      <w:r>
        <w:rPr>
          <w:bCs/>
          <w:noProof/>
          <w:color w:val="000000"/>
          <w:shd w:val="clear" w:color="auto" w:fill="FFFFFF"/>
        </w:rPr>
        <w:t>:</w:t>
      </w:r>
    </w:p>
    <w:p w:rsidR="0003010B" w:rsidRPr="00217135" w:rsidRDefault="0003010B" w:rsidP="0003010B">
      <w:pPr>
        <w:pStyle w:val="Textlnku"/>
        <w:spacing w:before="0" w:after="0"/>
        <w:ind w:left="720" w:firstLine="0"/>
        <w:rPr>
          <w:noProof/>
          <w:color w:val="000000"/>
          <w:shd w:val="clear" w:color="auto" w:fill="FFFFFF"/>
        </w:rPr>
      </w:pPr>
      <w:r w:rsidRPr="00217135">
        <w:rPr>
          <w:bCs/>
          <w:noProof/>
          <w:color w:val="000000"/>
          <w:shd w:val="clear" w:color="auto" w:fill="FFFFFF"/>
        </w:rPr>
        <w:t xml:space="preserve">„j) </w:t>
      </w:r>
      <w:r w:rsidRPr="00217135">
        <w:rPr>
          <w:noProof/>
          <w:color w:val="000000"/>
          <w:shd w:val="clear" w:color="auto" w:fill="FFFFFF"/>
        </w:rPr>
        <w:t>je osobou, jejíž dočasná neschopnost plnit na základě  potvrzení lékaře povinnosti uchazeče o zaměstnání  z důvodu nemoci nebo úrazu překročila dobu odpovídající maximální podpůrčí době pro pobírání nemocenské včetně doby, o kterou může být tato doba maximálně prodloužena příslušným pracovištěm České správy sociálního zabazpečení (celkem 730 kalendářních dní za sebou jdoucích).“</w:t>
      </w:r>
      <w:r>
        <w:rPr>
          <w:noProof/>
          <w:color w:val="000000"/>
          <w:shd w:val="clear" w:color="auto" w:fill="FFFFFF"/>
        </w:rPr>
        <w:t>.</w:t>
      </w:r>
    </w:p>
    <w:p w:rsidR="0003010B" w:rsidRPr="00217135" w:rsidRDefault="0003010B" w:rsidP="0003010B">
      <w:pPr>
        <w:pStyle w:val="Textlnku"/>
        <w:spacing w:before="0" w:after="0"/>
        <w:ind w:left="720" w:firstLine="0"/>
        <w:rPr>
          <w:noProof/>
          <w:color w:val="000000"/>
          <w:shd w:val="clear" w:color="auto" w:fill="FFFFFF"/>
        </w:rPr>
      </w:pPr>
    </w:p>
    <w:p w:rsidR="0003010B" w:rsidRPr="0019529B" w:rsidRDefault="0003010B" w:rsidP="0003010B">
      <w:pPr>
        <w:pStyle w:val="Textlnku"/>
        <w:numPr>
          <w:ilvl w:val="0"/>
          <w:numId w:val="3"/>
        </w:numPr>
        <w:spacing w:before="0" w:after="0"/>
        <w:rPr>
          <w:noProof/>
          <w:color w:val="000000"/>
          <w:shd w:val="clear" w:color="auto" w:fill="FFFFFF"/>
        </w:rPr>
      </w:pPr>
      <w:r>
        <w:rPr>
          <w:color w:val="000000"/>
        </w:rPr>
        <w:t>V</w:t>
      </w:r>
      <w:r w:rsidRPr="00DD4BD3">
        <w:rPr>
          <w:color w:val="000000"/>
        </w:rPr>
        <w:t xml:space="preserve"> </w:t>
      </w:r>
      <w:r w:rsidRPr="00DD4BD3">
        <w:rPr>
          <w:color w:val="000000"/>
          <w:shd w:val="clear" w:color="auto" w:fill="FFFFFF"/>
        </w:rPr>
        <w:t>§ 3 odst. 1 písm. a) bod 8 zní:</w:t>
      </w:r>
    </w:p>
    <w:p w:rsidR="0003010B" w:rsidRPr="00217135" w:rsidRDefault="0003010B" w:rsidP="0003010B">
      <w:pPr>
        <w:pStyle w:val="Textlnku"/>
        <w:spacing w:before="0" w:after="0"/>
        <w:ind w:left="720" w:firstLine="0"/>
        <w:rPr>
          <w:noProof/>
          <w:color w:val="000000"/>
          <w:shd w:val="clear" w:color="auto" w:fill="FFFFFF"/>
        </w:rPr>
      </w:pPr>
      <w:r w:rsidRPr="00217135">
        <w:rPr>
          <w:color w:val="000000"/>
          <w:shd w:val="clear" w:color="auto" w:fill="FFFFFF"/>
        </w:rPr>
        <w:t>„8. uznána dočasně práce neschopnou</w:t>
      </w:r>
      <w:r w:rsidRPr="00217135">
        <w:rPr>
          <w:color w:val="222222"/>
          <w:shd w:val="clear" w:color="auto" w:fill="FFFFFF"/>
        </w:rPr>
        <w:t xml:space="preserve">; s výjimkou osoby, která je vyřazena    </w:t>
      </w:r>
    </w:p>
    <w:p w:rsidR="0003010B" w:rsidRPr="00217135" w:rsidRDefault="0003010B" w:rsidP="0003010B">
      <w:pPr>
        <w:pStyle w:val="Odstavecseseznamem"/>
        <w:pBdr>
          <w:top w:val="nil"/>
          <w:left w:val="nil"/>
          <w:bottom w:val="nil"/>
          <w:right w:val="nil"/>
          <w:between w:val="nil"/>
        </w:pBdr>
        <w:spacing w:line="276" w:lineRule="auto"/>
        <w:jc w:val="both"/>
        <w:rPr>
          <w:color w:val="000000"/>
          <w:szCs w:val="24"/>
        </w:rPr>
      </w:pPr>
      <w:r w:rsidRPr="00217135">
        <w:rPr>
          <w:b/>
          <w:bCs/>
          <w:noProof/>
          <w:color w:val="000000"/>
          <w:szCs w:val="24"/>
          <w:shd w:val="clear" w:color="auto" w:fill="FFFFFF"/>
        </w:rPr>
        <w:t xml:space="preserve"> </w:t>
      </w:r>
      <w:r w:rsidRPr="00217135">
        <w:rPr>
          <w:color w:val="222222"/>
          <w:szCs w:val="24"/>
          <w:shd w:val="clear" w:color="auto" w:fill="FFFFFF"/>
        </w:rPr>
        <w:t xml:space="preserve">z evidence uchazečů o zaměstnání z důvodu nesplnění oznamovací povinnosti nebo povinnosti doložit skutečnosti stanovené v </w:t>
      </w:r>
      <w:r w:rsidRPr="00217135">
        <w:rPr>
          <w:bCs/>
          <w:noProof/>
          <w:color w:val="000000"/>
          <w:szCs w:val="24"/>
          <w:shd w:val="clear" w:color="auto" w:fill="FFFFFF"/>
        </w:rPr>
        <w:t>§ 27 odst. 3 zákona o zaměstnanosti nebo z důvodu neplnění povinnosti uchazeče o zaměstnání dodržovat režim dočasné neschopnosti uchazeče o zaměstnání plnit povinnosti uchazeče o zaměstnání z důvodu nemoci nebo úrazu,“.</w:t>
      </w:r>
    </w:p>
    <w:p w:rsidR="0003010B" w:rsidRPr="00217135" w:rsidRDefault="0003010B" w:rsidP="0003010B">
      <w:pPr>
        <w:pStyle w:val="Textlnku"/>
        <w:spacing w:before="0" w:after="0"/>
        <w:ind w:left="720" w:firstLine="0"/>
        <w:rPr>
          <w:noProof/>
          <w:color w:val="000000"/>
          <w:shd w:val="clear" w:color="auto" w:fill="FFFFFF"/>
        </w:rPr>
      </w:pPr>
    </w:p>
    <w:p w:rsidR="0003010B" w:rsidRPr="00DD4BD3" w:rsidRDefault="0003010B" w:rsidP="0003010B">
      <w:pPr>
        <w:pStyle w:val="Odstavecseseznamem"/>
        <w:numPr>
          <w:ilvl w:val="0"/>
          <w:numId w:val="3"/>
        </w:numPr>
        <w:pBdr>
          <w:top w:val="nil"/>
          <w:left w:val="nil"/>
          <w:bottom w:val="nil"/>
          <w:right w:val="nil"/>
          <w:between w:val="nil"/>
        </w:pBdr>
        <w:suppressAutoHyphens w:val="0"/>
        <w:spacing w:after="0" w:line="276" w:lineRule="auto"/>
        <w:jc w:val="both"/>
        <w:rPr>
          <w:color w:val="000000"/>
          <w:szCs w:val="24"/>
          <w:shd w:val="clear" w:color="auto" w:fill="FFFFFF"/>
        </w:rPr>
      </w:pPr>
      <w:r>
        <w:rPr>
          <w:color w:val="000000"/>
          <w:szCs w:val="24"/>
        </w:rPr>
        <w:t>V</w:t>
      </w:r>
      <w:r w:rsidRPr="00DD4BD3">
        <w:rPr>
          <w:color w:val="000000"/>
          <w:szCs w:val="24"/>
        </w:rPr>
        <w:t xml:space="preserve"> </w:t>
      </w:r>
      <w:r w:rsidRPr="00DD4BD3">
        <w:rPr>
          <w:color w:val="000000"/>
          <w:szCs w:val="24"/>
          <w:shd w:val="clear" w:color="auto" w:fill="FFFFFF"/>
        </w:rPr>
        <w:t>§ 3 odst. 1 písm. a) bod 9 zní:</w:t>
      </w:r>
    </w:p>
    <w:p w:rsidR="0003010B" w:rsidRPr="0003010B" w:rsidRDefault="0003010B" w:rsidP="0003010B">
      <w:pPr>
        <w:pStyle w:val="Odstavecseseznamem"/>
        <w:pBdr>
          <w:top w:val="nil"/>
          <w:left w:val="nil"/>
          <w:bottom w:val="nil"/>
          <w:right w:val="nil"/>
          <w:between w:val="nil"/>
        </w:pBdr>
        <w:spacing w:line="276" w:lineRule="auto"/>
        <w:jc w:val="both"/>
        <w:rPr>
          <w:bCs/>
          <w:noProof/>
          <w:color w:val="000000"/>
          <w:szCs w:val="24"/>
          <w:shd w:val="clear" w:color="auto" w:fill="FFFFFF"/>
        </w:rPr>
      </w:pPr>
      <w:r w:rsidRPr="0003010B">
        <w:rPr>
          <w:color w:val="000000"/>
          <w:szCs w:val="24"/>
        </w:rPr>
        <w:t xml:space="preserve">„9. práce neschopná z důvodu, který by byl u pojištěnce pojištěného podle zákona o nemocenském pojištění důvodem pro rozhodnutí ošetřujícího lékaře o vzniku dočasné pracovní neschopnosti, </w:t>
      </w:r>
      <w:r w:rsidRPr="0003010B">
        <w:rPr>
          <w:bCs/>
          <w:noProof/>
          <w:color w:val="000000"/>
          <w:szCs w:val="24"/>
          <w:shd w:val="clear" w:color="auto" w:fill="FFFFFF"/>
        </w:rPr>
        <w:t>nejedná-li se o případy uvedené v odst. 1 písm. i) a j),“.</w:t>
      </w:r>
    </w:p>
    <w:p w:rsidR="0003010B" w:rsidRPr="00217135" w:rsidRDefault="0003010B" w:rsidP="0003010B">
      <w:pPr>
        <w:pStyle w:val="Odstavecseseznamem"/>
        <w:pBdr>
          <w:top w:val="nil"/>
          <w:left w:val="nil"/>
          <w:bottom w:val="nil"/>
          <w:right w:val="nil"/>
          <w:between w:val="nil"/>
        </w:pBdr>
        <w:spacing w:line="276" w:lineRule="auto"/>
        <w:jc w:val="both"/>
        <w:rPr>
          <w:bCs/>
          <w:noProof/>
          <w:color w:val="000000"/>
          <w:szCs w:val="24"/>
          <w:shd w:val="clear" w:color="auto" w:fill="FFFFFF"/>
        </w:rPr>
      </w:pPr>
    </w:p>
    <w:p w:rsidR="0003010B" w:rsidRPr="00217135" w:rsidRDefault="0003010B" w:rsidP="0003010B">
      <w:pPr>
        <w:pStyle w:val="Odstavecseseznamem"/>
        <w:pBdr>
          <w:top w:val="nil"/>
          <w:left w:val="nil"/>
          <w:bottom w:val="nil"/>
          <w:right w:val="nil"/>
          <w:between w:val="nil"/>
        </w:pBdr>
        <w:spacing w:line="276" w:lineRule="auto"/>
        <w:jc w:val="both"/>
        <w:rPr>
          <w:bCs/>
          <w:noProof/>
          <w:color w:val="000000"/>
          <w:szCs w:val="24"/>
          <w:shd w:val="clear" w:color="auto" w:fill="FFFFFF"/>
        </w:rPr>
      </w:pPr>
    </w:p>
    <w:p w:rsidR="0003010B" w:rsidRPr="0019529B" w:rsidRDefault="0003010B" w:rsidP="0003010B">
      <w:pPr>
        <w:pStyle w:val="Odstavecseseznamem"/>
        <w:numPr>
          <w:ilvl w:val="0"/>
          <w:numId w:val="3"/>
        </w:numPr>
        <w:pBdr>
          <w:top w:val="nil"/>
          <w:left w:val="nil"/>
          <w:bottom w:val="nil"/>
          <w:right w:val="nil"/>
          <w:between w:val="nil"/>
        </w:pBdr>
        <w:suppressAutoHyphens w:val="0"/>
        <w:spacing w:after="0" w:line="276" w:lineRule="auto"/>
        <w:jc w:val="both"/>
        <w:rPr>
          <w:color w:val="000000"/>
          <w:szCs w:val="24"/>
        </w:rPr>
      </w:pPr>
      <w:r>
        <w:rPr>
          <w:color w:val="000000"/>
          <w:szCs w:val="24"/>
        </w:rPr>
        <w:t>V</w:t>
      </w:r>
      <w:r w:rsidRPr="00DD4BD3">
        <w:rPr>
          <w:color w:val="000000"/>
          <w:szCs w:val="24"/>
        </w:rPr>
        <w:t xml:space="preserve"> </w:t>
      </w:r>
      <w:r w:rsidRPr="00DD4BD3">
        <w:rPr>
          <w:color w:val="000000"/>
          <w:szCs w:val="24"/>
          <w:shd w:val="clear" w:color="auto" w:fill="FFFFFF"/>
        </w:rPr>
        <w:t>§ 8 odst</w:t>
      </w:r>
      <w:r>
        <w:rPr>
          <w:color w:val="000000"/>
          <w:szCs w:val="24"/>
          <w:shd w:val="clear" w:color="auto" w:fill="FFFFFF"/>
        </w:rPr>
        <w:t>avec</w:t>
      </w:r>
      <w:r w:rsidRPr="00DD4BD3">
        <w:rPr>
          <w:color w:val="000000"/>
          <w:szCs w:val="24"/>
          <w:shd w:val="clear" w:color="auto" w:fill="FFFFFF"/>
        </w:rPr>
        <w:t xml:space="preserve"> 1 zní:</w:t>
      </w:r>
    </w:p>
    <w:p w:rsidR="0003010B" w:rsidRPr="00217135" w:rsidRDefault="0003010B" w:rsidP="0003010B">
      <w:pPr>
        <w:pStyle w:val="Odstavecseseznamem"/>
        <w:pBdr>
          <w:top w:val="nil"/>
          <w:left w:val="nil"/>
          <w:bottom w:val="nil"/>
          <w:right w:val="nil"/>
          <w:between w:val="nil"/>
        </w:pBdr>
        <w:spacing w:line="276" w:lineRule="auto"/>
        <w:jc w:val="both"/>
        <w:rPr>
          <w:color w:val="000000"/>
          <w:szCs w:val="24"/>
        </w:rPr>
      </w:pPr>
      <w:r w:rsidRPr="006965A1">
        <w:rPr>
          <w:rStyle w:val="PromnnHTML"/>
          <w:bCs/>
          <w:color w:val="000000"/>
          <w:szCs w:val="24"/>
        </w:rPr>
        <w:t>„(1)</w:t>
      </w:r>
      <w:r w:rsidRPr="00217135">
        <w:rPr>
          <w:color w:val="000000"/>
          <w:szCs w:val="24"/>
        </w:rPr>
        <w:t> Orgán pomoci v hmotné nouzi vyloučí z okruhu společně posuzovaných osob osobu, u které žadatel o dávku prokáže,</w:t>
      </w:r>
    </w:p>
    <w:p w:rsidR="0003010B" w:rsidRPr="00217135" w:rsidRDefault="0003010B" w:rsidP="0003010B">
      <w:pPr>
        <w:pStyle w:val="Odstavecseseznamem"/>
        <w:pBdr>
          <w:top w:val="nil"/>
          <w:left w:val="nil"/>
          <w:bottom w:val="nil"/>
          <w:right w:val="nil"/>
          <w:between w:val="nil"/>
        </w:pBdr>
        <w:spacing w:line="276" w:lineRule="auto"/>
        <w:jc w:val="both"/>
        <w:rPr>
          <w:color w:val="000000"/>
          <w:szCs w:val="24"/>
        </w:rPr>
      </w:pPr>
    </w:p>
    <w:p w:rsidR="0003010B" w:rsidRPr="00217135" w:rsidRDefault="0003010B" w:rsidP="0003010B">
      <w:pPr>
        <w:pStyle w:val="Odstavecseseznamem"/>
        <w:numPr>
          <w:ilvl w:val="0"/>
          <w:numId w:val="4"/>
        </w:numPr>
        <w:pBdr>
          <w:top w:val="nil"/>
          <w:left w:val="nil"/>
          <w:bottom w:val="nil"/>
          <w:right w:val="nil"/>
          <w:between w:val="nil"/>
        </w:pBdr>
        <w:suppressAutoHyphens w:val="0"/>
        <w:spacing w:after="0" w:line="276" w:lineRule="auto"/>
        <w:jc w:val="both"/>
        <w:rPr>
          <w:color w:val="000000"/>
          <w:szCs w:val="24"/>
        </w:rPr>
      </w:pPr>
      <w:r w:rsidRPr="00217135">
        <w:rPr>
          <w:color w:val="000000"/>
          <w:szCs w:val="24"/>
        </w:rPr>
        <w:t>že společně s ní neužívá byt, jiný než obytný prostor nebo ubytovací zařízení, nebo</w:t>
      </w:r>
    </w:p>
    <w:p w:rsidR="0003010B" w:rsidRPr="00217135" w:rsidRDefault="0003010B" w:rsidP="0003010B">
      <w:pPr>
        <w:pStyle w:val="Odstavecseseznamem"/>
        <w:pBdr>
          <w:top w:val="nil"/>
          <w:left w:val="nil"/>
          <w:bottom w:val="nil"/>
          <w:right w:val="nil"/>
          <w:between w:val="nil"/>
        </w:pBdr>
        <w:spacing w:line="276" w:lineRule="auto"/>
        <w:ind w:left="1080"/>
        <w:jc w:val="both"/>
        <w:rPr>
          <w:color w:val="000000"/>
          <w:szCs w:val="24"/>
        </w:rPr>
      </w:pPr>
    </w:p>
    <w:p w:rsidR="0003010B" w:rsidRPr="00217135" w:rsidRDefault="0003010B" w:rsidP="0003010B">
      <w:pPr>
        <w:pStyle w:val="Odstavecseseznamem"/>
        <w:numPr>
          <w:ilvl w:val="0"/>
          <w:numId w:val="4"/>
        </w:numPr>
        <w:pBdr>
          <w:top w:val="nil"/>
          <w:left w:val="nil"/>
          <w:bottom w:val="nil"/>
          <w:right w:val="nil"/>
          <w:between w:val="nil"/>
        </w:pBdr>
        <w:suppressAutoHyphens w:val="0"/>
        <w:spacing w:after="0" w:line="276" w:lineRule="auto"/>
        <w:jc w:val="both"/>
        <w:rPr>
          <w:color w:val="000000"/>
          <w:szCs w:val="24"/>
        </w:rPr>
      </w:pPr>
      <w:r w:rsidRPr="00217135">
        <w:rPr>
          <w:color w:val="000000"/>
          <w:szCs w:val="24"/>
        </w:rPr>
        <w:t>že ačkoliv společně s ní užívá byt, jiný než obytný prostor nebo ubytovací zařízení, nepodílí se s touto osobou na úhradě nákladů společných potřeb, je-li jinou</w:t>
      </w:r>
      <w:r>
        <w:rPr>
          <w:color w:val="000000"/>
          <w:szCs w:val="24"/>
        </w:rPr>
        <w:t xml:space="preserve"> osobou podle zákona o životním </w:t>
      </w:r>
      <w:r w:rsidRPr="00217135">
        <w:rPr>
          <w:color w:val="000000"/>
          <w:szCs w:val="24"/>
        </w:rPr>
        <w:t>a existenčním minimu</w:t>
      </w:r>
      <w:r w:rsidRPr="00DD4BD3">
        <w:rPr>
          <w:color w:val="000000"/>
          <w:szCs w:val="24"/>
          <w:vertAlign w:val="superscript"/>
        </w:rPr>
        <w:t>71)</w:t>
      </w:r>
      <w:r w:rsidRPr="00217135">
        <w:rPr>
          <w:color w:val="000000"/>
          <w:szCs w:val="24"/>
        </w:rPr>
        <w:t>“.</w:t>
      </w:r>
    </w:p>
    <w:p w:rsidR="0003010B" w:rsidRPr="0019529B" w:rsidRDefault="0003010B" w:rsidP="0003010B">
      <w:pPr>
        <w:pStyle w:val="Odstavecseseznamem"/>
        <w:spacing w:line="276" w:lineRule="auto"/>
        <w:rPr>
          <w:color w:val="000000"/>
          <w:szCs w:val="24"/>
        </w:rPr>
      </w:pPr>
    </w:p>
    <w:p w:rsidR="0003010B" w:rsidRPr="00DD4BD3" w:rsidRDefault="0003010B" w:rsidP="0003010B">
      <w:pPr>
        <w:pStyle w:val="Textlnku"/>
        <w:numPr>
          <w:ilvl w:val="0"/>
          <w:numId w:val="3"/>
        </w:numPr>
        <w:spacing w:before="0" w:after="0"/>
        <w:rPr>
          <w:bCs/>
          <w:noProof/>
          <w:color w:val="000000"/>
          <w:shd w:val="clear" w:color="auto" w:fill="FFFFFF"/>
        </w:rPr>
      </w:pPr>
      <w:r>
        <w:rPr>
          <w:color w:val="000000"/>
        </w:rPr>
        <w:t>V</w:t>
      </w:r>
      <w:r w:rsidRPr="0019529B">
        <w:rPr>
          <w:color w:val="000000"/>
        </w:rPr>
        <w:t xml:space="preserve"> </w:t>
      </w:r>
      <w:r w:rsidRPr="00DD4BD3">
        <w:rPr>
          <w:bCs/>
          <w:noProof/>
          <w:color w:val="000000"/>
          <w:shd w:val="clear" w:color="auto" w:fill="FFFFFF"/>
        </w:rPr>
        <w:t>§ 9 odst. 3 písm</w:t>
      </w:r>
      <w:r>
        <w:rPr>
          <w:bCs/>
          <w:noProof/>
          <w:color w:val="000000"/>
          <w:shd w:val="clear" w:color="auto" w:fill="FFFFFF"/>
        </w:rPr>
        <w:t>eno</w:t>
      </w:r>
      <w:r w:rsidRPr="00DD4BD3">
        <w:rPr>
          <w:bCs/>
          <w:noProof/>
          <w:color w:val="000000"/>
          <w:shd w:val="clear" w:color="auto" w:fill="FFFFFF"/>
        </w:rPr>
        <w:t xml:space="preserve"> a) zní :</w:t>
      </w:r>
    </w:p>
    <w:p w:rsidR="0003010B" w:rsidRPr="00217135" w:rsidRDefault="0003010B" w:rsidP="0003010B">
      <w:pPr>
        <w:pStyle w:val="Textlnku"/>
        <w:spacing w:before="0" w:after="0"/>
        <w:ind w:left="720" w:firstLine="0"/>
        <w:rPr>
          <w:noProof/>
          <w:color w:val="000000"/>
          <w:shd w:val="clear" w:color="auto" w:fill="FFFFFF"/>
        </w:rPr>
      </w:pPr>
      <w:r w:rsidRPr="00217135">
        <w:rPr>
          <w:bCs/>
          <w:noProof/>
          <w:color w:val="000000"/>
          <w:shd w:val="clear" w:color="auto" w:fill="FFFFFF"/>
        </w:rPr>
        <w:t xml:space="preserve">„a) </w:t>
      </w:r>
      <w:r w:rsidRPr="00217135">
        <w:rPr>
          <w:color w:val="000000"/>
          <w:shd w:val="clear" w:color="auto" w:fill="FFFFFF"/>
        </w:rPr>
        <w:t>dávek pěstounské péče</w:t>
      </w:r>
      <w:r w:rsidRPr="006965A1">
        <w:rPr>
          <w:color w:val="000000"/>
          <w:shd w:val="clear" w:color="auto" w:fill="FFFFFF"/>
        </w:rPr>
        <w:t>,</w:t>
      </w:r>
      <w:r w:rsidRPr="00DD4BD3">
        <w:rPr>
          <w:noProof/>
          <w:color w:val="000000"/>
          <w:shd w:val="clear" w:color="auto" w:fill="FFFFFF"/>
          <w:vertAlign w:val="superscript"/>
        </w:rPr>
        <w:t xml:space="preserve"> </w:t>
      </w:r>
      <w:r w:rsidRPr="00217135">
        <w:rPr>
          <w:noProof/>
          <w:color w:val="000000"/>
          <w:shd w:val="clear" w:color="auto" w:fill="FFFFFF"/>
        </w:rPr>
        <w:t>jestliže mezi pěstounem a dítětem svěřeným mu do pěstounské péče neexistuje příbuzenský vztah dle občanského zákoníku</w:t>
      </w:r>
      <w:r>
        <w:rPr>
          <w:noProof/>
          <w:color w:val="000000"/>
          <w:shd w:val="clear" w:color="auto" w:fill="FFFFFF"/>
        </w:rPr>
        <w:t>,</w:t>
      </w:r>
      <w:r w:rsidRPr="00217135">
        <w:rPr>
          <w:noProof/>
          <w:color w:val="000000"/>
          <w:shd w:val="clear" w:color="auto" w:fill="FFFFFF"/>
        </w:rPr>
        <w:t>“.</w:t>
      </w:r>
    </w:p>
    <w:p w:rsidR="0003010B" w:rsidRPr="00217135" w:rsidRDefault="0003010B" w:rsidP="0003010B">
      <w:pPr>
        <w:pStyle w:val="Textlnku"/>
        <w:spacing w:before="0" w:after="0"/>
        <w:ind w:left="720" w:firstLine="0"/>
        <w:rPr>
          <w:noProof/>
          <w:color w:val="000000"/>
          <w:shd w:val="clear" w:color="auto" w:fill="FFFFFF"/>
        </w:rPr>
      </w:pPr>
    </w:p>
    <w:p w:rsidR="0003010B" w:rsidRPr="00DD4BD3" w:rsidRDefault="0003010B" w:rsidP="0003010B">
      <w:pPr>
        <w:pStyle w:val="Odstavecseseznamem"/>
        <w:numPr>
          <w:ilvl w:val="0"/>
          <w:numId w:val="3"/>
        </w:numPr>
        <w:shd w:val="clear" w:color="auto" w:fill="FFFFFF"/>
        <w:suppressAutoHyphens w:val="0"/>
        <w:spacing w:after="0" w:line="276" w:lineRule="auto"/>
        <w:jc w:val="both"/>
        <w:rPr>
          <w:color w:val="000000"/>
          <w:szCs w:val="24"/>
        </w:rPr>
      </w:pPr>
      <w:r>
        <w:rPr>
          <w:color w:val="000000"/>
          <w:szCs w:val="24"/>
        </w:rPr>
        <w:t xml:space="preserve">V </w:t>
      </w:r>
      <w:r w:rsidRPr="00DD4BD3">
        <w:rPr>
          <w:color w:val="000000"/>
          <w:szCs w:val="24"/>
        </w:rPr>
        <w:t>§ 23 písm</w:t>
      </w:r>
      <w:r>
        <w:rPr>
          <w:color w:val="000000"/>
          <w:szCs w:val="24"/>
        </w:rPr>
        <w:t>eno</w:t>
      </w:r>
      <w:r w:rsidRPr="00DD4BD3">
        <w:rPr>
          <w:color w:val="000000"/>
          <w:szCs w:val="24"/>
        </w:rPr>
        <w:t xml:space="preserve"> b) zní: </w:t>
      </w:r>
    </w:p>
    <w:p w:rsidR="0003010B" w:rsidRPr="00217135" w:rsidRDefault="0003010B" w:rsidP="0003010B">
      <w:pPr>
        <w:pStyle w:val="Odstavecseseznamem"/>
        <w:shd w:val="clear" w:color="auto" w:fill="FFFFFF"/>
        <w:spacing w:line="276" w:lineRule="auto"/>
        <w:jc w:val="both"/>
        <w:rPr>
          <w:color w:val="00B050"/>
          <w:szCs w:val="24"/>
        </w:rPr>
      </w:pPr>
      <w:r w:rsidRPr="00217135">
        <w:rPr>
          <w:color w:val="000000"/>
          <w:szCs w:val="24"/>
        </w:rPr>
        <w:t>„b) částkou živobytí společně posuzovaných osob (§ 24 odst. 3) a příjmem společně posuzovaných osob (§ 9 odst. 2); pokud však v rámci společně posuzovaných osob, které jsou posuzovány pro účely pomoci v hmotné nouzi, není některá z osob považována za osobu v hmotné nouzi nebo není oprávněnou osobou, stanoví se výše příspěvku na živobytí </w:t>
      </w:r>
      <w:r w:rsidRPr="0003010B">
        <w:rPr>
          <w:color w:val="000000"/>
          <w:szCs w:val="24"/>
        </w:rPr>
        <w:t>bez částky živobytí </w:t>
      </w:r>
      <w:r w:rsidRPr="00217135">
        <w:rPr>
          <w:color w:val="000000"/>
          <w:szCs w:val="24"/>
        </w:rPr>
        <w:t>připadající na osobu, která není považována za osobu v hmotné nouzi nebo není oprávněnou osobou</w:t>
      </w:r>
      <w:r>
        <w:rPr>
          <w:color w:val="000000"/>
          <w:szCs w:val="24"/>
        </w:rPr>
        <w:t>.</w:t>
      </w:r>
      <w:r w:rsidRPr="00217135">
        <w:rPr>
          <w:color w:val="000000"/>
          <w:szCs w:val="24"/>
        </w:rPr>
        <w:t>“.</w:t>
      </w:r>
    </w:p>
    <w:p w:rsidR="0003010B" w:rsidRPr="00217135" w:rsidRDefault="0003010B" w:rsidP="0003010B">
      <w:pPr>
        <w:pStyle w:val="Textlnku"/>
        <w:spacing w:before="0" w:after="0"/>
        <w:ind w:left="720" w:firstLine="0"/>
        <w:rPr>
          <w:noProof/>
          <w:color w:val="000000"/>
          <w:shd w:val="clear" w:color="auto" w:fill="FFFFFF"/>
        </w:rPr>
      </w:pPr>
    </w:p>
    <w:p w:rsidR="0003010B" w:rsidRPr="00217135" w:rsidRDefault="0003010B" w:rsidP="0003010B">
      <w:pPr>
        <w:pStyle w:val="Textlnku"/>
        <w:numPr>
          <w:ilvl w:val="0"/>
          <w:numId w:val="3"/>
        </w:numPr>
        <w:spacing w:before="0" w:after="0"/>
        <w:rPr>
          <w:noProof/>
          <w:color w:val="000000"/>
          <w:shd w:val="clear" w:color="auto" w:fill="FFFFFF"/>
        </w:rPr>
      </w:pPr>
      <w:r>
        <w:rPr>
          <w:b/>
          <w:bCs/>
          <w:color w:val="000000"/>
          <w:shd w:val="clear" w:color="auto" w:fill="FFFFFF"/>
        </w:rPr>
        <w:br w:type="page"/>
        <w:t xml:space="preserve">V </w:t>
      </w:r>
      <w:r w:rsidRPr="00DD4BD3">
        <w:rPr>
          <w:bCs/>
          <w:color w:val="000000"/>
          <w:shd w:val="clear" w:color="auto" w:fill="FFFFFF"/>
        </w:rPr>
        <w:t>§ 63 odst</w:t>
      </w:r>
      <w:r>
        <w:rPr>
          <w:bCs/>
          <w:color w:val="000000"/>
          <w:shd w:val="clear" w:color="auto" w:fill="FFFFFF"/>
        </w:rPr>
        <w:t>avec</w:t>
      </w:r>
      <w:r w:rsidRPr="00DD4BD3">
        <w:rPr>
          <w:bCs/>
          <w:color w:val="000000"/>
          <w:shd w:val="clear" w:color="auto" w:fill="FFFFFF"/>
        </w:rPr>
        <w:t xml:space="preserve"> 2 zní:</w:t>
      </w:r>
    </w:p>
    <w:p w:rsidR="0003010B" w:rsidRPr="00217135" w:rsidRDefault="0003010B" w:rsidP="0003010B">
      <w:pPr>
        <w:pStyle w:val="Textlnku"/>
        <w:spacing w:before="0" w:after="0"/>
        <w:ind w:left="720" w:firstLine="0"/>
        <w:rPr>
          <w:b/>
          <w:color w:val="000000"/>
          <w:shd w:val="clear" w:color="auto" w:fill="FFFFFF"/>
        </w:rPr>
      </w:pPr>
      <w:r w:rsidRPr="00217135">
        <w:rPr>
          <w:bCs/>
          <w:color w:val="000000"/>
          <w:shd w:val="clear" w:color="auto" w:fill="FFFFFF"/>
        </w:rPr>
        <w:t xml:space="preserve">„(2) </w:t>
      </w:r>
      <w:r w:rsidRPr="00217135">
        <w:rPr>
          <w:color w:val="000000"/>
          <w:shd w:val="clear" w:color="auto" w:fill="FFFFFF"/>
        </w:rPr>
        <w:t xml:space="preserve">Pokud žadatel o dávku, příjemce dávky nebo osoba společně posuzovaná tím, že nedají souhlas se vstupem do obydlí, znemožní provedení sociálního šetření, popřípadě šetření v místě, k ověření skutečností rozhodných pro nárok na dávku nebo její výši, </w:t>
      </w:r>
      <w:r w:rsidRPr="00217135">
        <w:rPr>
          <w:noProof/>
          <w:color w:val="000000"/>
          <w:shd w:val="clear" w:color="auto" w:fill="FFFFFF"/>
        </w:rPr>
        <w:t xml:space="preserve">bude jim žádost o dávku zamítnuta nebo dávka odejmuta, popřípadě snížena její výše, </w:t>
      </w:r>
      <w:r w:rsidRPr="00217135">
        <w:rPr>
          <w:noProof/>
          <w:color w:val="000000"/>
          <w:shd w:val="clear" w:color="auto" w:fill="FFFFFF"/>
        </w:rPr>
        <w:br/>
      </w:r>
      <w:r w:rsidRPr="00217135">
        <w:rPr>
          <w:bCs/>
          <w:noProof/>
          <w:color w:val="000000"/>
          <w:shd w:val="clear" w:color="auto" w:fill="FFFFFF"/>
        </w:rPr>
        <w:t xml:space="preserve">a to na dobu až 6 měsíců.“. </w:t>
      </w:r>
    </w:p>
    <w:p w:rsidR="0003010B" w:rsidRPr="00217135" w:rsidRDefault="0003010B" w:rsidP="0003010B">
      <w:pPr>
        <w:pStyle w:val="Textlnku"/>
        <w:spacing w:before="0" w:after="0"/>
        <w:ind w:left="720" w:firstLine="0"/>
        <w:rPr>
          <w:b/>
          <w:i/>
          <w:color w:val="000000"/>
          <w:shd w:val="clear" w:color="auto" w:fill="FFFFFF"/>
        </w:rPr>
      </w:pPr>
    </w:p>
    <w:p w:rsidR="0003010B" w:rsidRPr="00217135" w:rsidRDefault="0003010B" w:rsidP="0003010B">
      <w:pPr>
        <w:pStyle w:val="lnek"/>
        <w:spacing w:before="0" w:after="0"/>
        <w:rPr>
          <w:color w:val="auto"/>
        </w:rPr>
      </w:pPr>
      <w:r w:rsidRPr="00217135">
        <w:rPr>
          <w:color w:val="auto"/>
        </w:rPr>
        <w:t>Čl. II</w:t>
      </w:r>
    </w:p>
    <w:p w:rsidR="0003010B" w:rsidRPr="00217135" w:rsidRDefault="0003010B" w:rsidP="0003010B">
      <w:pPr>
        <w:pStyle w:val="Textlnku"/>
        <w:spacing w:before="0" w:after="0"/>
        <w:ind w:firstLine="0"/>
        <w:rPr>
          <w:color w:val="auto"/>
        </w:rPr>
      </w:pPr>
    </w:p>
    <w:p w:rsidR="0003010B" w:rsidRPr="00217135" w:rsidRDefault="0003010B" w:rsidP="0003010B">
      <w:pPr>
        <w:pStyle w:val="Nadpislnku"/>
        <w:spacing w:before="0" w:after="0"/>
        <w:rPr>
          <w:color w:val="auto"/>
        </w:rPr>
      </w:pPr>
      <w:r w:rsidRPr="00217135">
        <w:rPr>
          <w:color w:val="auto"/>
        </w:rPr>
        <w:t>Účinnost</w:t>
      </w:r>
    </w:p>
    <w:p w:rsidR="0003010B" w:rsidRPr="00217135" w:rsidRDefault="0003010B" w:rsidP="0003010B">
      <w:pPr>
        <w:spacing w:line="276" w:lineRule="auto"/>
      </w:pPr>
    </w:p>
    <w:p w:rsidR="0003010B" w:rsidRPr="00217135" w:rsidRDefault="0003010B" w:rsidP="001844A0">
      <w:pPr>
        <w:pStyle w:val="lnek"/>
        <w:spacing w:before="0" w:after="0"/>
        <w:ind w:firstLine="425"/>
        <w:jc w:val="left"/>
        <w:rPr>
          <w:bCs/>
          <w:noProof/>
        </w:rPr>
      </w:pPr>
      <w:r w:rsidRPr="00217135">
        <w:rPr>
          <w:bCs/>
          <w:noProof/>
        </w:rPr>
        <w:t>Tento zákon nabývá účinnosti dnem 1.</w:t>
      </w:r>
      <w:r>
        <w:rPr>
          <w:bCs/>
          <w:noProof/>
        </w:rPr>
        <w:t xml:space="preserve"> ledna </w:t>
      </w:r>
      <w:r w:rsidRPr="00217135">
        <w:rPr>
          <w:bCs/>
          <w:noProof/>
        </w:rPr>
        <w:t>2021.</w:t>
      </w:r>
      <w:r>
        <w:rPr>
          <w:bCs/>
          <w:noProof/>
        </w:rPr>
        <w:t>“.</w:t>
      </w:r>
    </w:p>
    <w:p w:rsidR="000C6893" w:rsidRDefault="000C6893"/>
    <w:p w:rsidR="0003010B" w:rsidRDefault="0003010B"/>
    <w:p w:rsidR="0003010B" w:rsidRDefault="0003010B"/>
    <w:p w:rsidR="000C6893" w:rsidRDefault="0003010B" w:rsidP="0003010B">
      <w:pPr>
        <w:pStyle w:val="PNposlanec"/>
      </w:pPr>
      <w:r>
        <w:t xml:space="preserve">Komplexní pozměňovací návrh obsažený v usnesení výboru pro vědu, vzdělání, kulturu, mládež a tělovýchovu č. </w:t>
      </w:r>
      <w:proofErr w:type="gramStart"/>
      <w:r w:rsidR="00F821C1">
        <w:t>241</w:t>
      </w:r>
      <w:r>
        <w:t xml:space="preserve"> z </w:t>
      </w:r>
      <w:r w:rsidR="00F821C1">
        <w:t>41</w:t>
      </w:r>
      <w:proofErr w:type="gramEnd"/>
      <w:r>
        <w:t xml:space="preserve">. schůze konané dne </w:t>
      </w:r>
      <w:r w:rsidR="00F821C1">
        <w:t>23</w:t>
      </w:r>
      <w:r>
        <w:t>. září 2020  (tisk 652/</w:t>
      </w:r>
      <w:r w:rsidR="009A6BE8">
        <w:t>8</w:t>
      </w:r>
      <w:r>
        <w:t>)</w:t>
      </w:r>
    </w:p>
    <w:p w:rsidR="00F821C1" w:rsidRPr="00FA7897" w:rsidRDefault="00F821C1" w:rsidP="00F821C1">
      <w:pPr>
        <w:tabs>
          <w:tab w:val="left" w:pos="1580"/>
        </w:tabs>
        <w:jc w:val="center"/>
        <w:rPr>
          <w:b/>
        </w:rPr>
      </w:pPr>
      <w:r w:rsidRPr="001844A0">
        <w:t>„</w:t>
      </w:r>
      <w:r w:rsidRPr="00FA7897">
        <w:rPr>
          <w:b/>
        </w:rPr>
        <w:t>ZÁKON</w:t>
      </w:r>
    </w:p>
    <w:p w:rsidR="00F821C1" w:rsidRPr="00FA7897" w:rsidRDefault="00F821C1" w:rsidP="00F821C1">
      <w:pPr>
        <w:tabs>
          <w:tab w:val="left" w:pos="1580"/>
        </w:tabs>
        <w:jc w:val="center"/>
      </w:pPr>
      <w:r w:rsidRPr="00FA7897">
        <w:t>ze dne ……….. 2020,</w:t>
      </w:r>
    </w:p>
    <w:p w:rsidR="00F821C1" w:rsidRPr="00FA7897" w:rsidRDefault="00F821C1" w:rsidP="00F821C1">
      <w:pPr>
        <w:pStyle w:val="nadpiszkona"/>
        <w:spacing w:before="0" w:after="0" w:line="240" w:lineRule="auto"/>
        <w:rPr>
          <w:color w:val="auto"/>
        </w:rPr>
      </w:pPr>
      <w:r w:rsidRPr="00FA7897">
        <w:rPr>
          <w:color w:val="auto"/>
        </w:rPr>
        <w:t xml:space="preserve">kterým se mění zákon č. 111/2006 Sb., o pomoci v hmotné nouzi, ve znění pozdějších předpisů </w:t>
      </w:r>
    </w:p>
    <w:p w:rsidR="00F821C1" w:rsidRPr="00FA7897" w:rsidRDefault="00F821C1" w:rsidP="00F821C1">
      <w:pPr>
        <w:tabs>
          <w:tab w:val="left" w:pos="1580"/>
        </w:tabs>
        <w:jc w:val="both"/>
        <w:rPr>
          <w:b/>
        </w:rPr>
      </w:pPr>
    </w:p>
    <w:p w:rsidR="00F821C1" w:rsidRDefault="00F821C1" w:rsidP="00F821C1">
      <w:pPr>
        <w:tabs>
          <w:tab w:val="left" w:pos="1580"/>
        </w:tabs>
        <w:jc w:val="both"/>
      </w:pPr>
      <w:r w:rsidRPr="00FA7897">
        <w:rPr>
          <w:b/>
        </w:rPr>
        <w:t xml:space="preserve">     </w:t>
      </w:r>
      <w:r w:rsidRPr="00FA7897">
        <w:t xml:space="preserve"> Parlament se usnesl na tomto zákoně České republiky:</w:t>
      </w:r>
    </w:p>
    <w:p w:rsidR="001844A0" w:rsidRPr="00FA7897" w:rsidRDefault="001844A0" w:rsidP="00F821C1">
      <w:pPr>
        <w:tabs>
          <w:tab w:val="left" w:pos="1580"/>
        </w:tabs>
        <w:jc w:val="both"/>
      </w:pPr>
    </w:p>
    <w:p w:rsidR="00F821C1" w:rsidRPr="00FA7897" w:rsidRDefault="00F821C1" w:rsidP="00F821C1">
      <w:pPr>
        <w:pStyle w:val="Parlament"/>
        <w:spacing w:before="0" w:after="0" w:line="240" w:lineRule="auto"/>
        <w:jc w:val="center"/>
        <w:rPr>
          <w:b/>
          <w:color w:val="auto"/>
        </w:rPr>
      </w:pPr>
      <w:r w:rsidRPr="00FA7897">
        <w:rPr>
          <w:b/>
          <w:color w:val="auto"/>
        </w:rPr>
        <w:t>Změna zákona o pomoci v hmotné nouzi</w:t>
      </w:r>
    </w:p>
    <w:p w:rsidR="00F821C1" w:rsidRPr="00FA7897" w:rsidRDefault="00F821C1" w:rsidP="00F821C1">
      <w:pPr>
        <w:jc w:val="center"/>
        <w:rPr>
          <w:b/>
        </w:rPr>
      </w:pPr>
    </w:p>
    <w:p w:rsidR="00F821C1" w:rsidRPr="00FA7897" w:rsidRDefault="00F821C1" w:rsidP="00F821C1">
      <w:pPr>
        <w:pStyle w:val="lnek"/>
        <w:spacing w:before="0" w:after="0" w:line="240" w:lineRule="auto"/>
        <w:rPr>
          <w:color w:val="auto"/>
        </w:rPr>
      </w:pPr>
      <w:r w:rsidRPr="00FA7897">
        <w:rPr>
          <w:color w:val="auto"/>
        </w:rPr>
        <w:t>Čl. I</w:t>
      </w:r>
    </w:p>
    <w:p w:rsidR="00F821C1" w:rsidRPr="00FA7897" w:rsidRDefault="00F821C1" w:rsidP="00F821C1">
      <w:pPr>
        <w:pStyle w:val="lnek"/>
        <w:spacing w:before="0" w:after="0" w:line="240" w:lineRule="auto"/>
        <w:rPr>
          <w:color w:val="auto"/>
        </w:rPr>
      </w:pPr>
    </w:p>
    <w:p w:rsidR="00F821C1" w:rsidRPr="00217135" w:rsidRDefault="00F821C1" w:rsidP="00F821C1">
      <w:pPr>
        <w:pStyle w:val="Textlnku"/>
        <w:spacing w:before="0" w:after="0" w:line="240" w:lineRule="auto"/>
        <w:ind w:firstLine="0"/>
        <w:rPr>
          <w:color w:val="000000"/>
          <w:shd w:val="clear" w:color="auto" w:fill="FFFFFF"/>
        </w:rPr>
      </w:pPr>
      <w:r w:rsidRPr="00FA7897">
        <w:rPr>
          <w:color w:val="000000"/>
          <w:shd w:val="clear" w:color="auto" w:fill="FFFFFF"/>
        </w:rPr>
        <w:t>Zákon č. 111/2006 Sb., o pomoci v hmotné nouzi, ve zně</w:t>
      </w:r>
      <w:r w:rsidRPr="00217135">
        <w:rPr>
          <w:color w:val="000000"/>
          <w:shd w:val="clear" w:color="auto" w:fill="FFFFFF"/>
        </w:rPr>
        <w:t xml:space="preserve">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w:t>
      </w:r>
      <w:r w:rsidRPr="00217135">
        <w:rPr>
          <w:color w:val="000000"/>
          <w:shd w:val="clear" w:color="auto" w:fill="FFFFFF"/>
        </w:rPr>
        <w:br/>
        <w:t xml:space="preserve">č. 329/2011 Sb., zákona č. 364/2011 Sb., zákona č. 366/2011 Sb., zákona </w:t>
      </w:r>
      <w:r w:rsidRPr="00217135">
        <w:rPr>
          <w:color w:val="000000"/>
          <w:shd w:val="clear" w:color="auto" w:fill="FFFFFF"/>
        </w:rPr>
        <w:br/>
        <w:t xml:space="preserve">č. 375/2011 Sb., zákona č. 399/2012 Sb., zákona č. 303/2013 Sb., zákona </w:t>
      </w:r>
      <w:r w:rsidRPr="00217135">
        <w:rPr>
          <w:color w:val="000000"/>
          <w:shd w:val="clear" w:color="auto" w:fill="FFFFFF"/>
        </w:rPr>
        <w:br/>
        <w:t xml:space="preserve">č. 306/2013 Sb., zákonného opatření Senátu č. 344/2013 Sb., zákona č. 64/2014 Sb., zákona č. 252/2014 Sb., zákona č. 254/2014 Sb., zákona č. 205/2015 Sb., zákona č. 377/2015 Sb., zákona č. 188/2016 Sb., zákona č. 298/2016 Sb. zákona č. 367/2016 Sb., zákona č. 98/2017 Sb., zákona č. 183/2017 Sb. a zákona 309/2018 Sb., </w:t>
      </w:r>
      <w:r w:rsidRPr="00DD4BD3">
        <w:rPr>
          <w:color w:val="000000"/>
          <w:shd w:val="clear" w:color="auto" w:fill="FFFFFF"/>
        </w:rPr>
        <w:t>se mění takto:</w:t>
      </w:r>
    </w:p>
    <w:p w:rsidR="00F821C1" w:rsidRPr="00217135" w:rsidRDefault="00F821C1" w:rsidP="00F821C1">
      <w:pPr>
        <w:pBdr>
          <w:top w:val="nil"/>
          <w:left w:val="nil"/>
          <w:bottom w:val="nil"/>
          <w:right w:val="nil"/>
          <w:between w:val="nil"/>
        </w:pBdr>
        <w:jc w:val="both"/>
        <w:rPr>
          <w:color w:val="000000"/>
        </w:rPr>
      </w:pPr>
    </w:p>
    <w:p w:rsidR="00F821C1" w:rsidRPr="00DD4BD3" w:rsidRDefault="00F821C1" w:rsidP="000C1786">
      <w:pPr>
        <w:pStyle w:val="Textlnku"/>
        <w:numPr>
          <w:ilvl w:val="0"/>
          <w:numId w:val="23"/>
        </w:numPr>
        <w:spacing w:before="0" w:after="0" w:line="240" w:lineRule="auto"/>
        <w:rPr>
          <w:bCs/>
          <w:noProof/>
        </w:rPr>
      </w:pPr>
      <w:r>
        <w:rPr>
          <w:bCs/>
          <w:noProof/>
        </w:rPr>
        <w:t xml:space="preserve">V </w:t>
      </w:r>
      <w:r w:rsidRPr="00DD4BD3">
        <w:rPr>
          <w:bCs/>
          <w:noProof/>
        </w:rPr>
        <w:t>§ 3 odst. 1 písm</w:t>
      </w:r>
      <w:r>
        <w:rPr>
          <w:bCs/>
          <w:noProof/>
        </w:rPr>
        <w:t>eno</w:t>
      </w:r>
      <w:r w:rsidRPr="00DD4BD3">
        <w:rPr>
          <w:bCs/>
          <w:noProof/>
        </w:rPr>
        <w:t xml:space="preserve"> e) zní:</w:t>
      </w:r>
    </w:p>
    <w:p w:rsidR="00F821C1" w:rsidRPr="00217135" w:rsidRDefault="00F821C1" w:rsidP="00F821C1">
      <w:pPr>
        <w:pStyle w:val="Textlnku"/>
        <w:spacing w:before="0" w:after="0" w:line="240" w:lineRule="auto"/>
        <w:ind w:left="720" w:firstLine="0"/>
        <w:rPr>
          <w:color w:val="000000"/>
          <w:shd w:val="clear" w:color="auto" w:fill="FFFFFF"/>
        </w:rPr>
      </w:pPr>
      <w:r w:rsidRPr="00217135">
        <w:rPr>
          <w:color w:val="000000"/>
          <w:shd w:val="clear" w:color="auto" w:fill="FFFFFF"/>
        </w:rPr>
        <w:t>„e) je osobou, které byl za neplnění povinností zákonného zástupce dítěte spojených s</w:t>
      </w:r>
      <w:r>
        <w:rPr>
          <w:color w:val="000000"/>
          <w:shd w:val="clear" w:color="auto" w:fill="FFFFFF"/>
        </w:rPr>
        <w:t> </w:t>
      </w:r>
      <w:r w:rsidRPr="00217135">
        <w:rPr>
          <w:color w:val="000000"/>
          <w:shd w:val="clear" w:color="auto" w:fill="FFFFFF"/>
        </w:rPr>
        <w:t>řádným plněním povinné školní docházky nebo povinného předškolního vzdělávání uložen správní trest podle zákona upravujícího přestupky, a to po dobu 3 měsíců ode dne nabytí právní moci rozhodnutí o uložení správního trestu,“.</w:t>
      </w:r>
    </w:p>
    <w:p w:rsidR="00F821C1" w:rsidRPr="00217135" w:rsidRDefault="00F821C1" w:rsidP="00F821C1">
      <w:pPr>
        <w:pStyle w:val="Textlnku"/>
        <w:spacing w:before="0" w:after="0" w:line="240" w:lineRule="auto"/>
        <w:ind w:left="720" w:firstLine="0"/>
        <w:rPr>
          <w:color w:val="000000"/>
          <w:shd w:val="clear" w:color="auto" w:fill="FFFFFF"/>
        </w:rPr>
      </w:pPr>
    </w:p>
    <w:p w:rsidR="00F821C1" w:rsidRPr="00DD4BD3" w:rsidRDefault="00F821C1" w:rsidP="000C1786">
      <w:pPr>
        <w:pStyle w:val="Textlnku"/>
        <w:numPr>
          <w:ilvl w:val="0"/>
          <w:numId w:val="23"/>
        </w:numPr>
        <w:spacing w:before="0" w:after="0" w:line="240" w:lineRule="auto"/>
        <w:rPr>
          <w:bCs/>
          <w:noProof/>
          <w:color w:val="000000"/>
          <w:shd w:val="clear" w:color="auto" w:fill="FFFFFF"/>
        </w:rPr>
      </w:pPr>
      <w:r>
        <w:rPr>
          <w:noProof/>
          <w:color w:val="000000"/>
          <w:shd w:val="clear" w:color="auto" w:fill="FFFFFF"/>
        </w:rPr>
        <w:t>V</w:t>
      </w:r>
      <w:r w:rsidRPr="0019529B">
        <w:rPr>
          <w:noProof/>
          <w:color w:val="000000"/>
          <w:shd w:val="clear" w:color="auto" w:fill="FFFFFF"/>
        </w:rPr>
        <w:t xml:space="preserve"> </w:t>
      </w:r>
      <w:r w:rsidRPr="00DD4BD3">
        <w:rPr>
          <w:bCs/>
          <w:noProof/>
          <w:color w:val="000000"/>
          <w:shd w:val="clear" w:color="auto" w:fill="FFFFFF"/>
        </w:rPr>
        <w:t>§ 3 se</w:t>
      </w:r>
      <w:r>
        <w:rPr>
          <w:bCs/>
          <w:noProof/>
          <w:color w:val="000000"/>
          <w:shd w:val="clear" w:color="auto" w:fill="FFFFFF"/>
        </w:rPr>
        <w:t xml:space="preserve"> na  konci odstavce</w:t>
      </w:r>
      <w:r w:rsidRPr="00223DB4">
        <w:rPr>
          <w:bCs/>
          <w:noProof/>
          <w:color w:val="000000"/>
          <w:shd w:val="clear" w:color="auto" w:fill="FFFFFF"/>
        </w:rPr>
        <w:t xml:space="preserve"> 1</w:t>
      </w:r>
      <w:r>
        <w:rPr>
          <w:bCs/>
          <w:noProof/>
          <w:color w:val="000000"/>
          <w:shd w:val="clear" w:color="auto" w:fill="FFFFFF"/>
        </w:rPr>
        <w:t xml:space="preserve">  tečka nahrazuje čárkou a doplňuje se písmeno i)</w:t>
      </w:r>
      <w:r w:rsidRPr="00DD4BD3">
        <w:rPr>
          <w:bCs/>
          <w:noProof/>
          <w:color w:val="000000"/>
          <w:shd w:val="clear" w:color="auto" w:fill="FFFFFF"/>
        </w:rPr>
        <w:t>, které zní:</w:t>
      </w:r>
    </w:p>
    <w:p w:rsidR="00F821C1" w:rsidRPr="00F821C1" w:rsidRDefault="00F821C1" w:rsidP="00F821C1">
      <w:pPr>
        <w:pStyle w:val="Textlnku"/>
        <w:spacing w:before="0" w:after="0" w:line="240" w:lineRule="auto"/>
        <w:ind w:left="720" w:firstLine="0"/>
        <w:rPr>
          <w:noProof/>
          <w:color w:val="000000"/>
          <w:shd w:val="clear" w:color="auto" w:fill="FFFFFF"/>
        </w:rPr>
      </w:pPr>
      <w:r w:rsidRPr="00217135">
        <w:rPr>
          <w:noProof/>
          <w:color w:val="000000"/>
          <w:shd w:val="clear" w:color="auto" w:fill="FFFFFF"/>
        </w:rPr>
        <w:t xml:space="preserve">„i) </w:t>
      </w:r>
      <w:r w:rsidRPr="00F821C1">
        <w:rPr>
          <w:noProof/>
          <w:color w:val="000000"/>
          <w:shd w:val="clear" w:color="auto" w:fill="FFFFFF"/>
        </w:rPr>
        <w:t xml:space="preserve">je osobou, která byla vyřazena z evidence uchazečů o zaměstnání </w:t>
      </w:r>
      <w:r w:rsidRPr="00F821C1">
        <w:rPr>
          <w:noProof/>
          <w:color w:val="000000"/>
          <w:shd w:val="clear" w:color="auto" w:fill="FFFFFF"/>
        </w:rPr>
        <w:br/>
        <w:t>z důvodu porušení režimu dočasné neschopnosti uchazeče o zaměstnání plnit na základě potvrzení lékaře povinnosti uchazeče o zaměstnání z důvodu nemoci nebo úrazu.“.</w:t>
      </w:r>
    </w:p>
    <w:p w:rsidR="00F821C1" w:rsidRPr="0019529B" w:rsidRDefault="00F821C1" w:rsidP="00F821C1">
      <w:pPr>
        <w:pStyle w:val="Textlnku"/>
        <w:spacing w:before="0" w:after="0" w:line="240" w:lineRule="auto"/>
        <w:ind w:left="720" w:firstLine="0"/>
        <w:rPr>
          <w:noProof/>
          <w:color w:val="000000"/>
          <w:shd w:val="clear" w:color="auto" w:fill="FFFFFF"/>
        </w:rPr>
      </w:pPr>
    </w:p>
    <w:p w:rsidR="00F821C1" w:rsidRPr="0019529B" w:rsidRDefault="00F821C1" w:rsidP="000C1786">
      <w:pPr>
        <w:pStyle w:val="Textlnku"/>
        <w:numPr>
          <w:ilvl w:val="0"/>
          <w:numId w:val="23"/>
        </w:numPr>
        <w:spacing w:before="0" w:after="0" w:line="240" w:lineRule="auto"/>
        <w:rPr>
          <w:noProof/>
          <w:color w:val="000000"/>
          <w:shd w:val="clear" w:color="auto" w:fill="FFFFFF"/>
        </w:rPr>
      </w:pPr>
      <w:r>
        <w:rPr>
          <w:noProof/>
          <w:color w:val="000000"/>
          <w:shd w:val="clear" w:color="auto" w:fill="FFFFFF"/>
        </w:rPr>
        <w:t>V</w:t>
      </w:r>
      <w:r w:rsidRPr="0019529B">
        <w:rPr>
          <w:noProof/>
          <w:color w:val="000000"/>
          <w:shd w:val="clear" w:color="auto" w:fill="FFFFFF"/>
        </w:rPr>
        <w:t xml:space="preserve"> </w:t>
      </w:r>
      <w:r w:rsidRPr="00DD4BD3">
        <w:rPr>
          <w:bCs/>
          <w:noProof/>
          <w:color w:val="000000"/>
          <w:shd w:val="clear" w:color="auto" w:fill="FFFFFF"/>
        </w:rPr>
        <w:t xml:space="preserve">§ 3 </w:t>
      </w:r>
      <w:r w:rsidRPr="00223DB4">
        <w:rPr>
          <w:bCs/>
          <w:noProof/>
          <w:color w:val="000000"/>
          <w:shd w:val="clear" w:color="auto" w:fill="FFFFFF"/>
        </w:rPr>
        <w:t>se</w:t>
      </w:r>
      <w:r>
        <w:rPr>
          <w:bCs/>
          <w:noProof/>
          <w:color w:val="000000"/>
          <w:shd w:val="clear" w:color="auto" w:fill="FFFFFF"/>
        </w:rPr>
        <w:t xml:space="preserve"> na  konci odstavce</w:t>
      </w:r>
      <w:r w:rsidRPr="00223DB4">
        <w:rPr>
          <w:bCs/>
          <w:noProof/>
          <w:color w:val="000000"/>
          <w:shd w:val="clear" w:color="auto" w:fill="FFFFFF"/>
        </w:rPr>
        <w:t xml:space="preserve"> 1</w:t>
      </w:r>
      <w:r>
        <w:rPr>
          <w:bCs/>
          <w:noProof/>
          <w:color w:val="000000"/>
          <w:shd w:val="clear" w:color="auto" w:fill="FFFFFF"/>
        </w:rPr>
        <w:t xml:space="preserve">  tečka nahrazuje čárkou a doplňuje se písmeno</w:t>
      </w:r>
      <w:r w:rsidRPr="0064562E">
        <w:rPr>
          <w:bCs/>
          <w:noProof/>
          <w:color w:val="000000"/>
          <w:shd w:val="clear" w:color="auto" w:fill="FFFFFF"/>
        </w:rPr>
        <w:t xml:space="preserve"> </w:t>
      </w:r>
      <w:r>
        <w:rPr>
          <w:bCs/>
          <w:noProof/>
          <w:color w:val="000000"/>
          <w:shd w:val="clear" w:color="auto" w:fill="FFFFFF"/>
        </w:rPr>
        <w:t>j)</w:t>
      </w:r>
      <w:r w:rsidRPr="00DD4BD3">
        <w:rPr>
          <w:bCs/>
          <w:noProof/>
          <w:color w:val="000000"/>
          <w:shd w:val="clear" w:color="auto" w:fill="FFFFFF"/>
        </w:rPr>
        <w:t xml:space="preserve"> , které zní</w:t>
      </w:r>
      <w:r>
        <w:rPr>
          <w:bCs/>
          <w:noProof/>
          <w:color w:val="000000"/>
          <w:shd w:val="clear" w:color="auto" w:fill="FFFFFF"/>
        </w:rPr>
        <w:t>:</w:t>
      </w:r>
    </w:p>
    <w:p w:rsidR="00F821C1" w:rsidRPr="00217135" w:rsidRDefault="00F821C1" w:rsidP="00F821C1">
      <w:pPr>
        <w:pStyle w:val="Textlnku"/>
        <w:spacing w:before="0" w:after="0" w:line="240" w:lineRule="auto"/>
        <w:ind w:left="720" w:firstLine="0"/>
        <w:rPr>
          <w:noProof/>
          <w:color w:val="000000"/>
          <w:shd w:val="clear" w:color="auto" w:fill="FFFFFF"/>
        </w:rPr>
      </w:pPr>
      <w:r w:rsidRPr="00217135">
        <w:rPr>
          <w:bCs/>
          <w:noProof/>
          <w:color w:val="000000"/>
          <w:shd w:val="clear" w:color="auto" w:fill="FFFFFF"/>
        </w:rPr>
        <w:t xml:space="preserve">„j) </w:t>
      </w:r>
      <w:r w:rsidRPr="00217135">
        <w:rPr>
          <w:noProof/>
          <w:color w:val="000000"/>
          <w:shd w:val="clear" w:color="auto" w:fill="FFFFFF"/>
        </w:rPr>
        <w:t>je osobou, jejíž dočasná neschopnost plnit na základě  potvrzení lékaře povinnosti uchazeče o zaměstnání  z důvodu nemoci nebo úrazu překročila dobu odpovídající maximální podpůrčí době pro pobírání nemocenské včetně doby, o kterou může být tato doba maximálně prodloužena příslušným pracovištěm České správy sociálního zab</w:t>
      </w:r>
      <w:r>
        <w:rPr>
          <w:noProof/>
          <w:color w:val="000000"/>
          <w:shd w:val="clear" w:color="auto" w:fill="FFFFFF"/>
        </w:rPr>
        <w:t>e</w:t>
      </w:r>
      <w:r w:rsidRPr="00217135">
        <w:rPr>
          <w:noProof/>
          <w:color w:val="000000"/>
          <w:shd w:val="clear" w:color="auto" w:fill="FFFFFF"/>
        </w:rPr>
        <w:t>zpečení (celkem 730 kalendářních dní za sebou jdoucích).“</w:t>
      </w:r>
      <w:r>
        <w:rPr>
          <w:noProof/>
          <w:color w:val="000000"/>
          <w:shd w:val="clear" w:color="auto" w:fill="FFFFFF"/>
        </w:rPr>
        <w:t>.</w:t>
      </w:r>
    </w:p>
    <w:p w:rsidR="00F821C1" w:rsidRPr="00217135" w:rsidRDefault="00F821C1" w:rsidP="00F821C1">
      <w:pPr>
        <w:pStyle w:val="Textlnku"/>
        <w:spacing w:before="0" w:after="0" w:line="240" w:lineRule="auto"/>
        <w:ind w:left="720" w:firstLine="0"/>
        <w:rPr>
          <w:noProof/>
          <w:color w:val="000000"/>
          <w:shd w:val="clear" w:color="auto" w:fill="FFFFFF"/>
        </w:rPr>
      </w:pPr>
    </w:p>
    <w:p w:rsidR="00F821C1" w:rsidRPr="0019529B" w:rsidRDefault="00F821C1" w:rsidP="000C1786">
      <w:pPr>
        <w:pStyle w:val="Textlnku"/>
        <w:numPr>
          <w:ilvl w:val="0"/>
          <w:numId w:val="23"/>
        </w:numPr>
        <w:spacing w:before="0" w:after="0" w:line="240" w:lineRule="auto"/>
        <w:rPr>
          <w:noProof/>
          <w:color w:val="000000"/>
          <w:shd w:val="clear" w:color="auto" w:fill="FFFFFF"/>
        </w:rPr>
      </w:pPr>
      <w:r>
        <w:rPr>
          <w:color w:val="000000"/>
        </w:rPr>
        <w:t>V</w:t>
      </w:r>
      <w:r w:rsidRPr="00DD4BD3">
        <w:rPr>
          <w:color w:val="000000"/>
        </w:rPr>
        <w:t xml:space="preserve"> </w:t>
      </w:r>
      <w:r w:rsidRPr="00DD4BD3">
        <w:rPr>
          <w:color w:val="000000"/>
          <w:shd w:val="clear" w:color="auto" w:fill="FFFFFF"/>
        </w:rPr>
        <w:t>§ 3 odst. 1 písm. a) bod 8 zní:</w:t>
      </w:r>
    </w:p>
    <w:p w:rsidR="00F821C1" w:rsidRPr="00217135" w:rsidRDefault="00F821C1" w:rsidP="00F821C1">
      <w:pPr>
        <w:pStyle w:val="Textlnku"/>
        <w:spacing w:before="0" w:after="0" w:line="240" w:lineRule="auto"/>
        <w:ind w:left="720" w:firstLine="0"/>
        <w:rPr>
          <w:noProof/>
          <w:color w:val="000000"/>
          <w:shd w:val="clear" w:color="auto" w:fill="FFFFFF"/>
        </w:rPr>
      </w:pPr>
      <w:r w:rsidRPr="00217135">
        <w:rPr>
          <w:color w:val="000000"/>
          <w:shd w:val="clear" w:color="auto" w:fill="FFFFFF"/>
        </w:rPr>
        <w:t>„8. uznána dočasně práce neschopnou</w:t>
      </w:r>
      <w:r w:rsidRPr="00217135">
        <w:rPr>
          <w:color w:val="222222"/>
          <w:shd w:val="clear" w:color="auto" w:fill="FFFFFF"/>
        </w:rPr>
        <w:t xml:space="preserve">; s výjimkou osoby, která je vyřazena    </w:t>
      </w:r>
    </w:p>
    <w:p w:rsidR="00F821C1" w:rsidRDefault="00F821C1" w:rsidP="00F821C1">
      <w:pPr>
        <w:pStyle w:val="Odstavecseseznamem"/>
        <w:pBdr>
          <w:top w:val="nil"/>
          <w:left w:val="nil"/>
          <w:bottom w:val="nil"/>
          <w:right w:val="nil"/>
          <w:between w:val="nil"/>
        </w:pBdr>
        <w:spacing w:after="0" w:line="240" w:lineRule="auto"/>
        <w:jc w:val="both"/>
        <w:rPr>
          <w:bCs/>
          <w:noProof/>
          <w:color w:val="000000"/>
          <w:szCs w:val="24"/>
          <w:shd w:val="clear" w:color="auto" w:fill="FFFFFF"/>
        </w:rPr>
      </w:pPr>
      <w:r w:rsidRPr="00217135">
        <w:rPr>
          <w:b/>
          <w:bCs/>
          <w:noProof/>
          <w:color w:val="000000"/>
          <w:szCs w:val="24"/>
          <w:shd w:val="clear" w:color="auto" w:fill="FFFFFF"/>
        </w:rPr>
        <w:t xml:space="preserve"> </w:t>
      </w:r>
      <w:r w:rsidRPr="00217135">
        <w:rPr>
          <w:color w:val="222222"/>
          <w:szCs w:val="24"/>
          <w:shd w:val="clear" w:color="auto" w:fill="FFFFFF"/>
        </w:rPr>
        <w:t xml:space="preserve">z evidence uchazečů o zaměstnání z důvodu nesplnění oznamovací povinnosti nebo povinnosti doložit skutečnosti stanovené v </w:t>
      </w:r>
      <w:r w:rsidRPr="00217135">
        <w:rPr>
          <w:bCs/>
          <w:noProof/>
          <w:color w:val="000000"/>
          <w:szCs w:val="24"/>
          <w:shd w:val="clear" w:color="auto" w:fill="FFFFFF"/>
        </w:rPr>
        <w:t>§ 27 odst. 3 zákona o zaměstnanosti nebo z důvodu neplnění povinnosti uchazeče o zaměstnání dodržovat režim dočasné neschopnosti uchazeče o zaměstnání plnit povinnosti uchazeče o zaměstnání z důvodu nemoci nebo úrazu,“.</w:t>
      </w:r>
    </w:p>
    <w:p w:rsidR="00F821C1" w:rsidRPr="00217135" w:rsidRDefault="00F821C1" w:rsidP="00F821C1">
      <w:pPr>
        <w:pStyle w:val="Odstavecseseznamem"/>
        <w:pBdr>
          <w:top w:val="nil"/>
          <w:left w:val="nil"/>
          <w:bottom w:val="nil"/>
          <w:right w:val="nil"/>
          <w:between w:val="nil"/>
        </w:pBdr>
        <w:spacing w:after="0" w:line="240" w:lineRule="auto"/>
        <w:jc w:val="both"/>
        <w:rPr>
          <w:color w:val="000000"/>
          <w:szCs w:val="24"/>
        </w:rPr>
      </w:pPr>
    </w:p>
    <w:p w:rsidR="00F821C1" w:rsidRPr="00DD4BD3" w:rsidRDefault="00F821C1" w:rsidP="000C1786">
      <w:pPr>
        <w:pStyle w:val="Odstavecseseznamem"/>
        <w:numPr>
          <w:ilvl w:val="0"/>
          <w:numId w:val="23"/>
        </w:numPr>
        <w:pBdr>
          <w:top w:val="nil"/>
          <w:left w:val="nil"/>
          <w:bottom w:val="nil"/>
          <w:right w:val="nil"/>
          <w:between w:val="nil"/>
        </w:pBdr>
        <w:suppressAutoHyphens w:val="0"/>
        <w:spacing w:after="0" w:line="240" w:lineRule="auto"/>
        <w:jc w:val="both"/>
        <w:rPr>
          <w:color w:val="000000"/>
          <w:szCs w:val="24"/>
          <w:shd w:val="clear" w:color="auto" w:fill="FFFFFF"/>
        </w:rPr>
      </w:pPr>
      <w:r>
        <w:rPr>
          <w:color w:val="000000"/>
          <w:szCs w:val="24"/>
        </w:rPr>
        <w:t>V</w:t>
      </w:r>
      <w:r w:rsidRPr="00DD4BD3">
        <w:rPr>
          <w:color w:val="000000"/>
          <w:szCs w:val="24"/>
        </w:rPr>
        <w:t xml:space="preserve"> </w:t>
      </w:r>
      <w:r w:rsidRPr="00DD4BD3">
        <w:rPr>
          <w:color w:val="000000"/>
          <w:szCs w:val="24"/>
          <w:shd w:val="clear" w:color="auto" w:fill="FFFFFF"/>
        </w:rPr>
        <w:t>§ 3 odst. 1 písm. a) bod 9 zní:</w:t>
      </w:r>
    </w:p>
    <w:p w:rsidR="00F821C1" w:rsidRPr="00F821C1" w:rsidRDefault="00F821C1" w:rsidP="00F821C1">
      <w:pPr>
        <w:pStyle w:val="Odstavecseseznamem"/>
        <w:pBdr>
          <w:top w:val="nil"/>
          <w:left w:val="nil"/>
          <w:bottom w:val="nil"/>
          <w:right w:val="nil"/>
          <w:between w:val="nil"/>
        </w:pBdr>
        <w:spacing w:after="0" w:line="240" w:lineRule="auto"/>
        <w:jc w:val="both"/>
        <w:rPr>
          <w:bCs/>
          <w:noProof/>
          <w:color w:val="000000"/>
          <w:szCs w:val="24"/>
          <w:shd w:val="clear" w:color="auto" w:fill="FFFFFF"/>
        </w:rPr>
      </w:pPr>
      <w:r w:rsidRPr="00F821C1">
        <w:rPr>
          <w:color w:val="000000"/>
          <w:szCs w:val="24"/>
        </w:rPr>
        <w:t xml:space="preserve">„9. práce neschopná z důvodu, který by byl u pojištěnce pojištěného podle zákona o nemocenském pojištění důvodem pro rozhodnutí ošetřujícího lékaře o vzniku dočasné pracovní neschopnosti, </w:t>
      </w:r>
      <w:r w:rsidRPr="00F821C1">
        <w:rPr>
          <w:bCs/>
          <w:noProof/>
          <w:color w:val="000000"/>
          <w:szCs w:val="24"/>
          <w:shd w:val="clear" w:color="auto" w:fill="FFFFFF"/>
        </w:rPr>
        <w:t>nejedná-li se o případy uvedené v odst. 1 písm. i) a j),“.</w:t>
      </w:r>
    </w:p>
    <w:p w:rsidR="00F821C1" w:rsidRPr="00217135" w:rsidRDefault="00F821C1" w:rsidP="00F821C1">
      <w:pPr>
        <w:pStyle w:val="Odstavecseseznamem"/>
        <w:pBdr>
          <w:top w:val="nil"/>
          <w:left w:val="nil"/>
          <w:bottom w:val="nil"/>
          <w:right w:val="nil"/>
          <w:between w:val="nil"/>
        </w:pBdr>
        <w:spacing w:after="0" w:line="240" w:lineRule="auto"/>
        <w:jc w:val="both"/>
        <w:rPr>
          <w:bCs/>
          <w:noProof/>
          <w:color w:val="000000"/>
          <w:szCs w:val="24"/>
          <w:shd w:val="clear" w:color="auto" w:fill="FFFFFF"/>
        </w:rPr>
      </w:pPr>
    </w:p>
    <w:p w:rsidR="00F821C1" w:rsidRPr="0019529B" w:rsidRDefault="00F821C1" w:rsidP="000C1786">
      <w:pPr>
        <w:pStyle w:val="Odstavecseseznamem"/>
        <w:numPr>
          <w:ilvl w:val="0"/>
          <w:numId w:val="23"/>
        </w:numPr>
        <w:pBdr>
          <w:top w:val="nil"/>
          <w:left w:val="nil"/>
          <w:bottom w:val="nil"/>
          <w:right w:val="nil"/>
          <w:between w:val="nil"/>
        </w:pBdr>
        <w:suppressAutoHyphens w:val="0"/>
        <w:spacing w:after="0" w:line="240" w:lineRule="auto"/>
        <w:jc w:val="both"/>
        <w:rPr>
          <w:color w:val="000000"/>
          <w:szCs w:val="24"/>
        </w:rPr>
      </w:pPr>
      <w:r>
        <w:rPr>
          <w:color w:val="000000"/>
          <w:szCs w:val="24"/>
        </w:rPr>
        <w:t>V</w:t>
      </w:r>
      <w:r w:rsidRPr="00DD4BD3">
        <w:rPr>
          <w:color w:val="000000"/>
          <w:szCs w:val="24"/>
        </w:rPr>
        <w:t xml:space="preserve"> </w:t>
      </w:r>
      <w:r w:rsidRPr="00DD4BD3">
        <w:rPr>
          <w:color w:val="000000"/>
          <w:szCs w:val="24"/>
          <w:shd w:val="clear" w:color="auto" w:fill="FFFFFF"/>
        </w:rPr>
        <w:t>§ 8 odst</w:t>
      </w:r>
      <w:r>
        <w:rPr>
          <w:color w:val="000000"/>
          <w:szCs w:val="24"/>
          <w:shd w:val="clear" w:color="auto" w:fill="FFFFFF"/>
        </w:rPr>
        <w:t>avec</w:t>
      </w:r>
      <w:r w:rsidRPr="00DD4BD3">
        <w:rPr>
          <w:color w:val="000000"/>
          <w:szCs w:val="24"/>
          <w:shd w:val="clear" w:color="auto" w:fill="FFFFFF"/>
        </w:rPr>
        <w:t xml:space="preserve"> 1 zní:</w:t>
      </w:r>
    </w:p>
    <w:p w:rsidR="00F821C1" w:rsidRPr="00217135" w:rsidRDefault="00F821C1" w:rsidP="00F821C1">
      <w:pPr>
        <w:pStyle w:val="Odstavecseseznamem"/>
        <w:pBdr>
          <w:top w:val="nil"/>
          <w:left w:val="nil"/>
          <w:bottom w:val="nil"/>
          <w:right w:val="nil"/>
          <w:between w:val="nil"/>
        </w:pBdr>
        <w:spacing w:after="0" w:line="240" w:lineRule="auto"/>
        <w:jc w:val="both"/>
        <w:rPr>
          <w:color w:val="000000"/>
          <w:szCs w:val="24"/>
        </w:rPr>
      </w:pPr>
      <w:r w:rsidRPr="006965A1">
        <w:rPr>
          <w:rStyle w:val="PromnnHTML"/>
          <w:bCs/>
          <w:color w:val="000000"/>
          <w:szCs w:val="24"/>
        </w:rPr>
        <w:t>„(1)</w:t>
      </w:r>
      <w:r w:rsidRPr="00217135">
        <w:rPr>
          <w:color w:val="000000"/>
          <w:szCs w:val="24"/>
        </w:rPr>
        <w:t> Orgán pomoci v hmotné nouzi vyloučí z okruhu společně posuzovaných osob osobu, u které žadatel o dávku prokáže,</w:t>
      </w:r>
    </w:p>
    <w:p w:rsidR="00F821C1" w:rsidRPr="00217135" w:rsidRDefault="00F821C1" w:rsidP="00F821C1">
      <w:pPr>
        <w:pStyle w:val="Odstavecseseznamem"/>
        <w:pBdr>
          <w:top w:val="nil"/>
          <w:left w:val="nil"/>
          <w:bottom w:val="nil"/>
          <w:right w:val="nil"/>
          <w:between w:val="nil"/>
        </w:pBdr>
        <w:spacing w:after="0" w:line="240" w:lineRule="auto"/>
        <w:jc w:val="both"/>
        <w:rPr>
          <w:color w:val="000000"/>
          <w:szCs w:val="24"/>
        </w:rPr>
      </w:pPr>
    </w:p>
    <w:p w:rsidR="00F821C1" w:rsidRPr="00217135" w:rsidRDefault="00F821C1" w:rsidP="00F821C1">
      <w:pPr>
        <w:pStyle w:val="Odstavecseseznamem"/>
        <w:numPr>
          <w:ilvl w:val="0"/>
          <w:numId w:val="4"/>
        </w:numPr>
        <w:pBdr>
          <w:top w:val="nil"/>
          <w:left w:val="nil"/>
          <w:bottom w:val="nil"/>
          <w:right w:val="nil"/>
          <w:between w:val="nil"/>
        </w:pBdr>
        <w:suppressAutoHyphens w:val="0"/>
        <w:spacing w:after="0" w:line="240" w:lineRule="auto"/>
        <w:jc w:val="both"/>
        <w:rPr>
          <w:color w:val="000000"/>
          <w:szCs w:val="24"/>
        </w:rPr>
      </w:pPr>
      <w:r w:rsidRPr="00217135">
        <w:rPr>
          <w:color w:val="000000"/>
          <w:szCs w:val="24"/>
        </w:rPr>
        <w:t>že společně s ní neužívá byt, jiný než obytný prostor nebo ubytovací zařízení, nebo</w:t>
      </w:r>
    </w:p>
    <w:p w:rsidR="00F821C1" w:rsidRPr="00217135" w:rsidRDefault="00F821C1" w:rsidP="00F821C1">
      <w:pPr>
        <w:pStyle w:val="Odstavecseseznamem"/>
        <w:pBdr>
          <w:top w:val="nil"/>
          <w:left w:val="nil"/>
          <w:bottom w:val="nil"/>
          <w:right w:val="nil"/>
          <w:between w:val="nil"/>
        </w:pBdr>
        <w:spacing w:after="0" w:line="240" w:lineRule="auto"/>
        <w:ind w:left="1080"/>
        <w:jc w:val="both"/>
        <w:rPr>
          <w:color w:val="000000"/>
          <w:szCs w:val="24"/>
        </w:rPr>
      </w:pPr>
    </w:p>
    <w:p w:rsidR="00F821C1" w:rsidRPr="00217135" w:rsidRDefault="00F821C1" w:rsidP="00F821C1">
      <w:pPr>
        <w:pStyle w:val="Odstavecseseznamem"/>
        <w:numPr>
          <w:ilvl w:val="0"/>
          <w:numId w:val="4"/>
        </w:numPr>
        <w:pBdr>
          <w:top w:val="nil"/>
          <w:left w:val="nil"/>
          <w:bottom w:val="nil"/>
          <w:right w:val="nil"/>
          <w:between w:val="nil"/>
        </w:pBdr>
        <w:suppressAutoHyphens w:val="0"/>
        <w:spacing w:after="0" w:line="240" w:lineRule="auto"/>
        <w:jc w:val="both"/>
        <w:rPr>
          <w:color w:val="000000"/>
          <w:szCs w:val="24"/>
        </w:rPr>
      </w:pPr>
      <w:r w:rsidRPr="00217135">
        <w:rPr>
          <w:color w:val="000000"/>
          <w:szCs w:val="24"/>
        </w:rPr>
        <w:t>že ačkoliv společně s ní užívá byt, jiný než obytný prostor nebo ubytovací zařízení, nepodílí se s touto osobou na úhradě nákladů společných potřeb, je-li jinou</w:t>
      </w:r>
      <w:r>
        <w:rPr>
          <w:color w:val="000000"/>
          <w:szCs w:val="24"/>
        </w:rPr>
        <w:t xml:space="preserve"> osobou podle zákona o životním </w:t>
      </w:r>
      <w:r w:rsidRPr="00217135">
        <w:rPr>
          <w:color w:val="000000"/>
          <w:szCs w:val="24"/>
        </w:rPr>
        <w:t>a existenčním minimu</w:t>
      </w:r>
      <w:r w:rsidRPr="00DD4BD3">
        <w:rPr>
          <w:color w:val="000000"/>
          <w:szCs w:val="24"/>
          <w:vertAlign w:val="superscript"/>
        </w:rPr>
        <w:t>71)</w:t>
      </w:r>
      <w:r w:rsidRPr="00217135">
        <w:rPr>
          <w:color w:val="000000"/>
          <w:szCs w:val="24"/>
        </w:rPr>
        <w:t>“.</w:t>
      </w:r>
    </w:p>
    <w:p w:rsidR="00F821C1" w:rsidRPr="0019529B" w:rsidRDefault="00F821C1" w:rsidP="00F821C1">
      <w:pPr>
        <w:pStyle w:val="Odstavecseseznamem"/>
        <w:spacing w:after="0" w:line="240" w:lineRule="auto"/>
        <w:rPr>
          <w:color w:val="000000"/>
          <w:szCs w:val="24"/>
        </w:rPr>
      </w:pPr>
    </w:p>
    <w:p w:rsidR="00F821C1" w:rsidRPr="00DD4BD3" w:rsidRDefault="00F821C1" w:rsidP="000C1786">
      <w:pPr>
        <w:pStyle w:val="Textlnku"/>
        <w:numPr>
          <w:ilvl w:val="0"/>
          <w:numId w:val="23"/>
        </w:numPr>
        <w:spacing w:before="0" w:after="0" w:line="240" w:lineRule="auto"/>
        <w:rPr>
          <w:bCs/>
          <w:noProof/>
          <w:color w:val="000000"/>
          <w:shd w:val="clear" w:color="auto" w:fill="FFFFFF"/>
        </w:rPr>
      </w:pPr>
      <w:r>
        <w:rPr>
          <w:color w:val="000000"/>
        </w:rPr>
        <w:t>V</w:t>
      </w:r>
      <w:r w:rsidRPr="0019529B">
        <w:rPr>
          <w:color w:val="000000"/>
        </w:rPr>
        <w:t xml:space="preserve"> </w:t>
      </w:r>
      <w:r w:rsidRPr="00DD4BD3">
        <w:rPr>
          <w:bCs/>
          <w:noProof/>
          <w:color w:val="000000"/>
          <w:shd w:val="clear" w:color="auto" w:fill="FFFFFF"/>
        </w:rPr>
        <w:t>§ 9 odst. 3 písm</w:t>
      </w:r>
      <w:r>
        <w:rPr>
          <w:bCs/>
          <w:noProof/>
          <w:color w:val="000000"/>
          <w:shd w:val="clear" w:color="auto" w:fill="FFFFFF"/>
        </w:rPr>
        <w:t>eno</w:t>
      </w:r>
      <w:r w:rsidRPr="00DD4BD3">
        <w:rPr>
          <w:bCs/>
          <w:noProof/>
          <w:color w:val="000000"/>
          <w:shd w:val="clear" w:color="auto" w:fill="FFFFFF"/>
        </w:rPr>
        <w:t xml:space="preserve"> a) zní :</w:t>
      </w:r>
    </w:p>
    <w:p w:rsidR="00F821C1" w:rsidRPr="00217135" w:rsidRDefault="00F821C1" w:rsidP="00F821C1">
      <w:pPr>
        <w:pStyle w:val="Textlnku"/>
        <w:spacing w:before="0" w:after="0" w:line="240" w:lineRule="auto"/>
        <w:ind w:left="720" w:firstLine="0"/>
        <w:rPr>
          <w:noProof/>
          <w:color w:val="000000"/>
          <w:shd w:val="clear" w:color="auto" w:fill="FFFFFF"/>
        </w:rPr>
      </w:pPr>
      <w:r w:rsidRPr="00217135">
        <w:rPr>
          <w:bCs/>
          <w:noProof/>
          <w:color w:val="000000"/>
          <w:shd w:val="clear" w:color="auto" w:fill="FFFFFF"/>
        </w:rPr>
        <w:t xml:space="preserve">„a) </w:t>
      </w:r>
      <w:r w:rsidRPr="00217135">
        <w:rPr>
          <w:color w:val="000000"/>
          <w:shd w:val="clear" w:color="auto" w:fill="FFFFFF"/>
        </w:rPr>
        <w:t>dávek pěstounské péče</w:t>
      </w:r>
      <w:r w:rsidRPr="006965A1">
        <w:rPr>
          <w:color w:val="000000"/>
          <w:shd w:val="clear" w:color="auto" w:fill="FFFFFF"/>
        </w:rPr>
        <w:t>,</w:t>
      </w:r>
      <w:r w:rsidRPr="00DD4BD3">
        <w:rPr>
          <w:noProof/>
          <w:color w:val="000000"/>
          <w:shd w:val="clear" w:color="auto" w:fill="FFFFFF"/>
          <w:vertAlign w:val="superscript"/>
        </w:rPr>
        <w:t xml:space="preserve"> </w:t>
      </w:r>
      <w:r w:rsidRPr="00217135">
        <w:rPr>
          <w:noProof/>
          <w:color w:val="000000"/>
          <w:shd w:val="clear" w:color="auto" w:fill="FFFFFF"/>
        </w:rPr>
        <w:t>jestliže mezi pěstounem a dítětem svěřeným mu do pěstounské péče neexistuje příbuzenský vztah dle občanského zákoníku</w:t>
      </w:r>
      <w:r>
        <w:rPr>
          <w:noProof/>
          <w:color w:val="000000"/>
          <w:shd w:val="clear" w:color="auto" w:fill="FFFFFF"/>
        </w:rPr>
        <w:t>,</w:t>
      </w:r>
      <w:r w:rsidRPr="00217135">
        <w:rPr>
          <w:noProof/>
          <w:color w:val="000000"/>
          <w:shd w:val="clear" w:color="auto" w:fill="FFFFFF"/>
        </w:rPr>
        <w:t>“.</w:t>
      </w:r>
    </w:p>
    <w:p w:rsidR="00F821C1" w:rsidRPr="00217135" w:rsidRDefault="00F821C1" w:rsidP="00F821C1">
      <w:pPr>
        <w:pStyle w:val="Textlnku"/>
        <w:spacing w:before="0" w:after="0" w:line="240" w:lineRule="auto"/>
        <w:ind w:left="720" w:firstLine="0"/>
        <w:rPr>
          <w:noProof/>
          <w:color w:val="000000"/>
          <w:shd w:val="clear" w:color="auto" w:fill="FFFFFF"/>
        </w:rPr>
      </w:pPr>
    </w:p>
    <w:p w:rsidR="00F821C1" w:rsidRPr="00DD4BD3" w:rsidRDefault="00F821C1" w:rsidP="000C1786">
      <w:pPr>
        <w:pStyle w:val="Odstavecseseznamem"/>
        <w:numPr>
          <w:ilvl w:val="0"/>
          <w:numId w:val="23"/>
        </w:numPr>
        <w:shd w:val="clear" w:color="auto" w:fill="FFFFFF"/>
        <w:suppressAutoHyphens w:val="0"/>
        <w:spacing w:after="0" w:line="240" w:lineRule="auto"/>
        <w:jc w:val="both"/>
        <w:rPr>
          <w:color w:val="000000"/>
          <w:szCs w:val="24"/>
        </w:rPr>
      </w:pPr>
      <w:r>
        <w:rPr>
          <w:color w:val="000000"/>
          <w:szCs w:val="24"/>
        </w:rPr>
        <w:t xml:space="preserve">V </w:t>
      </w:r>
      <w:r w:rsidRPr="00DD4BD3">
        <w:rPr>
          <w:color w:val="000000"/>
          <w:szCs w:val="24"/>
        </w:rPr>
        <w:t>§ 23 písm</w:t>
      </w:r>
      <w:r>
        <w:rPr>
          <w:color w:val="000000"/>
          <w:szCs w:val="24"/>
        </w:rPr>
        <w:t>eno</w:t>
      </w:r>
      <w:r w:rsidRPr="00DD4BD3">
        <w:rPr>
          <w:color w:val="000000"/>
          <w:szCs w:val="24"/>
        </w:rPr>
        <w:t xml:space="preserve"> b) zní: </w:t>
      </w:r>
    </w:p>
    <w:p w:rsidR="00F821C1" w:rsidRPr="00217135" w:rsidRDefault="00F821C1" w:rsidP="00F821C1">
      <w:pPr>
        <w:pStyle w:val="Odstavecseseznamem"/>
        <w:shd w:val="clear" w:color="auto" w:fill="FFFFFF"/>
        <w:spacing w:after="0" w:line="240" w:lineRule="auto"/>
        <w:jc w:val="both"/>
        <w:rPr>
          <w:color w:val="00B050"/>
          <w:szCs w:val="24"/>
        </w:rPr>
      </w:pPr>
      <w:r w:rsidRPr="00217135">
        <w:rPr>
          <w:color w:val="000000"/>
          <w:szCs w:val="24"/>
        </w:rPr>
        <w:t>„b) částkou živobytí společně posuzovaných osob (§ 24 odst. 3) a příjmem společně posuzovaných osob (§ 9 odst. 2); pokud však v rámci společně posuzovaných osob, které jsou posuzovány pro účely pomoci v hmotné nouzi, není některá z osob považována za osobu v hmotné nouzi nebo není oprávněnou osobou, stanoví se výše příspěvku na živobytí </w:t>
      </w:r>
      <w:r w:rsidRPr="00F821C1">
        <w:rPr>
          <w:color w:val="000000"/>
          <w:szCs w:val="24"/>
        </w:rPr>
        <w:t>bez částky živobytí </w:t>
      </w:r>
      <w:r w:rsidRPr="00217135">
        <w:rPr>
          <w:color w:val="000000"/>
          <w:szCs w:val="24"/>
        </w:rPr>
        <w:t>připadající na osobu, která není považována za osobu v hmotné nouzi nebo není oprávněnou osobou</w:t>
      </w:r>
      <w:r>
        <w:rPr>
          <w:color w:val="000000"/>
          <w:szCs w:val="24"/>
        </w:rPr>
        <w:t>.</w:t>
      </w:r>
      <w:r w:rsidRPr="00217135">
        <w:rPr>
          <w:color w:val="000000"/>
          <w:szCs w:val="24"/>
        </w:rPr>
        <w:t>“.</w:t>
      </w:r>
    </w:p>
    <w:p w:rsidR="00F821C1" w:rsidRDefault="00F821C1" w:rsidP="00F821C1">
      <w:pPr>
        <w:pStyle w:val="Textlnku"/>
        <w:spacing w:before="0" w:after="0" w:line="240" w:lineRule="auto"/>
        <w:ind w:left="720" w:firstLine="0"/>
        <w:rPr>
          <w:noProof/>
          <w:color w:val="000000"/>
          <w:shd w:val="clear" w:color="auto" w:fill="FFFFFF"/>
        </w:rPr>
      </w:pPr>
    </w:p>
    <w:p w:rsidR="00F821C1" w:rsidRPr="00217135" w:rsidRDefault="00F821C1" w:rsidP="00F821C1">
      <w:pPr>
        <w:pStyle w:val="Textlnku"/>
        <w:spacing w:before="0" w:after="0" w:line="240" w:lineRule="auto"/>
        <w:ind w:left="720" w:firstLine="0"/>
        <w:rPr>
          <w:noProof/>
          <w:color w:val="000000"/>
          <w:shd w:val="clear" w:color="auto" w:fill="FFFFFF"/>
        </w:rPr>
      </w:pPr>
    </w:p>
    <w:p w:rsidR="00F821C1" w:rsidRPr="00217135" w:rsidRDefault="00F821C1" w:rsidP="000C1786">
      <w:pPr>
        <w:pStyle w:val="Textlnku"/>
        <w:numPr>
          <w:ilvl w:val="0"/>
          <w:numId w:val="23"/>
        </w:numPr>
        <w:spacing w:before="0" w:after="0" w:line="240" w:lineRule="auto"/>
        <w:rPr>
          <w:noProof/>
          <w:color w:val="000000"/>
          <w:shd w:val="clear" w:color="auto" w:fill="FFFFFF"/>
        </w:rPr>
      </w:pPr>
      <w:r w:rsidRPr="00903A8B">
        <w:rPr>
          <w:bCs/>
          <w:color w:val="000000"/>
          <w:shd w:val="clear" w:color="auto" w:fill="FFFFFF"/>
        </w:rPr>
        <w:t>V</w:t>
      </w:r>
      <w:r>
        <w:rPr>
          <w:b/>
          <w:bCs/>
          <w:color w:val="000000"/>
          <w:shd w:val="clear" w:color="auto" w:fill="FFFFFF"/>
        </w:rPr>
        <w:t xml:space="preserve"> </w:t>
      </w:r>
      <w:r w:rsidRPr="00DD4BD3">
        <w:rPr>
          <w:bCs/>
          <w:color w:val="000000"/>
          <w:shd w:val="clear" w:color="auto" w:fill="FFFFFF"/>
        </w:rPr>
        <w:t>§ 63 odst</w:t>
      </w:r>
      <w:r>
        <w:rPr>
          <w:bCs/>
          <w:color w:val="000000"/>
          <w:shd w:val="clear" w:color="auto" w:fill="FFFFFF"/>
        </w:rPr>
        <w:t>avec</w:t>
      </w:r>
      <w:r w:rsidRPr="00DD4BD3">
        <w:rPr>
          <w:bCs/>
          <w:color w:val="000000"/>
          <w:shd w:val="clear" w:color="auto" w:fill="FFFFFF"/>
        </w:rPr>
        <w:t xml:space="preserve"> 2 zní:</w:t>
      </w:r>
    </w:p>
    <w:p w:rsidR="00F821C1" w:rsidRPr="00217135" w:rsidRDefault="00F821C1" w:rsidP="00F821C1">
      <w:pPr>
        <w:pStyle w:val="Textlnku"/>
        <w:spacing w:before="0" w:after="0" w:line="240" w:lineRule="auto"/>
        <w:ind w:left="720" w:firstLine="0"/>
        <w:rPr>
          <w:b/>
          <w:color w:val="000000"/>
          <w:shd w:val="clear" w:color="auto" w:fill="FFFFFF"/>
        </w:rPr>
      </w:pPr>
      <w:r w:rsidRPr="00217135">
        <w:rPr>
          <w:bCs/>
          <w:color w:val="000000"/>
          <w:shd w:val="clear" w:color="auto" w:fill="FFFFFF"/>
        </w:rPr>
        <w:t xml:space="preserve">„(2) </w:t>
      </w:r>
      <w:r w:rsidRPr="00217135">
        <w:rPr>
          <w:color w:val="000000"/>
          <w:shd w:val="clear" w:color="auto" w:fill="FFFFFF"/>
        </w:rPr>
        <w:t xml:space="preserve">Pokud žadatel o dávku, příjemce dávky nebo osoba společně posuzovaná tím, že nedají souhlas se vstupem do obydlí, znemožní provedení sociálního šetření, popřípadě šetření v místě, k ověření skutečností rozhodných pro nárok na dávku nebo její výši, </w:t>
      </w:r>
      <w:r w:rsidRPr="00217135">
        <w:rPr>
          <w:noProof/>
          <w:color w:val="000000"/>
          <w:shd w:val="clear" w:color="auto" w:fill="FFFFFF"/>
        </w:rPr>
        <w:t xml:space="preserve">bude jim žádost o dávku zamítnuta nebo dávka odejmuta, popřípadě snížena její výše, </w:t>
      </w:r>
      <w:r w:rsidRPr="00217135">
        <w:rPr>
          <w:noProof/>
          <w:color w:val="000000"/>
          <w:shd w:val="clear" w:color="auto" w:fill="FFFFFF"/>
        </w:rPr>
        <w:br/>
      </w:r>
      <w:r w:rsidRPr="00217135">
        <w:rPr>
          <w:bCs/>
          <w:noProof/>
          <w:color w:val="000000"/>
          <w:shd w:val="clear" w:color="auto" w:fill="FFFFFF"/>
        </w:rPr>
        <w:t xml:space="preserve">a to na dobu až 6 měsíců.“. </w:t>
      </w:r>
    </w:p>
    <w:p w:rsidR="00F821C1" w:rsidRPr="00217135" w:rsidRDefault="00F821C1" w:rsidP="00F821C1">
      <w:pPr>
        <w:pStyle w:val="Textlnku"/>
        <w:spacing w:before="0" w:after="0"/>
        <w:ind w:left="720" w:firstLine="0"/>
        <w:rPr>
          <w:b/>
          <w:i/>
          <w:color w:val="000000"/>
          <w:shd w:val="clear" w:color="auto" w:fill="FFFFFF"/>
        </w:rPr>
      </w:pPr>
    </w:p>
    <w:p w:rsidR="00F821C1" w:rsidRPr="00217135" w:rsidRDefault="00F821C1" w:rsidP="00F821C1">
      <w:pPr>
        <w:pStyle w:val="Textlnku"/>
        <w:spacing w:before="0" w:after="0"/>
        <w:ind w:left="720" w:firstLine="0"/>
        <w:rPr>
          <w:b/>
          <w:color w:val="FF0000"/>
          <w:shd w:val="clear" w:color="auto" w:fill="FFFFFF"/>
        </w:rPr>
      </w:pPr>
    </w:p>
    <w:p w:rsidR="00F821C1" w:rsidRPr="00217135" w:rsidRDefault="00F821C1" w:rsidP="00F821C1">
      <w:pPr>
        <w:pStyle w:val="lnek"/>
        <w:spacing w:before="0" w:after="0"/>
        <w:rPr>
          <w:color w:val="auto"/>
        </w:rPr>
      </w:pPr>
      <w:r w:rsidRPr="00217135">
        <w:rPr>
          <w:color w:val="auto"/>
        </w:rPr>
        <w:t>Čl. II</w:t>
      </w:r>
    </w:p>
    <w:p w:rsidR="00F821C1" w:rsidRPr="00217135" w:rsidRDefault="00F821C1" w:rsidP="00F821C1">
      <w:pPr>
        <w:pStyle w:val="Textlnku"/>
        <w:spacing w:before="0" w:after="0"/>
        <w:ind w:firstLine="0"/>
        <w:rPr>
          <w:color w:val="auto"/>
        </w:rPr>
      </w:pPr>
    </w:p>
    <w:p w:rsidR="00F821C1" w:rsidRPr="00217135" w:rsidRDefault="00F821C1" w:rsidP="00F821C1">
      <w:pPr>
        <w:pStyle w:val="Nadpislnku"/>
        <w:spacing w:before="0" w:after="0"/>
        <w:rPr>
          <w:color w:val="auto"/>
        </w:rPr>
      </w:pPr>
      <w:r w:rsidRPr="00217135">
        <w:rPr>
          <w:color w:val="auto"/>
        </w:rPr>
        <w:t>Účinnost</w:t>
      </w:r>
    </w:p>
    <w:p w:rsidR="00F821C1" w:rsidRPr="00217135" w:rsidRDefault="00F821C1" w:rsidP="00F821C1">
      <w:pPr>
        <w:spacing w:line="276" w:lineRule="auto"/>
      </w:pPr>
    </w:p>
    <w:p w:rsidR="000C6893" w:rsidRDefault="00F821C1" w:rsidP="00840AB0">
      <w:pPr>
        <w:ind w:firstLine="709"/>
      </w:pPr>
      <w:r w:rsidRPr="00217135">
        <w:rPr>
          <w:bCs/>
          <w:noProof/>
        </w:rPr>
        <w:t>Tento zákon nabývá účinnosti dnem 1.</w:t>
      </w:r>
      <w:r>
        <w:rPr>
          <w:bCs/>
          <w:noProof/>
        </w:rPr>
        <w:t xml:space="preserve"> ledna </w:t>
      </w:r>
      <w:r w:rsidRPr="00217135">
        <w:rPr>
          <w:bCs/>
          <w:noProof/>
        </w:rPr>
        <w:t>2021.</w:t>
      </w:r>
      <w:r>
        <w:rPr>
          <w:bCs/>
          <w:noProof/>
        </w:rPr>
        <w:t>“.</w:t>
      </w:r>
    </w:p>
    <w:p w:rsidR="000C6893" w:rsidRDefault="000C6893"/>
    <w:p w:rsidR="00F821C1" w:rsidRDefault="00F821C1"/>
    <w:p w:rsidR="00F821C1" w:rsidRDefault="00F821C1"/>
    <w:p w:rsidR="000C6893" w:rsidRDefault="000C6893">
      <w:pPr>
        <w:pStyle w:val="Nadpis4"/>
        <w:jc w:val="center"/>
      </w:pPr>
      <w:r>
        <w:rPr>
          <w:b/>
        </w:rPr>
        <w:t xml:space="preserve">Pozměňovací návrhy přednesené ve druhém čtení dne </w:t>
      </w:r>
      <w:r w:rsidR="00B34CB2">
        <w:rPr>
          <w:b/>
        </w:rPr>
        <w:t>12</w:t>
      </w:r>
      <w:r w:rsidR="000C4F9E">
        <w:rPr>
          <w:b/>
        </w:rPr>
        <w:t xml:space="preserve">. </w:t>
      </w:r>
      <w:r w:rsidR="00B34CB2">
        <w:rPr>
          <w:b/>
        </w:rPr>
        <w:t>května</w:t>
      </w:r>
      <w:r w:rsidR="000C4F9E">
        <w:rPr>
          <w:b/>
        </w:rPr>
        <w:t xml:space="preserve"> 2021</w:t>
      </w:r>
    </w:p>
    <w:p w:rsidR="000C6893" w:rsidRDefault="000C6893"/>
    <w:p w:rsidR="000C6893" w:rsidRDefault="000C6893"/>
    <w:p w:rsidR="000C6893" w:rsidRDefault="000C6893"/>
    <w:p w:rsidR="000C6893" w:rsidRDefault="000C6893" w:rsidP="00511F8C">
      <w:pPr>
        <w:pStyle w:val="PNposlanec"/>
      </w:pPr>
      <w:r>
        <w:t>Poslanec</w:t>
      </w:r>
      <w:r w:rsidR="000C4F9E">
        <w:t xml:space="preserve"> </w:t>
      </w:r>
      <w:r w:rsidR="001E32B1">
        <w:t>Marek Novák</w:t>
      </w:r>
    </w:p>
    <w:p w:rsidR="000C6893" w:rsidRPr="001E32B1" w:rsidRDefault="001E32B1">
      <w:pPr>
        <w:rPr>
          <w:i/>
        </w:rPr>
      </w:pPr>
      <w:r w:rsidRPr="001E32B1">
        <w:rPr>
          <w:i/>
        </w:rPr>
        <w:t>SD 8404</w:t>
      </w:r>
    </w:p>
    <w:p w:rsidR="000C6893" w:rsidRDefault="000C6893"/>
    <w:p w:rsidR="001E32B1" w:rsidRPr="00B803C3" w:rsidRDefault="00B803C3" w:rsidP="00B803C3">
      <w:pPr>
        <w:suppressAutoHyphens w:val="0"/>
        <w:jc w:val="both"/>
        <w:rPr>
          <w:b/>
          <w:u w:val="single"/>
        </w:rPr>
      </w:pPr>
      <w:r>
        <w:rPr>
          <w:b/>
        </w:rPr>
        <w:t xml:space="preserve">C1. </w:t>
      </w:r>
      <w:r w:rsidR="001E32B1" w:rsidRPr="00B803C3">
        <w:rPr>
          <w:b/>
        </w:rPr>
        <w:t>Název zákona nově zní:</w:t>
      </w:r>
    </w:p>
    <w:p w:rsidR="001E32B1" w:rsidRPr="00324C8F" w:rsidRDefault="001E32B1" w:rsidP="00A53D9E">
      <w:pPr>
        <w:pStyle w:val="Nadpisoddlu"/>
        <w:keepNext w:val="0"/>
        <w:keepLines w:val="0"/>
        <w:jc w:val="both"/>
        <w:outlineLvl w:val="9"/>
        <w:rPr>
          <w:szCs w:val="24"/>
        </w:rPr>
      </w:pPr>
      <w:r w:rsidRPr="00324C8F">
        <w:rPr>
          <w:szCs w:val="24"/>
        </w:rPr>
        <w:t xml:space="preserve">„Zákon, kterým se mění zákon č. 111/2006 Sb., o pomoci v hmotné nouzi, ve znění pozdějších předpisů a některé další zákony“. </w:t>
      </w:r>
    </w:p>
    <w:p w:rsidR="001E32B1" w:rsidRPr="00324C8F" w:rsidRDefault="001E32B1" w:rsidP="001E32B1">
      <w:pPr>
        <w:autoSpaceDE w:val="0"/>
        <w:autoSpaceDN w:val="0"/>
        <w:adjustRightInd w:val="0"/>
        <w:spacing w:before="120"/>
        <w:rPr>
          <w:b/>
        </w:rPr>
      </w:pPr>
    </w:p>
    <w:p w:rsidR="001E32B1" w:rsidRPr="00B803C3" w:rsidRDefault="00B803C3" w:rsidP="00B803C3">
      <w:pPr>
        <w:suppressAutoHyphens w:val="0"/>
        <w:jc w:val="both"/>
        <w:rPr>
          <w:b/>
        </w:rPr>
      </w:pPr>
      <w:r>
        <w:rPr>
          <w:b/>
        </w:rPr>
        <w:t xml:space="preserve">C2. </w:t>
      </w:r>
      <w:r w:rsidR="001E32B1" w:rsidRPr="00B803C3">
        <w:rPr>
          <w:b/>
        </w:rPr>
        <w:t>Dosavadní text se označuje jako „ČÁST PRVNÍ“.</w:t>
      </w:r>
    </w:p>
    <w:p w:rsidR="001E32B1" w:rsidRPr="00324C8F" w:rsidRDefault="001E32B1" w:rsidP="001E32B1">
      <w:pPr>
        <w:pStyle w:val="Odstavecseseznamem"/>
        <w:suppressAutoHyphens w:val="0"/>
        <w:spacing w:before="120" w:after="0" w:line="240" w:lineRule="auto"/>
        <w:ind w:left="284"/>
        <w:rPr>
          <w:b/>
        </w:rPr>
      </w:pPr>
    </w:p>
    <w:p w:rsidR="001E32B1" w:rsidRPr="00B803C3" w:rsidRDefault="00B803C3" w:rsidP="00B803C3">
      <w:pPr>
        <w:suppressAutoHyphens w:val="0"/>
        <w:spacing w:before="120"/>
        <w:jc w:val="both"/>
        <w:rPr>
          <w:b/>
        </w:rPr>
      </w:pPr>
      <w:r>
        <w:rPr>
          <w:b/>
        </w:rPr>
        <w:t xml:space="preserve">C3. </w:t>
      </w:r>
      <w:r w:rsidR="001E32B1" w:rsidRPr="00B803C3">
        <w:rPr>
          <w:b/>
        </w:rPr>
        <w:t>Název části první zní: „Změna zákona o pomoci v hmotné nouzi“.</w:t>
      </w:r>
    </w:p>
    <w:p w:rsidR="001E32B1" w:rsidRPr="00324C8F" w:rsidRDefault="001E32B1" w:rsidP="001E32B1">
      <w:pPr>
        <w:pStyle w:val="Odstavecseseznamem"/>
        <w:suppressAutoHyphens w:val="0"/>
        <w:spacing w:before="120" w:after="0" w:line="240" w:lineRule="auto"/>
        <w:ind w:left="284"/>
        <w:rPr>
          <w:b/>
        </w:rPr>
      </w:pPr>
    </w:p>
    <w:p w:rsidR="001E32B1" w:rsidRPr="00B803C3" w:rsidRDefault="00B803C3" w:rsidP="00B803C3">
      <w:pPr>
        <w:suppressAutoHyphens w:val="0"/>
        <w:spacing w:before="120"/>
        <w:jc w:val="both"/>
        <w:rPr>
          <w:b/>
        </w:rPr>
      </w:pPr>
      <w:r>
        <w:rPr>
          <w:b/>
        </w:rPr>
        <w:t xml:space="preserve">C4. </w:t>
      </w:r>
      <w:r w:rsidR="001E32B1" w:rsidRPr="00B803C3">
        <w:rPr>
          <w:b/>
        </w:rPr>
        <w:t>V Čl. I se dosavadní body 1 až 9 nahrazují body 1 až 41, které znějí:</w:t>
      </w:r>
    </w:p>
    <w:p w:rsidR="001E32B1" w:rsidRPr="00324C8F" w:rsidRDefault="001E32B1" w:rsidP="001E32B1">
      <w:pPr>
        <w:suppressAutoHyphens w:val="0"/>
        <w:spacing w:before="120"/>
        <w:contextualSpacing/>
        <w:rPr>
          <w:bCs/>
        </w:rPr>
      </w:pPr>
      <w:r w:rsidRPr="00324C8F">
        <w:rPr>
          <w:bCs/>
        </w:rPr>
        <w:t>„1. V § 3 odst. 1 písm. a) bod 8 zní:</w:t>
      </w:r>
    </w:p>
    <w:p w:rsidR="001E32B1" w:rsidRPr="00324C8F" w:rsidRDefault="001E32B1" w:rsidP="00A81562">
      <w:pPr>
        <w:pStyle w:val="Odstavecseseznamem"/>
        <w:spacing w:before="120" w:after="0" w:line="240" w:lineRule="auto"/>
        <w:ind w:left="709" w:hanging="425"/>
        <w:jc w:val="both"/>
      </w:pPr>
      <w:r w:rsidRPr="00324C8F">
        <w:rPr>
          <w:bCs/>
        </w:rPr>
        <w:t xml:space="preserve"> „8.</w:t>
      </w:r>
      <w:r w:rsidRPr="00324C8F">
        <w:rPr>
          <w:bCs/>
        </w:rPr>
        <w:tab/>
        <w:t>uznána dočasně práce neschopnou nebo osobou dokládající potvrzením ošetřujícího lékaře zdravotní důvody, které by byly u osoby pojištěné podle zákona o nemocenském pojištění důvodem pro rozhodnutí ošetřujícího lékaře o vzniku dočasné pracovní neschopnosti; s výjimkou osoby, která je vyřazena z evidence uchazečů o zaměstnání z důvodu nesplnění oznamovací povinnosti nebo povinnosti doložit skutečnosti stanovené v § 27 odst. 3 zákona o zaměstnanosti nebo z důvodu neplnění povinnosti uchazeče o zaměstnání dodržovat režim dočasné neschopnosti uchazeče o zaměstnání plnit povinnosti uchazeče o zaměstnání z důvodu nemoci nebo úrazu, nebo osoby, která není uchazečem o zaměstnání, ale porušila r</w:t>
      </w:r>
      <w:r w:rsidRPr="00324C8F">
        <w:t>ežim pracovní neschopnosti pro účely dávek pomoci v hmotné nouzi podle § 17a</w:t>
      </w:r>
      <w:r>
        <w:t>,</w:t>
      </w:r>
      <w:r w:rsidRPr="00324C8F">
        <w:t>“.</w:t>
      </w:r>
    </w:p>
    <w:p w:rsidR="001E32B1" w:rsidRPr="00324C8F" w:rsidRDefault="001E32B1" w:rsidP="001E32B1">
      <w:pPr>
        <w:pStyle w:val="Odstavecseseznamem"/>
        <w:spacing w:before="120" w:after="0" w:line="240" w:lineRule="auto"/>
        <w:ind w:left="993" w:hanging="426"/>
        <w:rPr>
          <w:bCs/>
        </w:rPr>
      </w:pPr>
    </w:p>
    <w:p w:rsidR="001E32B1" w:rsidRPr="00324C8F" w:rsidRDefault="001E32B1" w:rsidP="001E32B1">
      <w:pPr>
        <w:pStyle w:val="Odstavecseseznamem"/>
        <w:numPr>
          <w:ilvl w:val="0"/>
          <w:numId w:val="10"/>
        </w:numPr>
        <w:suppressAutoHyphens w:val="0"/>
        <w:spacing w:before="120" w:after="0" w:line="240" w:lineRule="auto"/>
        <w:ind w:left="284" w:hanging="284"/>
        <w:jc w:val="both"/>
        <w:rPr>
          <w:bCs/>
        </w:rPr>
      </w:pPr>
      <w:r w:rsidRPr="00324C8F">
        <w:rPr>
          <w:bCs/>
        </w:rPr>
        <w:t>V § 3 odst. 1 písm. a) se bod 9 zrušuje.</w:t>
      </w:r>
    </w:p>
    <w:p w:rsidR="001E32B1" w:rsidRPr="00324C8F" w:rsidRDefault="001E32B1" w:rsidP="001E32B1">
      <w:pPr>
        <w:pStyle w:val="Odstavecseseznamem"/>
        <w:suppressAutoHyphens w:val="0"/>
        <w:spacing w:before="120" w:after="0" w:line="240" w:lineRule="auto"/>
        <w:ind w:left="284"/>
        <w:rPr>
          <w:bCs/>
        </w:rPr>
      </w:pPr>
      <w:r w:rsidRPr="00324C8F">
        <w:rPr>
          <w:bCs/>
        </w:rPr>
        <w:t>Dosavadní bod 10 se označuje jako bod 9.</w:t>
      </w:r>
    </w:p>
    <w:p w:rsidR="001E32B1" w:rsidRPr="00324C8F" w:rsidRDefault="001E32B1" w:rsidP="00A53D9E">
      <w:pPr>
        <w:pStyle w:val="Textlnku"/>
        <w:spacing w:before="0" w:after="0" w:line="240" w:lineRule="auto"/>
        <w:ind w:left="284" w:firstLine="0"/>
        <w:rPr>
          <w:bCs/>
          <w:color w:val="auto"/>
        </w:rPr>
      </w:pPr>
    </w:p>
    <w:p w:rsidR="001E32B1" w:rsidRPr="00324C8F" w:rsidRDefault="001E32B1" w:rsidP="00A81562">
      <w:pPr>
        <w:pStyle w:val="Bezmezer"/>
        <w:numPr>
          <w:ilvl w:val="0"/>
          <w:numId w:val="10"/>
        </w:numPr>
        <w:ind w:left="284" w:hanging="284"/>
        <w:jc w:val="both"/>
        <w:rPr>
          <w:rFonts w:ascii="Times New Roman" w:hAnsi="Times New Roman" w:cs="Times New Roman"/>
          <w:sz w:val="24"/>
          <w:szCs w:val="24"/>
        </w:rPr>
      </w:pPr>
      <w:r w:rsidRPr="00324C8F">
        <w:rPr>
          <w:rFonts w:ascii="Times New Roman" w:hAnsi="Times New Roman" w:cs="Times New Roman"/>
          <w:sz w:val="24"/>
          <w:szCs w:val="24"/>
        </w:rPr>
        <w:t>V § 3 odst. 1 písm. c) se za text „§ 11“ vkládá text „odst. 2 písm. a) a b), § 26 a 27“.</w:t>
      </w:r>
    </w:p>
    <w:p w:rsidR="001E32B1" w:rsidRPr="00324C8F" w:rsidRDefault="001E32B1" w:rsidP="00A53D9E">
      <w:pPr>
        <w:pStyle w:val="Bezmezer"/>
        <w:ind w:left="425"/>
        <w:jc w:val="both"/>
        <w:rPr>
          <w:rFonts w:ascii="Times New Roman" w:hAnsi="Times New Roman" w:cs="Times New Roman"/>
          <w:sz w:val="24"/>
          <w:szCs w:val="24"/>
        </w:rPr>
      </w:pPr>
      <w:r w:rsidRPr="00324C8F">
        <w:rPr>
          <w:rFonts w:ascii="Times New Roman" w:hAnsi="Times New Roman" w:cs="Times New Roman"/>
          <w:sz w:val="24"/>
          <w:szCs w:val="24"/>
        </w:rPr>
        <w:t xml:space="preserve"> </w:t>
      </w:r>
    </w:p>
    <w:p w:rsidR="001E32B1" w:rsidRPr="00324C8F" w:rsidRDefault="001E32B1" w:rsidP="00A81562">
      <w:pPr>
        <w:pStyle w:val="Odstavecseseznamem"/>
        <w:numPr>
          <w:ilvl w:val="0"/>
          <w:numId w:val="10"/>
        </w:numPr>
        <w:suppressAutoHyphens w:val="0"/>
        <w:spacing w:after="0" w:line="240" w:lineRule="auto"/>
        <w:ind w:left="284" w:hanging="284"/>
        <w:jc w:val="both"/>
      </w:pPr>
      <w:r w:rsidRPr="00324C8F">
        <w:t>V § 3 odst. 1 písm. d) se za slova „důchodovém pojištění</w:t>
      </w:r>
      <w:r w:rsidRPr="00324C8F">
        <w:rPr>
          <w:vertAlign w:val="superscript"/>
        </w:rPr>
        <w:t>60)</w:t>
      </w:r>
      <w:r w:rsidRPr="00324C8F">
        <w:t>“ doplňují slova „, která tuto svoji činnost nepřerušila nebo neukončila“.</w:t>
      </w:r>
    </w:p>
    <w:p w:rsidR="001E32B1" w:rsidRPr="00324C8F" w:rsidRDefault="001E32B1" w:rsidP="00A81562">
      <w:pPr>
        <w:pStyle w:val="Textlnku"/>
        <w:spacing w:before="0" w:after="0" w:line="240" w:lineRule="auto"/>
        <w:ind w:left="284" w:firstLine="0"/>
        <w:rPr>
          <w:bCs/>
          <w:color w:val="auto"/>
        </w:rPr>
      </w:pPr>
    </w:p>
    <w:p w:rsidR="001E32B1" w:rsidRPr="00324C8F" w:rsidRDefault="001E32B1" w:rsidP="001E32B1">
      <w:pPr>
        <w:pStyle w:val="Textlnku"/>
        <w:numPr>
          <w:ilvl w:val="0"/>
          <w:numId w:val="10"/>
        </w:numPr>
        <w:spacing w:before="120" w:after="0" w:line="240" w:lineRule="auto"/>
        <w:ind w:left="284" w:hanging="284"/>
        <w:rPr>
          <w:bCs/>
          <w:color w:val="auto"/>
        </w:rPr>
      </w:pPr>
      <w:r w:rsidRPr="00324C8F">
        <w:rPr>
          <w:bCs/>
          <w:color w:val="auto"/>
        </w:rPr>
        <w:t>V § 3 odst. 1 písm. e) se za slovo „docházky“ vkládají slova „nebo povinného předškolního vzdělávání“.</w:t>
      </w:r>
    </w:p>
    <w:p w:rsidR="001E32B1" w:rsidRPr="00324C8F" w:rsidRDefault="001E32B1" w:rsidP="00A81562">
      <w:pPr>
        <w:pStyle w:val="Odstavecseseznamem"/>
        <w:spacing w:after="0" w:line="240" w:lineRule="auto"/>
        <w:ind w:left="0"/>
        <w:rPr>
          <w:bCs/>
        </w:rPr>
      </w:pPr>
    </w:p>
    <w:p w:rsidR="00A81562" w:rsidRDefault="00A81562">
      <w:pPr>
        <w:widowControl/>
        <w:suppressAutoHyphens w:val="0"/>
        <w:rPr>
          <w:rFonts w:eastAsia="Calibri" w:cs="Times New Roman"/>
          <w:bCs/>
          <w:kern w:val="0"/>
          <w:szCs w:val="22"/>
          <w:lang w:eastAsia="en-US" w:bidi="ar-SA"/>
        </w:rPr>
      </w:pPr>
      <w:r>
        <w:rPr>
          <w:bCs/>
        </w:rPr>
        <w:br w:type="page"/>
      </w:r>
    </w:p>
    <w:p w:rsidR="001E32B1" w:rsidRPr="00324C8F" w:rsidRDefault="001E32B1" w:rsidP="001E32B1">
      <w:pPr>
        <w:pStyle w:val="Odstavecseseznamem"/>
        <w:numPr>
          <w:ilvl w:val="0"/>
          <w:numId w:val="10"/>
        </w:numPr>
        <w:suppressAutoHyphens w:val="0"/>
        <w:spacing w:before="120" w:after="0" w:line="240" w:lineRule="auto"/>
        <w:ind w:left="284" w:hanging="284"/>
        <w:jc w:val="both"/>
        <w:rPr>
          <w:bCs/>
        </w:rPr>
      </w:pPr>
      <w:r w:rsidRPr="00324C8F">
        <w:rPr>
          <w:bCs/>
        </w:rPr>
        <w:t>V § 3 odst. 1 písmeno h) zní:</w:t>
      </w:r>
    </w:p>
    <w:p w:rsidR="001E32B1" w:rsidRDefault="001E32B1" w:rsidP="00A81562">
      <w:pPr>
        <w:spacing w:before="120"/>
        <w:ind w:left="709" w:hanging="425"/>
        <w:jc w:val="both"/>
        <w:rPr>
          <w:bCs/>
        </w:rPr>
      </w:pPr>
      <w:r w:rsidRPr="00324C8F">
        <w:rPr>
          <w:bCs/>
        </w:rPr>
        <w:t>„h)</w:t>
      </w:r>
      <w:r w:rsidRPr="00324C8F">
        <w:rPr>
          <w:bCs/>
        </w:rPr>
        <w:tab/>
        <w:t xml:space="preserve">je osobou, které byla žádost o dávku zamítnuta nebo které byla dávka odejmuta podle </w:t>
      </w:r>
      <w:r>
        <w:rPr>
          <w:bCs/>
        </w:rPr>
        <w:t xml:space="preserve">§ 33ac, </w:t>
      </w:r>
      <w:r w:rsidRPr="00324C8F">
        <w:rPr>
          <w:bCs/>
        </w:rPr>
        <w:t>§ 45 odst. 2, § 49 odst. 5 nebo § 63 odst. 2, nebo s ní společně posuzovanou osobou, a to po dobu 6 kalendářních měsíců následujících po kalendářním měsíci, na</w:t>
      </w:r>
      <w:r>
        <w:rPr>
          <w:bCs/>
        </w:rPr>
        <w:t> </w:t>
      </w:r>
      <w:r w:rsidRPr="00324C8F">
        <w:rPr>
          <w:bCs/>
        </w:rPr>
        <w:t>který nebyla dávka přiznána nebo ve kterém byla dávka odejmuta.“.</w:t>
      </w:r>
    </w:p>
    <w:p w:rsidR="001E32B1" w:rsidRDefault="001E32B1" w:rsidP="00A81562">
      <w:pPr>
        <w:ind w:left="709" w:hanging="425"/>
        <w:rPr>
          <w:bCs/>
        </w:rPr>
      </w:pPr>
    </w:p>
    <w:p w:rsidR="001E32B1" w:rsidRPr="008D5405" w:rsidRDefault="001E32B1" w:rsidP="00A81562">
      <w:pPr>
        <w:pStyle w:val="Odstavecseseznamem"/>
        <w:numPr>
          <w:ilvl w:val="0"/>
          <w:numId w:val="10"/>
        </w:numPr>
        <w:spacing w:after="0" w:line="240" w:lineRule="auto"/>
        <w:ind w:left="357" w:hanging="357"/>
        <w:contextualSpacing w:val="0"/>
        <w:jc w:val="both"/>
        <w:rPr>
          <w:bCs/>
        </w:rPr>
      </w:pPr>
      <w:r>
        <w:rPr>
          <w:bCs/>
        </w:rPr>
        <w:t>V § 9 odst. 1 písm. a) se za text „70 %“ vkládají slova „</w:t>
      </w:r>
      <w:r w:rsidRPr="008D5405">
        <w:t>příjmu z důchodů poskytovaných v</w:t>
      </w:r>
      <w:r>
        <w:t> </w:t>
      </w:r>
      <w:r w:rsidRPr="008D5405">
        <w:t>rámci důchodového pojištění</w:t>
      </w:r>
      <w:r w:rsidRPr="008D5405">
        <w:rPr>
          <w:vertAlign w:val="superscript"/>
        </w:rPr>
        <w:t>53)</w:t>
      </w:r>
      <w:r>
        <w:t>,</w:t>
      </w:r>
      <w:r w:rsidRPr="008D5405">
        <w:t>“.</w:t>
      </w:r>
    </w:p>
    <w:p w:rsidR="001E32B1" w:rsidRPr="00324C8F" w:rsidRDefault="001E32B1" w:rsidP="00A81562">
      <w:pPr>
        <w:pStyle w:val="Textodstavce"/>
        <w:tabs>
          <w:tab w:val="clear" w:pos="851"/>
          <w:tab w:val="left" w:pos="426"/>
        </w:tabs>
        <w:spacing w:before="0" w:after="0"/>
        <w:ind w:left="1298" w:firstLine="0"/>
      </w:pPr>
    </w:p>
    <w:p w:rsidR="001E32B1" w:rsidRDefault="001E32B1" w:rsidP="00A81562">
      <w:pPr>
        <w:pStyle w:val="Textodstavce"/>
        <w:widowControl/>
        <w:numPr>
          <w:ilvl w:val="0"/>
          <w:numId w:val="10"/>
        </w:numPr>
        <w:tabs>
          <w:tab w:val="clear" w:pos="851"/>
          <w:tab w:val="left" w:pos="426"/>
        </w:tabs>
        <w:suppressAutoHyphens w:val="0"/>
        <w:spacing w:before="0" w:after="0"/>
        <w:ind w:left="284" w:hanging="284"/>
        <w:jc w:val="both"/>
      </w:pPr>
      <w:r w:rsidRPr="00324C8F">
        <w:t>V § 9 odst. 1 písm. b) se bod 3 zrušuje.</w:t>
      </w:r>
    </w:p>
    <w:p w:rsidR="001E32B1" w:rsidRPr="00324C8F" w:rsidRDefault="001E32B1" w:rsidP="00A81562">
      <w:pPr>
        <w:ind w:left="284" w:hanging="284"/>
        <w:rPr>
          <w:bCs/>
        </w:rPr>
      </w:pPr>
    </w:p>
    <w:p w:rsidR="001E32B1" w:rsidRDefault="001E32B1" w:rsidP="00A81562">
      <w:pPr>
        <w:pStyle w:val="Textlnku"/>
        <w:numPr>
          <w:ilvl w:val="0"/>
          <w:numId w:val="10"/>
        </w:numPr>
        <w:tabs>
          <w:tab w:val="left" w:pos="426"/>
        </w:tabs>
        <w:suppressAutoHyphens w:val="0"/>
        <w:spacing w:before="0" w:after="0" w:line="240" w:lineRule="auto"/>
        <w:ind w:left="284" w:hanging="284"/>
      </w:pPr>
      <w:r w:rsidRPr="00324C8F">
        <w:t xml:space="preserve">V § 9 </w:t>
      </w:r>
      <w:r>
        <w:t>odstavec 3 zní:</w:t>
      </w:r>
    </w:p>
    <w:p w:rsidR="001E32B1" w:rsidRPr="00324C8F" w:rsidRDefault="001E32B1" w:rsidP="00A81562">
      <w:pPr>
        <w:pStyle w:val="Odstavecseseznamem"/>
        <w:spacing w:before="120" w:after="0" w:line="240" w:lineRule="auto"/>
        <w:ind w:left="357" w:firstLine="352"/>
      </w:pPr>
      <w:r w:rsidRPr="00324C8F">
        <w:t>„(</w:t>
      </w:r>
      <w:r>
        <w:t>3</w:t>
      </w:r>
      <w:r w:rsidRPr="00324C8F">
        <w:t>) Příjmy se započítávají v tom rozhodném období, v němž byly vyplaceny, pokud zákon nestanoví jinak.</w:t>
      </w:r>
      <w:r>
        <w:t>“.</w:t>
      </w:r>
      <w:r w:rsidRPr="00324C8F">
        <w:t xml:space="preserve"> </w:t>
      </w:r>
    </w:p>
    <w:p w:rsidR="001E32B1" w:rsidRDefault="001E32B1" w:rsidP="00A81562">
      <w:pPr>
        <w:pStyle w:val="Odstavecseseznamem"/>
        <w:spacing w:after="0" w:line="240" w:lineRule="auto"/>
        <w:contextualSpacing w:val="0"/>
      </w:pPr>
    </w:p>
    <w:p w:rsidR="001E32B1" w:rsidRPr="00324C8F" w:rsidRDefault="001E32B1" w:rsidP="00A81562">
      <w:pPr>
        <w:pStyle w:val="Textlnku"/>
        <w:numPr>
          <w:ilvl w:val="0"/>
          <w:numId w:val="10"/>
        </w:numPr>
        <w:tabs>
          <w:tab w:val="left" w:pos="426"/>
        </w:tabs>
        <w:suppressAutoHyphens w:val="0"/>
        <w:spacing w:before="0" w:after="0" w:line="240" w:lineRule="auto"/>
        <w:ind w:left="284" w:hanging="284"/>
      </w:pPr>
      <w:r>
        <w:t xml:space="preserve">V § 9 </w:t>
      </w:r>
      <w:r w:rsidRPr="00324C8F">
        <w:t xml:space="preserve">se doplňují odstavce </w:t>
      </w:r>
      <w:r>
        <w:t>4 a 5</w:t>
      </w:r>
      <w:r w:rsidRPr="00324C8F">
        <w:t>, které zn</w:t>
      </w:r>
      <w:r>
        <w:t>ějí</w:t>
      </w:r>
      <w:r w:rsidRPr="00324C8F">
        <w:t>:</w:t>
      </w:r>
    </w:p>
    <w:p w:rsidR="001E32B1" w:rsidRPr="00324C8F" w:rsidRDefault="001E32B1" w:rsidP="001E32B1">
      <w:pPr>
        <w:spacing w:before="120"/>
        <w:ind w:left="425" w:firstLine="284"/>
        <w:rPr>
          <w:bCs/>
        </w:rPr>
      </w:pPr>
      <w:r>
        <w:rPr>
          <w:bCs/>
        </w:rPr>
        <w:t>„</w:t>
      </w:r>
      <w:r w:rsidRPr="00324C8F">
        <w:rPr>
          <w:bCs/>
        </w:rPr>
        <w:t>(</w:t>
      </w:r>
      <w:r>
        <w:rPr>
          <w:bCs/>
        </w:rPr>
        <w:t>4</w:t>
      </w:r>
      <w:r w:rsidRPr="00324C8F">
        <w:rPr>
          <w:bCs/>
        </w:rPr>
        <w:t xml:space="preserve">) Do příjmu se v tom rozhodném období, v němž bylo vyplaceno, započte i plnění z nároků a pohledávek osoby nebo společně posuzované osoby, přestože nebylo vyplaceno přímo osobě nebo s ní společně posuzované osobě. Pokud je na příjmu osoby a společně posuzované osoby prováděn výkon rozhodnutí srážkami z příjmu, započítává se tento příjem ve výši před provedením výkonu rozhodnutí srážkami z příjmu, a to v tom rozhodném období, kdy je osobě a společně posuzované osobě vyplacen příjem po provedení výkonu rozhodnutí srážkami z příjmu.  </w:t>
      </w:r>
    </w:p>
    <w:p w:rsidR="001E32B1" w:rsidRPr="00324C8F" w:rsidRDefault="001E32B1" w:rsidP="001E32B1">
      <w:pPr>
        <w:pStyle w:val="Textodstavce"/>
        <w:tabs>
          <w:tab w:val="clear" w:pos="851"/>
          <w:tab w:val="left" w:pos="426"/>
        </w:tabs>
        <w:spacing w:after="0"/>
        <w:ind w:left="426" w:firstLine="0"/>
        <w:rPr>
          <w:bCs/>
        </w:rPr>
      </w:pPr>
      <w:r>
        <w:rPr>
          <w:bCs/>
        </w:rPr>
        <w:t xml:space="preserve">    </w:t>
      </w:r>
      <w:r w:rsidRPr="00324C8F">
        <w:rPr>
          <w:bCs/>
        </w:rPr>
        <w:tab/>
        <w:t>(</w:t>
      </w:r>
      <w:r>
        <w:rPr>
          <w:bCs/>
        </w:rPr>
        <w:t>5</w:t>
      </w:r>
      <w:r w:rsidRPr="00324C8F">
        <w:rPr>
          <w:bCs/>
        </w:rPr>
        <w:t>) Za příjem se nepovažují příjmy podle odstavce 1, u nichž nelze jejich započítání do rozhodného příjmu spravedlivě požadovat s ohledem na účel, pro který byly poskytnuty.“.</w:t>
      </w:r>
    </w:p>
    <w:p w:rsidR="001E32B1" w:rsidRPr="00324C8F" w:rsidRDefault="001E32B1" w:rsidP="00A81562">
      <w:pPr>
        <w:rPr>
          <w:bCs/>
        </w:rPr>
      </w:pPr>
    </w:p>
    <w:p w:rsidR="001E32B1" w:rsidRPr="00324C8F" w:rsidRDefault="001E32B1" w:rsidP="0009267B">
      <w:pPr>
        <w:pStyle w:val="Textlnku"/>
        <w:numPr>
          <w:ilvl w:val="0"/>
          <w:numId w:val="10"/>
        </w:numPr>
        <w:tabs>
          <w:tab w:val="left" w:pos="142"/>
        </w:tabs>
        <w:suppressAutoHyphens w:val="0"/>
        <w:spacing w:before="0" w:after="0" w:line="240" w:lineRule="auto"/>
        <w:ind w:left="425" w:hanging="425"/>
      </w:pPr>
      <w:r w:rsidRPr="00324C8F">
        <w:t xml:space="preserve">V § 10 odst. 2 písm. a) se slova </w:t>
      </w:r>
      <w:r w:rsidRPr="00324C8F">
        <w:rPr>
          <w:rFonts w:eastAsia="Calibri"/>
        </w:rPr>
        <w:t>„</w:t>
      </w:r>
      <w:r w:rsidRPr="00324C8F">
        <w:t>zejména ztráta příjmu z výdělečné činnosti, ukončení výplaty podpory v nezaměstnanosti nebo podpory při rekvalifikaci a ukončení výplaty rodičovského příspěvku“ nahrazují slovy „snížení nebo ztráta měsíčně se opakujícího příjmu alespoň o jednu třetinu, a to zejména příjmu z výdělečné činnosti, z podpory v nezaměstnanosti nebo podpory při rekvalifikaci, z rodičovského příspěvku, z dávek nemocenského pojištění“</w:t>
      </w:r>
      <w:r w:rsidRPr="00324C8F">
        <w:rPr>
          <w:rFonts w:eastAsia="Calibri"/>
        </w:rPr>
        <w:t>.</w:t>
      </w:r>
    </w:p>
    <w:p w:rsidR="001E32B1" w:rsidRPr="00324C8F" w:rsidRDefault="001E32B1" w:rsidP="0009267B">
      <w:pPr>
        <w:rPr>
          <w:bCs/>
        </w:rPr>
      </w:pPr>
    </w:p>
    <w:p w:rsidR="001E32B1" w:rsidRPr="00324C8F" w:rsidRDefault="001E32B1" w:rsidP="0009267B">
      <w:pPr>
        <w:pStyle w:val="Textlnku"/>
        <w:numPr>
          <w:ilvl w:val="0"/>
          <w:numId w:val="10"/>
        </w:numPr>
        <w:tabs>
          <w:tab w:val="left" w:pos="426"/>
        </w:tabs>
        <w:suppressAutoHyphens w:val="0"/>
        <w:spacing w:before="0" w:after="0" w:line="240" w:lineRule="auto"/>
        <w:ind w:left="426" w:hanging="426"/>
      </w:pPr>
      <w:r w:rsidRPr="00324C8F">
        <w:t>V § 12 na konci odstavce 1 se tečka nahrazuje čárkou a doplňuje se text „a to v případě, kdy osoba nadále splňuje podmínku uvedenou v odst</w:t>
      </w:r>
      <w:r>
        <w:t>avci</w:t>
      </w:r>
      <w:r w:rsidRPr="00324C8F">
        <w:t xml:space="preserve"> 2 písm</w:t>
      </w:r>
      <w:r>
        <w:t>.</w:t>
      </w:r>
      <w:r w:rsidRPr="00324C8F">
        <w:t xml:space="preserve"> a).“.</w:t>
      </w:r>
    </w:p>
    <w:p w:rsidR="001E32B1" w:rsidRDefault="001E32B1" w:rsidP="0009267B">
      <w:pPr>
        <w:rPr>
          <w:bCs/>
        </w:rPr>
      </w:pPr>
    </w:p>
    <w:p w:rsidR="001E32B1" w:rsidRPr="00482550" w:rsidRDefault="001E32B1" w:rsidP="0009267B">
      <w:pPr>
        <w:pStyle w:val="Textlnku"/>
        <w:numPr>
          <w:ilvl w:val="0"/>
          <w:numId w:val="10"/>
        </w:numPr>
        <w:tabs>
          <w:tab w:val="left" w:pos="426"/>
        </w:tabs>
        <w:suppressAutoHyphens w:val="0"/>
        <w:spacing w:before="0" w:after="0" w:line="240" w:lineRule="auto"/>
        <w:ind w:left="426" w:hanging="426"/>
      </w:pPr>
      <w:r w:rsidRPr="00324C8F">
        <w:t xml:space="preserve">V § 12 </w:t>
      </w:r>
      <w:r>
        <w:t>odst. 2 písm. a) se za slovo „</w:t>
      </w:r>
      <w:r w:rsidRPr="00482550">
        <w:t>zaměstnání“ vkládají slova „ve spojitosti se sociální prací“ a za slovo „zaměstnavateli“ se vkládají slova „a aktivní součinností ve spojitosti se sociální prací s pověřeným obecním úřadem, obecním úřadem obcí s rozšířenou působností a újezdním úřadem“.</w:t>
      </w:r>
    </w:p>
    <w:p w:rsidR="001E32B1" w:rsidRPr="00482550" w:rsidRDefault="001E32B1" w:rsidP="0009267B">
      <w:pPr>
        <w:pStyle w:val="Textlnku"/>
        <w:tabs>
          <w:tab w:val="left" w:pos="426"/>
        </w:tabs>
        <w:suppressAutoHyphens w:val="0"/>
        <w:spacing w:before="0" w:after="0" w:line="240" w:lineRule="auto"/>
        <w:ind w:left="426" w:firstLine="0"/>
        <w:rPr>
          <w:bCs/>
        </w:rPr>
      </w:pPr>
    </w:p>
    <w:p w:rsidR="001E32B1" w:rsidRPr="00324C8F" w:rsidRDefault="001E32B1" w:rsidP="0009267B">
      <w:pPr>
        <w:pStyle w:val="Odstavecseseznamem"/>
        <w:numPr>
          <w:ilvl w:val="0"/>
          <w:numId w:val="10"/>
        </w:numPr>
        <w:tabs>
          <w:tab w:val="left" w:pos="426"/>
        </w:tabs>
        <w:suppressAutoHyphens w:val="0"/>
        <w:spacing w:after="0" w:line="240" w:lineRule="auto"/>
        <w:ind w:left="284" w:hanging="284"/>
        <w:contextualSpacing w:val="0"/>
        <w:jc w:val="both"/>
        <w:rPr>
          <w:bCs/>
        </w:rPr>
      </w:pPr>
      <w:r w:rsidRPr="00324C8F">
        <w:rPr>
          <w:bCs/>
        </w:rPr>
        <w:t>§ 17 včetně nadpisu zní:</w:t>
      </w:r>
    </w:p>
    <w:p w:rsidR="001E32B1" w:rsidRPr="00324C8F" w:rsidRDefault="001E32B1" w:rsidP="001E32B1">
      <w:pPr>
        <w:pStyle w:val="Odstavecseseznamem"/>
        <w:spacing w:before="120" w:after="0" w:line="240" w:lineRule="auto"/>
        <w:ind w:left="284"/>
        <w:jc w:val="center"/>
        <w:rPr>
          <w:bCs/>
        </w:rPr>
      </w:pPr>
      <w:r w:rsidRPr="00324C8F">
        <w:rPr>
          <w:bCs/>
        </w:rPr>
        <w:t>„§ 17</w:t>
      </w:r>
    </w:p>
    <w:p w:rsidR="001E32B1" w:rsidRPr="00324C8F" w:rsidRDefault="001E32B1" w:rsidP="001E32B1">
      <w:pPr>
        <w:pStyle w:val="Odstavecseseznamem"/>
        <w:spacing w:before="120" w:after="0" w:line="240" w:lineRule="auto"/>
        <w:ind w:left="284"/>
        <w:jc w:val="center"/>
        <w:rPr>
          <w:b/>
        </w:rPr>
      </w:pPr>
      <w:r w:rsidRPr="00324C8F">
        <w:rPr>
          <w:b/>
        </w:rPr>
        <w:t>Potvrzení o pracovní neschopnosti pro účely dávek pomoci v hmotné nouzi a potvrzení o ošetření nebo vyšetření ve zdravotnickém zařízení</w:t>
      </w:r>
    </w:p>
    <w:p w:rsidR="001E32B1" w:rsidRPr="00324C8F" w:rsidRDefault="001E32B1" w:rsidP="0009267B">
      <w:pPr>
        <w:pStyle w:val="Odstavecseseznamem"/>
        <w:spacing w:before="120" w:after="0" w:line="240" w:lineRule="auto"/>
        <w:ind w:left="0" w:firstLine="708"/>
        <w:jc w:val="both"/>
        <w:rPr>
          <w:bCs/>
        </w:rPr>
      </w:pPr>
      <w:r w:rsidRPr="00324C8F">
        <w:rPr>
          <w:bCs/>
        </w:rPr>
        <w:t>(1) Osobě, která není uchazečem o zaměstnání a která je dočasně práce neschopná z důvodu, který by byl u pojištěnce pojištěného podle zákona o nemocenském pojištění důvodem pro rozhodnutí ošetřujícího lékaře o vzniku dočasné pracovní neschopnosti z důvodu nemoci nebo úrazu, vydá registrující poskytovatel nebo jiný poskytovatel zdravotních služeb, který osobě poskytuje zdravotní péči v případě této nemoci nebo úrazu, na její žádost potvrzení o pracovní neschopnosti pro účely dávek pomoci v hmotné nouzi.</w:t>
      </w:r>
    </w:p>
    <w:p w:rsidR="001E32B1" w:rsidRPr="00324C8F" w:rsidRDefault="001E32B1" w:rsidP="001E32B1">
      <w:pPr>
        <w:autoSpaceDE w:val="0"/>
        <w:autoSpaceDN w:val="0"/>
        <w:adjustRightInd w:val="0"/>
        <w:spacing w:before="120"/>
        <w:ind w:firstLine="708"/>
      </w:pPr>
      <w:r w:rsidRPr="00324C8F">
        <w:rPr>
          <w:bCs/>
        </w:rPr>
        <w:t>(2) V potvrzení o pracovní neschopnosti pro účely dávek pomoci v hmotné nouzi se uvedou</w:t>
      </w:r>
    </w:p>
    <w:p w:rsidR="001E32B1" w:rsidRPr="00324C8F" w:rsidRDefault="001E32B1" w:rsidP="001E32B1">
      <w:pPr>
        <w:spacing w:before="120"/>
        <w:ind w:left="284" w:hanging="284"/>
        <w:rPr>
          <w:bCs/>
        </w:rPr>
      </w:pPr>
      <w:r w:rsidRPr="00324C8F">
        <w:rPr>
          <w:bCs/>
        </w:rPr>
        <w:t>a)</w:t>
      </w:r>
      <w:r w:rsidRPr="00324C8F">
        <w:rPr>
          <w:bCs/>
        </w:rPr>
        <w:tab/>
        <w:t>místo pobytu osoby v době pracovní neschopnosti pro účely dávek pomoci v hmotné nouzi,</w:t>
      </w:r>
    </w:p>
    <w:p w:rsidR="001E32B1" w:rsidRPr="00324C8F" w:rsidRDefault="001E32B1" w:rsidP="001E32B1">
      <w:pPr>
        <w:spacing w:before="120"/>
        <w:ind w:left="284" w:hanging="284"/>
        <w:rPr>
          <w:bCs/>
        </w:rPr>
      </w:pPr>
      <w:r w:rsidRPr="00324C8F">
        <w:rPr>
          <w:bCs/>
        </w:rPr>
        <w:t>b)</w:t>
      </w:r>
      <w:r w:rsidRPr="00324C8F">
        <w:rPr>
          <w:bCs/>
        </w:rPr>
        <w:tab/>
        <w:t>rozsah a doba povolených vycházek a</w:t>
      </w:r>
    </w:p>
    <w:p w:rsidR="001E32B1" w:rsidRPr="00324C8F" w:rsidRDefault="001E32B1" w:rsidP="001E32B1">
      <w:pPr>
        <w:spacing w:before="120"/>
        <w:ind w:left="284" w:hanging="284"/>
        <w:rPr>
          <w:bCs/>
        </w:rPr>
      </w:pPr>
      <w:r w:rsidRPr="00324C8F">
        <w:rPr>
          <w:bCs/>
        </w:rPr>
        <w:t>c)</w:t>
      </w:r>
      <w:r w:rsidRPr="00324C8F">
        <w:rPr>
          <w:bCs/>
        </w:rPr>
        <w:tab/>
        <w:t>další požadované údaje.</w:t>
      </w:r>
    </w:p>
    <w:p w:rsidR="001E32B1" w:rsidRPr="00324C8F" w:rsidRDefault="001E32B1" w:rsidP="001E32B1">
      <w:pPr>
        <w:spacing w:before="120"/>
        <w:rPr>
          <w:bCs/>
        </w:rPr>
      </w:pPr>
      <w:r w:rsidRPr="00324C8F">
        <w:rPr>
          <w:bCs/>
        </w:rPr>
        <w:tab/>
        <w:t>(3) Pro stanovení rozsahu a doby povolených vycházek podle odstavce 2 písm. b) se použije § 56 odst. 6 zákona o nemocenském pojištění obdobně.</w:t>
      </w:r>
    </w:p>
    <w:p w:rsidR="001E32B1" w:rsidRPr="00324C8F" w:rsidRDefault="001E32B1" w:rsidP="0009267B">
      <w:pPr>
        <w:spacing w:before="120"/>
        <w:jc w:val="both"/>
        <w:rPr>
          <w:bCs/>
        </w:rPr>
      </w:pPr>
      <w:r w:rsidRPr="00324C8F">
        <w:rPr>
          <w:bCs/>
        </w:rPr>
        <w:tab/>
        <w:t xml:space="preserve">(4) Osobě, které bylo vydáno potvrzení podle odstavce 1, vydá na její žádost, je-li to důvodné, registrující poskytovatel nebo jiný poskytovatel zdravotních služeb, který provedl ošetření nebo vyšetření ve zdravotnickém zařízení, potvrzení o ošetření nebo vyšetření ve zdravotnickém zařízení. </w:t>
      </w:r>
    </w:p>
    <w:p w:rsidR="001E32B1" w:rsidRPr="00324C8F" w:rsidRDefault="001E32B1" w:rsidP="001E32B1">
      <w:pPr>
        <w:spacing w:before="120"/>
        <w:rPr>
          <w:bCs/>
        </w:rPr>
      </w:pPr>
      <w:r w:rsidRPr="00324C8F">
        <w:rPr>
          <w:bCs/>
        </w:rPr>
        <w:tab/>
        <w:t>(5) Závazný vzor potvrzení podle odstavc</w:t>
      </w:r>
      <w:r>
        <w:rPr>
          <w:bCs/>
        </w:rPr>
        <w:t>ů</w:t>
      </w:r>
      <w:r w:rsidRPr="00324C8F">
        <w:rPr>
          <w:bCs/>
        </w:rPr>
        <w:t xml:space="preserve"> 1 a 4 stanoví ministerstvo vyhláškou.</w:t>
      </w:r>
    </w:p>
    <w:p w:rsidR="001E32B1" w:rsidRPr="00324C8F" w:rsidRDefault="001E32B1" w:rsidP="001E32B1">
      <w:pPr>
        <w:spacing w:before="120"/>
        <w:rPr>
          <w:bCs/>
        </w:rPr>
      </w:pPr>
      <w:r w:rsidRPr="00324C8F">
        <w:rPr>
          <w:bCs/>
        </w:rPr>
        <w:t xml:space="preserve"> </w:t>
      </w:r>
      <w:r w:rsidRPr="00324C8F">
        <w:rPr>
          <w:bCs/>
        </w:rPr>
        <w:tab/>
        <w:t>(6) Náklady spojené s vydáním potvrzení podle odstavc</w:t>
      </w:r>
      <w:r>
        <w:rPr>
          <w:bCs/>
        </w:rPr>
        <w:t>ů</w:t>
      </w:r>
      <w:r w:rsidRPr="00324C8F">
        <w:rPr>
          <w:bCs/>
        </w:rPr>
        <w:t xml:space="preserve"> 1 a 4 hradí Úřad práce.“.</w:t>
      </w:r>
    </w:p>
    <w:p w:rsidR="001E32B1" w:rsidRPr="00324C8F" w:rsidRDefault="001E32B1" w:rsidP="0009267B">
      <w:pPr>
        <w:rPr>
          <w:bCs/>
        </w:rPr>
      </w:pPr>
    </w:p>
    <w:p w:rsidR="001E32B1" w:rsidRPr="00324C8F" w:rsidRDefault="001E32B1" w:rsidP="001E32B1">
      <w:pPr>
        <w:pStyle w:val="Odstavecseseznamem"/>
        <w:numPr>
          <w:ilvl w:val="0"/>
          <w:numId w:val="10"/>
        </w:numPr>
        <w:spacing w:before="120" w:after="0" w:line="240" w:lineRule="auto"/>
        <w:ind w:left="426" w:hanging="426"/>
        <w:contextualSpacing w:val="0"/>
        <w:jc w:val="both"/>
        <w:rPr>
          <w:bCs/>
        </w:rPr>
      </w:pPr>
      <w:r w:rsidRPr="00324C8F">
        <w:rPr>
          <w:bCs/>
        </w:rPr>
        <w:t>Za § 17 se vkládá nový § 17a, který včetně nadpisu zní:</w:t>
      </w:r>
    </w:p>
    <w:p w:rsidR="001E32B1" w:rsidRPr="00324C8F" w:rsidRDefault="001E32B1" w:rsidP="001E32B1">
      <w:pPr>
        <w:pStyle w:val="Odstavecseseznamem"/>
        <w:spacing w:before="120" w:after="0" w:line="240" w:lineRule="auto"/>
        <w:ind w:left="284"/>
        <w:jc w:val="center"/>
        <w:rPr>
          <w:bCs/>
        </w:rPr>
      </w:pPr>
      <w:r w:rsidRPr="00324C8F">
        <w:rPr>
          <w:bCs/>
        </w:rPr>
        <w:t>„§ 17a</w:t>
      </w:r>
    </w:p>
    <w:p w:rsidR="001E32B1" w:rsidRPr="00324C8F" w:rsidRDefault="001E32B1" w:rsidP="001E32B1">
      <w:pPr>
        <w:pStyle w:val="Odstavecseseznamem"/>
        <w:spacing w:before="120" w:after="0" w:line="240" w:lineRule="auto"/>
        <w:ind w:left="284"/>
        <w:jc w:val="center"/>
        <w:rPr>
          <w:b/>
        </w:rPr>
      </w:pPr>
      <w:r w:rsidRPr="00324C8F">
        <w:rPr>
          <w:b/>
        </w:rPr>
        <w:t xml:space="preserve">Režim pracovní neschopnosti pro účely </w:t>
      </w:r>
    </w:p>
    <w:p w:rsidR="001E32B1" w:rsidRPr="00324C8F" w:rsidRDefault="001E32B1" w:rsidP="001E32B1">
      <w:pPr>
        <w:pStyle w:val="Odstavecseseznamem"/>
        <w:spacing w:before="120" w:after="0" w:line="240" w:lineRule="auto"/>
        <w:ind w:left="284"/>
        <w:jc w:val="center"/>
        <w:rPr>
          <w:b/>
        </w:rPr>
      </w:pPr>
      <w:r w:rsidRPr="00324C8F">
        <w:rPr>
          <w:b/>
        </w:rPr>
        <w:t>dávek pomoci v hmotné nouzi</w:t>
      </w:r>
    </w:p>
    <w:p w:rsidR="001E32B1" w:rsidRPr="00324C8F" w:rsidRDefault="001E32B1" w:rsidP="0009267B">
      <w:pPr>
        <w:autoSpaceDE w:val="0"/>
        <w:autoSpaceDN w:val="0"/>
        <w:adjustRightInd w:val="0"/>
        <w:spacing w:before="120"/>
        <w:ind w:firstLine="708"/>
        <w:jc w:val="both"/>
      </w:pPr>
      <w:r w:rsidRPr="00324C8F">
        <w:t>Režimem pracovní neschopnosti pro účely dávek pomoci v hmotné nouzi se u osoby, která není uchazečem o zaměstnání a není osobou, která byla</w:t>
      </w:r>
      <w:r w:rsidRPr="00324C8F">
        <w:rPr>
          <w:bCs/>
        </w:rPr>
        <w:t xml:space="preserve"> vyřazena z evidence uchazečů o zaměstnání z důvodu nesplnění oznamovací povinnosti nebo povinnosti doložit skutečnosti stanovené v § 27 odst. 3 zákona o zaměstnanosti nebo z důvodu neplnění povinnosti uchazeče o zaměstnání dodržovat režim dočasné neschopnosti uchazeče o zaměstnání plnit povinnosti uchazeče o zaměstnání z důvodu nemoci nebo úrazu</w:t>
      </w:r>
      <w:r w:rsidRPr="00324C8F">
        <w:t>, rozumí povinnost zdržovat se v místě pobytu uvedeném v potvrzení o pracovní neschopnosti pro účely dávek pomoci v hmotné nouzi a povinnost dodržovat rozsah a dobu povolených vycházek.“.</w:t>
      </w:r>
    </w:p>
    <w:p w:rsidR="001E32B1" w:rsidRPr="00324C8F" w:rsidRDefault="001E32B1" w:rsidP="0009267B">
      <w:pPr>
        <w:autoSpaceDE w:val="0"/>
        <w:autoSpaceDN w:val="0"/>
        <w:adjustRightInd w:val="0"/>
        <w:ind w:firstLine="708"/>
      </w:pPr>
    </w:p>
    <w:p w:rsidR="001E32B1" w:rsidRPr="00324C8F" w:rsidRDefault="001E32B1" w:rsidP="0009267B">
      <w:pPr>
        <w:pStyle w:val="Textlnku"/>
        <w:numPr>
          <w:ilvl w:val="0"/>
          <w:numId w:val="10"/>
        </w:numPr>
        <w:suppressAutoHyphens w:val="0"/>
        <w:spacing w:before="0" w:after="0" w:line="240" w:lineRule="auto"/>
        <w:ind w:left="426" w:hanging="426"/>
      </w:pPr>
      <w:r w:rsidRPr="00324C8F">
        <w:t>§ 22 se zrušuje.</w:t>
      </w:r>
    </w:p>
    <w:p w:rsidR="001E32B1" w:rsidRPr="00324C8F" w:rsidRDefault="001E32B1" w:rsidP="0009267B">
      <w:pPr>
        <w:autoSpaceDE w:val="0"/>
        <w:autoSpaceDN w:val="0"/>
        <w:adjustRightInd w:val="0"/>
        <w:ind w:firstLine="708"/>
      </w:pPr>
    </w:p>
    <w:p w:rsidR="001E32B1" w:rsidRPr="00324C8F" w:rsidRDefault="001E32B1" w:rsidP="0009267B">
      <w:pPr>
        <w:pStyle w:val="Textlnku"/>
        <w:numPr>
          <w:ilvl w:val="0"/>
          <w:numId w:val="10"/>
        </w:numPr>
        <w:suppressAutoHyphens w:val="0"/>
        <w:spacing w:before="0" w:after="0" w:line="240" w:lineRule="auto"/>
        <w:ind w:left="426" w:hanging="426"/>
      </w:pPr>
      <w:r w:rsidRPr="00324C8F">
        <w:t>V § 23 písm. b) se slova „poměrné části příspěvku na živobytí připadající na osobu“ nahrazují slovy „částky živobytí osoby“.</w:t>
      </w:r>
    </w:p>
    <w:p w:rsidR="001E32B1" w:rsidRPr="00324C8F" w:rsidRDefault="001E32B1" w:rsidP="0009267B">
      <w:pPr>
        <w:autoSpaceDE w:val="0"/>
        <w:autoSpaceDN w:val="0"/>
        <w:adjustRightInd w:val="0"/>
        <w:ind w:firstLine="708"/>
      </w:pPr>
    </w:p>
    <w:p w:rsidR="001E32B1" w:rsidRPr="00324C8F" w:rsidRDefault="001E32B1" w:rsidP="0009267B">
      <w:pPr>
        <w:pStyle w:val="Textlnku"/>
        <w:numPr>
          <w:ilvl w:val="0"/>
          <w:numId w:val="10"/>
        </w:numPr>
        <w:suppressAutoHyphens w:val="0"/>
        <w:spacing w:before="0" w:after="0" w:line="240" w:lineRule="auto"/>
        <w:ind w:left="426" w:hanging="426"/>
      </w:pPr>
      <w:r w:rsidRPr="00324C8F">
        <w:t xml:space="preserve">V § 24 odst. 1 písm. b), c) a d) se slova „a § 30“ zrušují. </w:t>
      </w:r>
    </w:p>
    <w:p w:rsidR="001E32B1" w:rsidRPr="00324C8F" w:rsidRDefault="001E32B1" w:rsidP="0009267B">
      <w:pPr>
        <w:pStyle w:val="Odstavecseseznamem"/>
        <w:spacing w:after="0" w:line="240" w:lineRule="auto"/>
        <w:ind w:left="426" w:hanging="426"/>
        <w:contextualSpacing w:val="0"/>
      </w:pPr>
    </w:p>
    <w:p w:rsidR="001E32B1" w:rsidRPr="00324C8F" w:rsidRDefault="001E32B1" w:rsidP="0009267B">
      <w:pPr>
        <w:pStyle w:val="Textlnku"/>
        <w:numPr>
          <w:ilvl w:val="0"/>
          <w:numId w:val="10"/>
        </w:numPr>
        <w:suppressAutoHyphens w:val="0"/>
        <w:spacing w:before="0" w:after="0" w:line="240" w:lineRule="auto"/>
        <w:ind w:left="426" w:hanging="426"/>
      </w:pPr>
      <w:r w:rsidRPr="00324C8F">
        <w:t>V § 24 odst. 1 písm. e) se číslo „30“ nahrazuje číslem „29“.</w:t>
      </w:r>
    </w:p>
    <w:p w:rsidR="001E32B1" w:rsidRPr="00324C8F" w:rsidRDefault="001E32B1" w:rsidP="0009267B">
      <w:pPr>
        <w:pStyle w:val="Odstavecseseznamem"/>
        <w:spacing w:after="0" w:line="240" w:lineRule="auto"/>
        <w:ind w:left="426" w:hanging="426"/>
        <w:contextualSpacing w:val="0"/>
      </w:pPr>
    </w:p>
    <w:p w:rsidR="001E32B1" w:rsidRPr="002A7259" w:rsidRDefault="001E32B1" w:rsidP="0009267B">
      <w:pPr>
        <w:pStyle w:val="Textlnku"/>
        <w:numPr>
          <w:ilvl w:val="0"/>
          <w:numId w:val="10"/>
        </w:numPr>
        <w:suppressAutoHyphens w:val="0"/>
        <w:spacing w:before="0" w:after="0" w:line="240" w:lineRule="auto"/>
        <w:ind w:left="425" w:hanging="425"/>
      </w:pPr>
      <w:r w:rsidRPr="002A7259">
        <w:t>V § 24 odst. 1 písm. f) se slova „</w:t>
      </w:r>
      <w:bookmarkStart w:id="0" w:name="_Hlk70951485"/>
      <w:r w:rsidRPr="002A7259">
        <w:t>Toto ustanovení se nevztahuje na osobu, u které se nezkoumá snaha zvýšit si příjem vlastní prací (§ 11 odst. 3), osobu s nárokem na podporu v nezaměstnanosti nebo podporu při rekvalifikaci, osobu prokazatelně se účastnící na projektech organizovaných krajskou pobočkou Úřadu práce, osobu, která je výdělečně činná, osobu, která je invalidní ve druhém stupni, a osobu, která vykonává veřejnou službu v rozsahu alespoň 20 hodin v kalendářním měsíci,“ nahrazují slovy „</w:t>
      </w:r>
      <w:bookmarkEnd w:id="0"/>
      <w:r w:rsidRPr="002A7259">
        <w:t>Toto ustanovení se nevztahuje na osobu</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 xml:space="preserve">u které se nezkoumá snaha zvýšit si příjem vlastní prací (§ 11 odst. 3), </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 xml:space="preserve">s nárokem na podporu v nezaměstnanosti nebo podporu při rekvalifikaci, </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 xml:space="preserve">výdělečně činnou, která má z této výdělečné činnosti příjem ve smyslu aktivity podle § 3 odst. 1 písm. a), </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 xml:space="preserve">invalidní ve druhém stupni, </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vykonávající veřejnou službu v rozsahu alespoň 20 hodin v kalendářním měsíci, nebo osobu, která se prokazatelně účastní na projektech organizovaných prostřednictvím krajské pobočky Úřadu práce, anebo</w:t>
      </w:r>
    </w:p>
    <w:p w:rsidR="001E32B1" w:rsidRPr="002A7259" w:rsidRDefault="001E32B1" w:rsidP="001E32B1">
      <w:pPr>
        <w:pStyle w:val="Odstavecseseznamem"/>
        <w:numPr>
          <w:ilvl w:val="0"/>
          <w:numId w:val="15"/>
        </w:numPr>
        <w:suppressAutoHyphens w:val="0"/>
        <w:spacing w:after="0" w:line="240" w:lineRule="auto"/>
        <w:ind w:left="709" w:hanging="283"/>
        <w:jc w:val="both"/>
      </w:pPr>
      <w:r w:rsidRPr="002A7259">
        <w:t>které výkon veřejné služby nebo účast na projektech organizovaných prostřednictvím krajské pobočky Úřadu práce nebyly nabídnuty,“.</w:t>
      </w:r>
    </w:p>
    <w:p w:rsidR="001E32B1" w:rsidRPr="00324C8F" w:rsidRDefault="001E32B1" w:rsidP="0009267B">
      <w:pPr>
        <w:pStyle w:val="Odstavecseseznamem"/>
        <w:spacing w:after="0" w:line="240" w:lineRule="auto"/>
        <w:ind w:left="426" w:hanging="426"/>
      </w:pPr>
    </w:p>
    <w:p w:rsidR="001E32B1" w:rsidRPr="00324C8F" w:rsidRDefault="001E32B1" w:rsidP="0009267B">
      <w:pPr>
        <w:pStyle w:val="Textlnku"/>
        <w:numPr>
          <w:ilvl w:val="0"/>
          <w:numId w:val="10"/>
        </w:numPr>
        <w:suppressAutoHyphens w:val="0"/>
        <w:spacing w:before="0" w:after="0" w:line="240" w:lineRule="auto"/>
        <w:ind w:left="284" w:hanging="284"/>
      </w:pPr>
      <w:r w:rsidRPr="00324C8F">
        <w:t>V § 24 odst. 1 písm. g) se číslo „30“ nahrazuje číslem „29“.</w:t>
      </w:r>
    </w:p>
    <w:p w:rsidR="001E32B1" w:rsidRPr="00324C8F" w:rsidRDefault="001E32B1" w:rsidP="0009267B">
      <w:pPr>
        <w:pStyle w:val="Textlnku"/>
        <w:spacing w:before="0" w:after="0" w:line="240" w:lineRule="auto"/>
        <w:ind w:left="426" w:hanging="426"/>
      </w:pPr>
    </w:p>
    <w:p w:rsidR="001E32B1" w:rsidRPr="00324C8F" w:rsidRDefault="001E32B1" w:rsidP="0009267B">
      <w:pPr>
        <w:pStyle w:val="Textlnku"/>
        <w:numPr>
          <w:ilvl w:val="0"/>
          <w:numId w:val="10"/>
        </w:numPr>
        <w:suppressAutoHyphens w:val="0"/>
        <w:spacing w:before="0" w:after="0" w:line="240" w:lineRule="auto"/>
        <w:ind w:left="426" w:hanging="426"/>
      </w:pPr>
      <w:r w:rsidRPr="00324C8F">
        <w:t>V § 25 odst. 1 se za slovo „činnosti“ vkládají slova „a prokazatelně se snaží využít další možnosti zvýšení příjmu vlastní prací podle § 12 odst. 1“.</w:t>
      </w:r>
    </w:p>
    <w:p w:rsidR="001E32B1" w:rsidRPr="00324C8F" w:rsidRDefault="001E32B1" w:rsidP="0009267B">
      <w:pPr>
        <w:pStyle w:val="Odstavecseseznamem"/>
        <w:spacing w:after="0" w:line="240" w:lineRule="auto"/>
      </w:pPr>
    </w:p>
    <w:p w:rsidR="001E32B1" w:rsidRPr="00324C8F" w:rsidRDefault="001E32B1" w:rsidP="001E32B1">
      <w:pPr>
        <w:pStyle w:val="Textlnku"/>
        <w:numPr>
          <w:ilvl w:val="0"/>
          <w:numId w:val="10"/>
        </w:numPr>
        <w:suppressAutoHyphens w:val="0"/>
        <w:spacing w:before="120" w:after="0" w:line="240" w:lineRule="auto"/>
        <w:ind w:left="426" w:hanging="426"/>
      </w:pPr>
      <w:r w:rsidRPr="00324C8F">
        <w:t xml:space="preserve">§ 28 včetně </w:t>
      </w:r>
      <w:r>
        <w:t xml:space="preserve">nadpisu a </w:t>
      </w:r>
      <w:r w:rsidRPr="00324C8F">
        <w:t>poznámky pod čarou č. 32 zní:</w:t>
      </w:r>
    </w:p>
    <w:p w:rsidR="001E32B1" w:rsidRPr="00324C8F" w:rsidRDefault="001E32B1" w:rsidP="001E32B1">
      <w:pPr>
        <w:spacing w:before="120"/>
        <w:contextualSpacing/>
        <w:jc w:val="center"/>
      </w:pPr>
      <w:r w:rsidRPr="00324C8F">
        <w:t xml:space="preserve">„§ 28 </w:t>
      </w:r>
    </w:p>
    <w:p w:rsidR="001E32B1" w:rsidRPr="00324C8F" w:rsidRDefault="001E32B1" w:rsidP="001E32B1">
      <w:pPr>
        <w:spacing w:before="120"/>
        <w:contextualSpacing/>
        <w:jc w:val="center"/>
        <w:rPr>
          <w:b/>
        </w:rPr>
      </w:pPr>
      <w:r w:rsidRPr="00324C8F">
        <w:rPr>
          <w:b/>
        </w:rPr>
        <w:t>Hodnocení možnosti zvýšení příjmu u nezletilých dětí</w:t>
      </w:r>
    </w:p>
    <w:p w:rsidR="001E32B1" w:rsidRPr="00324C8F" w:rsidRDefault="001E32B1" w:rsidP="001E32B1">
      <w:pPr>
        <w:spacing w:before="120"/>
        <w:contextualSpacing/>
      </w:pPr>
      <w:r w:rsidRPr="00324C8F">
        <w:tab/>
        <w:t>Při hodnocení možnosti zvýšení příjmu u nezletilých dětí se postupuje podle § 26 nebo § 27. Pokud není využíván majetek nezletilého dítěte, přestože by mohl být ve prospěch společně posuzovaných osob využíván, nebo nejsou řádně uplatněny nároky a pohledávky tohoto dítěte, sankce podle § 26 nebo 27 jsou uplatňovány u ostatních společně posuzovaných osob. Při zjišťování možnosti zvýšení příjmu využitím majetku nebo nároků a pohledávek u nezletilých dětí je orgán pomoci v hmotné nouzi povinen spolupracovat s příslušným orgánem sociálně-právní ochrany dětí</w:t>
      </w:r>
      <w:r w:rsidRPr="00324C8F">
        <w:rPr>
          <w:vertAlign w:val="superscript"/>
        </w:rPr>
        <w:t>32)</w:t>
      </w:r>
      <w:r w:rsidRPr="00324C8F">
        <w:t xml:space="preserve">. </w:t>
      </w:r>
    </w:p>
    <w:p w:rsidR="001E32B1" w:rsidRPr="00324C8F" w:rsidRDefault="001E32B1" w:rsidP="001E32B1">
      <w:pPr>
        <w:spacing w:before="120"/>
        <w:contextualSpacing/>
      </w:pPr>
      <w:r w:rsidRPr="00324C8F">
        <w:t xml:space="preserve">____________________ </w:t>
      </w:r>
    </w:p>
    <w:p w:rsidR="001E32B1" w:rsidRPr="00324C8F" w:rsidRDefault="001E32B1" w:rsidP="001E32B1">
      <w:pPr>
        <w:spacing w:before="120"/>
        <w:contextualSpacing/>
      </w:pPr>
      <w:r w:rsidRPr="00324C8F">
        <w:rPr>
          <w:vertAlign w:val="superscript"/>
        </w:rPr>
        <w:t>32)</w:t>
      </w:r>
      <w:r w:rsidRPr="00324C8F">
        <w:t xml:space="preserve"> § 4 zákona č. 359/1999 Sb., o sociálně-právní ochraně dětí, ve znění pozdějších předpisů.“.</w:t>
      </w:r>
    </w:p>
    <w:p w:rsidR="001E32B1" w:rsidRPr="00324C8F" w:rsidRDefault="001E32B1" w:rsidP="0009267B"/>
    <w:p w:rsidR="001E32B1" w:rsidRPr="008C7665" w:rsidRDefault="001E32B1" w:rsidP="0009267B">
      <w:pPr>
        <w:pStyle w:val="Textlnku"/>
        <w:numPr>
          <w:ilvl w:val="0"/>
          <w:numId w:val="10"/>
        </w:numPr>
        <w:suppressAutoHyphens w:val="0"/>
        <w:spacing w:before="0" w:after="0" w:line="240" w:lineRule="auto"/>
        <w:ind w:left="426" w:hanging="426"/>
      </w:pPr>
      <w:r w:rsidRPr="008C7665">
        <w:t>V § 33 odst. 1 úvodní části ustanovení se za slovo „byt“ vkládají slova „vhodný pro</w:t>
      </w:r>
      <w:r>
        <w:t> </w:t>
      </w:r>
      <w:r w:rsidRPr="008C7665">
        <w:t>bydlení“.</w:t>
      </w:r>
    </w:p>
    <w:p w:rsidR="001E32B1" w:rsidRPr="00324C8F" w:rsidRDefault="001E32B1" w:rsidP="0009267B">
      <w:pPr>
        <w:contextualSpacing/>
        <w:rPr>
          <w:b/>
        </w:rPr>
      </w:pPr>
    </w:p>
    <w:p w:rsidR="001E32B1" w:rsidRPr="00324C8F" w:rsidRDefault="001E32B1" w:rsidP="001E32B1">
      <w:pPr>
        <w:pStyle w:val="Textlnku"/>
        <w:numPr>
          <w:ilvl w:val="0"/>
          <w:numId w:val="10"/>
        </w:numPr>
        <w:suppressAutoHyphens w:val="0"/>
        <w:spacing w:before="120" w:after="0" w:line="240" w:lineRule="auto"/>
        <w:ind w:left="426" w:hanging="426"/>
      </w:pPr>
      <w:r w:rsidRPr="00324C8F">
        <w:rPr>
          <w:rFonts w:eastAsia="Calibri"/>
        </w:rPr>
        <w:tab/>
        <w:t>V § 33a se za odstavec 1 vkládá nový odstavec 2, který zní:</w:t>
      </w:r>
    </w:p>
    <w:p w:rsidR="001E32B1" w:rsidRPr="008D6E84" w:rsidRDefault="001E32B1" w:rsidP="001E32B1">
      <w:pPr>
        <w:pStyle w:val="Odstavecseseznamem"/>
        <w:spacing w:before="120" w:after="0" w:line="240" w:lineRule="auto"/>
      </w:pPr>
      <w:r w:rsidRPr="00324C8F">
        <w:t>„(2) Byt vhodný pro bydlení musí splňovat základní standardy pro bydlení, jimiž jsou</w:t>
      </w:r>
      <w:r>
        <w:t>:</w:t>
      </w:r>
    </w:p>
    <w:p w:rsidR="001E32B1" w:rsidRPr="00324C8F" w:rsidRDefault="001E32B1" w:rsidP="001E32B1">
      <w:pPr>
        <w:pStyle w:val="Odstavecseseznamem"/>
        <w:numPr>
          <w:ilvl w:val="0"/>
          <w:numId w:val="7"/>
        </w:numPr>
        <w:suppressAutoHyphens w:val="0"/>
        <w:spacing w:before="120" w:after="0" w:line="240" w:lineRule="auto"/>
        <w:ind w:left="426" w:hanging="426"/>
        <w:contextualSpacing w:val="0"/>
        <w:jc w:val="both"/>
      </w:pPr>
      <w:r w:rsidRPr="00324C8F">
        <w:t>byt je uzavíratelný a uzamykatelný, je osazen funkčními dveřmi a okny,</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 xml:space="preserve">byt má alespoň </w:t>
      </w:r>
      <w:r>
        <w:t>1</w:t>
      </w:r>
      <w:r w:rsidRPr="00324C8F">
        <w:t xml:space="preserve"> obytnou místnost, která splňuje požadavky stavebního zákona, </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 xml:space="preserve">byt má záchod a koupelnu, které jsou provozuschopné,  </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 xml:space="preserve">byt má vyčleněný prostor na vaření a přípravu jídla, </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 xml:space="preserve">byt je napojen na zdroj pitné vody nebo má zajištěn neomezený přímý přístup k pitné vodě, </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byt má zajištěno dostatečné větrání obytných místností venkovním vzduchem a vytápění v souladu s normovými hodnotami, s možností regulace vnitřní teploty,</w:t>
      </w:r>
    </w:p>
    <w:p w:rsidR="001E32B1" w:rsidRPr="00324C8F" w:rsidRDefault="001E32B1" w:rsidP="001E32B1">
      <w:pPr>
        <w:pStyle w:val="Odstavecseseznamem"/>
        <w:numPr>
          <w:ilvl w:val="0"/>
          <w:numId w:val="7"/>
        </w:numPr>
        <w:suppressAutoHyphens w:val="0"/>
        <w:spacing w:before="120" w:after="0" w:line="240" w:lineRule="auto"/>
        <w:ind w:left="425" w:hanging="425"/>
        <w:contextualSpacing w:val="0"/>
        <w:jc w:val="both"/>
      </w:pPr>
      <w:r w:rsidRPr="00324C8F">
        <w:t>v bytě jsou řádně prováděna nařízená protiepidemická opatření a</w:t>
      </w:r>
    </w:p>
    <w:p w:rsidR="001E32B1" w:rsidRPr="00324C8F" w:rsidRDefault="001E32B1" w:rsidP="001E32B1">
      <w:pPr>
        <w:tabs>
          <w:tab w:val="left" w:pos="0"/>
        </w:tabs>
        <w:spacing w:before="120"/>
        <w:ind w:left="425" w:hanging="425"/>
      </w:pPr>
      <w:r w:rsidRPr="00324C8F">
        <w:t>h)</w:t>
      </w:r>
      <w:r w:rsidRPr="00324C8F">
        <w:tab/>
        <w:t>byt nemá závady ohrožující život nebo zdraví osob.“.</w:t>
      </w:r>
    </w:p>
    <w:p w:rsidR="001E32B1" w:rsidRPr="00324C8F" w:rsidRDefault="001E32B1" w:rsidP="001E32B1">
      <w:pPr>
        <w:pStyle w:val="Bezmezer"/>
        <w:tabs>
          <w:tab w:val="left" w:pos="0"/>
        </w:tabs>
        <w:spacing w:before="120"/>
        <w:jc w:val="both"/>
        <w:rPr>
          <w:rFonts w:ascii="Times New Roman" w:eastAsia="Calibri" w:hAnsi="Times New Roman" w:cs="Times New Roman"/>
          <w:sz w:val="24"/>
          <w:szCs w:val="24"/>
        </w:rPr>
      </w:pPr>
      <w:r w:rsidRPr="00324C8F">
        <w:rPr>
          <w:rFonts w:ascii="Times New Roman" w:eastAsia="Calibri" w:hAnsi="Times New Roman" w:cs="Times New Roman"/>
          <w:sz w:val="24"/>
          <w:szCs w:val="24"/>
        </w:rPr>
        <w:t>Dosavadní odstavce 2 až 5 se označují jako odstavce 3 až 6.</w:t>
      </w:r>
    </w:p>
    <w:p w:rsidR="001E32B1" w:rsidRPr="00324C8F" w:rsidRDefault="001E32B1" w:rsidP="0009267B">
      <w:pPr>
        <w:pStyle w:val="Bezmezer"/>
        <w:tabs>
          <w:tab w:val="left" w:pos="0"/>
        </w:tabs>
        <w:jc w:val="both"/>
        <w:rPr>
          <w:rFonts w:ascii="Times New Roman" w:eastAsia="Calibri" w:hAnsi="Times New Roman" w:cs="Times New Roman"/>
          <w:i/>
          <w:iCs/>
          <w:sz w:val="24"/>
          <w:szCs w:val="24"/>
        </w:rPr>
      </w:pPr>
    </w:p>
    <w:p w:rsidR="001E32B1" w:rsidRPr="00324C8F" w:rsidRDefault="001E32B1" w:rsidP="0009267B">
      <w:pPr>
        <w:pStyle w:val="Textlnku"/>
        <w:numPr>
          <w:ilvl w:val="0"/>
          <w:numId w:val="10"/>
        </w:numPr>
        <w:suppressAutoHyphens w:val="0"/>
        <w:spacing w:before="0" w:after="0" w:line="240" w:lineRule="auto"/>
        <w:ind w:left="426" w:hanging="426"/>
      </w:pPr>
      <w:r w:rsidRPr="00324C8F">
        <w:t>V § 33a odst. 4 se slova „odstavec 2“ nahrazují slovy „odstavec 3“.</w:t>
      </w:r>
    </w:p>
    <w:p w:rsidR="001E32B1" w:rsidRPr="00324C8F" w:rsidRDefault="001E32B1" w:rsidP="0009267B">
      <w:pPr>
        <w:pStyle w:val="Bezmezer"/>
        <w:tabs>
          <w:tab w:val="left" w:pos="0"/>
        </w:tabs>
        <w:jc w:val="both"/>
        <w:rPr>
          <w:rFonts w:ascii="Times New Roman" w:eastAsia="Calibri" w:hAnsi="Times New Roman" w:cs="Times New Roman"/>
          <w:i/>
          <w:iCs/>
          <w:sz w:val="24"/>
          <w:szCs w:val="24"/>
        </w:rPr>
      </w:pPr>
    </w:p>
    <w:p w:rsidR="001E32B1" w:rsidRPr="00324C8F" w:rsidRDefault="001E32B1" w:rsidP="001E32B1">
      <w:pPr>
        <w:pStyle w:val="Textlnku"/>
        <w:numPr>
          <w:ilvl w:val="0"/>
          <w:numId w:val="10"/>
        </w:numPr>
        <w:suppressAutoHyphens w:val="0"/>
        <w:spacing w:before="120" w:after="0" w:line="240" w:lineRule="auto"/>
        <w:ind w:left="426" w:hanging="426"/>
      </w:pPr>
      <w:r w:rsidRPr="00324C8F">
        <w:t>Za § 33a se vkládají nové § 33aa a § 33ab</w:t>
      </w:r>
      <w:r>
        <w:t>, které včetně nadpisu znějí</w:t>
      </w:r>
      <w:r w:rsidRPr="00324C8F">
        <w:t>:</w:t>
      </w:r>
    </w:p>
    <w:p w:rsidR="001E32B1" w:rsidRPr="00324C8F" w:rsidRDefault="001E32B1" w:rsidP="001E32B1">
      <w:pPr>
        <w:spacing w:before="120"/>
        <w:jc w:val="center"/>
      </w:pPr>
      <w:r w:rsidRPr="00324C8F">
        <w:t>„§ 33aa</w:t>
      </w:r>
    </w:p>
    <w:p w:rsidR="001E32B1" w:rsidRPr="00877A8F" w:rsidRDefault="001E32B1" w:rsidP="001E32B1">
      <w:pPr>
        <w:spacing w:before="120"/>
        <w:jc w:val="center"/>
        <w:rPr>
          <w:b/>
          <w:bCs/>
        </w:rPr>
      </w:pPr>
      <w:r w:rsidRPr="00877A8F">
        <w:rPr>
          <w:b/>
          <w:bCs/>
        </w:rPr>
        <w:t>Posuzování plnění základních standardů pro bydlení</w:t>
      </w:r>
    </w:p>
    <w:p w:rsidR="001E32B1" w:rsidRPr="00324C8F" w:rsidRDefault="001E32B1" w:rsidP="001E32B1">
      <w:pPr>
        <w:spacing w:before="120"/>
        <w:ind w:firstLine="851"/>
      </w:pPr>
      <w:r w:rsidRPr="00324C8F">
        <w:t xml:space="preserve">(1) Je-li při vyhodnocování nároku na doplatek na bydlení nebo v průběhu výplaty doplatku na bydlení pochybnost, zda byt je vhodným bytem k bydlení, provede orgán pomoci v hmotné nouzi šetření v místě za účelem ověření těchto skutečností. Kontrolu, zda byt splňuje požadavky uvedené v § </w:t>
      </w:r>
      <w:r>
        <w:t>33a</w:t>
      </w:r>
      <w:r w:rsidRPr="00324C8F">
        <w:t xml:space="preserve"> odst. 2 písm. g), provádí pro účely tohoto zákona na žádost orgánu pomoci v hmotné nouzi orgán ochrany veřejného zdraví. Kontrolu, zda byt splňuje požadavky uvedené v § </w:t>
      </w:r>
      <w:r>
        <w:t>33a</w:t>
      </w:r>
      <w:r w:rsidRPr="00324C8F">
        <w:t xml:space="preserve"> odst. 2 písm. h), provádí pro účely tohoto zákona na žádost orgánu pomoci v hmotné nouzi obecný stavební úřad. Při provádění kontroly podle věty druhé, třetí nebo čtvrté se postupuje podle </w:t>
      </w:r>
      <w:r>
        <w:t>kontrolního řádu</w:t>
      </w:r>
      <w:r w:rsidRPr="00324C8F">
        <w:t xml:space="preserve">. </w:t>
      </w:r>
    </w:p>
    <w:p w:rsidR="001E32B1" w:rsidRPr="00324C8F" w:rsidRDefault="001E32B1" w:rsidP="001E32B1">
      <w:pPr>
        <w:spacing w:before="120"/>
        <w:ind w:firstLine="851"/>
      </w:pPr>
      <w:r w:rsidRPr="00324C8F">
        <w:t>(2) Pokud orgán pomoci v hmotné nouzi zjistí v průběhu poskytování doplatku na bydlení svým šetřením nebo na základě informace, kterou mu po provedení kontroly podle odstavce 1 předá příslušný orgán, že se nejedná o byt vhodný pro bydlení, stanoví lhůtu, ve které má dojít k nápravě tohoto stavu</w:t>
      </w:r>
      <w:r>
        <w:t>,</w:t>
      </w:r>
      <w:r w:rsidRPr="00324C8F">
        <w:t xml:space="preserve"> a </w:t>
      </w:r>
      <w:r>
        <w:t xml:space="preserve">informuje příjemce doplatku na bydlení </w:t>
      </w:r>
      <w:r w:rsidRPr="00324C8F">
        <w:t>o</w:t>
      </w:r>
      <w:r>
        <w:t> </w:t>
      </w:r>
      <w:r w:rsidRPr="00324C8F">
        <w:t xml:space="preserve">případných následcích podle § </w:t>
      </w:r>
      <w:r>
        <w:t>33ac</w:t>
      </w:r>
      <w:r w:rsidRPr="00324C8F">
        <w:t>, pokud nedojde k nápravě tohoto stavu.</w:t>
      </w:r>
    </w:p>
    <w:p w:rsidR="001E32B1" w:rsidRPr="00324C8F" w:rsidRDefault="001E32B1" w:rsidP="001E32B1">
      <w:pPr>
        <w:spacing w:before="120"/>
        <w:ind w:firstLine="851"/>
      </w:pPr>
      <w:r w:rsidRPr="00324C8F">
        <w:t xml:space="preserve">(3) O skutečnosti, že se nejedná o byt vhodný pro bydlení, a o lhůtě, ve které má dojít k nápravě tohoto stavu, informuje orgán pomoci v hmotné nouzi bezodkladně </w:t>
      </w:r>
    </w:p>
    <w:p w:rsidR="001E32B1" w:rsidRPr="00324C8F" w:rsidRDefault="001E32B1" w:rsidP="001E32B1">
      <w:pPr>
        <w:spacing w:before="120"/>
        <w:ind w:left="425" w:hanging="425"/>
      </w:pPr>
      <w:r w:rsidRPr="00324C8F">
        <w:t>a)</w:t>
      </w:r>
      <w:r w:rsidRPr="00324C8F">
        <w:tab/>
        <w:t xml:space="preserve">příjemce doplatku na bydlení, </w:t>
      </w:r>
    </w:p>
    <w:p w:rsidR="001E32B1" w:rsidRPr="00324C8F" w:rsidRDefault="001E32B1" w:rsidP="001E32B1">
      <w:pPr>
        <w:spacing w:before="120"/>
        <w:ind w:left="425" w:hanging="425"/>
      </w:pPr>
      <w:r w:rsidRPr="00324C8F">
        <w:t>b)</w:t>
      </w:r>
      <w:r w:rsidRPr="00324C8F">
        <w:tab/>
        <w:t xml:space="preserve">vlastníka bytu, </w:t>
      </w:r>
    </w:p>
    <w:p w:rsidR="001E32B1" w:rsidRPr="00324C8F" w:rsidRDefault="001E32B1" w:rsidP="001E32B1">
      <w:pPr>
        <w:spacing w:before="120"/>
        <w:ind w:left="425" w:hanging="425"/>
      </w:pPr>
      <w:r w:rsidRPr="00324C8F">
        <w:t>c)</w:t>
      </w:r>
      <w:r w:rsidRPr="00324C8F">
        <w:tab/>
        <w:t xml:space="preserve">pověřený obecní úřad s podnětem k zahájení sociální práce za účelem řešení bytové situace osob, které obývají tento byt, </w:t>
      </w:r>
    </w:p>
    <w:p w:rsidR="001E32B1" w:rsidRPr="00324C8F" w:rsidRDefault="001E32B1" w:rsidP="001E32B1">
      <w:pPr>
        <w:spacing w:before="120"/>
        <w:ind w:left="425" w:hanging="425"/>
      </w:pPr>
      <w:r w:rsidRPr="00324C8F">
        <w:t>d)</w:t>
      </w:r>
      <w:r w:rsidRPr="00324C8F">
        <w:tab/>
        <w:t>orgán sociálně-právní ochrany dětí, pokud je v okruhu společně posuzovaných osob nezletilé dítě.</w:t>
      </w:r>
    </w:p>
    <w:p w:rsidR="001E32B1" w:rsidRPr="00324C8F" w:rsidRDefault="001E32B1" w:rsidP="001E32B1">
      <w:pPr>
        <w:spacing w:before="120"/>
        <w:jc w:val="center"/>
      </w:pPr>
      <w:r w:rsidRPr="00324C8F">
        <w:t>§ 33ab</w:t>
      </w:r>
    </w:p>
    <w:p w:rsidR="001E32B1" w:rsidRPr="00877A8F" w:rsidRDefault="001E32B1" w:rsidP="001E32B1">
      <w:pPr>
        <w:spacing w:before="120"/>
        <w:jc w:val="center"/>
        <w:rPr>
          <w:b/>
          <w:bCs/>
        </w:rPr>
      </w:pPr>
      <w:r w:rsidRPr="00877A8F">
        <w:rPr>
          <w:b/>
          <w:bCs/>
        </w:rPr>
        <w:t>Vstup do obydlí a šetření v místě</w:t>
      </w:r>
    </w:p>
    <w:p w:rsidR="001E32B1" w:rsidRPr="00324C8F" w:rsidRDefault="001E32B1" w:rsidP="001E32B1">
      <w:pPr>
        <w:tabs>
          <w:tab w:val="left" w:pos="943"/>
        </w:tabs>
        <w:spacing w:before="120"/>
      </w:pPr>
      <w:r w:rsidRPr="00324C8F">
        <w:tab/>
        <w:t xml:space="preserve">(1) Zaměstnanci orgánu pomoci v hmotné nouzi, pověřeného obecního úřadu nebo obecního úřadu obce s rozšířenou působností jsou oprávněni na základě souhlasu žadatele o doplatek na bydlení nebo příjemce doplatku na bydlení v souvislosti s plněním úkolů podle tohoto zákona vstupovat do obydlí, </w:t>
      </w:r>
      <w:r w:rsidRPr="00324C8F">
        <w:rPr>
          <w:iCs/>
          <w:color w:val="000000"/>
        </w:rPr>
        <w:t>které osoba a s ní společně posuzované osoby užívají,</w:t>
      </w:r>
      <w:r w:rsidRPr="00324C8F">
        <w:t xml:space="preserve"> a to s cílem provádět šetření v místě pro zjištění podmínek nároku na doplatek na bydlení a jeho výši. Oprávnění k této činnosti jsou povinni prokázat služebním průkazem společně se zvláštním oprávněním vydaným orgánem pomoci v hmotné nouzi nebo obecním úřadem jako doložkou služebního průkazu. Toto zvláštní oprávnění obsahuje označení účelu vydání, číslo služebního průkazu, jméno, popřípadě jména, a příjmení zaměstnance a identifikační údaje vydávajícího úřadu. </w:t>
      </w:r>
    </w:p>
    <w:p w:rsidR="001E32B1" w:rsidRPr="00324C8F" w:rsidRDefault="001E32B1" w:rsidP="001E32B1">
      <w:pPr>
        <w:spacing w:before="120"/>
        <w:ind w:firstLine="708"/>
      </w:pPr>
      <w:r w:rsidRPr="00324C8F">
        <w:t xml:space="preserve">(2) Oprávnění ke vstupu do obydlí, </w:t>
      </w:r>
      <w:r w:rsidRPr="00324C8F">
        <w:rPr>
          <w:iCs/>
          <w:color w:val="000000"/>
        </w:rPr>
        <w:t>které </w:t>
      </w:r>
      <w:r w:rsidRPr="00324C8F">
        <w:t>žadatel o doplatek na bydlení nebo příjemce doplatku na bydlení</w:t>
      </w:r>
      <w:r w:rsidRPr="00324C8F">
        <w:rPr>
          <w:iCs/>
          <w:color w:val="000000"/>
        </w:rPr>
        <w:t xml:space="preserve"> a s ním společně posuzované osoby užívají,</w:t>
      </w:r>
      <w:r w:rsidRPr="00324C8F">
        <w:t xml:space="preserve"> s cílem provádět kontrolu plnění základních standardů bydlení podle § 33aa, mají se souhlasem žadatele o doplatek na bydlení nebo příjemce doplatku na bydlení také zaměstnanci orgánů veřejného zdraví a obecných stavebních úřadů, kteří se prokáží služebním průkazem.</w:t>
      </w:r>
    </w:p>
    <w:p w:rsidR="001E32B1" w:rsidRPr="00324C8F" w:rsidRDefault="001E32B1" w:rsidP="001E32B1">
      <w:pPr>
        <w:spacing w:before="120"/>
        <w:ind w:firstLine="708"/>
      </w:pPr>
      <w:r w:rsidRPr="00324C8F">
        <w:t>(3) Pokud žadatel o doplatek na bydlení nebo příjemce doplatku na bydlení</w:t>
      </w:r>
      <w:r w:rsidRPr="00324C8F">
        <w:rPr>
          <w:iCs/>
          <w:color w:val="000000"/>
        </w:rPr>
        <w:t xml:space="preserve"> </w:t>
      </w:r>
      <w:r w:rsidRPr="00324C8F">
        <w:t>nedá souhlas se vstupem do obydlí, nebo znemožní provedení šetření v místě k ověření skutečností rozhodných pro nárok na doplatek na bydlení nebo jeho výši, nebo kontrolu skutečností uvedených v § 33 odst. 2, orgán pomoci v hmotné nouzi doplatek na bydlení nepřizná nebo odejme.“.</w:t>
      </w:r>
    </w:p>
    <w:p w:rsidR="001E32B1" w:rsidRPr="00324C8F" w:rsidRDefault="001E32B1" w:rsidP="0009267B">
      <w:pPr>
        <w:jc w:val="center"/>
      </w:pPr>
    </w:p>
    <w:p w:rsidR="001E32B1" w:rsidRPr="00324C8F" w:rsidRDefault="001E32B1" w:rsidP="001E32B1">
      <w:pPr>
        <w:pStyle w:val="Textlnku"/>
        <w:numPr>
          <w:ilvl w:val="0"/>
          <w:numId w:val="10"/>
        </w:numPr>
        <w:suppressAutoHyphens w:val="0"/>
        <w:spacing w:before="120" w:after="0" w:line="240" w:lineRule="auto"/>
        <w:ind w:left="426" w:hanging="426"/>
      </w:pPr>
      <w:r w:rsidRPr="00324C8F">
        <w:t xml:space="preserve">Za § 33ab se vkládá nový § 33ac, který </w:t>
      </w:r>
      <w:r>
        <w:t xml:space="preserve">včetně nadpisu </w:t>
      </w:r>
      <w:r w:rsidRPr="00324C8F">
        <w:t>zní:</w:t>
      </w:r>
    </w:p>
    <w:p w:rsidR="001E32B1" w:rsidRPr="00324C8F" w:rsidRDefault="001E32B1" w:rsidP="001E32B1">
      <w:pPr>
        <w:pStyle w:val="Odstavecseseznamem"/>
        <w:spacing w:before="120" w:after="0" w:line="240" w:lineRule="auto"/>
        <w:ind w:left="0"/>
        <w:jc w:val="center"/>
      </w:pPr>
      <w:r w:rsidRPr="00324C8F">
        <w:t>„§ 33ac</w:t>
      </w:r>
    </w:p>
    <w:p w:rsidR="001E32B1" w:rsidRPr="00877A8F" w:rsidRDefault="001E32B1" w:rsidP="001E32B1">
      <w:pPr>
        <w:spacing w:before="120"/>
        <w:jc w:val="center"/>
        <w:rPr>
          <w:b/>
          <w:bCs/>
        </w:rPr>
      </w:pPr>
      <w:r w:rsidRPr="00877A8F">
        <w:rPr>
          <w:b/>
          <w:bCs/>
        </w:rPr>
        <w:t>Odejmutí doplatku na bydlení z důvodu nevhodnosti bytu</w:t>
      </w:r>
    </w:p>
    <w:p w:rsidR="001E32B1" w:rsidRPr="00324C8F" w:rsidRDefault="001E32B1" w:rsidP="001E32B1">
      <w:pPr>
        <w:spacing w:before="120"/>
        <w:ind w:firstLine="851"/>
      </w:pPr>
      <w:r w:rsidRPr="00324C8F">
        <w:t xml:space="preserve">Není-li ve lhůtě stanovené podle § 33aa odst. 2 orgán pomoci v hmotné nouzi informován o zjednání nápravy stavu, </w:t>
      </w:r>
      <w:r>
        <w:t xml:space="preserve">v jehož důsledku </w:t>
      </w:r>
      <w:r w:rsidRPr="00324C8F">
        <w:t xml:space="preserve">byt nebyl vhodný k bydlení, doplatek na bydlení odejme, a to od počátku čtvrtého kalendářního měsíce následujícího po dni, ve kterém uplynula lhůta pro zjednání nápravy stavu, </w:t>
      </w:r>
      <w:r>
        <w:t xml:space="preserve">v jehož důsledku </w:t>
      </w:r>
      <w:r w:rsidRPr="00324C8F">
        <w:t>byt nebyl vhodný k bydlení. Řízení o odejmutí doplatku na bydlení podle věty první se nezahájí, pokud dojde k nápravě stavu alespoň do posledního dne třetího kalendářního měsíce následujícího po dni, ve kterém uplynula lhůta pro zjednání nápravy stavu stanovená podle § 33aa odst. 2.“.</w:t>
      </w:r>
    </w:p>
    <w:p w:rsidR="001E32B1" w:rsidRDefault="001E32B1" w:rsidP="0009267B">
      <w:pPr>
        <w:ind w:firstLine="851"/>
      </w:pPr>
    </w:p>
    <w:p w:rsidR="001E32B1" w:rsidRPr="00324C8F" w:rsidRDefault="001E32B1" w:rsidP="001E32B1">
      <w:pPr>
        <w:pStyle w:val="Textlnku"/>
        <w:numPr>
          <w:ilvl w:val="0"/>
          <w:numId w:val="10"/>
        </w:numPr>
        <w:suppressAutoHyphens w:val="0"/>
        <w:spacing w:before="120" w:after="0" w:line="240" w:lineRule="auto"/>
        <w:ind w:left="426" w:hanging="426"/>
      </w:pPr>
      <w:r>
        <w:t>V § 35 písm. b) se slova „poměrnou částí“ nahrazují slovy „částkou živobytí“.</w:t>
      </w:r>
    </w:p>
    <w:p w:rsidR="001E32B1" w:rsidRDefault="001E32B1" w:rsidP="001E32B1">
      <w:pPr>
        <w:pStyle w:val="Bezmezer"/>
        <w:tabs>
          <w:tab w:val="left" w:pos="0"/>
        </w:tabs>
        <w:jc w:val="center"/>
        <w:rPr>
          <w:rFonts w:ascii="Times New Roman" w:eastAsia="Calibri" w:hAnsi="Times New Roman" w:cs="Times New Roman"/>
          <w:sz w:val="24"/>
          <w:szCs w:val="24"/>
        </w:rPr>
      </w:pPr>
    </w:p>
    <w:p w:rsidR="001E32B1" w:rsidRPr="00324C8F" w:rsidRDefault="001E32B1" w:rsidP="001E32B1">
      <w:pPr>
        <w:pStyle w:val="Textlnku"/>
        <w:numPr>
          <w:ilvl w:val="0"/>
          <w:numId w:val="10"/>
        </w:numPr>
        <w:suppressAutoHyphens w:val="0"/>
        <w:spacing w:before="120" w:after="0" w:line="240" w:lineRule="auto"/>
        <w:ind w:left="426" w:hanging="426"/>
      </w:pPr>
      <w:r w:rsidRPr="00324C8F">
        <w:t>V § 44 odstavec 1 zní:</w:t>
      </w:r>
    </w:p>
    <w:p w:rsidR="001E32B1" w:rsidRPr="00324C8F" w:rsidRDefault="001E32B1" w:rsidP="001E32B1">
      <w:pPr>
        <w:pStyle w:val="Bezmezer"/>
        <w:spacing w:before="120"/>
        <w:ind w:left="426" w:firstLine="567"/>
        <w:jc w:val="both"/>
        <w:rPr>
          <w:rFonts w:ascii="Times New Roman" w:hAnsi="Times New Roman" w:cs="Times New Roman"/>
          <w:sz w:val="24"/>
          <w:szCs w:val="24"/>
        </w:rPr>
      </w:pPr>
      <w:r w:rsidRPr="00324C8F">
        <w:rPr>
          <w:rFonts w:ascii="Times New Roman" w:hAnsi="Times New Roman" w:cs="Times New Roman"/>
          <w:sz w:val="24"/>
          <w:szCs w:val="24"/>
        </w:rPr>
        <w:t xml:space="preserve">„(1) Dojde-li ke změně skutečností rozhodných pro nárok na dávku, její výplatu nebo její výši, přehodnotí se dávka od prvního dne kalendářního měsíce následujícího po kalendářním měsíci, ve kterém tato změna nastala v souladu s § 10.“. </w:t>
      </w:r>
    </w:p>
    <w:p w:rsidR="001E32B1" w:rsidRPr="00324C8F" w:rsidRDefault="001E32B1" w:rsidP="0009267B">
      <w:pPr>
        <w:pStyle w:val="Bezmezer"/>
        <w:ind w:left="425" w:firstLine="567"/>
        <w:jc w:val="both"/>
        <w:rPr>
          <w:rFonts w:ascii="Times New Roman" w:hAnsi="Times New Roman" w:cs="Times New Roman"/>
          <w:sz w:val="24"/>
          <w:szCs w:val="24"/>
        </w:rPr>
      </w:pPr>
    </w:p>
    <w:p w:rsidR="001E32B1" w:rsidRPr="00324C8F" w:rsidRDefault="001E32B1" w:rsidP="001E32B1">
      <w:pPr>
        <w:pStyle w:val="Textlnku"/>
        <w:numPr>
          <w:ilvl w:val="0"/>
          <w:numId w:val="10"/>
        </w:numPr>
        <w:suppressAutoHyphens w:val="0"/>
        <w:spacing w:before="120" w:after="0" w:line="240" w:lineRule="auto"/>
        <w:ind w:left="426" w:hanging="426"/>
      </w:pPr>
      <w:r w:rsidRPr="00324C8F">
        <w:t>V § 44 se odstavce 2 a 3 zrušují.</w:t>
      </w:r>
    </w:p>
    <w:p w:rsidR="001E32B1" w:rsidRPr="00324C8F" w:rsidRDefault="001E32B1" w:rsidP="001E32B1">
      <w:pPr>
        <w:pStyle w:val="Textlnku"/>
        <w:spacing w:before="120" w:after="0" w:line="240" w:lineRule="auto"/>
      </w:pPr>
      <w:r w:rsidRPr="00324C8F">
        <w:t>Dosavadní odstavce 4 až 7 se označují jako odstavce 2 až 5.</w:t>
      </w:r>
    </w:p>
    <w:p w:rsidR="001E32B1" w:rsidRPr="00324C8F" w:rsidRDefault="001E32B1" w:rsidP="0009267B">
      <w:pPr>
        <w:pStyle w:val="Textlnku"/>
        <w:spacing w:before="0" w:after="0" w:line="240" w:lineRule="auto"/>
      </w:pPr>
    </w:p>
    <w:p w:rsidR="001E32B1" w:rsidRPr="00324C8F" w:rsidRDefault="001E32B1" w:rsidP="001E32B1">
      <w:pPr>
        <w:pStyle w:val="Textlnku"/>
        <w:numPr>
          <w:ilvl w:val="0"/>
          <w:numId w:val="10"/>
        </w:numPr>
        <w:suppressAutoHyphens w:val="0"/>
        <w:spacing w:before="120" w:after="0" w:line="240" w:lineRule="auto"/>
        <w:ind w:left="426" w:hanging="426"/>
      </w:pPr>
      <w:r w:rsidRPr="00324C8F">
        <w:t>V § 44 se odstavec 3 zrušuje.</w:t>
      </w:r>
    </w:p>
    <w:p w:rsidR="001E32B1" w:rsidRPr="00324C8F" w:rsidRDefault="001E32B1" w:rsidP="001E32B1">
      <w:pPr>
        <w:pStyle w:val="Textlnku"/>
        <w:spacing w:before="120" w:after="0" w:line="240" w:lineRule="auto"/>
      </w:pPr>
      <w:r w:rsidRPr="00324C8F">
        <w:t>Dosavadní odstavce 4 a 5 se označují jako odstavce 3 a 4.</w:t>
      </w:r>
    </w:p>
    <w:p w:rsidR="001E32B1" w:rsidRPr="00324C8F" w:rsidRDefault="001E32B1" w:rsidP="0009267B">
      <w:pPr>
        <w:pStyle w:val="Textlnku"/>
        <w:spacing w:before="0" w:after="0" w:line="240" w:lineRule="auto"/>
      </w:pPr>
    </w:p>
    <w:p w:rsidR="001E32B1" w:rsidRPr="00324C8F" w:rsidRDefault="001E32B1" w:rsidP="001E32B1">
      <w:pPr>
        <w:pStyle w:val="Textlnku"/>
        <w:numPr>
          <w:ilvl w:val="0"/>
          <w:numId w:val="10"/>
        </w:numPr>
        <w:suppressAutoHyphens w:val="0"/>
        <w:spacing w:before="120" w:after="0" w:line="240" w:lineRule="auto"/>
        <w:ind w:left="426" w:hanging="426"/>
      </w:pPr>
      <w:r w:rsidRPr="00324C8F">
        <w:t>V § 44 odst. 4 písm. b) se doplňuje věta „Ustanovení o odpovědnosti příjemce a společně posuzovaných osob za přeplatek tím není dotčeno.“.</w:t>
      </w:r>
    </w:p>
    <w:p w:rsidR="001E32B1" w:rsidRPr="00324C8F" w:rsidRDefault="001E32B1" w:rsidP="0009267B">
      <w:pPr>
        <w:autoSpaceDE w:val="0"/>
        <w:autoSpaceDN w:val="0"/>
        <w:adjustRightInd w:val="0"/>
        <w:ind w:firstLine="709"/>
      </w:pPr>
    </w:p>
    <w:p w:rsidR="001E32B1" w:rsidRPr="00324C8F" w:rsidRDefault="001E32B1" w:rsidP="001E32B1">
      <w:pPr>
        <w:pStyle w:val="Odstavecseseznamem"/>
        <w:numPr>
          <w:ilvl w:val="0"/>
          <w:numId w:val="10"/>
        </w:numPr>
        <w:suppressAutoHyphens w:val="0"/>
        <w:spacing w:before="120" w:after="0" w:line="240" w:lineRule="auto"/>
        <w:ind w:left="426" w:hanging="426"/>
        <w:jc w:val="both"/>
        <w:rPr>
          <w:bCs/>
        </w:rPr>
      </w:pPr>
      <w:r w:rsidRPr="00324C8F">
        <w:t>V § 49 se na konci odstavce 2 tečka nahrazuje čárkou a doplňují se písmena c) až e), která znějí:</w:t>
      </w:r>
    </w:p>
    <w:p w:rsidR="001E32B1" w:rsidRPr="00324C8F" w:rsidRDefault="001E32B1" w:rsidP="001E32B1">
      <w:pPr>
        <w:pStyle w:val="Textlnku"/>
        <w:suppressAutoHyphens w:val="0"/>
        <w:spacing w:before="120" w:after="0" w:line="240" w:lineRule="auto"/>
        <w:ind w:left="851" w:hanging="425"/>
      </w:pPr>
      <w:r w:rsidRPr="00324C8F">
        <w:t>„c)</w:t>
      </w:r>
      <w:r w:rsidRPr="00324C8F">
        <w:tab/>
      </w:r>
      <w:bookmarkStart w:id="1" w:name="_Hlk53726898"/>
      <w:r w:rsidRPr="00D47A09">
        <w:t>podrobit se za účelem posouzení svého zdravotního stavu</w:t>
      </w:r>
      <w:r w:rsidRPr="006C55E4">
        <w:t xml:space="preserve"> </w:t>
      </w:r>
      <w:r>
        <w:t>nebo za účelem vydání lékařského posudku k doložení skutečností</w:t>
      </w:r>
      <w:r w:rsidRPr="00D47A09">
        <w:t xml:space="preserve"> podle § 3 odst. 1 písm. a) bodu 8</w:t>
      </w:r>
      <w:r w:rsidRPr="009D5E77">
        <w:t xml:space="preserve"> </w:t>
      </w:r>
      <w:r w:rsidRPr="00D47A09">
        <w:t>na výzvu krajské pobočky Úřadu práce vyšetření u smluvního poskytovatele zdravotních služeb určeného krajskou pobočkou Úřadu práce,</w:t>
      </w:r>
    </w:p>
    <w:bookmarkEnd w:id="1"/>
    <w:p w:rsidR="001E32B1" w:rsidRPr="00324C8F" w:rsidRDefault="001E32B1" w:rsidP="001E32B1">
      <w:pPr>
        <w:pStyle w:val="Odstavecseseznamem"/>
        <w:spacing w:before="120" w:after="0" w:line="240" w:lineRule="auto"/>
        <w:ind w:left="851" w:hanging="425"/>
      </w:pPr>
      <w:r w:rsidRPr="00324C8F">
        <w:t xml:space="preserve"> d)</w:t>
      </w:r>
      <w:r w:rsidRPr="00324C8F">
        <w:tab/>
        <w:t>nejpozději do 3 kalendářních dnů od vydání potvrzení podle § 17 odst. 1 a 4 doložit tato potvrzení Úřadu práce,</w:t>
      </w:r>
    </w:p>
    <w:p w:rsidR="001E32B1" w:rsidRPr="00324C8F" w:rsidRDefault="001E32B1" w:rsidP="001E32B1">
      <w:pPr>
        <w:pStyle w:val="Odstavecseseznamem"/>
        <w:spacing w:before="120" w:after="0" w:line="240" w:lineRule="auto"/>
        <w:ind w:left="851" w:hanging="425"/>
      </w:pPr>
      <w:r w:rsidRPr="00324C8F">
        <w:t xml:space="preserve"> e)</w:t>
      </w:r>
      <w:r w:rsidRPr="00324C8F">
        <w:tab/>
        <w:t>dodržovat režim pracovní neschopnosti pro účely dávek pomoci v hmotné nouzi podle § 17a.“.</w:t>
      </w:r>
    </w:p>
    <w:p w:rsidR="001E32B1" w:rsidRPr="00324C8F" w:rsidRDefault="001E32B1" w:rsidP="001E32B1">
      <w:pPr>
        <w:pStyle w:val="Odstavecseseznamem"/>
        <w:widowControl w:val="0"/>
        <w:autoSpaceDE w:val="0"/>
        <w:autoSpaceDN w:val="0"/>
        <w:adjustRightInd w:val="0"/>
        <w:spacing w:before="120" w:after="0" w:line="240" w:lineRule="auto"/>
        <w:ind w:left="0" w:hanging="284"/>
      </w:pPr>
    </w:p>
    <w:p w:rsidR="001E32B1" w:rsidRPr="00324C8F" w:rsidRDefault="001E32B1" w:rsidP="001E32B1">
      <w:pPr>
        <w:pStyle w:val="Odstavecseseznamem"/>
        <w:widowControl w:val="0"/>
        <w:numPr>
          <w:ilvl w:val="0"/>
          <w:numId w:val="10"/>
        </w:numPr>
        <w:suppressAutoHyphens w:val="0"/>
        <w:autoSpaceDE w:val="0"/>
        <w:autoSpaceDN w:val="0"/>
        <w:adjustRightInd w:val="0"/>
        <w:spacing w:before="120" w:after="0" w:line="240" w:lineRule="auto"/>
        <w:ind w:left="426" w:hanging="426"/>
        <w:jc w:val="both"/>
      </w:pPr>
      <w:r w:rsidRPr="00324C8F">
        <w:t>V § 49 se na konci odstavce 3 tečka nahrazuje čárkou a doplňují se písmena c) až e), která znějí:</w:t>
      </w:r>
    </w:p>
    <w:p w:rsidR="001E32B1" w:rsidRPr="00324C8F" w:rsidRDefault="001E32B1" w:rsidP="001E32B1">
      <w:pPr>
        <w:pStyle w:val="Textlnku"/>
        <w:suppressAutoHyphens w:val="0"/>
        <w:spacing w:before="120" w:after="0" w:line="240" w:lineRule="auto"/>
        <w:ind w:left="851" w:hanging="425"/>
      </w:pPr>
      <w:r w:rsidRPr="00324C8F">
        <w:t>„c)</w:t>
      </w:r>
      <w:r w:rsidRPr="00324C8F">
        <w:tab/>
      </w:r>
      <w:r w:rsidRPr="00D47A09">
        <w:t>podrobit se za účelem posouzení svého zdravotního stavu</w:t>
      </w:r>
      <w:r w:rsidRPr="006C55E4">
        <w:t xml:space="preserve"> </w:t>
      </w:r>
      <w:r>
        <w:t>nebo za účelem vydání lékařského posudku k doložení skutečností</w:t>
      </w:r>
      <w:r w:rsidRPr="00D47A09">
        <w:t xml:space="preserve"> podle § 3 odst. 1 písm. a) bodu 8</w:t>
      </w:r>
      <w:r w:rsidRPr="009D5E77">
        <w:t xml:space="preserve"> </w:t>
      </w:r>
      <w:r w:rsidRPr="00D47A09">
        <w:t>na výzvu krajské pobočky Úřadu práce vyšetření u smluvního poskytovatele zdravotních služeb určeného krajskou pobočkou Úřadu práce,</w:t>
      </w:r>
    </w:p>
    <w:p w:rsidR="001E32B1" w:rsidRPr="00324C8F" w:rsidRDefault="001E32B1" w:rsidP="001E32B1">
      <w:pPr>
        <w:pStyle w:val="Odstavecseseznamem"/>
        <w:spacing w:before="120" w:after="0" w:line="240" w:lineRule="auto"/>
        <w:ind w:left="851" w:hanging="425"/>
      </w:pPr>
      <w:r w:rsidRPr="00324C8F">
        <w:t xml:space="preserve"> d)</w:t>
      </w:r>
      <w:r w:rsidRPr="00324C8F">
        <w:tab/>
        <w:t>nejpozději do 3 kalendářních dnů od vydání potvrzení podle § 17 odst. 1 a 4 doložit tato potvrzení Úřadu práce,</w:t>
      </w:r>
    </w:p>
    <w:p w:rsidR="001E32B1" w:rsidRPr="00324C8F" w:rsidRDefault="001E32B1" w:rsidP="001E32B1">
      <w:pPr>
        <w:pStyle w:val="Odstavecseseznamem"/>
        <w:spacing w:before="120" w:after="0" w:line="240" w:lineRule="auto"/>
        <w:ind w:left="851" w:hanging="425"/>
      </w:pPr>
      <w:r w:rsidRPr="00324C8F">
        <w:t xml:space="preserve"> e)</w:t>
      </w:r>
      <w:r w:rsidRPr="00324C8F">
        <w:tab/>
        <w:t>dodržovat režim pracovní neschopnosti pro účely dávek pomoci v hmotné nouzi podle</w:t>
      </w:r>
      <w:r>
        <w:t> </w:t>
      </w:r>
      <w:r w:rsidRPr="00324C8F">
        <w:t>§ 17a.“.</w:t>
      </w:r>
    </w:p>
    <w:p w:rsidR="001E32B1" w:rsidRPr="00324C8F" w:rsidRDefault="001E32B1" w:rsidP="001E32B1">
      <w:pPr>
        <w:pStyle w:val="Odstavecseseznamem"/>
        <w:spacing w:before="120" w:after="0" w:line="240" w:lineRule="auto"/>
        <w:ind w:left="284"/>
        <w:rPr>
          <w:bCs/>
        </w:rPr>
      </w:pPr>
    </w:p>
    <w:p w:rsidR="001E32B1" w:rsidRPr="00324C8F" w:rsidRDefault="001E32B1" w:rsidP="001E32B1">
      <w:pPr>
        <w:pStyle w:val="Odstavecseseznamem"/>
        <w:numPr>
          <w:ilvl w:val="0"/>
          <w:numId w:val="10"/>
        </w:numPr>
        <w:suppressAutoHyphens w:val="0"/>
        <w:spacing w:before="120" w:after="0" w:line="240" w:lineRule="auto"/>
        <w:ind w:left="426" w:hanging="426"/>
        <w:jc w:val="both"/>
      </w:pPr>
      <w:r w:rsidRPr="00324C8F">
        <w:t>§ 62 zní:</w:t>
      </w:r>
    </w:p>
    <w:p w:rsidR="001E32B1" w:rsidRPr="00324C8F" w:rsidRDefault="001E32B1" w:rsidP="001E32B1">
      <w:pPr>
        <w:spacing w:before="120"/>
        <w:jc w:val="center"/>
      </w:pPr>
      <w:r w:rsidRPr="00324C8F">
        <w:t>„§ 62</w:t>
      </w:r>
    </w:p>
    <w:p w:rsidR="001E32B1" w:rsidRPr="00324C8F" w:rsidRDefault="001E32B1" w:rsidP="0009267B">
      <w:pPr>
        <w:autoSpaceDE w:val="0"/>
        <w:autoSpaceDN w:val="0"/>
        <w:adjustRightInd w:val="0"/>
        <w:spacing w:before="120"/>
        <w:ind w:left="426" w:firstLine="566"/>
        <w:jc w:val="both"/>
      </w:pPr>
      <w:r w:rsidRPr="00324C8F">
        <w:t xml:space="preserve">(1) </w:t>
      </w:r>
      <w:bookmarkStart w:id="2" w:name="_Hlk53852924"/>
      <w:r w:rsidRPr="00324C8F">
        <w:t xml:space="preserve">Krajská pobočka Úřadu práce je dále oprávněna kontrolovat </w:t>
      </w:r>
      <w:r>
        <w:t>dodržování režimu</w:t>
      </w:r>
      <w:r w:rsidRPr="00324C8F">
        <w:t xml:space="preserve"> pracovní neschopnosti pro účely dávek pomoci v hmotné nouzi podle § 17a. </w:t>
      </w:r>
      <w:r>
        <w:t>Zjistí-li k</w:t>
      </w:r>
      <w:r w:rsidRPr="00324C8F">
        <w:t xml:space="preserve">rajská pobočka Úřadu práce </w:t>
      </w:r>
      <w:r>
        <w:t>nedodržování režimu pracovní neschopnosti pro účely dávek pomoci v hmotné nouzi podle § 17a,</w:t>
      </w:r>
      <w:r w:rsidRPr="00324C8F">
        <w:t xml:space="preserve"> vyhotoví o kontrole písemný záznam s uvedením skutečností, které </w:t>
      </w:r>
      <w:r>
        <w:t>jsou považovány za</w:t>
      </w:r>
      <w:r w:rsidRPr="00324C8F">
        <w:t xml:space="preserve"> porušení tohoto režimu;</w:t>
      </w:r>
      <w:bookmarkEnd w:id="2"/>
      <w:r w:rsidRPr="00324C8F">
        <w:t xml:space="preserve"> stejnopis tohoto záznamu doručí osobě, která povinnost porušila, a registrujícímu poskytovateli nebo jinému poskytovateli zdravotních služeb, který poskytuje této osobě zdravotní péči v případě nemoci nebo úrazu. </w:t>
      </w:r>
    </w:p>
    <w:p w:rsidR="001E32B1" w:rsidRDefault="001E32B1" w:rsidP="001E32B1">
      <w:pPr>
        <w:autoSpaceDE w:val="0"/>
        <w:autoSpaceDN w:val="0"/>
        <w:adjustRightInd w:val="0"/>
        <w:spacing w:before="120"/>
        <w:ind w:firstLine="993"/>
      </w:pPr>
      <w:r w:rsidRPr="00324C8F">
        <w:t xml:space="preserve">(2) Na postup při kontrole podle odstavce 1 se nevztahuje </w:t>
      </w:r>
      <w:hyperlink r:id="rId7" w:history="1">
        <w:r w:rsidRPr="00324C8F">
          <w:t>kontrolní řád</w:t>
        </w:r>
      </w:hyperlink>
      <w:r w:rsidRPr="00324C8F">
        <w:t>.</w:t>
      </w:r>
    </w:p>
    <w:p w:rsidR="0009267B" w:rsidRDefault="0009267B" w:rsidP="001E32B1">
      <w:pPr>
        <w:autoSpaceDE w:val="0"/>
        <w:autoSpaceDN w:val="0"/>
        <w:adjustRightInd w:val="0"/>
        <w:spacing w:before="120"/>
        <w:ind w:firstLine="993"/>
      </w:pPr>
    </w:p>
    <w:p w:rsidR="001E32B1" w:rsidRPr="00324C8F" w:rsidRDefault="001E32B1" w:rsidP="0009267B">
      <w:pPr>
        <w:autoSpaceDE w:val="0"/>
        <w:autoSpaceDN w:val="0"/>
        <w:adjustRightInd w:val="0"/>
        <w:ind w:left="426" w:firstLine="567"/>
        <w:jc w:val="both"/>
      </w:pPr>
      <w:bookmarkStart w:id="3" w:name="_Hlk56069998"/>
      <w:r w:rsidRPr="0015480C">
        <w:t>(3) Krajská pobočka Úřadu práce je povinna ověřit trvání skutečností podle § 3 odst.</w:t>
      </w:r>
      <w:r>
        <w:t> </w:t>
      </w:r>
      <w:r w:rsidRPr="0015480C">
        <w:t>1 písm. a) bodu 8 a za tím účelem vyzvat osobu dokládající uvedené skutečnosti, aby se podrobila vyšetření u smluvního poskytovatele zdravotních služeb určeného krajskou pobočkou Úřadu práce</w:t>
      </w:r>
      <w:r>
        <w:t xml:space="preserve"> podle § 49 odst. 2 písm. c) nebo § 49 odst. 3 písm. c)</w:t>
      </w:r>
      <w:r w:rsidRPr="0015480C">
        <w:t>, nejméně jednou za 2 roky.</w:t>
      </w:r>
      <w:r w:rsidRPr="00324C8F">
        <w:t>“.</w:t>
      </w:r>
    </w:p>
    <w:bookmarkEnd w:id="3"/>
    <w:p w:rsidR="001E32B1" w:rsidRPr="00324C8F" w:rsidRDefault="001E32B1" w:rsidP="0009267B"/>
    <w:p w:rsidR="001E32B1" w:rsidRPr="00324C8F" w:rsidRDefault="001E32B1" w:rsidP="001E32B1">
      <w:pPr>
        <w:pStyle w:val="Textlnku"/>
        <w:numPr>
          <w:ilvl w:val="0"/>
          <w:numId w:val="10"/>
        </w:numPr>
        <w:suppressAutoHyphens w:val="0"/>
        <w:spacing w:before="120" w:after="0" w:line="240" w:lineRule="auto"/>
        <w:ind w:left="426" w:hanging="426"/>
      </w:pPr>
      <w:r w:rsidRPr="00324C8F">
        <w:t>V § 67 odstavec 1 včetně poznámky pod čarou č. 7 zní:</w:t>
      </w:r>
    </w:p>
    <w:p w:rsidR="001E32B1" w:rsidRPr="00324C8F" w:rsidRDefault="001E32B1" w:rsidP="001E32B1">
      <w:pPr>
        <w:pStyle w:val="Bezmezer"/>
        <w:tabs>
          <w:tab w:val="left" w:pos="426"/>
        </w:tabs>
        <w:spacing w:before="120"/>
        <w:ind w:left="426" w:firstLine="425"/>
        <w:jc w:val="both"/>
        <w:rPr>
          <w:rFonts w:ascii="Times New Roman" w:hAnsi="Times New Roman" w:cs="Times New Roman"/>
          <w:sz w:val="24"/>
          <w:szCs w:val="24"/>
        </w:rPr>
      </w:pPr>
      <w:r w:rsidRPr="00324C8F">
        <w:rPr>
          <w:rFonts w:ascii="Times New Roman" w:hAnsi="Times New Roman" w:cs="Times New Roman"/>
          <w:sz w:val="24"/>
          <w:szCs w:val="24"/>
        </w:rPr>
        <w:t xml:space="preserve">„(1) Místní příslušnost krajské pobočky Úřadu práce se řídí </w:t>
      </w:r>
    </w:p>
    <w:p w:rsidR="001E32B1" w:rsidRPr="00324C8F" w:rsidRDefault="001E32B1" w:rsidP="001E32B1">
      <w:pPr>
        <w:pStyle w:val="Bezmezer"/>
        <w:tabs>
          <w:tab w:val="left" w:pos="-284"/>
          <w:tab w:val="left" w:pos="0"/>
        </w:tabs>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a)</w:t>
      </w:r>
      <w:r w:rsidRPr="00324C8F">
        <w:rPr>
          <w:rFonts w:ascii="Times New Roman" w:hAnsi="Times New Roman" w:cs="Times New Roman"/>
          <w:sz w:val="24"/>
          <w:szCs w:val="24"/>
        </w:rPr>
        <w:tab/>
        <w:t>místem, kde žadatel o dávku na území České republiky bydlí,</w:t>
      </w:r>
    </w:p>
    <w:p w:rsidR="001E32B1" w:rsidRPr="00324C8F" w:rsidRDefault="001E32B1" w:rsidP="001E32B1">
      <w:pPr>
        <w:pStyle w:val="Bezmezer"/>
        <w:tabs>
          <w:tab w:val="left" w:pos="-284"/>
          <w:tab w:val="left" w:pos="0"/>
        </w:tabs>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b)</w:t>
      </w:r>
      <w:r w:rsidRPr="00324C8F">
        <w:rPr>
          <w:rFonts w:ascii="Times New Roman" w:hAnsi="Times New Roman" w:cs="Times New Roman"/>
          <w:sz w:val="24"/>
          <w:szCs w:val="24"/>
        </w:rPr>
        <w:tab/>
        <w:t>nelze-li místo určit podle písmene a), jiným místem, kde je hlášen k trvalému pobytu podle zvláštních právních předpisů</w:t>
      </w:r>
      <w:r w:rsidRPr="00324C8F">
        <w:rPr>
          <w:rFonts w:ascii="Times New Roman" w:hAnsi="Times New Roman" w:cs="Times New Roman"/>
          <w:sz w:val="24"/>
          <w:szCs w:val="24"/>
          <w:vertAlign w:val="superscript"/>
        </w:rPr>
        <w:t>7)</w:t>
      </w:r>
      <w:r w:rsidRPr="00324C8F">
        <w:rPr>
          <w:rFonts w:ascii="Times New Roman" w:hAnsi="Times New Roman" w:cs="Times New Roman"/>
          <w:sz w:val="24"/>
          <w:szCs w:val="24"/>
        </w:rPr>
        <w:t>,</w:t>
      </w:r>
    </w:p>
    <w:p w:rsidR="001E32B1" w:rsidRPr="00324C8F" w:rsidRDefault="001E32B1" w:rsidP="001E32B1">
      <w:pPr>
        <w:pStyle w:val="Bezmezer"/>
        <w:tabs>
          <w:tab w:val="left" w:pos="426"/>
        </w:tabs>
        <w:spacing w:before="120"/>
        <w:ind w:left="426"/>
        <w:jc w:val="both"/>
        <w:rPr>
          <w:rFonts w:ascii="Times New Roman" w:hAnsi="Times New Roman" w:cs="Times New Roman"/>
          <w:sz w:val="24"/>
          <w:szCs w:val="24"/>
        </w:rPr>
      </w:pPr>
      <w:r w:rsidRPr="00324C8F">
        <w:rPr>
          <w:rFonts w:ascii="Times New Roman" w:hAnsi="Times New Roman" w:cs="Times New Roman"/>
          <w:sz w:val="24"/>
          <w:szCs w:val="24"/>
        </w:rPr>
        <w:t>pokud tento zákon nestanoví jinak.</w:t>
      </w:r>
    </w:p>
    <w:p w:rsidR="001E32B1" w:rsidRPr="00324C8F" w:rsidRDefault="001E32B1" w:rsidP="001E32B1">
      <w:pPr>
        <w:spacing w:before="120"/>
        <w:ind w:left="426"/>
        <w:contextualSpacing/>
      </w:pPr>
      <w:r w:rsidRPr="00324C8F">
        <w:t xml:space="preserve">____________________ </w:t>
      </w:r>
    </w:p>
    <w:p w:rsidR="001E32B1" w:rsidRPr="00324C8F" w:rsidRDefault="001E32B1" w:rsidP="001E32B1">
      <w:pPr>
        <w:pStyle w:val="Bezmezer"/>
        <w:spacing w:before="120"/>
        <w:ind w:left="709" w:hanging="283"/>
        <w:jc w:val="both"/>
        <w:rPr>
          <w:rFonts w:ascii="Times New Roman" w:hAnsi="Times New Roman" w:cs="Times New Roman"/>
          <w:sz w:val="24"/>
          <w:szCs w:val="24"/>
        </w:rPr>
      </w:pPr>
      <w:r w:rsidRPr="00324C8F">
        <w:rPr>
          <w:rFonts w:ascii="Times New Roman" w:hAnsi="Times New Roman" w:cs="Times New Roman"/>
          <w:sz w:val="24"/>
          <w:szCs w:val="24"/>
        </w:rPr>
        <w:t xml:space="preserve"> </w:t>
      </w:r>
      <w:r w:rsidRPr="00324C8F">
        <w:rPr>
          <w:rFonts w:ascii="Times New Roman" w:hAnsi="Times New Roman" w:cs="Times New Roman"/>
          <w:sz w:val="24"/>
          <w:szCs w:val="24"/>
          <w:vertAlign w:val="superscript"/>
        </w:rPr>
        <w:t>7)</w:t>
      </w:r>
      <w:r w:rsidRPr="00324C8F">
        <w:rPr>
          <w:rFonts w:ascii="Times New Roman" w:hAnsi="Times New Roman" w:cs="Times New Roman"/>
          <w:sz w:val="24"/>
          <w:szCs w:val="24"/>
          <w:vertAlign w:val="superscript"/>
        </w:rPr>
        <w:tab/>
      </w:r>
      <w:r w:rsidRPr="00324C8F">
        <w:rPr>
          <w:rFonts w:ascii="Times New Roman" w:hAnsi="Times New Roman" w:cs="Times New Roman"/>
          <w:sz w:val="24"/>
          <w:szCs w:val="24"/>
        </w:rPr>
        <w:t>Zákon č. 133/2000 Sb., o evidenci obyvatel a rodných číslech a o změně některých zákonů (zákon o evidenci obyvatel), ve znění pozdějších předpisů.</w:t>
      </w:r>
    </w:p>
    <w:p w:rsidR="001E32B1" w:rsidRPr="00324C8F" w:rsidRDefault="001E32B1" w:rsidP="001E32B1">
      <w:pPr>
        <w:pStyle w:val="Bezmezer"/>
        <w:spacing w:before="120"/>
        <w:ind w:left="709"/>
        <w:jc w:val="both"/>
        <w:rPr>
          <w:rFonts w:ascii="Times New Roman" w:hAnsi="Times New Roman" w:cs="Times New Roman"/>
          <w:sz w:val="24"/>
          <w:szCs w:val="24"/>
        </w:rPr>
      </w:pPr>
      <w:r w:rsidRPr="00324C8F">
        <w:rPr>
          <w:rFonts w:ascii="Times New Roman" w:hAnsi="Times New Roman" w:cs="Times New Roman"/>
          <w:sz w:val="24"/>
          <w:szCs w:val="24"/>
        </w:rPr>
        <w:t xml:space="preserve">Zákon č. 325/1999 Sb., ve znění pozdějších předpisů.     </w:t>
      </w:r>
    </w:p>
    <w:p w:rsidR="001E32B1" w:rsidRPr="00324C8F" w:rsidRDefault="001E32B1" w:rsidP="001E32B1">
      <w:pPr>
        <w:pStyle w:val="Bezmezer"/>
        <w:spacing w:before="120"/>
        <w:ind w:left="709"/>
        <w:jc w:val="both"/>
        <w:rPr>
          <w:rFonts w:ascii="Times New Roman" w:hAnsi="Times New Roman" w:cs="Times New Roman"/>
          <w:sz w:val="24"/>
          <w:szCs w:val="24"/>
        </w:rPr>
      </w:pPr>
      <w:r w:rsidRPr="00324C8F">
        <w:rPr>
          <w:rFonts w:ascii="Times New Roman" w:hAnsi="Times New Roman" w:cs="Times New Roman"/>
          <w:sz w:val="24"/>
          <w:szCs w:val="24"/>
        </w:rPr>
        <w:t>Zákon č. 326/1999 Sb., ve znění pozdějších předpisů.“.</w:t>
      </w:r>
    </w:p>
    <w:p w:rsidR="001E32B1" w:rsidRPr="00324C8F" w:rsidRDefault="001E32B1" w:rsidP="0009267B"/>
    <w:p w:rsidR="001E32B1" w:rsidRPr="00324C8F" w:rsidRDefault="001E32B1" w:rsidP="0009267B">
      <w:pPr>
        <w:pStyle w:val="Textlnku"/>
        <w:numPr>
          <w:ilvl w:val="0"/>
          <w:numId w:val="10"/>
        </w:numPr>
        <w:suppressAutoHyphens w:val="0"/>
        <w:spacing w:before="0" w:after="0" w:line="240" w:lineRule="auto"/>
        <w:ind w:left="426" w:hanging="426"/>
      </w:pPr>
      <w:r w:rsidRPr="00324C8F">
        <w:t>V § 69 odst. 2 se za slova „</w:t>
      </w:r>
      <w:r w:rsidRPr="00324C8F">
        <w:rPr>
          <w:rFonts w:eastAsia="Calibri"/>
        </w:rPr>
        <w:t>o zastavení její výplaty“ vkládají slova „nebo o přeplatku“.</w:t>
      </w:r>
    </w:p>
    <w:p w:rsidR="001E32B1" w:rsidRPr="00324C8F" w:rsidRDefault="001E32B1" w:rsidP="0009267B">
      <w:pPr>
        <w:pStyle w:val="Odstavecseseznamem"/>
        <w:suppressAutoHyphens w:val="0"/>
        <w:spacing w:after="0" w:line="240" w:lineRule="auto"/>
        <w:ind w:left="426"/>
        <w:rPr>
          <w:bCs/>
        </w:rPr>
      </w:pPr>
    </w:p>
    <w:p w:rsidR="001E32B1" w:rsidRPr="00324C8F" w:rsidRDefault="001E32B1" w:rsidP="001E32B1">
      <w:pPr>
        <w:pStyle w:val="Textlnku"/>
        <w:numPr>
          <w:ilvl w:val="0"/>
          <w:numId w:val="10"/>
        </w:numPr>
        <w:suppressAutoHyphens w:val="0"/>
        <w:spacing w:before="120" w:after="0" w:line="240" w:lineRule="auto"/>
        <w:ind w:left="426" w:hanging="426"/>
      </w:pPr>
      <w:r w:rsidRPr="00324C8F">
        <w:t xml:space="preserve">V § 72 </w:t>
      </w:r>
      <w:r w:rsidRPr="00324C8F">
        <w:rPr>
          <w:noProof/>
        </w:rPr>
        <w:t>se na konci odstavce 4 tečka nahrazuje</w:t>
      </w:r>
      <w:r w:rsidRPr="00324C8F">
        <w:t xml:space="preserve"> čárkou a doplňuje se písmeno i), které zní: </w:t>
      </w:r>
    </w:p>
    <w:p w:rsidR="001E32B1" w:rsidRPr="00324C8F" w:rsidRDefault="001E32B1" w:rsidP="001E32B1">
      <w:pPr>
        <w:pStyle w:val="Bezmezer"/>
        <w:tabs>
          <w:tab w:val="left" w:pos="-142"/>
        </w:tabs>
        <w:spacing w:before="120"/>
        <w:ind w:left="709" w:hanging="283"/>
        <w:jc w:val="both"/>
        <w:rPr>
          <w:rFonts w:ascii="Times New Roman" w:eastAsia="Calibri" w:hAnsi="Times New Roman" w:cs="Times New Roman"/>
          <w:sz w:val="24"/>
          <w:szCs w:val="24"/>
        </w:rPr>
      </w:pPr>
      <w:r w:rsidRPr="00324C8F">
        <w:rPr>
          <w:rFonts w:ascii="Times New Roman" w:eastAsia="Calibri" w:hAnsi="Times New Roman" w:cs="Times New Roman"/>
          <w:sz w:val="24"/>
          <w:szCs w:val="24"/>
        </w:rPr>
        <w:t>„i)</w:t>
      </w:r>
      <w:r w:rsidRPr="00324C8F">
        <w:rPr>
          <w:rFonts w:ascii="Times New Roman" w:eastAsia="Calibri" w:hAnsi="Times New Roman" w:cs="Times New Roman"/>
          <w:sz w:val="24"/>
          <w:szCs w:val="24"/>
        </w:rPr>
        <w:tab/>
        <w:t>prohlášení, že byt, na který je doplatek na bydlení požadován, splňuje základní standardy pro bydlení.“.</w:t>
      </w:r>
    </w:p>
    <w:p w:rsidR="001E32B1" w:rsidRPr="00324C8F" w:rsidRDefault="001E32B1" w:rsidP="0009267B"/>
    <w:p w:rsidR="001E32B1" w:rsidRPr="00324C8F" w:rsidRDefault="001E32B1" w:rsidP="001E32B1">
      <w:pPr>
        <w:pStyle w:val="Textodstavce"/>
        <w:widowControl/>
        <w:numPr>
          <w:ilvl w:val="0"/>
          <w:numId w:val="10"/>
        </w:numPr>
        <w:tabs>
          <w:tab w:val="left" w:pos="0"/>
        </w:tabs>
        <w:suppressAutoHyphens w:val="0"/>
        <w:spacing w:after="0"/>
        <w:ind w:left="426" w:hanging="426"/>
        <w:jc w:val="both"/>
      </w:pPr>
      <w:r w:rsidRPr="00324C8F">
        <w:t>V § 77 se doplňuje odstavec 3, který zní:</w:t>
      </w:r>
    </w:p>
    <w:p w:rsidR="001E32B1" w:rsidRPr="00324C8F" w:rsidRDefault="001E32B1" w:rsidP="001E32B1">
      <w:pPr>
        <w:spacing w:before="120"/>
        <w:ind w:left="426" w:firstLine="425"/>
      </w:pPr>
      <w:r w:rsidRPr="00324C8F">
        <w:t>„(3) Proti rozhodnutí podle § 54 odst. 1 se nelze odvolat ani je nelze přezkoumat v přezkumném řízení.“.</w:t>
      </w:r>
    </w:p>
    <w:p w:rsidR="001E32B1" w:rsidRPr="00324C8F" w:rsidRDefault="001E32B1" w:rsidP="0009267B">
      <w:pPr>
        <w:ind w:left="426" w:firstLine="425"/>
      </w:pPr>
    </w:p>
    <w:p w:rsidR="001E32B1" w:rsidRPr="00324C8F" w:rsidRDefault="001E32B1" w:rsidP="0009267B">
      <w:pPr>
        <w:pStyle w:val="Odstavecseseznamem"/>
        <w:numPr>
          <w:ilvl w:val="0"/>
          <w:numId w:val="10"/>
        </w:numPr>
        <w:suppressAutoHyphens w:val="0"/>
        <w:spacing w:after="0" w:line="240" w:lineRule="auto"/>
        <w:ind w:left="426" w:hanging="426"/>
        <w:jc w:val="both"/>
      </w:pPr>
      <w:r w:rsidRPr="00324C8F">
        <w:t>V § 80 se za slovo „provedení“ vkládají slova „§ 17 odst. 5,“.“.</w:t>
      </w:r>
    </w:p>
    <w:p w:rsidR="001E32B1" w:rsidRPr="00324C8F" w:rsidRDefault="001E32B1" w:rsidP="0009267B"/>
    <w:p w:rsidR="001E32B1" w:rsidRPr="00B803C3" w:rsidRDefault="00B803C3" w:rsidP="00B803C3">
      <w:pPr>
        <w:spacing w:before="120"/>
        <w:jc w:val="both"/>
        <w:rPr>
          <w:b/>
          <w:bCs/>
        </w:rPr>
      </w:pPr>
      <w:r>
        <w:rPr>
          <w:b/>
          <w:bCs/>
        </w:rPr>
        <w:t xml:space="preserve">C5. </w:t>
      </w:r>
      <w:r w:rsidR="001E32B1" w:rsidRPr="00B803C3">
        <w:rPr>
          <w:b/>
          <w:bCs/>
        </w:rPr>
        <w:t>Čl. II zní:</w:t>
      </w:r>
    </w:p>
    <w:p w:rsidR="001E32B1" w:rsidRPr="00324C8F" w:rsidRDefault="001E32B1" w:rsidP="001E32B1">
      <w:pPr>
        <w:spacing w:before="120"/>
        <w:jc w:val="center"/>
        <w:rPr>
          <w:bCs/>
        </w:rPr>
      </w:pPr>
      <w:r w:rsidRPr="00324C8F">
        <w:rPr>
          <w:bCs/>
        </w:rPr>
        <w:t>„Čl. II</w:t>
      </w:r>
    </w:p>
    <w:p w:rsidR="001E32B1" w:rsidRPr="00324C8F" w:rsidRDefault="001E32B1" w:rsidP="001E32B1">
      <w:pPr>
        <w:spacing w:before="120"/>
        <w:jc w:val="center"/>
        <w:rPr>
          <w:b/>
        </w:rPr>
      </w:pPr>
      <w:r w:rsidRPr="00324C8F">
        <w:rPr>
          <w:b/>
        </w:rPr>
        <w:t>Přechodná ustanovení</w:t>
      </w:r>
    </w:p>
    <w:p w:rsidR="001E32B1" w:rsidRPr="00324C8F" w:rsidRDefault="001E32B1" w:rsidP="001E32B1">
      <w:pPr>
        <w:pStyle w:val="Odstavecseseznamem"/>
        <w:numPr>
          <w:ilvl w:val="0"/>
          <w:numId w:val="8"/>
        </w:numPr>
        <w:suppressAutoHyphens w:val="0"/>
        <w:spacing w:before="120" w:after="0" w:line="240" w:lineRule="auto"/>
        <w:ind w:left="426" w:hanging="426"/>
        <w:jc w:val="both"/>
      </w:pPr>
      <w:r w:rsidRPr="00324C8F">
        <w:t>Úřad práce České republiky – krajské pobočky a pobočka pro hlavní město Prahu (dále jen „krajská pobočka Úřadu práce“) doručí v období od 1. dubna do 30. června 202</w:t>
      </w:r>
      <w:r>
        <w:t>2</w:t>
      </w:r>
      <w:r w:rsidRPr="00324C8F">
        <w:t xml:space="preserve"> příjemcům příspěvku na živobytí a doplatku na bydlení písemné sdělení o změně místní příslušnosti krajských poboček Úřadu práce s účinností od 1. července 202</w:t>
      </w:r>
      <w:r>
        <w:t>2</w:t>
      </w:r>
      <w:r w:rsidRPr="00324C8F">
        <w:t>, zároveň je vyzve, aby v případě, kdy je místo jejich skutečného pobytu odlišné od místa, kde jsou hlášeni k trvalému pobytu, tuto skutečnost písemně oznámili krajské pobočce Úřadu práce, která jim příspěvek na živobytí nebo doplatek na bydlení vyplácí; toto sdělení se nedoručuje do vlastních rukou.</w:t>
      </w:r>
    </w:p>
    <w:p w:rsidR="001E32B1" w:rsidRPr="00324C8F" w:rsidRDefault="001E32B1" w:rsidP="001E32B1">
      <w:pPr>
        <w:pStyle w:val="Odstavecseseznamem"/>
        <w:suppressAutoHyphens w:val="0"/>
        <w:spacing w:before="120" w:after="0" w:line="240" w:lineRule="auto"/>
        <w:ind w:left="426"/>
      </w:pPr>
    </w:p>
    <w:p w:rsidR="001E32B1" w:rsidRPr="00324C8F" w:rsidRDefault="001E32B1" w:rsidP="001E32B1">
      <w:pPr>
        <w:pStyle w:val="Odstavecseseznamem"/>
        <w:numPr>
          <w:ilvl w:val="0"/>
          <w:numId w:val="8"/>
        </w:numPr>
        <w:suppressAutoHyphens w:val="0"/>
        <w:spacing w:before="120" w:after="0" w:line="240" w:lineRule="auto"/>
        <w:ind w:left="426" w:hanging="426"/>
        <w:jc w:val="both"/>
      </w:pPr>
      <w:r w:rsidRPr="00324C8F">
        <w:t xml:space="preserve">Ode dne nabytí účinnosti tohoto zákona až do dne oznámení změny místa skutečného pobytu příjemce příspěvku na živobytí a doplatku na bydlení vyplácí tyto dávky krajská pobočka Úřadu práce, která jim dávky vyplácela do dne nabytí účinnosti tohoto zákona. </w:t>
      </w:r>
    </w:p>
    <w:p w:rsidR="001E32B1" w:rsidRPr="00324C8F" w:rsidRDefault="001E32B1" w:rsidP="001E32B1">
      <w:pPr>
        <w:pStyle w:val="Odstavecseseznamem"/>
        <w:spacing w:before="120" w:after="0" w:line="240" w:lineRule="auto"/>
      </w:pPr>
    </w:p>
    <w:p w:rsidR="001E32B1" w:rsidRDefault="001E32B1" w:rsidP="001E32B1">
      <w:pPr>
        <w:pStyle w:val="Odstavecseseznamem"/>
        <w:keepNext/>
        <w:widowControl w:val="0"/>
        <w:numPr>
          <w:ilvl w:val="0"/>
          <w:numId w:val="8"/>
        </w:numPr>
        <w:tabs>
          <w:tab w:val="left" w:pos="0"/>
        </w:tabs>
        <w:spacing w:before="120" w:after="0" w:line="240" w:lineRule="auto"/>
        <w:ind w:left="426" w:hanging="426"/>
        <w:contextualSpacing w:val="0"/>
        <w:jc w:val="both"/>
        <w:outlineLvl w:val="0"/>
      </w:pPr>
      <w:r>
        <w:t>Řízení</w:t>
      </w:r>
      <w:r w:rsidRPr="00324C8F">
        <w:t xml:space="preserve"> o dávkách pomoci v hmotné nouzi zahájená a pravomocně neskončená přede dnem nabytí účinnosti tohoto zákona se dokončí podle zákona ve znění účinném ode dne nabytí účinnosti tohoto zákona.</w:t>
      </w:r>
      <w:r>
        <w:t>“.</w:t>
      </w:r>
      <w:r w:rsidRPr="00324C8F">
        <w:t xml:space="preserve">  </w:t>
      </w:r>
    </w:p>
    <w:p w:rsidR="001E32B1" w:rsidRPr="00324C8F" w:rsidRDefault="001E32B1" w:rsidP="001E32B1">
      <w:pPr>
        <w:pStyle w:val="Odstavecseseznamem"/>
        <w:keepNext/>
        <w:widowControl w:val="0"/>
        <w:tabs>
          <w:tab w:val="left" w:pos="709"/>
        </w:tabs>
        <w:spacing w:before="120" w:after="0" w:line="240" w:lineRule="auto"/>
        <w:outlineLvl w:val="0"/>
        <w:rPr>
          <w:highlight w:val="yellow"/>
        </w:rPr>
      </w:pPr>
    </w:p>
    <w:p w:rsidR="001E32B1" w:rsidRPr="00B803C3" w:rsidRDefault="00B803C3" w:rsidP="00B803C3">
      <w:pPr>
        <w:suppressAutoHyphens w:val="0"/>
        <w:spacing w:before="120"/>
        <w:jc w:val="both"/>
        <w:rPr>
          <w:b/>
        </w:rPr>
      </w:pPr>
      <w:r>
        <w:rPr>
          <w:b/>
        </w:rPr>
        <w:t xml:space="preserve">C6. </w:t>
      </w:r>
      <w:r w:rsidR="001E32B1" w:rsidRPr="00B803C3">
        <w:rPr>
          <w:b/>
        </w:rPr>
        <w:t>Za Čl. II se doplňují nové „ČÁSTI DRUHÁ až ČTVRTÁ“, které znějí:</w:t>
      </w:r>
    </w:p>
    <w:p w:rsidR="001E32B1" w:rsidRDefault="001E32B1" w:rsidP="001E32B1">
      <w:pPr>
        <w:tabs>
          <w:tab w:val="left" w:pos="6030"/>
        </w:tabs>
        <w:jc w:val="center"/>
      </w:pPr>
    </w:p>
    <w:p w:rsidR="001E32B1" w:rsidRPr="00324C8F" w:rsidRDefault="001E32B1" w:rsidP="001E32B1">
      <w:pPr>
        <w:tabs>
          <w:tab w:val="left" w:pos="6030"/>
        </w:tabs>
        <w:spacing w:before="120"/>
        <w:jc w:val="center"/>
      </w:pPr>
      <w:r w:rsidRPr="00324C8F">
        <w:t>„ČÁST DRUHÁ</w:t>
      </w:r>
    </w:p>
    <w:p w:rsidR="001E32B1" w:rsidRPr="00324C8F" w:rsidRDefault="001E32B1" w:rsidP="001E32B1">
      <w:pPr>
        <w:pStyle w:val="Odstavecseseznamem"/>
        <w:spacing w:before="120" w:after="0" w:line="240" w:lineRule="auto"/>
        <w:ind w:left="0"/>
        <w:jc w:val="center"/>
        <w:rPr>
          <w:b/>
          <w:bCs/>
        </w:rPr>
      </w:pPr>
      <w:r w:rsidRPr="00324C8F">
        <w:rPr>
          <w:b/>
          <w:bCs/>
        </w:rPr>
        <w:t>Změna zákona o státní sociální podpoře</w:t>
      </w:r>
    </w:p>
    <w:p w:rsidR="001E32B1" w:rsidRPr="00324C8F" w:rsidRDefault="001E32B1" w:rsidP="001E32B1">
      <w:pPr>
        <w:pStyle w:val="Odstavecseseznamem"/>
        <w:spacing w:before="120" w:after="0" w:line="240" w:lineRule="auto"/>
        <w:ind w:left="0"/>
        <w:jc w:val="center"/>
      </w:pPr>
      <w:r w:rsidRPr="00324C8F">
        <w:t>Čl. I</w:t>
      </w:r>
      <w:r>
        <w:t>II</w:t>
      </w:r>
    </w:p>
    <w:p w:rsidR="001E32B1" w:rsidRPr="00324C8F" w:rsidRDefault="001E32B1" w:rsidP="0009267B">
      <w:pPr>
        <w:spacing w:before="120"/>
        <w:jc w:val="both"/>
      </w:pPr>
      <w:r w:rsidRPr="00324C8F">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98/2017 Sb., zákona č. 183/2017 Sb., zákona č. 200/2017 Sb., zákona č. 222/2017 Sb., zákona č. 92/2018 Sb., zákona č. 320/2018 Sb., zákona č. 32/2019 Sb., zákona č. 277/2019 Sb., zákona č. 349/2019 Sb. a zákona č. 363/2019 Sb. se mění takto:</w:t>
      </w:r>
    </w:p>
    <w:p w:rsidR="001E32B1" w:rsidRPr="00324C8F" w:rsidRDefault="001E32B1" w:rsidP="001E32B1">
      <w:pPr>
        <w:pStyle w:val="Odstavecseseznamem"/>
        <w:numPr>
          <w:ilvl w:val="0"/>
          <w:numId w:val="11"/>
        </w:numPr>
        <w:suppressAutoHyphens w:val="0"/>
        <w:spacing w:before="120" w:after="0" w:line="240" w:lineRule="auto"/>
        <w:ind w:left="426" w:hanging="426"/>
        <w:jc w:val="both"/>
      </w:pPr>
      <w:r w:rsidRPr="00324C8F">
        <w:t>V § 5 odst. 1 písm. b) se bod 9 zrušuje.</w:t>
      </w:r>
    </w:p>
    <w:p w:rsidR="001E32B1" w:rsidRPr="00324C8F" w:rsidRDefault="001E32B1" w:rsidP="001E32B1">
      <w:pPr>
        <w:spacing w:before="120"/>
        <w:ind w:left="426"/>
      </w:pPr>
      <w:r w:rsidRPr="00324C8F">
        <w:t>Dosavadní bod 10 se označuje jako bod 9.</w:t>
      </w:r>
    </w:p>
    <w:p w:rsidR="001E32B1" w:rsidRPr="00324C8F" w:rsidRDefault="001E32B1" w:rsidP="0009267B">
      <w:pPr>
        <w:ind w:left="426"/>
      </w:pPr>
    </w:p>
    <w:p w:rsidR="001E32B1" w:rsidRPr="00324C8F" w:rsidRDefault="001E32B1" w:rsidP="0009267B">
      <w:pPr>
        <w:pStyle w:val="Odstavecseseznamem"/>
        <w:numPr>
          <w:ilvl w:val="0"/>
          <w:numId w:val="11"/>
        </w:numPr>
        <w:suppressAutoHyphens w:val="0"/>
        <w:spacing w:after="0" w:line="240" w:lineRule="auto"/>
        <w:ind w:left="426" w:hanging="426"/>
        <w:jc w:val="both"/>
      </w:pPr>
      <w:r w:rsidRPr="00324C8F">
        <w:t>V § 7 odst. 1 větě druhé se za slova „jde-li o společně posuzované osoby pro účely přídavku na dítě, porodného“ vkládají slova „, příspěvku na bydlení“.</w:t>
      </w:r>
    </w:p>
    <w:p w:rsidR="001E32B1" w:rsidRPr="00324C8F" w:rsidRDefault="001E32B1" w:rsidP="0009267B">
      <w:pPr>
        <w:pStyle w:val="Odstavecseseznamem"/>
        <w:spacing w:after="0" w:line="240" w:lineRule="auto"/>
        <w:ind w:left="426" w:hanging="426"/>
      </w:pPr>
    </w:p>
    <w:p w:rsidR="001E32B1" w:rsidRPr="002A7259" w:rsidRDefault="001E32B1" w:rsidP="0009267B">
      <w:pPr>
        <w:pStyle w:val="Odstavecseseznamem"/>
        <w:numPr>
          <w:ilvl w:val="0"/>
          <w:numId w:val="11"/>
        </w:numPr>
        <w:spacing w:after="0" w:line="240" w:lineRule="auto"/>
        <w:ind w:left="425" w:hanging="425"/>
        <w:contextualSpacing w:val="0"/>
        <w:jc w:val="both"/>
        <w:rPr>
          <w:b/>
          <w:bCs/>
        </w:rPr>
      </w:pPr>
      <w:r w:rsidRPr="002A7259">
        <w:t xml:space="preserve">V § 7 odst. 3 se na konci textu písmene a) doplňují </w:t>
      </w:r>
      <w:proofErr w:type="gramStart"/>
      <w:r w:rsidRPr="002A7259">
        <w:t>slova „</w:t>
      </w:r>
      <w:bookmarkStart w:id="4" w:name="_Hlk53673440"/>
      <w:r w:rsidRPr="002A7259">
        <w:t xml:space="preserve"> ; pokud</w:t>
      </w:r>
      <w:proofErr w:type="gramEnd"/>
      <w:r w:rsidRPr="002A7259">
        <w:t xml:space="preserve"> společně v témže bytě nebydlí rodiče dítěte uvedení v odstavci 2 písm. b) části věty před středníkem, kteří žili jako druh a družka nebo jsou dosud manželé, posuzuje se jako osoba společně posuzovaná s nezaopatřeným nezletilým dítětem rodič, kterému bylo toto dítě svěřeno do péče rozhodnutím soudu“.</w:t>
      </w:r>
      <w:r w:rsidRPr="002A7259">
        <w:rPr>
          <w:b/>
          <w:bCs/>
        </w:rPr>
        <w:t xml:space="preserve"> </w:t>
      </w:r>
      <w:bookmarkEnd w:id="4"/>
    </w:p>
    <w:p w:rsidR="001E32B1" w:rsidRPr="00324C8F" w:rsidRDefault="001E32B1" w:rsidP="001E32B1">
      <w:pPr>
        <w:pStyle w:val="Odstavecseseznamem"/>
        <w:numPr>
          <w:ilvl w:val="0"/>
          <w:numId w:val="11"/>
        </w:numPr>
        <w:suppressAutoHyphens w:val="0"/>
        <w:spacing w:before="240" w:after="0" w:line="240" w:lineRule="auto"/>
        <w:ind w:left="425" w:hanging="425"/>
        <w:contextualSpacing w:val="0"/>
        <w:jc w:val="both"/>
      </w:pPr>
      <w:r w:rsidRPr="00324C8F">
        <w:t>V § 7 odst. 3 písm. b) se slova „jsou v témže bytě hlášeni k trvalému pobytu;</w:t>
      </w:r>
      <w:r w:rsidRPr="00324C8F">
        <w:rPr>
          <w:vertAlign w:val="superscript"/>
        </w:rPr>
        <w:t>1c)</w:t>
      </w:r>
      <w:r w:rsidRPr="00324C8F">
        <w:t>“ nahrazují slovy „v témže bytě společně bydlí;“.</w:t>
      </w:r>
    </w:p>
    <w:p w:rsidR="001E32B1" w:rsidRPr="00324C8F" w:rsidRDefault="001E32B1" w:rsidP="001E32B1">
      <w:pPr>
        <w:pStyle w:val="Odstavecseseznamem"/>
        <w:spacing w:before="120" w:after="0" w:line="240" w:lineRule="auto"/>
      </w:pPr>
    </w:p>
    <w:p w:rsidR="001E32B1" w:rsidRPr="00324C8F" w:rsidRDefault="001E32B1" w:rsidP="001E32B1">
      <w:pPr>
        <w:pStyle w:val="Normlnweb"/>
        <w:numPr>
          <w:ilvl w:val="0"/>
          <w:numId w:val="11"/>
        </w:numPr>
        <w:spacing w:before="120" w:beforeAutospacing="0" w:after="0" w:afterAutospacing="0"/>
        <w:ind w:left="426" w:hanging="426"/>
        <w:jc w:val="both"/>
        <w:rPr>
          <w:rFonts w:ascii="Times New Roman" w:hAnsi="Times New Roman"/>
          <w:sz w:val="24"/>
          <w:szCs w:val="24"/>
        </w:rPr>
      </w:pPr>
      <w:r w:rsidRPr="00324C8F">
        <w:rPr>
          <w:rFonts w:ascii="Times New Roman" w:hAnsi="Times New Roman"/>
          <w:sz w:val="24"/>
          <w:szCs w:val="24"/>
        </w:rPr>
        <w:t>V § 7 odstavec 5 zní:</w:t>
      </w:r>
    </w:p>
    <w:p w:rsidR="001E32B1" w:rsidRPr="00324C8F" w:rsidRDefault="001E32B1" w:rsidP="001E32B1">
      <w:pPr>
        <w:spacing w:before="120"/>
        <w:ind w:left="1135" w:hanging="142"/>
        <w:rPr>
          <w:bCs/>
        </w:rPr>
      </w:pPr>
      <w:r w:rsidRPr="00324C8F">
        <w:rPr>
          <w:bCs/>
        </w:rPr>
        <w:t>„(5) Jde-li o příspěvek na bydlení, za rodinu se považují</w:t>
      </w:r>
    </w:p>
    <w:p w:rsidR="001E32B1" w:rsidRPr="00324C8F" w:rsidRDefault="001E32B1" w:rsidP="001E32B1">
      <w:pPr>
        <w:pStyle w:val="Odstavecseseznamem"/>
        <w:numPr>
          <w:ilvl w:val="0"/>
          <w:numId w:val="12"/>
        </w:numPr>
        <w:suppressAutoHyphens w:val="0"/>
        <w:spacing w:before="120" w:after="0" w:line="240" w:lineRule="auto"/>
        <w:ind w:left="709" w:hanging="283"/>
        <w:jc w:val="both"/>
        <w:rPr>
          <w:bCs/>
        </w:rPr>
      </w:pPr>
      <w:r w:rsidRPr="00324C8F">
        <w:rPr>
          <w:bCs/>
        </w:rPr>
        <w:t>manželé nebo partneři</w:t>
      </w:r>
      <w:r w:rsidRPr="00324C8F">
        <w:rPr>
          <w:bCs/>
          <w:vertAlign w:val="superscript"/>
        </w:rPr>
        <w:t>31a</w:t>
      </w:r>
      <w:r w:rsidRPr="00324C8F">
        <w:rPr>
          <w:rStyle w:val="Znakapoznpodarou"/>
          <w:bCs/>
        </w:rPr>
        <w:t>)</w:t>
      </w:r>
      <w:r w:rsidRPr="00324C8F">
        <w:rPr>
          <w:bCs/>
        </w:rPr>
        <w:t xml:space="preserve"> bez ohledu na to, zda byt, na který je žádán příspěvek na bydlení, společně užívají,</w:t>
      </w:r>
    </w:p>
    <w:p w:rsidR="001E32B1" w:rsidRPr="00324C8F" w:rsidRDefault="001E32B1" w:rsidP="001E32B1">
      <w:pPr>
        <w:pStyle w:val="Odstavecseseznamem"/>
        <w:numPr>
          <w:ilvl w:val="0"/>
          <w:numId w:val="12"/>
        </w:numPr>
        <w:suppressAutoHyphens w:val="0"/>
        <w:spacing w:before="120" w:after="0" w:line="240" w:lineRule="auto"/>
        <w:ind w:left="709" w:hanging="283"/>
        <w:jc w:val="both"/>
        <w:rPr>
          <w:bCs/>
        </w:rPr>
      </w:pPr>
      <w:r w:rsidRPr="00324C8F">
        <w:rPr>
          <w:bCs/>
        </w:rPr>
        <w:t>rodiče a nezaopatřené děti bez ohledu na to, zda byt, na který je žádán příspěvek na bydlení, společně užívají; společně se svými rodiči však není posuzováno</w:t>
      </w:r>
    </w:p>
    <w:p w:rsidR="001E32B1" w:rsidRPr="00324C8F" w:rsidRDefault="001E32B1" w:rsidP="001E32B1">
      <w:pPr>
        <w:pStyle w:val="Odstavecseseznamem"/>
        <w:spacing w:before="120" w:after="0" w:line="240" w:lineRule="auto"/>
        <w:ind w:left="993" w:hanging="284"/>
        <w:rPr>
          <w:bCs/>
        </w:rPr>
      </w:pPr>
      <w:r w:rsidRPr="00324C8F">
        <w:rPr>
          <w:bCs/>
        </w:rPr>
        <w:t>1. nezletilé nezaopatřené dítě, pokud bylo rozhodnutím soudu podle § 7 odst. 10 svěřeno do péče jiných osob nahrazující péči rodičů; v takovém případě se dítě společně posuzuje s osobami, kterým bylo svěřeno do péče,</w:t>
      </w:r>
    </w:p>
    <w:p w:rsidR="001E32B1" w:rsidRPr="002A7259" w:rsidRDefault="001E32B1" w:rsidP="001E32B1">
      <w:pPr>
        <w:pStyle w:val="Odstavecseseznamem"/>
        <w:spacing w:before="120" w:after="0" w:line="240" w:lineRule="auto"/>
        <w:ind w:left="993" w:hanging="284"/>
        <w:rPr>
          <w:bCs/>
        </w:rPr>
      </w:pPr>
      <w:r w:rsidRPr="00324C8F">
        <w:rPr>
          <w:bCs/>
        </w:rPr>
        <w:t xml:space="preserve">2. nezaopatřené dítě, pokud je na základě rozhodnutí příslušného orgánu v plném </w:t>
      </w:r>
      <w:r w:rsidRPr="002A7259">
        <w:rPr>
          <w:bCs/>
        </w:rPr>
        <w:t>přímém zaopatření ústavu (zařízení) pro péči o děti nebo mládež,</w:t>
      </w:r>
    </w:p>
    <w:p w:rsidR="001E32B1" w:rsidRPr="002A7259" w:rsidRDefault="001E32B1" w:rsidP="001E32B1">
      <w:pPr>
        <w:pStyle w:val="Odstavecseseznamem"/>
        <w:spacing w:before="120" w:after="0" w:line="240" w:lineRule="auto"/>
        <w:ind w:left="993" w:hanging="284"/>
        <w:rPr>
          <w:bCs/>
        </w:rPr>
      </w:pPr>
      <w:bookmarkStart w:id="5" w:name="_Hlk71014082"/>
      <w:r w:rsidRPr="002A7259">
        <w:rPr>
          <w:bCs/>
        </w:rPr>
        <w:t>3</w:t>
      </w:r>
      <w:r w:rsidRPr="002A7259">
        <w:rPr>
          <w:rFonts w:eastAsia="Arial"/>
          <w:bCs/>
        </w:rPr>
        <w:t>.</w:t>
      </w:r>
      <w:r w:rsidRPr="002A7259">
        <w:rPr>
          <w:bCs/>
        </w:rPr>
        <w:tab/>
        <w:t xml:space="preserve">zletilé nezaopatřené dítě, pokud patří do okruhu společně posuzovaných osob podle písmene a) nebo pokud je samo rodičem nezaopatřeného dítěte a s rodiči nebydlí společně v témže </w:t>
      </w:r>
      <w:proofErr w:type="gramStart"/>
      <w:r w:rsidRPr="002A7259">
        <w:rPr>
          <w:bCs/>
        </w:rPr>
        <w:t>bytě ,</w:t>
      </w:r>
      <w:proofErr w:type="gramEnd"/>
    </w:p>
    <w:p w:rsidR="001E32B1" w:rsidRPr="008B74BB" w:rsidRDefault="001E32B1" w:rsidP="001E32B1">
      <w:pPr>
        <w:pStyle w:val="Odstavecseseznamem"/>
        <w:spacing w:before="120" w:after="0" w:line="240" w:lineRule="auto"/>
        <w:ind w:left="993" w:hanging="284"/>
        <w:rPr>
          <w:iCs/>
        </w:rPr>
      </w:pPr>
      <w:r w:rsidRPr="002A7259">
        <w:rPr>
          <w:bCs/>
        </w:rPr>
        <w:t xml:space="preserve">4. nezletilé nezaopatřené dítě, </w:t>
      </w:r>
      <w:r w:rsidRPr="002A7259">
        <w:rPr>
          <w:bCs/>
          <w:iCs/>
        </w:rPr>
        <w:t>pokud bylo svěřeno rozhodnutím soudu do péče jednomu z rodičů a rodiče nebydlí společně v témže bytě; v takovém případě se posuzuje společně s  rodičem,</w:t>
      </w:r>
      <w:r w:rsidRPr="002A7259">
        <w:rPr>
          <w:b/>
          <w:bCs/>
          <w:iCs/>
        </w:rPr>
        <w:t xml:space="preserve"> </w:t>
      </w:r>
      <w:r w:rsidRPr="002A7259">
        <w:rPr>
          <w:iCs/>
        </w:rPr>
        <w:t>kterému bylo svěřeno do péče,</w:t>
      </w:r>
    </w:p>
    <w:bookmarkEnd w:id="5"/>
    <w:p w:rsidR="001E32B1" w:rsidRPr="00324C8F" w:rsidRDefault="001E32B1" w:rsidP="001E32B1">
      <w:pPr>
        <w:pStyle w:val="Odstavecseseznamem"/>
        <w:spacing w:before="120" w:after="0" w:line="240" w:lineRule="auto"/>
        <w:ind w:left="993" w:hanging="284"/>
        <w:rPr>
          <w:bCs/>
        </w:rPr>
      </w:pPr>
      <w:r w:rsidRPr="00324C8F">
        <w:rPr>
          <w:bCs/>
        </w:rPr>
        <w:t xml:space="preserve">5. nezletilé nezaopatřené dítě, pokud bylo svěřeno </w:t>
      </w:r>
      <w:r w:rsidRPr="00324C8F">
        <w:rPr>
          <w:bCs/>
          <w:iCs/>
        </w:rPr>
        <w:t xml:space="preserve">rozhodnutím soudu </w:t>
      </w:r>
      <w:r w:rsidRPr="00324C8F">
        <w:rPr>
          <w:bCs/>
        </w:rPr>
        <w:t>do společné nebo střídavé péče rodičů. V takovém případě se posuzuje společně s rodičem určeným na základě dohody těchto rodičů s tím, že tuto dohodu mohou rodiče změnit vždy jen k prvnímu dni kalendářního čtvrtletí; nedohodnou-li se rodiče, určí krajská pobočka Úřadu práce, která o příspěvku na bydlení rozhoduje, s kterým rodičem bude dítě posuzováno. Společně s dítětem se posuzuje vždy rodič, který prohlašuje, že s dítětem spolu trvale žije a společně uhrazují náklady na své potřeby,</w:t>
      </w:r>
    </w:p>
    <w:p w:rsidR="001E32B1" w:rsidRPr="00324C8F" w:rsidRDefault="001E32B1" w:rsidP="001E32B1">
      <w:pPr>
        <w:pStyle w:val="Odstavecseseznamem"/>
        <w:numPr>
          <w:ilvl w:val="0"/>
          <w:numId w:val="12"/>
        </w:numPr>
        <w:suppressAutoHyphens w:val="0"/>
        <w:spacing w:before="120" w:after="0" w:line="240" w:lineRule="auto"/>
        <w:ind w:left="709" w:hanging="284"/>
        <w:contextualSpacing w:val="0"/>
        <w:jc w:val="both"/>
        <w:rPr>
          <w:bCs/>
        </w:rPr>
      </w:pPr>
      <w:r w:rsidRPr="00324C8F">
        <w:rPr>
          <w:bCs/>
        </w:rPr>
        <w:t>rodiče a nezletilé zaopatřené děti bez ohledu na to, zda byt, na který je žádán příspěvek na bydlení, společně užívají; společně se svými rodiči však nejsou posuzovány v případech uvedených v písmenu b) bodech 1 až 5,</w:t>
      </w:r>
    </w:p>
    <w:p w:rsidR="001E32B1" w:rsidRPr="00324C8F" w:rsidRDefault="001E32B1" w:rsidP="001E32B1">
      <w:pPr>
        <w:pStyle w:val="Odstavecseseznamem"/>
        <w:numPr>
          <w:ilvl w:val="0"/>
          <w:numId w:val="12"/>
        </w:numPr>
        <w:suppressAutoHyphens w:val="0"/>
        <w:autoSpaceDE w:val="0"/>
        <w:autoSpaceDN w:val="0"/>
        <w:spacing w:before="120" w:after="0" w:line="240" w:lineRule="auto"/>
        <w:ind w:left="709" w:hanging="284"/>
        <w:contextualSpacing w:val="0"/>
        <w:jc w:val="both"/>
        <w:rPr>
          <w:bCs/>
        </w:rPr>
      </w:pPr>
      <w:r w:rsidRPr="00324C8F">
        <w:rPr>
          <w:bCs/>
        </w:rPr>
        <w:t>jiné osoby, které byt společně užívají.“.</w:t>
      </w:r>
    </w:p>
    <w:p w:rsidR="001E32B1" w:rsidRPr="00324C8F" w:rsidRDefault="001E32B1" w:rsidP="001E32B1">
      <w:pPr>
        <w:pStyle w:val="Odstavecseseznamem"/>
        <w:autoSpaceDE w:val="0"/>
        <w:autoSpaceDN w:val="0"/>
        <w:spacing w:before="120" w:after="0" w:line="240" w:lineRule="auto"/>
        <w:ind w:left="284"/>
        <w:rPr>
          <w:bCs/>
        </w:rPr>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rPr>
          <w:bCs/>
        </w:rPr>
        <w:t xml:space="preserve">V § 7 odst. 6 </w:t>
      </w:r>
      <w:r w:rsidRPr="00324C8F">
        <w:t>se slova „některá ze společně posuzovaných osob nejméně po dobu tří měsíců prokazatelně byt neužívá, rozhodnout, že se k ní při posouzení nároku na příspěvek na bydlení a jeho výši nepřihlíží, i když je v bytě hlášena k trvalému pobytu“ nahrazují slovy „by nebylo spravedlivé osoby společně posuzovat podle odstavce 5, může rozhodnout, že se k některé ze společně posuzovaných osob při posouzení nároku na příspěvek na bydlení a jeho výši nepřihlíží“.</w:t>
      </w:r>
    </w:p>
    <w:p w:rsidR="001E32B1" w:rsidRPr="00324C8F" w:rsidRDefault="001E32B1" w:rsidP="001E32B1">
      <w:pPr>
        <w:pStyle w:val="Odstavecseseznamem"/>
        <w:autoSpaceDE w:val="0"/>
        <w:autoSpaceDN w:val="0"/>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V § 7 odst. 8 se slova „, 3 a 5“ nahrazují slovy „a 3“ a slova „jsou hlášeny k trvalému pobytu“ se nahrazují slovy „skutečně bydlí</w:t>
      </w:r>
      <w:bookmarkStart w:id="6" w:name="_Hlk53477339"/>
      <w:r w:rsidRPr="00324C8F">
        <w:t>; pro účely příspěvku na bydlení jsou za osoby společně posuzované podle odstavce 5 považovány i osoby, které se zdržují z uvedených důvodů mimo byt, na který je žádán příspěvek na bydlení</w:t>
      </w:r>
      <w:bookmarkEnd w:id="6"/>
      <w:r w:rsidRPr="00324C8F">
        <w:t xml:space="preserve">“. </w:t>
      </w:r>
    </w:p>
    <w:p w:rsidR="001E32B1" w:rsidRPr="00324C8F" w:rsidRDefault="001E32B1" w:rsidP="001E32B1">
      <w:pPr>
        <w:pStyle w:val="Odstavecseseznamem"/>
        <w:autoSpaceDE w:val="0"/>
        <w:autoSpaceDN w:val="0"/>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 xml:space="preserve">V § 24 odst. 1 </w:t>
      </w:r>
      <w:r>
        <w:t xml:space="preserve">úvodní části ustanovení </w:t>
      </w:r>
      <w:r w:rsidRPr="00324C8F">
        <w:t>se za slova „nebo nájemce bytu“ vkládají slova „,</w:t>
      </w:r>
      <w:r>
        <w:t> </w:t>
      </w:r>
      <w:r w:rsidRPr="00324C8F">
        <w:t>který byt užívá“.</w:t>
      </w:r>
    </w:p>
    <w:p w:rsidR="001E32B1" w:rsidRPr="00324C8F" w:rsidRDefault="001E32B1" w:rsidP="001E32B1">
      <w:pPr>
        <w:pStyle w:val="Odstavecseseznamem"/>
        <w:autoSpaceDE w:val="0"/>
        <w:autoSpaceDN w:val="0"/>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 xml:space="preserve">V § 24 se za odstavec </w:t>
      </w:r>
      <w:r>
        <w:t>2</w:t>
      </w:r>
      <w:r w:rsidRPr="00324C8F">
        <w:t xml:space="preserve"> vkládá nový odstavec </w:t>
      </w:r>
      <w:r>
        <w:t>3</w:t>
      </w:r>
      <w:r w:rsidRPr="00324C8F">
        <w:t>, který zní:</w:t>
      </w:r>
    </w:p>
    <w:p w:rsidR="001E32B1" w:rsidRPr="00324C8F" w:rsidRDefault="001E32B1" w:rsidP="00E25D4F">
      <w:pPr>
        <w:autoSpaceDE w:val="0"/>
        <w:autoSpaceDN w:val="0"/>
        <w:adjustRightInd w:val="0"/>
        <w:spacing w:before="120"/>
        <w:ind w:left="426" w:firstLine="283"/>
        <w:jc w:val="both"/>
        <w:rPr>
          <w:bCs/>
        </w:rPr>
      </w:pPr>
      <w:r w:rsidRPr="00324C8F">
        <w:rPr>
          <w:bCs/>
        </w:rPr>
        <w:t>„(</w:t>
      </w:r>
      <w:r>
        <w:rPr>
          <w:bCs/>
        </w:rPr>
        <w:t>3</w:t>
      </w:r>
      <w:r w:rsidRPr="00324C8F">
        <w:rPr>
          <w:bCs/>
        </w:rPr>
        <w:t>) Vlastník nebo nájemce bytu ani osoby s ním společně posuzované nejsou vedle bytu, na který je žádán příspěvek na bydlení, vlastníkem nebo spoluvlastníkem jiného bytu, vlastníkem nebo spoluvlastníkem nemovitosti, ve které je jiný byt, ani nájemcem družstevního bytu; toto ustanovení se nepoužije, pokud jeho naplnění není možné po osobě spravedlivě žádat.“</w:t>
      </w:r>
      <w:r>
        <w:rPr>
          <w:bCs/>
        </w:rPr>
        <w:t>.</w:t>
      </w:r>
    </w:p>
    <w:p w:rsidR="001E32B1" w:rsidRPr="00324C8F" w:rsidRDefault="001E32B1" w:rsidP="0009267B">
      <w:pPr>
        <w:pStyle w:val="Odstavecseseznamem"/>
        <w:autoSpaceDE w:val="0"/>
        <w:autoSpaceDN w:val="0"/>
        <w:spacing w:after="0" w:line="240" w:lineRule="auto"/>
        <w:ind w:left="0"/>
        <w:rPr>
          <w:bCs/>
        </w:rPr>
      </w:pPr>
    </w:p>
    <w:p w:rsidR="001E32B1" w:rsidRPr="00324C8F" w:rsidRDefault="001E32B1" w:rsidP="0009267B">
      <w:pPr>
        <w:pStyle w:val="Odstavecseseznamem"/>
        <w:autoSpaceDE w:val="0"/>
        <w:autoSpaceDN w:val="0"/>
        <w:spacing w:after="0" w:line="240" w:lineRule="auto"/>
        <w:ind w:left="426"/>
        <w:rPr>
          <w:bCs/>
        </w:rPr>
      </w:pPr>
      <w:r w:rsidRPr="00324C8F">
        <w:rPr>
          <w:bCs/>
        </w:rPr>
        <w:t xml:space="preserve">Dosavadní odstavce </w:t>
      </w:r>
      <w:r>
        <w:rPr>
          <w:bCs/>
        </w:rPr>
        <w:t>3</w:t>
      </w:r>
      <w:r w:rsidRPr="00324C8F">
        <w:rPr>
          <w:bCs/>
        </w:rPr>
        <w:t xml:space="preserve"> až </w:t>
      </w:r>
      <w:r>
        <w:rPr>
          <w:bCs/>
        </w:rPr>
        <w:t>5</w:t>
      </w:r>
      <w:r w:rsidRPr="00324C8F">
        <w:rPr>
          <w:bCs/>
        </w:rPr>
        <w:t xml:space="preserve"> se označují jako odstavce </w:t>
      </w:r>
      <w:r>
        <w:rPr>
          <w:bCs/>
        </w:rPr>
        <w:t>4</w:t>
      </w:r>
      <w:r w:rsidRPr="00324C8F">
        <w:rPr>
          <w:bCs/>
        </w:rPr>
        <w:t xml:space="preserve"> až </w:t>
      </w:r>
      <w:r>
        <w:rPr>
          <w:bCs/>
        </w:rPr>
        <w:t>6</w:t>
      </w:r>
      <w:r w:rsidRPr="00324C8F">
        <w:rPr>
          <w:bCs/>
        </w:rPr>
        <w:t>.</w:t>
      </w:r>
    </w:p>
    <w:p w:rsidR="001E32B1" w:rsidRPr="00324C8F" w:rsidRDefault="001E32B1" w:rsidP="0009267B">
      <w:pPr>
        <w:pStyle w:val="Odstavecseseznamem"/>
        <w:autoSpaceDE w:val="0"/>
        <w:autoSpaceDN w:val="0"/>
        <w:spacing w:after="0" w:line="240" w:lineRule="auto"/>
        <w:ind w:left="0"/>
        <w:rPr>
          <w:bCs/>
        </w:rPr>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rPr>
          <w:bCs/>
        </w:rPr>
      </w:pPr>
      <w:r w:rsidRPr="00324C8F">
        <w:rPr>
          <w:bCs/>
        </w:rPr>
        <w:t>V § 24 odstav</w:t>
      </w:r>
      <w:r>
        <w:rPr>
          <w:bCs/>
        </w:rPr>
        <w:t>ec</w:t>
      </w:r>
      <w:r w:rsidRPr="00324C8F">
        <w:rPr>
          <w:bCs/>
        </w:rPr>
        <w:t xml:space="preserve"> </w:t>
      </w:r>
      <w:r>
        <w:rPr>
          <w:bCs/>
        </w:rPr>
        <w:t>5</w:t>
      </w:r>
      <w:r w:rsidRPr="00324C8F">
        <w:rPr>
          <w:bCs/>
        </w:rPr>
        <w:t xml:space="preserve"> zní:</w:t>
      </w:r>
    </w:p>
    <w:p w:rsidR="001E32B1" w:rsidRPr="00324C8F" w:rsidRDefault="001E32B1" w:rsidP="001E32B1">
      <w:pPr>
        <w:autoSpaceDE w:val="0"/>
        <w:autoSpaceDN w:val="0"/>
        <w:adjustRightInd w:val="0"/>
        <w:spacing w:before="120"/>
        <w:ind w:left="426" w:firstLine="283"/>
        <w:rPr>
          <w:bCs/>
        </w:rPr>
      </w:pPr>
      <w:r w:rsidRPr="00324C8F">
        <w:rPr>
          <w:bCs/>
        </w:rPr>
        <w:t>„(</w:t>
      </w:r>
      <w:r>
        <w:rPr>
          <w:bCs/>
        </w:rPr>
        <w:t>5</w:t>
      </w:r>
      <w:r w:rsidRPr="00324C8F">
        <w:rPr>
          <w:bCs/>
        </w:rPr>
        <w:t>) Přestane-li oprávněná osoba byt užívat v průběhu kalendářního měsíce, přihlíží se k této změně pro účely příspěvku na bydlení až od následujícího kalendářního měsíce. To platí i v případě, že osoba společně posuzovaná přestane byt užívat v průběhu kalendářního měsíce nebo se stane vlastníkem nebo nájemcem tohoto bytu.“.</w:t>
      </w:r>
    </w:p>
    <w:p w:rsidR="001E32B1" w:rsidRPr="00324C8F" w:rsidRDefault="001E32B1" w:rsidP="0009267B">
      <w:pPr>
        <w:autoSpaceDE w:val="0"/>
        <w:autoSpaceDN w:val="0"/>
        <w:adjustRightInd w:val="0"/>
        <w:rPr>
          <w:bCs/>
        </w:rPr>
      </w:pPr>
    </w:p>
    <w:p w:rsidR="001E32B1" w:rsidRDefault="001E32B1" w:rsidP="0009267B">
      <w:pPr>
        <w:pStyle w:val="Odstavecseseznamem"/>
        <w:widowControl w:val="0"/>
        <w:numPr>
          <w:ilvl w:val="0"/>
          <w:numId w:val="11"/>
        </w:numPr>
        <w:suppressAutoHyphens w:val="0"/>
        <w:autoSpaceDE w:val="0"/>
        <w:autoSpaceDN w:val="0"/>
        <w:adjustRightInd w:val="0"/>
        <w:spacing w:after="0" w:line="240" w:lineRule="auto"/>
        <w:ind w:left="0" w:firstLine="0"/>
        <w:jc w:val="both"/>
      </w:pPr>
      <w:r w:rsidRPr="00324C8F">
        <w:t xml:space="preserve">Za § 24 se vkládá nový § 24a, který </w:t>
      </w:r>
      <w:r>
        <w:t xml:space="preserve">včetně nadpisu </w:t>
      </w:r>
      <w:r w:rsidRPr="00324C8F">
        <w:t>zní:</w:t>
      </w:r>
    </w:p>
    <w:p w:rsidR="001E32B1" w:rsidRPr="00324C8F" w:rsidRDefault="001E32B1" w:rsidP="001E32B1">
      <w:pPr>
        <w:spacing w:before="120"/>
        <w:jc w:val="center"/>
        <w:rPr>
          <w:iCs/>
        </w:rPr>
      </w:pPr>
      <w:r w:rsidRPr="00324C8F">
        <w:rPr>
          <w:iCs/>
        </w:rPr>
        <w:t>„§ 24a</w:t>
      </w:r>
    </w:p>
    <w:p w:rsidR="001E32B1" w:rsidRPr="00324C8F" w:rsidRDefault="001E32B1" w:rsidP="001E32B1">
      <w:pPr>
        <w:spacing w:before="120"/>
        <w:jc w:val="center"/>
        <w:rPr>
          <w:b/>
          <w:bCs/>
          <w:iCs/>
        </w:rPr>
      </w:pPr>
      <w:r w:rsidRPr="00324C8F">
        <w:rPr>
          <w:b/>
          <w:bCs/>
          <w:iCs/>
        </w:rPr>
        <w:t>Byt vhodný pro bydlení</w:t>
      </w:r>
    </w:p>
    <w:p w:rsidR="001E32B1" w:rsidRPr="00324C8F" w:rsidRDefault="001E32B1" w:rsidP="001E32B1">
      <w:pPr>
        <w:spacing w:before="120"/>
        <w:ind w:left="426" w:firstLine="283"/>
      </w:pPr>
      <w:r w:rsidRPr="00324C8F">
        <w:t xml:space="preserve">(1) Příspěvek na bydlení náleží jen vlastníku nebo nájemci bytu, jestliže byt, který užívá a na který uplatňuje nárok, je vhodný pro bydlení. </w:t>
      </w:r>
    </w:p>
    <w:p w:rsidR="001E32B1" w:rsidRPr="00324C8F" w:rsidRDefault="001E32B1" w:rsidP="001E32B1">
      <w:pPr>
        <w:spacing w:before="120"/>
        <w:ind w:firstLine="709"/>
      </w:pPr>
      <w:r w:rsidRPr="00324C8F">
        <w:t>(2) Byt vhodný pro bydlení musí splňovat základní standardy pro bydlení, jimiž jsou</w:t>
      </w:r>
      <w:r>
        <w:t>:</w:t>
      </w:r>
    </w:p>
    <w:p w:rsidR="001E32B1" w:rsidRPr="00324C8F" w:rsidRDefault="001E32B1" w:rsidP="001E32B1">
      <w:pPr>
        <w:pStyle w:val="Odstavecseseznamem"/>
        <w:numPr>
          <w:ilvl w:val="0"/>
          <w:numId w:val="13"/>
        </w:numPr>
        <w:suppressAutoHyphens w:val="0"/>
        <w:spacing w:before="120" w:after="0" w:line="240" w:lineRule="auto"/>
        <w:contextualSpacing w:val="0"/>
        <w:jc w:val="both"/>
      </w:pPr>
      <w:r w:rsidRPr="00324C8F">
        <w:t>byt je uzavíratelný a uzamykatelný, je osazen funkčními dveřmi a okny,</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 xml:space="preserve">byt má alespoň </w:t>
      </w:r>
      <w:r>
        <w:t>1</w:t>
      </w:r>
      <w:r w:rsidRPr="00324C8F">
        <w:t xml:space="preserve">obytnou místnost, která splňuje požadavky stavebního zákona, </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 xml:space="preserve">byt má záchod a koupelnu, které jsou provozuschopné,  </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 xml:space="preserve">byt má vyčleněný prostor na vaření a přípravu jídla, </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 xml:space="preserve">byt je napojen na zdroj pitné vody nebo má zajištěn neomezený přímý přístup k pitné vodě, </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byt má zajištěno dostatečné větrání obytných místností venkovním vzduchem a vytápění v souladu s normovými hodnotami, s možností regulace vnitřní teploty,</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v bytě jsou řádně prováděna nařízená protiepidemická opatření a</w:t>
      </w:r>
    </w:p>
    <w:p w:rsidR="001E32B1" w:rsidRPr="00324C8F" w:rsidRDefault="001E32B1" w:rsidP="001E32B1">
      <w:pPr>
        <w:pStyle w:val="Odstavecseseznamem"/>
        <w:numPr>
          <w:ilvl w:val="0"/>
          <w:numId w:val="13"/>
        </w:numPr>
        <w:suppressAutoHyphens w:val="0"/>
        <w:spacing w:before="120" w:after="0" w:line="240" w:lineRule="auto"/>
        <w:ind w:left="425" w:hanging="425"/>
        <w:contextualSpacing w:val="0"/>
        <w:jc w:val="both"/>
      </w:pPr>
      <w:r w:rsidRPr="00324C8F">
        <w:t>byt nemá závady ohrožující život nebo zdraví osob.“.</w:t>
      </w:r>
    </w:p>
    <w:p w:rsidR="001E32B1" w:rsidRPr="00324C8F" w:rsidRDefault="001E32B1" w:rsidP="001E32B1">
      <w:pPr>
        <w:spacing w:before="120"/>
      </w:pPr>
    </w:p>
    <w:p w:rsidR="001E32B1" w:rsidRPr="00324C8F" w:rsidRDefault="001E32B1" w:rsidP="0009267B">
      <w:pPr>
        <w:pStyle w:val="Odstavecseseznamem"/>
        <w:numPr>
          <w:ilvl w:val="0"/>
          <w:numId w:val="11"/>
        </w:numPr>
        <w:suppressAutoHyphens w:val="0"/>
        <w:spacing w:after="0" w:line="240" w:lineRule="auto"/>
        <w:ind w:left="425" w:hanging="425"/>
        <w:jc w:val="both"/>
      </w:pPr>
      <w:r w:rsidRPr="00324C8F">
        <w:t>V § 25 odst. 2 se na konci textu věty druhé doplňují slova „, to neplatí v případech hodných zvláštního zřetele“ a za větu druhou se vkládají věty „V těchto případech musí nájemce prokázat, že pronajímatele písemně ke splnění této povinnosti vyzval, ten ji však nesplnil. Krajská pobočka Úřadu práce poté neprodleně sama pronajímatele vyzve k předložení zúčtování nákladů placených zálohově. Pokud pronajímatel ani na tuto výzvu svou povinnost nesplní, postupuje krajská pobočka Úřadu práce podle § 65a nebo § 65b.“.</w:t>
      </w:r>
    </w:p>
    <w:p w:rsidR="001E32B1" w:rsidRPr="00324C8F" w:rsidRDefault="001E32B1" w:rsidP="001E32B1">
      <w:pPr>
        <w:pStyle w:val="Odstavecseseznamem"/>
        <w:spacing w:before="120" w:after="0" w:line="240" w:lineRule="auto"/>
        <w:ind w:left="0"/>
      </w:pPr>
    </w:p>
    <w:p w:rsidR="001E32B1" w:rsidRPr="00324C8F" w:rsidRDefault="001E32B1" w:rsidP="001E32B1">
      <w:pPr>
        <w:pStyle w:val="Odstavecseseznamem"/>
        <w:numPr>
          <w:ilvl w:val="0"/>
          <w:numId w:val="11"/>
        </w:numPr>
        <w:suppressAutoHyphens w:val="0"/>
        <w:spacing w:before="120" w:after="0" w:line="240" w:lineRule="auto"/>
        <w:ind w:left="426" w:hanging="426"/>
        <w:jc w:val="both"/>
      </w:pPr>
      <w:r w:rsidRPr="00324C8F">
        <w:t>V § 27 se odstavec 3 zrušuje.</w:t>
      </w:r>
    </w:p>
    <w:p w:rsidR="001E32B1" w:rsidRDefault="001E32B1" w:rsidP="001E32B1">
      <w:pPr>
        <w:pStyle w:val="Odstavecseseznamem"/>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rPr>
          <w:bCs/>
        </w:rPr>
      </w:pPr>
      <w:r w:rsidRPr="00324C8F">
        <w:rPr>
          <w:bCs/>
        </w:rPr>
        <w:t>V § 51 se za odstavec 5 vkládají nové odstavce 6 a 7, které znějí:</w:t>
      </w:r>
    </w:p>
    <w:p w:rsidR="001E32B1" w:rsidRPr="00324C8F" w:rsidRDefault="001E32B1" w:rsidP="0009267B">
      <w:pPr>
        <w:spacing w:before="120"/>
        <w:ind w:left="426" w:firstLine="283"/>
        <w:jc w:val="both"/>
        <w:rPr>
          <w:bCs/>
        </w:rPr>
      </w:pPr>
      <w:r w:rsidRPr="00324C8F">
        <w:rPr>
          <w:bCs/>
        </w:rPr>
        <w:t xml:space="preserve">„(6) Je-li při vyhodnocování nároku na příspěvek na bydlení nebo v průběhu výplaty příspěvku na bydlení pochybnost, zda byt je vhodným bytem pro bydlení podle § 24a, provede krajská pobočka Úřadu práce šetření v místě za účelem ověření těchto skutečností. Kontrolu, zda byt splňuje základní standardy pro bydlení uvedené v § 24a odst. 2, provádí pro účely tohoto zákona na žádost krajské pobočky Úřadu práce orgán ochrany veřejného zdraví a obecný stavební úřad. Při provádění kontroly podle věty druhé se postupuje podle </w:t>
      </w:r>
      <w:r>
        <w:rPr>
          <w:bCs/>
        </w:rPr>
        <w:t>kontrolního řádu</w:t>
      </w:r>
      <w:r w:rsidRPr="00324C8F">
        <w:rPr>
          <w:bCs/>
        </w:rPr>
        <w:t xml:space="preserve">. </w:t>
      </w:r>
    </w:p>
    <w:p w:rsidR="00E25D4F" w:rsidRDefault="00E25D4F">
      <w:pPr>
        <w:widowControl/>
        <w:suppressAutoHyphens w:val="0"/>
        <w:rPr>
          <w:bCs/>
        </w:rPr>
      </w:pPr>
      <w:r>
        <w:rPr>
          <w:bCs/>
        </w:rPr>
        <w:br w:type="page"/>
      </w:r>
    </w:p>
    <w:p w:rsidR="001E32B1" w:rsidRPr="00324C8F" w:rsidRDefault="001E32B1" w:rsidP="001E32B1">
      <w:pPr>
        <w:spacing w:before="120"/>
        <w:ind w:left="426" w:firstLine="283"/>
        <w:rPr>
          <w:bCs/>
        </w:rPr>
      </w:pPr>
      <w:r w:rsidRPr="00324C8F">
        <w:rPr>
          <w:bCs/>
        </w:rPr>
        <w:t>(7) Zjistí-li krajská pobočka Úřadu práce v průběhu poskytování příspěvku na bydlení svým šetřením nebo na základě informace, kterou jí po provedení kontroly podle odstavce 6 předá příslušný orgán, že se nejedná o byt vhodný pro bydlení, stanoví lhůtu k nápravě tohoto stavu a o lhůtě a případných následcích neprovedení nápravy bezodkladně informuje</w:t>
      </w:r>
    </w:p>
    <w:p w:rsidR="001E32B1" w:rsidRPr="00324C8F" w:rsidRDefault="001E32B1" w:rsidP="001E32B1">
      <w:pPr>
        <w:spacing w:before="120"/>
        <w:ind w:left="709" w:hanging="283"/>
        <w:rPr>
          <w:bCs/>
        </w:rPr>
      </w:pPr>
      <w:r w:rsidRPr="00324C8F">
        <w:rPr>
          <w:bCs/>
        </w:rPr>
        <w:t>a)</w:t>
      </w:r>
      <w:r w:rsidRPr="00324C8F">
        <w:rPr>
          <w:bCs/>
        </w:rPr>
        <w:tab/>
        <w:t xml:space="preserve">příjemce příspěvku na bydlení, </w:t>
      </w:r>
    </w:p>
    <w:p w:rsidR="001E32B1" w:rsidRPr="00324C8F" w:rsidRDefault="001E32B1" w:rsidP="001E32B1">
      <w:pPr>
        <w:spacing w:before="120"/>
        <w:ind w:left="709" w:hanging="283"/>
        <w:rPr>
          <w:bCs/>
        </w:rPr>
      </w:pPr>
      <w:r w:rsidRPr="00324C8F">
        <w:rPr>
          <w:bCs/>
        </w:rPr>
        <w:t>b)</w:t>
      </w:r>
      <w:r w:rsidRPr="00324C8F">
        <w:rPr>
          <w:bCs/>
        </w:rPr>
        <w:tab/>
        <w:t xml:space="preserve">vlastníka bytu, </w:t>
      </w:r>
    </w:p>
    <w:p w:rsidR="001E32B1" w:rsidRPr="00324C8F" w:rsidRDefault="001E32B1" w:rsidP="001E32B1">
      <w:pPr>
        <w:spacing w:before="120"/>
        <w:ind w:left="709" w:hanging="283"/>
        <w:rPr>
          <w:bCs/>
        </w:rPr>
      </w:pPr>
      <w:r w:rsidRPr="00324C8F">
        <w:rPr>
          <w:bCs/>
        </w:rPr>
        <w:t>c)</w:t>
      </w:r>
      <w:r w:rsidRPr="00324C8F">
        <w:rPr>
          <w:bCs/>
        </w:rPr>
        <w:tab/>
        <w:t xml:space="preserve">pověřený obecní úřad s podnětem k zahájení sociální práce za účelem řešení bytové situace osob, které obývají tento byt, </w:t>
      </w:r>
    </w:p>
    <w:p w:rsidR="001E32B1" w:rsidRPr="00324C8F" w:rsidRDefault="001E32B1" w:rsidP="001E32B1">
      <w:pPr>
        <w:spacing w:before="120"/>
        <w:ind w:left="709" w:hanging="283"/>
        <w:rPr>
          <w:bCs/>
        </w:rPr>
      </w:pPr>
      <w:r w:rsidRPr="00324C8F">
        <w:rPr>
          <w:bCs/>
        </w:rPr>
        <w:t>d)</w:t>
      </w:r>
      <w:r w:rsidRPr="00324C8F">
        <w:rPr>
          <w:bCs/>
        </w:rPr>
        <w:tab/>
        <w:t>orgán sociálně-právní ochrany dětí, pokud je v okruhu společně posuzovaných osob nezletilé dítě.“.</w:t>
      </w:r>
    </w:p>
    <w:p w:rsidR="001E32B1" w:rsidRPr="00324C8F" w:rsidRDefault="001E32B1" w:rsidP="0009267B">
      <w:pPr>
        <w:ind w:left="425" w:hanging="425"/>
        <w:rPr>
          <w:bCs/>
        </w:rPr>
      </w:pPr>
    </w:p>
    <w:p w:rsidR="001E32B1" w:rsidRPr="00324C8F" w:rsidRDefault="001E32B1" w:rsidP="0009267B">
      <w:pPr>
        <w:pStyle w:val="Odstavecseseznamem"/>
        <w:autoSpaceDE w:val="0"/>
        <w:autoSpaceDN w:val="0"/>
        <w:spacing w:after="0" w:line="240" w:lineRule="auto"/>
        <w:ind w:left="425"/>
        <w:contextualSpacing w:val="0"/>
        <w:rPr>
          <w:bCs/>
        </w:rPr>
      </w:pPr>
      <w:r w:rsidRPr="00324C8F">
        <w:rPr>
          <w:bCs/>
        </w:rPr>
        <w:t>Dosavadní odstavce 6 až 8 se označují jako odstavce 8 až 10.</w:t>
      </w:r>
    </w:p>
    <w:p w:rsidR="001E32B1" w:rsidRPr="00324C8F" w:rsidRDefault="001E32B1" w:rsidP="001E32B1">
      <w:pPr>
        <w:pStyle w:val="Odstavecseseznamem"/>
        <w:autoSpaceDE w:val="0"/>
        <w:autoSpaceDN w:val="0"/>
        <w:spacing w:before="120" w:after="0" w:line="240" w:lineRule="auto"/>
        <w:ind w:left="0"/>
        <w:rPr>
          <w:bCs/>
        </w:rPr>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rPr>
          <w:bCs/>
        </w:rPr>
      </w:pPr>
      <w:r w:rsidRPr="00324C8F">
        <w:rPr>
          <w:bCs/>
        </w:rPr>
        <w:t>V § 51 se za odstavec 7 vkládá nový odstavec 8, který zní:</w:t>
      </w:r>
    </w:p>
    <w:p w:rsidR="001E32B1" w:rsidRPr="00324C8F" w:rsidRDefault="001E32B1" w:rsidP="001E32B1">
      <w:pPr>
        <w:spacing w:before="120"/>
        <w:ind w:left="426" w:firstLine="283"/>
        <w:rPr>
          <w:bCs/>
        </w:rPr>
      </w:pPr>
      <w:r w:rsidRPr="00324C8F">
        <w:rPr>
          <w:bCs/>
        </w:rPr>
        <w:t xml:space="preserve">„(8) </w:t>
      </w:r>
      <w:bookmarkStart w:id="7" w:name="_Hlk53854049"/>
      <w:r w:rsidRPr="00324C8F">
        <w:rPr>
          <w:bCs/>
        </w:rPr>
        <w:t xml:space="preserve">Není-li ve lhůtě stanovené podle odstavce 7 krajská pobočka Úřadu práce informována o zjednání nápravy stavu, </w:t>
      </w:r>
      <w:r>
        <w:rPr>
          <w:bCs/>
        </w:rPr>
        <w:t>v jehož důsledku</w:t>
      </w:r>
      <w:r w:rsidRPr="00324C8F">
        <w:rPr>
          <w:bCs/>
        </w:rPr>
        <w:t xml:space="preserve"> byt nebyl vhodný pro bydlení, příspěvek na bydlení odejme, a to od počátku kalendářního čtvrtletí následujícího po dni, ve kterém uplynula lhůta pro zjednání </w:t>
      </w:r>
      <w:r w:rsidRPr="00347FCE">
        <w:rPr>
          <w:bCs/>
        </w:rPr>
        <w:t>nápravy stavu, v jehož důsledku byt</w:t>
      </w:r>
      <w:r w:rsidRPr="00324C8F">
        <w:rPr>
          <w:bCs/>
        </w:rPr>
        <w:t xml:space="preserve"> nebyl vhodný pro bydlení. Řízení o odejmutí příspěvku na bydlení podle věty první se nezahájí, pokud dojde k nápravě stavu alespoň do posledního dne kalendářního čtvrtletí, ve kterém uplynula lhůta pro zjednání nápravy.</w:t>
      </w:r>
      <w:bookmarkEnd w:id="7"/>
      <w:r w:rsidRPr="00324C8F">
        <w:rPr>
          <w:bCs/>
        </w:rPr>
        <w:t>“.</w:t>
      </w:r>
    </w:p>
    <w:p w:rsidR="001E32B1" w:rsidRPr="00324C8F" w:rsidRDefault="001E32B1" w:rsidP="0009267B">
      <w:pPr>
        <w:autoSpaceDE w:val="0"/>
        <w:autoSpaceDN w:val="0"/>
        <w:rPr>
          <w:bCs/>
        </w:rPr>
      </w:pPr>
    </w:p>
    <w:p w:rsidR="001E32B1" w:rsidRPr="00324C8F" w:rsidRDefault="001E32B1" w:rsidP="0009267B">
      <w:pPr>
        <w:pStyle w:val="Odstavecseseznamem"/>
        <w:autoSpaceDE w:val="0"/>
        <w:autoSpaceDN w:val="0"/>
        <w:spacing w:after="0" w:line="240" w:lineRule="auto"/>
        <w:ind w:left="426"/>
        <w:rPr>
          <w:bCs/>
        </w:rPr>
      </w:pPr>
      <w:r w:rsidRPr="00324C8F">
        <w:rPr>
          <w:bCs/>
        </w:rPr>
        <w:t>Dosavadní odstavce 8 až 10 se označují jako odstavce 9 až 11.</w:t>
      </w:r>
    </w:p>
    <w:p w:rsidR="001E32B1" w:rsidRPr="00324C8F" w:rsidRDefault="001E32B1" w:rsidP="001E32B1">
      <w:pPr>
        <w:pStyle w:val="Odstavecseseznamem"/>
        <w:autoSpaceDE w:val="0"/>
        <w:autoSpaceDN w:val="0"/>
        <w:spacing w:before="120" w:after="0" w:line="240" w:lineRule="auto"/>
        <w:ind w:left="0"/>
        <w:rPr>
          <w:bCs/>
        </w:rPr>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rPr>
          <w:bCs/>
        </w:rPr>
        <w:t>V § 54a odst. 1 se za slova „</w:t>
      </w:r>
      <w:r w:rsidRPr="00324C8F">
        <w:t>podle zvláštního právního předpisu za“ vkládají slova „neplnění povinného předškolního vzdělávání</w:t>
      </w:r>
      <w:r>
        <w:t xml:space="preserve"> a</w:t>
      </w:r>
      <w:r w:rsidRPr="00324C8F">
        <w:t>“.</w:t>
      </w:r>
    </w:p>
    <w:p w:rsidR="001E32B1" w:rsidRPr="00324C8F" w:rsidRDefault="001E32B1" w:rsidP="001E32B1">
      <w:pPr>
        <w:pStyle w:val="Odstavecseseznamem"/>
        <w:autoSpaceDE w:val="0"/>
        <w:autoSpaceDN w:val="0"/>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 xml:space="preserve">V § 58 odst. 2 </w:t>
      </w:r>
      <w:r>
        <w:t xml:space="preserve">větě první </w:t>
      </w:r>
      <w:r w:rsidRPr="00324C8F">
        <w:t>se slova „místa, kde je oprávněná osoba hlášena k trvalému pobytu“ nahrazují slovy „místní příslušnosti podle § 66 odst. 2“</w:t>
      </w:r>
      <w:r>
        <w:t xml:space="preserve"> a</w:t>
      </w:r>
      <w:r w:rsidRPr="00324C8F">
        <w:t xml:space="preserve"> slova „trvalého pobytu oprávněné osoby“ se nahrazují slovy „místní příslušnosti“ a </w:t>
      </w:r>
      <w:r>
        <w:t xml:space="preserve">větě druhé se </w:t>
      </w:r>
      <w:r w:rsidRPr="00324C8F">
        <w:t>slova „místa trvalého pobytu oprávněné osoby“ nahrazují slovy „§ 66 odst. 2“.</w:t>
      </w:r>
    </w:p>
    <w:p w:rsidR="001E32B1" w:rsidRPr="00324C8F" w:rsidRDefault="001E32B1" w:rsidP="001E32B1">
      <w:pPr>
        <w:pStyle w:val="Odstavecseseznamem"/>
        <w:autoSpaceDE w:val="0"/>
        <w:autoSpaceDN w:val="0"/>
        <w:spacing w:before="120" w:after="0" w:line="240" w:lineRule="auto"/>
        <w:ind w:left="0"/>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V § 65 odst. 3 se za větu první vkládá věta „Oprávnění k této činnosti jsou povinni prokázat služebním průkazem společně se zvláštním oprávněním vydaným příslušným orgánem státní sociální podpory jako doložkou služebního průkazu. Toto zvláštní oprávnění obsahuje označení účelu vydání, číslo služebního průkazu, jméno, popřípadě jména, a příjmení zaměstnance a identifikační údaje vydávajícího orgánu státní sociální podpory.“.</w:t>
      </w:r>
    </w:p>
    <w:p w:rsidR="001E32B1" w:rsidRPr="00324C8F" w:rsidRDefault="001E32B1" w:rsidP="001E32B1">
      <w:pPr>
        <w:pStyle w:val="Odstavecseseznamem"/>
        <w:spacing w:before="120" w:after="0" w:line="240" w:lineRule="auto"/>
      </w:pPr>
    </w:p>
    <w:p w:rsidR="001E32B1" w:rsidRPr="00324C8F" w:rsidRDefault="001E32B1" w:rsidP="001E32B1">
      <w:pPr>
        <w:pStyle w:val="Odstavecseseznamem"/>
        <w:numPr>
          <w:ilvl w:val="0"/>
          <w:numId w:val="11"/>
        </w:numPr>
        <w:suppressAutoHyphens w:val="0"/>
        <w:autoSpaceDE w:val="0"/>
        <w:autoSpaceDN w:val="0"/>
        <w:spacing w:before="120" w:after="0" w:line="240" w:lineRule="auto"/>
        <w:ind w:left="426" w:hanging="426"/>
        <w:jc w:val="both"/>
      </w:pPr>
      <w:r w:rsidRPr="00324C8F">
        <w:t>V § 65 se doplňuje odstavec 4, který zní:</w:t>
      </w:r>
    </w:p>
    <w:p w:rsidR="001E32B1" w:rsidRPr="00324C8F" w:rsidRDefault="001E32B1" w:rsidP="001E32B1">
      <w:pPr>
        <w:spacing w:before="120"/>
        <w:ind w:left="426" w:firstLine="283"/>
      </w:pPr>
      <w:r w:rsidRPr="00324C8F">
        <w:t xml:space="preserve">„(4) Oprávnění ke vstupu do obydlí, </w:t>
      </w:r>
      <w:r w:rsidRPr="00324C8F">
        <w:rPr>
          <w:iCs/>
        </w:rPr>
        <w:t>které </w:t>
      </w:r>
      <w:r w:rsidRPr="00324C8F">
        <w:t>žadatel o příspěvek na bydlení nebo příjemce příspěvku na bydlení</w:t>
      </w:r>
      <w:r w:rsidRPr="00324C8F">
        <w:rPr>
          <w:iCs/>
        </w:rPr>
        <w:t xml:space="preserve"> a s ním společně posuzované osoby užívají,</w:t>
      </w:r>
      <w:r w:rsidRPr="00324C8F">
        <w:t xml:space="preserve"> s cílem provádět kontrolu plnění základních standardů pro bydlení podle § 24a odst. 2 mají se souhlasem žadatele o příspěvek na bydlení nebo příjemce příspěvku na bydlení také zaměstnanci orgánů veřejného zdraví a obecných stavebních úřadů, kteří se prokáží služebním průkazem.“.</w:t>
      </w:r>
    </w:p>
    <w:p w:rsidR="001E32B1" w:rsidRPr="00324C8F" w:rsidRDefault="001E32B1" w:rsidP="0009267B"/>
    <w:p w:rsidR="001E32B1" w:rsidRPr="00324C8F" w:rsidRDefault="001E32B1" w:rsidP="0009267B">
      <w:pPr>
        <w:pStyle w:val="Odstavecseseznamem"/>
        <w:numPr>
          <w:ilvl w:val="0"/>
          <w:numId w:val="11"/>
        </w:numPr>
        <w:suppressAutoHyphens w:val="0"/>
        <w:spacing w:after="0" w:line="240" w:lineRule="auto"/>
        <w:ind w:left="0" w:firstLine="0"/>
        <w:jc w:val="both"/>
      </w:pPr>
      <w:r w:rsidRPr="00324C8F">
        <w:t>V § 66 odstavec 2 zní:</w:t>
      </w:r>
    </w:p>
    <w:p w:rsidR="001E32B1" w:rsidRPr="00AA410A" w:rsidRDefault="001E32B1" w:rsidP="001E32B1">
      <w:pPr>
        <w:spacing w:before="120"/>
        <w:ind w:firstLine="709"/>
        <w:rPr>
          <w:bCs/>
        </w:rPr>
      </w:pPr>
      <w:bookmarkStart w:id="8" w:name="_Hlk53495119"/>
      <w:r w:rsidRPr="00AA410A">
        <w:rPr>
          <w:bCs/>
        </w:rPr>
        <w:t>„</w:t>
      </w:r>
      <w:bookmarkEnd w:id="8"/>
      <w:r w:rsidRPr="00AA410A">
        <w:rPr>
          <w:bCs/>
        </w:rPr>
        <w:t>(2) Místní příslušnost krajské pobočky Úřadu práce se řídí</w:t>
      </w:r>
    </w:p>
    <w:p w:rsidR="001E32B1" w:rsidRPr="00AA410A" w:rsidRDefault="001E32B1" w:rsidP="001E32B1">
      <w:pPr>
        <w:spacing w:before="120"/>
        <w:rPr>
          <w:bCs/>
        </w:rPr>
      </w:pPr>
      <w:r w:rsidRPr="00AA410A">
        <w:rPr>
          <w:bCs/>
        </w:rPr>
        <w:t>a) místem, kde oprávněná osoba na území České republiky bydlí,</w:t>
      </w:r>
    </w:p>
    <w:p w:rsidR="001E32B1" w:rsidRPr="00AA410A" w:rsidRDefault="001E32B1" w:rsidP="001E32B1">
      <w:pPr>
        <w:spacing w:before="120"/>
        <w:rPr>
          <w:bCs/>
        </w:rPr>
      </w:pPr>
      <w:r w:rsidRPr="00AA410A">
        <w:rPr>
          <w:bCs/>
        </w:rPr>
        <w:t>b) nelze-li místo určit podle písmene a), jiným místem, kde je oprávněná osoba hlášena k</w:t>
      </w:r>
      <w:r>
        <w:rPr>
          <w:bCs/>
        </w:rPr>
        <w:t> </w:t>
      </w:r>
      <w:r w:rsidRPr="00AA410A">
        <w:rPr>
          <w:bCs/>
        </w:rPr>
        <w:t>trvalému pobytu podle zvláštních právních předpisů</w:t>
      </w:r>
      <w:r w:rsidRPr="00AA410A">
        <w:rPr>
          <w:bCs/>
          <w:vertAlign w:val="superscript"/>
        </w:rPr>
        <w:t xml:space="preserve"> 1c)</w:t>
      </w:r>
      <w:r w:rsidRPr="00AA410A">
        <w:rPr>
          <w:bCs/>
        </w:rPr>
        <w:t xml:space="preserve">, </w:t>
      </w:r>
    </w:p>
    <w:p w:rsidR="001E32B1" w:rsidRPr="00AA410A" w:rsidRDefault="001E32B1" w:rsidP="001E32B1">
      <w:pPr>
        <w:spacing w:before="120"/>
        <w:rPr>
          <w:bCs/>
        </w:rPr>
      </w:pPr>
      <w:r w:rsidRPr="00AA410A">
        <w:rPr>
          <w:bCs/>
        </w:rPr>
        <w:t xml:space="preserve">pokud tento zákon nestanoví jinak.“. </w:t>
      </w:r>
    </w:p>
    <w:p w:rsidR="001E32B1" w:rsidRPr="00324C8F" w:rsidRDefault="001E32B1" w:rsidP="0009267B"/>
    <w:p w:rsidR="001E32B1" w:rsidRPr="00324C8F" w:rsidRDefault="001E32B1" w:rsidP="0009267B">
      <w:pPr>
        <w:pStyle w:val="Odstavecseseznamem"/>
        <w:numPr>
          <w:ilvl w:val="0"/>
          <w:numId w:val="11"/>
        </w:numPr>
        <w:suppressAutoHyphens w:val="0"/>
        <w:spacing w:after="0" w:line="240" w:lineRule="auto"/>
        <w:ind w:left="426" w:hanging="426"/>
        <w:jc w:val="both"/>
      </w:pPr>
      <w:r w:rsidRPr="00324C8F">
        <w:t>V § 68 odst. 1 písmeno e) zní:</w:t>
      </w:r>
    </w:p>
    <w:p w:rsidR="001E32B1" w:rsidRPr="00324C8F" w:rsidRDefault="001E32B1" w:rsidP="001E32B1">
      <w:pPr>
        <w:spacing w:before="120"/>
        <w:ind w:firstLine="426"/>
      </w:pPr>
      <w:r w:rsidRPr="00324C8F">
        <w:t>„e) jde-li o příspěvek na bydlení,</w:t>
      </w:r>
    </w:p>
    <w:p w:rsidR="001E32B1" w:rsidRPr="00324C8F" w:rsidRDefault="001E32B1" w:rsidP="001E32B1">
      <w:pPr>
        <w:spacing w:before="120"/>
        <w:ind w:left="993" w:hanging="284"/>
      </w:pPr>
      <w:r w:rsidRPr="00324C8F">
        <w:t>1. doklad o tom, že byt je užíván na základě nájemní smlouvy</w:t>
      </w:r>
      <w:r>
        <w:t xml:space="preserve"> </w:t>
      </w:r>
      <w:r w:rsidRPr="00324C8F">
        <w:t>nebo na základě vlastnictví k nemovitosti,</w:t>
      </w:r>
    </w:p>
    <w:p w:rsidR="001E32B1" w:rsidRPr="00324C8F" w:rsidRDefault="001E32B1" w:rsidP="001E32B1">
      <w:pPr>
        <w:spacing w:before="120"/>
        <w:ind w:left="993" w:hanging="284"/>
      </w:pPr>
      <w:r w:rsidRPr="00324C8F">
        <w:t>2. doklad o výši nájemného, nákladů za plnění poskytovaná s užíváním bytu a nákladů uvedených v § 25 odst. 1 písm. c),</w:t>
      </w:r>
    </w:p>
    <w:p w:rsidR="001E32B1" w:rsidRPr="00324C8F" w:rsidRDefault="001E32B1" w:rsidP="001E32B1">
      <w:pPr>
        <w:spacing w:before="120"/>
        <w:ind w:left="993" w:hanging="284"/>
      </w:pPr>
      <w:r w:rsidRPr="00324C8F">
        <w:t>3. prohlášení, že byt, na který je příspěvek na bydlení žádán, splňuje základní standardy pro bydlení podle § 24a odst. 2</w:t>
      </w:r>
      <w:r>
        <w:t>,</w:t>
      </w:r>
      <w:r w:rsidRPr="00324C8F">
        <w:t>“.</w:t>
      </w:r>
    </w:p>
    <w:p w:rsidR="001E32B1" w:rsidRPr="00324C8F" w:rsidRDefault="001E32B1" w:rsidP="0009267B"/>
    <w:p w:rsidR="001E32B1" w:rsidRPr="00324C8F" w:rsidRDefault="001E32B1" w:rsidP="0009267B">
      <w:pPr>
        <w:pStyle w:val="Odstavecseseznamem"/>
        <w:numPr>
          <w:ilvl w:val="0"/>
          <w:numId w:val="11"/>
        </w:numPr>
        <w:suppressAutoHyphens w:val="0"/>
        <w:spacing w:after="0" w:line="240" w:lineRule="auto"/>
        <w:ind w:left="0" w:firstLine="0"/>
        <w:jc w:val="both"/>
      </w:pPr>
      <w:r w:rsidRPr="00324C8F">
        <w:t>V § 70 odst. 2 a 3 se číslo „30“ nahrazuje číslem „15“.</w:t>
      </w:r>
    </w:p>
    <w:p w:rsidR="001E32B1" w:rsidRPr="00324C8F" w:rsidRDefault="001E32B1" w:rsidP="001E32B1">
      <w:pPr>
        <w:pStyle w:val="Odstavecseseznamem"/>
        <w:suppressAutoHyphens w:val="0"/>
        <w:spacing w:before="120" w:after="0" w:line="240" w:lineRule="auto"/>
        <w:ind w:left="0"/>
      </w:pPr>
    </w:p>
    <w:p w:rsidR="001E32B1" w:rsidRPr="00324C8F" w:rsidRDefault="001E32B1" w:rsidP="001E32B1">
      <w:pPr>
        <w:spacing w:before="120"/>
        <w:jc w:val="center"/>
        <w:rPr>
          <w:bCs/>
        </w:rPr>
      </w:pPr>
      <w:r w:rsidRPr="00324C8F">
        <w:rPr>
          <w:bCs/>
        </w:rPr>
        <w:t xml:space="preserve">Čl. </w:t>
      </w:r>
      <w:r>
        <w:rPr>
          <w:bCs/>
        </w:rPr>
        <w:t>I</w:t>
      </w:r>
      <w:r w:rsidRPr="00324C8F">
        <w:rPr>
          <w:bCs/>
        </w:rPr>
        <w:t>V</w:t>
      </w:r>
    </w:p>
    <w:p w:rsidR="001E32B1" w:rsidRPr="00324C8F" w:rsidRDefault="001E32B1" w:rsidP="001E32B1">
      <w:pPr>
        <w:spacing w:before="120"/>
        <w:jc w:val="center"/>
        <w:rPr>
          <w:b/>
        </w:rPr>
      </w:pPr>
      <w:r w:rsidRPr="00324C8F">
        <w:rPr>
          <w:b/>
        </w:rPr>
        <w:t>Přechodná ustanovení</w:t>
      </w:r>
    </w:p>
    <w:p w:rsidR="001E32B1" w:rsidRPr="00324C8F" w:rsidRDefault="001E32B1" w:rsidP="001E32B1">
      <w:pPr>
        <w:pStyle w:val="Odstavecseseznamem"/>
        <w:numPr>
          <w:ilvl w:val="0"/>
          <w:numId w:val="14"/>
        </w:numPr>
        <w:suppressAutoHyphens w:val="0"/>
        <w:spacing w:before="120" w:after="0" w:line="240" w:lineRule="auto"/>
        <w:ind w:left="426" w:hanging="426"/>
        <w:jc w:val="both"/>
      </w:pPr>
      <w:r w:rsidRPr="00324C8F">
        <w:t>Úřad práce České republiky – krajské pobočky a pobočka pro hlavní město Prahu (dále jen „krajská pobočka Úřadu práce“) doručí v období od 1. dubna do 30. června 202</w:t>
      </w:r>
      <w:r>
        <w:t>2</w:t>
      </w:r>
      <w:r w:rsidRPr="00324C8F">
        <w:t xml:space="preserve"> příjemcům přídavku na dítě a rodičovského příspěvku písemné sdělení o změně místní příslušnosti krajských poboček Úřadu práce s účinností od 1. července 202</w:t>
      </w:r>
      <w:r>
        <w:t>2</w:t>
      </w:r>
      <w:r w:rsidRPr="00324C8F">
        <w:t>, zároveň je vyzve, aby v případě, kdy je místo jejich skutečného pobytu odlišné od místa, kde jsou hlášeni k trvalému pobytu, tuto skutečnost písemně oznámili krajské pobočce Úřadu práce, která jim přídavek na dítě nebo rodičovský příspěvek vyplácí; toto sdělení se nedoručuje do vlastních rukou.</w:t>
      </w:r>
    </w:p>
    <w:p w:rsidR="001E32B1" w:rsidRPr="00324C8F" w:rsidRDefault="001E32B1" w:rsidP="001E32B1">
      <w:pPr>
        <w:pStyle w:val="Odstavecseseznamem"/>
        <w:spacing w:before="120" w:after="0" w:line="240" w:lineRule="auto"/>
        <w:ind w:left="0"/>
      </w:pPr>
    </w:p>
    <w:p w:rsidR="001E32B1" w:rsidRPr="00324C8F" w:rsidRDefault="001E32B1" w:rsidP="001E32B1">
      <w:pPr>
        <w:pStyle w:val="Odstavecseseznamem"/>
        <w:numPr>
          <w:ilvl w:val="0"/>
          <w:numId w:val="14"/>
        </w:numPr>
        <w:suppressAutoHyphens w:val="0"/>
        <w:spacing w:before="120" w:after="0" w:line="240" w:lineRule="auto"/>
        <w:ind w:left="426" w:hanging="426"/>
        <w:jc w:val="both"/>
      </w:pPr>
      <w:r w:rsidRPr="00324C8F">
        <w:t>Ode dne nabytí účinnosti tohoto zákona až do dne oznámení změny místa skutečného pobytu příjemce přídavku na dítě a rodičovského příspěvku vyplácí tyto dávky krajská pobočka Úřadu práce, která jim dávky vyplácela do dne nabytí účinnosti tohoto zákona. To neplatí pro příjemce příspěvku na bydlení poskytovaného na byt v jiném místě, než je místo, kde je příjemce hlášen k trvalému pobytu.</w:t>
      </w:r>
    </w:p>
    <w:p w:rsidR="001E32B1" w:rsidRDefault="001E32B1" w:rsidP="001E32B1">
      <w:pPr>
        <w:pStyle w:val="Odstavecseseznamem"/>
        <w:spacing w:before="120" w:after="0" w:line="240" w:lineRule="auto"/>
        <w:rPr>
          <w:highlight w:val="yellow"/>
        </w:rPr>
      </w:pPr>
    </w:p>
    <w:p w:rsidR="001E32B1" w:rsidRPr="00324C8F" w:rsidRDefault="001E32B1" w:rsidP="001E32B1">
      <w:pPr>
        <w:spacing w:before="120"/>
        <w:jc w:val="center"/>
      </w:pPr>
      <w:r w:rsidRPr="00324C8F">
        <w:t>ČÁST TŘETÍ</w:t>
      </w:r>
    </w:p>
    <w:p w:rsidR="001E32B1" w:rsidRPr="00324C8F" w:rsidRDefault="001E32B1" w:rsidP="001E32B1">
      <w:pPr>
        <w:spacing w:before="120"/>
        <w:jc w:val="center"/>
        <w:rPr>
          <w:b/>
          <w:bCs/>
        </w:rPr>
      </w:pPr>
      <w:r w:rsidRPr="00324C8F">
        <w:rPr>
          <w:b/>
          <w:bCs/>
        </w:rPr>
        <w:t>Změna zákona o životním a existenčním minimu</w:t>
      </w:r>
    </w:p>
    <w:p w:rsidR="001E32B1" w:rsidRPr="00324C8F" w:rsidRDefault="001E32B1" w:rsidP="001E32B1">
      <w:pPr>
        <w:pStyle w:val="Odstavecseseznamem"/>
        <w:suppressAutoHyphens w:val="0"/>
        <w:spacing w:before="120" w:after="0" w:line="240" w:lineRule="auto"/>
        <w:ind w:left="0"/>
        <w:jc w:val="center"/>
        <w:rPr>
          <w:bCs/>
        </w:rPr>
      </w:pPr>
      <w:r w:rsidRPr="00324C8F">
        <w:rPr>
          <w:bCs/>
        </w:rPr>
        <w:t>Čl. V</w:t>
      </w:r>
    </w:p>
    <w:p w:rsidR="001E32B1" w:rsidRPr="00324C8F" w:rsidRDefault="001E32B1" w:rsidP="001E32B1">
      <w:pPr>
        <w:pStyle w:val="Bezmezer"/>
        <w:spacing w:before="120"/>
        <w:ind w:firstLine="425"/>
        <w:jc w:val="both"/>
        <w:rPr>
          <w:rFonts w:ascii="Times New Roman" w:hAnsi="Times New Roman" w:cs="Times New Roman"/>
          <w:sz w:val="24"/>
          <w:szCs w:val="24"/>
        </w:rPr>
      </w:pPr>
      <w:r w:rsidRPr="00324C8F">
        <w:rPr>
          <w:rFonts w:ascii="Times New Roman" w:hAnsi="Times New Roman" w:cs="Times New Roman"/>
          <w:sz w:val="24"/>
          <w:szCs w:val="24"/>
        </w:rPr>
        <w:t>Zákon č. 110/2006 Sb., o životním a existenčním minimu, ve znění zákona č. 218/2007 Sb., zákona č. 261/2007 Sb., zákona č. 129/2008 Sb., zákona č. 239/2008 Sb., zákona č. 306/2008 Sb., zákona č. 85/2010 Sb., zákona č. 73/2011 Sb., zákona č. 329/2011 Sb., zákona č. 366/2011 Sb., zákona č. 458/2011 Sb., zákona č. 399/2012 Sb., zákona č. 401/2012 Sb., zákona č. 44/2013 Sb., zákona č. 105/2013 Sb., zákona č. 303/2013 Sb. a zákonného opatření Senátu č. 344/2013 Sb., zákona č. 252/2014 Sb., zákona č. 332/2014 Sb. a zákona č. 377/2015 Sb., se mění takto:</w:t>
      </w:r>
    </w:p>
    <w:p w:rsidR="001E32B1" w:rsidRDefault="001E32B1" w:rsidP="0009267B">
      <w:pPr>
        <w:pStyle w:val="Bezmezer"/>
        <w:jc w:val="both"/>
        <w:rPr>
          <w:rFonts w:ascii="Times New Roman" w:hAnsi="Times New Roman" w:cs="Times New Roman"/>
          <w:sz w:val="24"/>
          <w:szCs w:val="24"/>
        </w:rPr>
      </w:pPr>
    </w:p>
    <w:p w:rsidR="001E32B1" w:rsidRPr="00916B1C" w:rsidRDefault="001E32B1" w:rsidP="0009267B">
      <w:pPr>
        <w:pStyle w:val="Textlnku"/>
        <w:numPr>
          <w:ilvl w:val="0"/>
          <w:numId w:val="6"/>
        </w:numPr>
        <w:suppressAutoHyphens w:val="0"/>
        <w:spacing w:before="0" w:after="0" w:line="240" w:lineRule="auto"/>
        <w:ind w:left="426" w:hanging="426"/>
        <w:rPr>
          <w:rFonts w:eastAsia="Arial"/>
        </w:rPr>
      </w:pPr>
      <w:r w:rsidRPr="00916B1C">
        <w:rPr>
          <w:rFonts w:eastAsia="Arial"/>
        </w:rPr>
        <w:t>V § 7 odst. 1 písm. a) se slova „uvedené v zákoně o daních z příjmů</w:t>
      </w:r>
      <w:r w:rsidRPr="00916B1C">
        <w:rPr>
          <w:rFonts w:eastAsia="Arial"/>
          <w:vertAlign w:val="superscript"/>
        </w:rPr>
        <w:t>12)</w:t>
      </w:r>
      <w:r w:rsidRPr="00916B1C">
        <w:rPr>
          <w:rFonts w:eastAsia="Arial"/>
        </w:rPr>
        <w:t>“ včetně poznámky pod čarou č. 12 zrušují.</w:t>
      </w:r>
    </w:p>
    <w:p w:rsidR="001E32B1" w:rsidRPr="00916B1C" w:rsidRDefault="001E32B1" w:rsidP="0009267B">
      <w:pPr>
        <w:pStyle w:val="Textlnku"/>
        <w:spacing w:before="0" w:after="0" w:line="240" w:lineRule="auto"/>
        <w:ind w:left="709"/>
        <w:rPr>
          <w:rFonts w:eastAsia="Arial"/>
        </w:rPr>
      </w:pPr>
    </w:p>
    <w:p w:rsidR="001E32B1" w:rsidRPr="00916B1C" w:rsidRDefault="001E32B1" w:rsidP="0009267B">
      <w:pPr>
        <w:pStyle w:val="Textlnku"/>
        <w:numPr>
          <w:ilvl w:val="0"/>
          <w:numId w:val="6"/>
        </w:numPr>
        <w:suppressAutoHyphens w:val="0"/>
        <w:spacing w:before="0" w:after="0" w:line="240" w:lineRule="auto"/>
        <w:ind w:left="426" w:hanging="426"/>
        <w:rPr>
          <w:rFonts w:eastAsia="Arial"/>
        </w:rPr>
      </w:pPr>
      <w:r w:rsidRPr="00916B1C">
        <w:rPr>
          <w:rFonts w:eastAsia="Arial"/>
        </w:rPr>
        <w:t>V § 7 odst. 1 písm. b) se slova „uvedené v zákoně o daních z příjmů</w:t>
      </w:r>
      <w:r w:rsidRPr="00916B1C">
        <w:rPr>
          <w:rFonts w:eastAsia="Arial"/>
          <w:vertAlign w:val="superscript"/>
        </w:rPr>
        <w:t>14)</w:t>
      </w:r>
      <w:r w:rsidRPr="00916B1C">
        <w:rPr>
          <w:rFonts w:eastAsia="Arial"/>
        </w:rPr>
        <w:t>“ včetně poznámky pod čarou č. 14 zrušují.</w:t>
      </w:r>
    </w:p>
    <w:p w:rsidR="001E32B1" w:rsidRDefault="001E32B1" w:rsidP="0009267B">
      <w:pPr>
        <w:pStyle w:val="Textlnku"/>
        <w:spacing w:before="0" w:after="0" w:line="240" w:lineRule="auto"/>
        <w:ind w:left="720" w:firstLine="0"/>
        <w:rPr>
          <w:rFonts w:eastAsia="Arial"/>
          <w:b/>
          <w:highlight w:val="yellow"/>
        </w:rPr>
      </w:pPr>
    </w:p>
    <w:p w:rsidR="001E32B1" w:rsidRPr="00916B1C" w:rsidRDefault="001E32B1" w:rsidP="0009267B">
      <w:pPr>
        <w:pStyle w:val="Textlnku"/>
        <w:numPr>
          <w:ilvl w:val="0"/>
          <w:numId w:val="6"/>
        </w:numPr>
        <w:suppressAutoHyphens w:val="0"/>
        <w:spacing w:before="0" w:after="0" w:line="240" w:lineRule="auto"/>
        <w:ind w:left="426" w:hanging="426"/>
        <w:rPr>
          <w:rFonts w:eastAsia="Arial"/>
          <w:b/>
        </w:rPr>
      </w:pPr>
      <w:r w:rsidRPr="00916B1C">
        <w:rPr>
          <w:rFonts w:eastAsia="Arial"/>
        </w:rPr>
        <w:t>V § 7 odst. 2 písm. h) bodě 1 se slova „, k) a l)“ nahrazují slovy „a k)“.</w:t>
      </w:r>
      <w:r w:rsidRPr="00916B1C">
        <w:rPr>
          <w:rFonts w:eastAsia="Arial"/>
          <w:b/>
        </w:rPr>
        <w:t xml:space="preserve"> </w:t>
      </w:r>
    </w:p>
    <w:p w:rsidR="001E32B1" w:rsidRPr="00260B8D" w:rsidRDefault="001E32B1" w:rsidP="0009267B">
      <w:pPr>
        <w:pStyle w:val="Textlnku"/>
        <w:spacing w:before="0" w:after="0" w:line="240" w:lineRule="auto"/>
        <w:ind w:left="720" w:firstLine="0"/>
        <w:rPr>
          <w:rFonts w:eastAsia="Arial"/>
          <w:b/>
          <w:sz w:val="18"/>
          <w:szCs w:val="18"/>
          <w:highlight w:val="yellow"/>
        </w:rPr>
      </w:pPr>
    </w:p>
    <w:p w:rsidR="001E32B1" w:rsidRDefault="001E32B1" w:rsidP="0009267B">
      <w:pPr>
        <w:pStyle w:val="Textlnku"/>
        <w:numPr>
          <w:ilvl w:val="0"/>
          <w:numId w:val="6"/>
        </w:numPr>
        <w:suppressAutoHyphens w:val="0"/>
        <w:spacing w:before="0" w:after="0" w:line="240" w:lineRule="auto"/>
        <w:ind w:left="426" w:hanging="426"/>
        <w:rPr>
          <w:rFonts w:eastAsia="Arial"/>
        </w:rPr>
      </w:pPr>
      <w:r>
        <w:rPr>
          <w:rFonts w:eastAsia="Arial"/>
        </w:rPr>
        <w:t>V § 7 odst. 2 se písmeno k) zrušuje.</w:t>
      </w:r>
    </w:p>
    <w:p w:rsidR="001E32B1" w:rsidRPr="00287155" w:rsidRDefault="001E32B1" w:rsidP="001E32B1">
      <w:pPr>
        <w:spacing w:before="120"/>
        <w:ind w:left="426"/>
        <w:rPr>
          <w:rFonts w:eastAsia="Arial"/>
        </w:rPr>
      </w:pPr>
      <w:r w:rsidRPr="00287155">
        <w:rPr>
          <w:rFonts w:eastAsia="Arial"/>
        </w:rPr>
        <w:t>Dosavadní písmena l) a m) se ozn</w:t>
      </w:r>
      <w:r>
        <w:rPr>
          <w:rFonts w:eastAsia="Arial"/>
        </w:rPr>
        <w:t>a</w:t>
      </w:r>
      <w:r w:rsidRPr="00287155">
        <w:rPr>
          <w:rFonts w:eastAsia="Arial"/>
        </w:rPr>
        <w:t xml:space="preserve">čují jako </w:t>
      </w:r>
      <w:r>
        <w:rPr>
          <w:rFonts w:eastAsia="Arial"/>
        </w:rPr>
        <w:t xml:space="preserve">písmena </w:t>
      </w:r>
      <w:r w:rsidRPr="00287155">
        <w:rPr>
          <w:rFonts w:eastAsia="Arial"/>
        </w:rPr>
        <w:t>k) a l).</w:t>
      </w:r>
    </w:p>
    <w:p w:rsidR="001E32B1" w:rsidRPr="00324C8F" w:rsidRDefault="001E32B1" w:rsidP="0009267B">
      <w:pPr>
        <w:pStyle w:val="Bezmezer"/>
        <w:jc w:val="both"/>
        <w:rPr>
          <w:rFonts w:ascii="Times New Roman" w:hAnsi="Times New Roman" w:cs="Times New Roman"/>
          <w:sz w:val="24"/>
          <w:szCs w:val="24"/>
        </w:rPr>
      </w:pPr>
    </w:p>
    <w:p w:rsidR="001E32B1" w:rsidRPr="00324C8F" w:rsidRDefault="001E32B1" w:rsidP="0009267B">
      <w:pPr>
        <w:pStyle w:val="Textlnku"/>
        <w:numPr>
          <w:ilvl w:val="0"/>
          <w:numId w:val="6"/>
        </w:numPr>
        <w:suppressAutoHyphens w:val="0"/>
        <w:spacing w:before="0" w:after="0" w:line="240" w:lineRule="auto"/>
        <w:ind w:left="426" w:hanging="426"/>
        <w:rPr>
          <w:rFonts w:eastAsia="Arial"/>
        </w:rPr>
      </w:pPr>
      <w:r w:rsidRPr="00324C8F">
        <w:rPr>
          <w:rFonts w:eastAsia="Arial"/>
        </w:rPr>
        <w:t>V § 7 odstavec 5 včetně poznámek pod čarou č. 25 až 28a) zní:</w:t>
      </w:r>
    </w:p>
    <w:p w:rsidR="001E32B1" w:rsidRPr="00324C8F" w:rsidRDefault="001E32B1" w:rsidP="001E32B1">
      <w:pPr>
        <w:spacing w:before="120"/>
        <w:ind w:left="709" w:hanging="284"/>
      </w:pPr>
      <w:r w:rsidRPr="00324C8F">
        <w:rPr>
          <w:rFonts w:eastAsia="Arial"/>
        </w:rPr>
        <w:t xml:space="preserve">    </w:t>
      </w:r>
      <w:r w:rsidRPr="00324C8F">
        <w:rPr>
          <w:rFonts w:eastAsia="Arial"/>
        </w:rPr>
        <w:tab/>
        <w:t>„</w:t>
      </w:r>
      <w:r w:rsidRPr="00324C8F">
        <w:t>(5) Za příjem se pro účely tohoto zákona nepovažují</w:t>
      </w:r>
    </w:p>
    <w:p w:rsidR="001E32B1" w:rsidRPr="00324C8F" w:rsidRDefault="001E32B1" w:rsidP="001E32B1">
      <w:pPr>
        <w:pStyle w:val="Odstavecseseznamem"/>
        <w:numPr>
          <w:ilvl w:val="0"/>
          <w:numId w:val="5"/>
        </w:numPr>
        <w:suppressAutoHyphens w:val="0"/>
        <w:spacing w:before="120" w:after="0" w:line="240" w:lineRule="auto"/>
        <w:ind w:left="709" w:hanging="284"/>
        <w:contextualSpacing w:val="0"/>
        <w:jc w:val="both"/>
      </w:pPr>
      <w:r w:rsidRPr="00324C8F">
        <w:t>příspěvek na péči</w:t>
      </w:r>
      <w:r w:rsidRPr="00324C8F">
        <w:rPr>
          <w:vertAlign w:val="superscript"/>
        </w:rPr>
        <w:t>25)</w:t>
      </w:r>
      <w:r w:rsidRPr="00324C8F">
        <w:t xml:space="preserve">, </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část příspěvku na úhradu potřeb dítěte náležející z důvodu závislosti na pomoci jiné fyzické osoby ve stupni I až IV</w:t>
      </w:r>
      <w:r w:rsidRPr="00324C8F">
        <w:rPr>
          <w:vertAlign w:val="superscript"/>
        </w:rPr>
        <w:t>26)</w:t>
      </w:r>
      <w:r w:rsidRPr="00324C8F">
        <w:t xml:space="preserve">, </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příspěvek na mobilitu</w:t>
      </w:r>
      <w:r w:rsidRPr="00324C8F">
        <w:rPr>
          <w:vertAlign w:val="superscript"/>
        </w:rPr>
        <w:t xml:space="preserve"> </w:t>
      </w:r>
      <w:r w:rsidRPr="00324C8F">
        <w:t>a příspěvek na zvláštní pomůcku</w:t>
      </w:r>
      <w:r w:rsidRPr="00324C8F">
        <w:rPr>
          <w:vertAlign w:val="superscript"/>
        </w:rPr>
        <w:t>27)</w:t>
      </w:r>
      <w:r w:rsidRPr="00324C8F">
        <w:t xml:space="preserve">, </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příjem z prodeje nemovité věci a z odstupného za uvolnění bytu použitý k úhradě nákladů na uspokojení bytové potřeby a zvláštní příspěvek k důchodu podle zvláštních právních předpisů</w:t>
      </w:r>
      <w:r w:rsidRPr="00324C8F">
        <w:rPr>
          <w:vertAlign w:val="superscript"/>
        </w:rPr>
        <w:t>28)</w:t>
      </w:r>
      <w:r w:rsidRPr="00324C8F">
        <w:t>,</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příjem plynoucí z titulu spravedlivého zadostiučinění přiznaného Evropským soudem pro lidská práva ve výši, kterou je Česká republika povinna uhradit, nebo z titulu urovnání záležitosti před Evropským soudem pro lidská práva na základě smíru nebo jednostranného prohlášení vlády ve výši, kterou se Česká republika zavázala uhradit</w:t>
      </w:r>
      <w:r w:rsidRPr="00324C8F">
        <w:rPr>
          <w:vertAlign w:val="superscript"/>
        </w:rPr>
        <w:t>28a)</w:t>
      </w:r>
      <w:r w:rsidRPr="00324C8F">
        <w:t>,</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příjem plynoucí z titulu odškodnění přiznaného mezinárodním trestním soudem, mezinárodním trestním tribunálem, popřípadě obdobným mezinárodním soudním orgánem, které splňují alespoň jednu z podmínek uvedených v § 145 odst. 1 zákona o mezinárodní justiční spolupráci ve věcech trestních,</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příjmy za práci žáků a studentů z praktického vyučování a praktické přípravy,</w:t>
      </w:r>
    </w:p>
    <w:p w:rsidR="001E32B1" w:rsidRPr="00324C8F" w:rsidRDefault="001E32B1" w:rsidP="001E32B1">
      <w:pPr>
        <w:pStyle w:val="Odstavecseseznamem"/>
        <w:numPr>
          <w:ilvl w:val="0"/>
          <w:numId w:val="5"/>
        </w:numPr>
        <w:suppressAutoHyphens w:val="0"/>
        <w:spacing w:before="120" w:after="0" w:line="240" w:lineRule="auto"/>
        <w:ind w:left="709" w:hanging="283"/>
        <w:contextualSpacing w:val="0"/>
        <w:jc w:val="both"/>
      </w:pPr>
      <w:r w:rsidRPr="00324C8F">
        <w:t>příjmy ze závislé činnosti, které náležely nezaopatřenému dítěti za měsíc červenec a srpen, a to ve výši po odpočtu pojistného na sociální zabezpečení a příspěvku na státní politiku zaměstnanosti a pojistného na veřejné zdravotní pojištění, po odpočtu daně z příjmů připadající na tyto příjmy a případně po odpočtu částky, která se považuje za příjem z důvodu bezplatného používání motorového vozidla pro služební i soukromé účely podle zákona o daních z příjmů.</w:t>
      </w:r>
    </w:p>
    <w:p w:rsidR="001E32B1" w:rsidRPr="00324C8F" w:rsidRDefault="001E32B1" w:rsidP="001E32B1">
      <w:pPr>
        <w:pStyle w:val="Textlnku"/>
        <w:spacing w:before="120" w:after="0" w:line="240" w:lineRule="auto"/>
        <w:rPr>
          <w:rFonts w:eastAsia="Arial"/>
        </w:rPr>
      </w:pPr>
      <w:r w:rsidRPr="00324C8F">
        <w:rPr>
          <w:rFonts w:eastAsia="Arial"/>
        </w:rPr>
        <w:t>---------------------------------</w:t>
      </w:r>
    </w:p>
    <w:p w:rsidR="001E32B1" w:rsidRPr="00324C8F" w:rsidRDefault="001E32B1" w:rsidP="001E32B1">
      <w:pPr>
        <w:spacing w:before="120"/>
        <w:ind w:left="851" w:hanging="425"/>
        <w:contextualSpacing/>
      </w:pPr>
      <w:r w:rsidRPr="00324C8F">
        <w:rPr>
          <w:vertAlign w:val="superscript"/>
        </w:rPr>
        <w:t>25)</w:t>
      </w:r>
      <w:r w:rsidRPr="00324C8F">
        <w:tab/>
        <w:t>§ 11 zákona č. 108/2006 Sb., o sociálních službách.</w:t>
      </w:r>
    </w:p>
    <w:p w:rsidR="001E32B1" w:rsidRPr="00324C8F" w:rsidRDefault="001E32B1" w:rsidP="001E32B1">
      <w:pPr>
        <w:spacing w:before="120"/>
        <w:ind w:left="851" w:hanging="425"/>
        <w:contextualSpacing/>
      </w:pPr>
      <w:r w:rsidRPr="00324C8F">
        <w:rPr>
          <w:vertAlign w:val="superscript"/>
        </w:rPr>
        <w:t>26)</w:t>
      </w:r>
      <w:r w:rsidRPr="00324C8F">
        <w:rPr>
          <w:vertAlign w:val="superscript"/>
        </w:rPr>
        <w:tab/>
      </w:r>
      <w:r w:rsidRPr="00324C8F">
        <w:t>§ 47f odst. 3 a 4 zákona č. 359/1999 Sb.</w:t>
      </w:r>
    </w:p>
    <w:p w:rsidR="001E32B1" w:rsidRPr="00324C8F" w:rsidRDefault="001E32B1" w:rsidP="001E32B1">
      <w:pPr>
        <w:spacing w:before="120"/>
        <w:ind w:left="851" w:hanging="425"/>
        <w:contextualSpacing/>
      </w:pPr>
      <w:r w:rsidRPr="00324C8F">
        <w:rPr>
          <w:vertAlign w:val="superscript"/>
        </w:rPr>
        <w:t>27)</w:t>
      </w:r>
      <w:r w:rsidRPr="00324C8F">
        <w:tab/>
        <w:t>Zákon č. 329/2011 Sb., o poskytování dávek osobám se zdravotním postižením a o změně souvisejících zákonů, ve znění pozdějších předpisů.</w:t>
      </w:r>
    </w:p>
    <w:p w:rsidR="001E32B1" w:rsidRPr="00324C8F" w:rsidRDefault="001E32B1" w:rsidP="001E32B1">
      <w:pPr>
        <w:spacing w:before="120"/>
        <w:ind w:left="851" w:hanging="425"/>
        <w:contextualSpacing/>
      </w:pPr>
      <w:r w:rsidRPr="00324C8F">
        <w:rPr>
          <w:vertAlign w:val="superscript"/>
        </w:rPr>
        <w:t>28)</w:t>
      </w:r>
      <w:r w:rsidRPr="00324C8F">
        <w:tab/>
        <w:t>Část první hlava druhá zákona č. 357/2005 Sb., o ocenění účastníků národního boje za vznik a osvobození Československa a některých pozůstalých po nich, o zvláštním příspěvku k důchodu některým osobám, o jednorázové peněžní částce některým účastníkům národního boje za osvobození v letech 1939 až 1945 a o změně některých zákonů.</w:t>
      </w:r>
    </w:p>
    <w:p w:rsidR="001E32B1" w:rsidRPr="00324C8F" w:rsidRDefault="001E32B1" w:rsidP="001E32B1">
      <w:pPr>
        <w:spacing w:before="120"/>
        <w:ind w:left="851" w:hanging="425"/>
        <w:contextualSpacing/>
      </w:pPr>
      <w:r w:rsidRPr="00324C8F">
        <w:rPr>
          <w:vertAlign w:val="superscript"/>
        </w:rPr>
        <w:t>28a)</w:t>
      </w:r>
      <w:r w:rsidRPr="00324C8F">
        <w:rPr>
          <w:vertAlign w:val="superscript"/>
        </w:rPr>
        <w:tab/>
      </w:r>
      <w:r w:rsidRPr="00324C8F">
        <w:t>Čl. 37 odst. 1 a čl. 39 a 41 Úmluvy o ochraně lidských práv a základních svobod, uveřejněné pod č. 209/1992 Sb., ve znění Protokolu č. 11 k Úmluvě o ochraně lidských práv a základních svobod, kterým se mění kontrolní mechanismus v ní ustavený, uveřejněného pod č. 243/1998 Sb.“.</w:t>
      </w:r>
    </w:p>
    <w:p w:rsidR="001E32B1" w:rsidRPr="00324C8F" w:rsidRDefault="001E32B1" w:rsidP="001E32B1">
      <w:pPr>
        <w:pStyle w:val="Textlnku"/>
        <w:spacing w:before="120" w:after="0" w:line="240" w:lineRule="auto"/>
        <w:rPr>
          <w:rFonts w:eastAsia="Arial"/>
        </w:rPr>
      </w:pPr>
    </w:p>
    <w:p w:rsidR="0009267B" w:rsidRDefault="0009267B">
      <w:pPr>
        <w:widowControl/>
        <w:suppressAutoHyphens w:val="0"/>
        <w:rPr>
          <w:rFonts w:eastAsia="Arial" w:cs="Times New Roman"/>
          <w:color w:val="00000A"/>
          <w:kern w:val="0"/>
          <w:lang w:eastAsia="cs-CZ" w:bidi="ar-SA"/>
        </w:rPr>
      </w:pPr>
      <w:r>
        <w:rPr>
          <w:rFonts w:eastAsia="Arial"/>
        </w:rPr>
        <w:br w:type="page"/>
      </w:r>
    </w:p>
    <w:p w:rsidR="001E32B1" w:rsidRPr="00324C8F" w:rsidRDefault="001E32B1" w:rsidP="001E32B1">
      <w:pPr>
        <w:pStyle w:val="Textlnku"/>
        <w:numPr>
          <w:ilvl w:val="0"/>
          <w:numId w:val="6"/>
        </w:numPr>
        <w:suppressAutoHyphens w:val="0"/>
        <w:spacing w:before="0" w:after="0" w:line="240" w:lineRule="auto"/>
        <w:ind w:left="426" w:hanging="426"/>
        <w:rPr>
          <w:rFonts w:eastAsia="Arial"/>
        </w:rPr>
      </w:pPr>
      <w:r w:rsidRPr="00324C8F">
        <w:rPr>
          <w:rFonts w:eastAsia="Arial"/>
        </w:rPr>
        <w:t>§ 8 včetně nadpisu zní:</w:t>
      </w:r>
    </w:p>
    <w:p w:rsidR="001E32B1" w:rsidRPr="00324C8F" w:rsidRDefault="001E32B1" w:rsidP="001E32B1">
      <w:pPr>
        <w:ind w:left="284" w:hanging="284"/>
        <w:contextualSpacing/>
        <w:jc w:val="center"/>
      </w:pPr>
      <w:r w:rsidRPr="00324C8F">
        <w:t>„§ 8</w:t>
      </w:r>
    </w:p>
    <w:p w:rsidR="001E32B1" w:rsidRPr="00324C8F" w:rsidRDefault="001E32B1" w:rsidP="001E32B1">
      <w:pPr>
        <w:ind w:left="284" w:hanging="284"/>
        <w:contextualSpacing/>
        <w:jc w:val="center"/>
        <w:rPr>
          <w:b/>
        </w:rPr>
      </w:pPr>
      <w:r w:rsidRPr="00324C8F">
        <w:rPr>
          <w:b/>
        </w:rPr>
        <w:t>Způsob zápočtu příjmů ze samostatné činnosti</w:t>
      </w:r>
    </w:p>
    <w:p w:rsidR="001E32B1" w:rsidRPr="00324C8F" w:rsidRDefault="001E32B1" w:rsidP="0009267B">
      <w:pPr>
        <w:ind w:firstLine="709"/>
        <w:contextualSpacing/>
        <w:jc w:val="both"/>
      </w:pPr>
      <w:r w:rsidRPr="00324C8F">
        <w:t>(1) Vykonává-li osoba v rozhodném období samostatnou výdělečnou činnost podle svého prohlášení, započítává se jí jako příjem z této činnosti do rozhodného příjmu za každý měsíc</w:t>
      </w:r>
    </w:p>
    <w:p w:rsidR="001E32B1" w:rsidRPr="00324C8F" w:rsidRDefault="001E32B1" w:rsidP="0009267B">
      <w:pPr>
        <w:ind w:left="284" w:hanging="284"/>
        <w:jc w:val="both"/>
      </w:pPr>
      <w:r w:rsidRPr="00324C8F">
        <w:t>a)</w:t>
      </w:r>
      <w:r w:rsidRPr="00324C8F">
        <w:tab/>
        <w:t>jedna dvanáctina příjmů uvedených v daňovém přiznání za kalendářní rok, který bezprostředně předchází kalendářnímu roku, do něhož spadá počátek období od 1. července do 30. června následujícího kalendářního roku, a to bez ohledu na to, kolik měsíců osoba ve zdaňovacím období samostatnou výdělečnou činnost vykonávala a zda tato činnost byla ve zdaňovacím období vykonávána jako činnost hlavní nebo vedlejší, nebo</w:t>
      </w:r>
    </w:p>
    <w:p w:rsidR="001E32B1" w:rsidRPr="00324C8F" w:rsidRDefault="001E32B1" w:rsidP="0009267B">
      <w:pPr>
        <w:ind w:left="284" w:hanging="284"/>
        <w:jc w:val="both"/>
      </w:pPr>
      <w:r w:rsidRPr="00324C8F">
        <w:t>b)</w:t>
      </w:r>
      <w:r w:rsidRPr="00324C8F">
        <w:tab/>
        <w:t>jedna dvanáctina příjmů, jde-li o příjmy podléhající dani z příjmů stanovenou paušální částkou, ze kterých byla stanovena daň paušální částkou, není-li dále stanoveno jinak.</w:t>
      </w:r>
    </w:p>
    <w:p w:rsidR="001E32B1" w:rsidRPr="00324C8F" w:rsidRDefault="001E32B1" w:rsidP="0009267B">
      <w:pPr>
        <w:ind w:firstLine="708"/>
        <w:jc w:val="both"/>
      </w:pPr>
      <w:r w:rsidRPr="00324C8F">
        <w:t xml:space="preserve">(2) Jde-li o příjem podléhající dani z příjmů stanovený paušální částkou, považuje se za započitatelný příjem za kalendářní měsíc § 7 odst. 1 písm. b) předpokládaný příjem, nejméně však částka 50 % průměrné měsíční mzdy v národním hospodářství. </w:t>
      </w:r>
    </w:p>
    <w:p w:rsidR="001E32B1" w:rsidRPr="00324C8F" w:rsidRDefault="001E32B1" w:rsidP="0009267B">
      <w:pPr>
        <w:jc w:val="both"/>
      </w:pPr>
      <w:r w:rsidRPr="00324C8F">
        <w:tab/>
        <w:t>(3) Vykonává-li osoba podle svého prohlášení v rozhodném období samostatnou výdělečnou činnost jako hlavní činnost, započítává se jí jako příjem z této činnosti do rozhodného příjmu vždy nejméně částka 50 % průměrné měsíční mzdy v národním hospodářství.</w:t>
      </w:r>
    </w:p>
    <w:p w:rsidR="001E32B1" w:rsidRPr="00324C8F" w:rsidRDefault="001E32B1" w:rsidP="0009267B">
      <w:pPr>
        <w:jc w:val="both"/>
      </w:pPr>
      <w:r w:rsidRPr="00324C8F">
        <w:rPr>
          <w:color w:val="FF0000"/>
        </w:rPr>
        <w:tab/>
      </w:r>
      <w:r w:rsidRPr="00324C8F">
        <w:t>(4) Vykonává-li osoba podle svého prohlášení v rozhodném období samostatnou výdělečnou činnost, avšak v předcházejícím zdaňovacím období samostatnou výdělečnou činnost nevykonávala, započítává se jí jako příjem z této činnosti do rozhodného příjmu</w:t>
      </w:r>
    </w:p>
    <w:p w:rsidR="001E32B1" w:rsidRPr="00324C8F" w:rsidRDefault="001E32B1" w:rsidP="0009267B">
      <w:pPr>
        <w:ind w:left="284" w:hanging="284"/>
        <w:jc w:val="both"/>
      </w:pPr>
      <w:r w:rsidRPr="00324C8F">
        <w:t>a)</w:t>
      </w:r>
      <w:r w:rsidRPr="00324C8F">
        <w:tab/>
        <w:t>za každý měsíc, v němž vykonávala samostatnou výdělečnou činnost jako hlavní činnost, částka odpovídající 25 % průměrné měsíční mzdy v národním hospodářství, nebo</w:t>
      </w:r>
    </w:p>
    <w:p w:rsidR="001E32B1" w:rsidRPr="00324C8F" w:rsidRDefault="001E32B1" w:rsidP="0009267B">
      <w:pPr>
        <w:ind w:left="284" w:hanging="284"/>
        <w:jc w:val="both"/>
      </w:pPr>
      <w:r w:rsidRPr="00324C8F">
        <w:t>b)</w:t>
      </w:r>
      <w:r w:rsidRPr="00324C8F">
        <w:tab/>
        <w:t>za každý měsíc, v němž vykonávala samostatnou výdělečnou činnost jako vedlejší činnost, částka, kterou uvede ve svém prohlášení o příjmu.</w:t>
      </w:r>
    </w:p>
    <w:p w:rsidR="001E32B1" w:rsidRPr="00324C8F" w:rsidRDefault="001E32B1" w:rsidP="0009267B">
      <w:pPr>
        <w:jc w:val="both"/>
      </w:pPr>
      <w:r w:rsidRPr="00324C8F">
        <w:tab/>
        <w:t>(5) Částka průměrné měsíční mzdy se zjišťuje za kalendářní rok předcházející období od 1. července do 30. června následujícího kalendářního roku a vyhlašuje ji Ministerstvo práce a sociálních věcí ve Sbírce zákonů sdělením podle průměrné mzdy v národním hospodářství vyhlášené Českým statistickým úřadem, s tím, že tuto částku zaokrouhluje na celé stokoruny dolů.</w:t>
      </w:r>
    </w:p>
    <w:p w:rsidR="001E32B1" w:rsidRDefault="001E32B1" w:rsidP="0009267B">
      <w:pPr>
        <w:ind w:firstLine="709"/>
        <w:jc w:val="both"/>
      </w:pPr>
      <w:r w:rsidRPr="00324C8F">
        <w:t>(6) Pokud podnikání nebo jinou samostatnou výdělečnou činnost vykonávalo nezaopatřené dítě, nepovažuje se za příjem za každý z měsíců červenec a srpen částka odpovídající jedné dvanáctině ročního příjmu z činnosti, ze které plynou příjmy ze samostatné činnosti, za kalendářní rok, za který se zjišťuje rozhodný příjem, nebo v případech uvedených v odstavcích 2 až 4 částka tam uvedená, jestliže činnost, ze které plynou příjmy ze samostatné činnosti, trvala po celý takový měsíc.“.</w:t>
      </w:r>
    </w:p>
    <w:p w:rsidR="001E32B1" w:rsidRDefault="001E32B1" w:rsidP="001E32B1">
      <w:pPr>
        <w:jc w:val="center"/>
        <w:rPr>
          <w:bCs/>
        </w:rPr>
      </w:pPr>
    </w:p>
    <w:p w:rsidR="001E32B1" w:rsidRPr="00324C8F" w:rsidRDefault="001E32B1" w:rsidP="001E32B1">
      <w:pPr>
        <w:jc w:val="center"/>
        <w:rPr>
          <w:bCs/>
        </w:rPr>
      </w:pPr>
      <w:r>
        <w:rPr>
          <w:bCs/>
        </w:rPr>
        <w:t>ČÁST ČTVRTÁ</w:t>
      </w:r>
    </w:p>
    <w:p w:rsidR="001E32B1" w:rsidRPr="00877A8F" w:rsidRDefault="001E32B1" w:rsidP="001E32B1">
      <w:pPr>
        <w:jc w:val="center"/>
        <w:rPr>
          <w:b/>
          <w:caps/>
        </w:rPr>
      </w:pPr>
      <w:r w:rsidRPr="00877A8F">
        <w:rPr>
          <w:b/>
          <w:caps/>
        </w:rPr>
        <w:t>Účinnost</w:t>
      </w:r>
    </w:p>
    <w:p w:rsidR="001E32B1" w:rsidRPr="00965A95" w:rsidRDefault="001E32B1" w:rsidP="001E32B1">
      <w:pPr>
        <w:jc w:val="center"/>
        <w:rPr>
          <w:bCs/>
        </w:rPr>
      </w:pPr>
      <w:r w:rsidRPr="00965A95">
        <w:rPr>
          <w:bCs/>
        </w:rPr>
        <w:t>Čl. VI</w:t>
      </w:r>
    </w:p>
    <w:p w:rsidR="001E32B1" w:rsidRPr="00324C8F" w:rsidRDefault="001E32B1" w:rsidP="0009267B">
      <w:pPr>
        <w:spacing w:before="120"/>
        <w:ind w:firstLine="709"/>
        <w:jc w:val="both"/>
        <w:rPr>
          <w:bCs/>
        </w:rPr>
      </w:pPr>
      <w:r w:rsidRPr="00324C8F">
        <w:rPr>
          <w:bCs/>
        </w:rPr>
        <w:t xml:space="preserve">Tento zákon nabývá účinnosti dnem 1. </w:t>
      </w:r>
      <w:r w:rsidRPr="00F1190C">
        <w:rPr>
          <w:bCs/>
        </w:rPr>
        <w:t>ledna 2022, s výjimkou ustanovení čl. I bodů 24 až 27, 37 a 39, čl. III bodů 2 až 7, 9, 11, 1</w:t>
      </w:r>
      <w:r>
        <w:rPr>
          <w:bCs/>
        </w:rPr>
        <w:t>4</w:t>
      </w:r>
      <w:r w:rsidRPr="00F1190C">
        <w:rPr>
          <w:bCs/>
        </w:rPr>
        <w:t xml:space="preserve"> a 1</w:t>
      </w:r>
      <w:r>
        <w:rPr>
          <w:bCs/>
        </w:rPr>
        <w:t>7</w:t>
      </w:r>
      <w:r w:rsidRPr="00F1190C">
        <w:rPr>
          <w:bCs/>
        </w:rPr>
        <w:t xml:space="preserve"> až 2</w:t>
      </w:r>
      <w:r>
        <w:rPr>
          <w:bCs/>
        </w:rPr>
        <w:t>1</w:t>
      </w:r>
      <w:r w:rsidRPr="00F1190C">
        <w:rPr>
          <w:bCs/>
        </w:rPr>
        <w:t>, které nabývají účinnosti dnem 1. července 2022, a ustanovení čl. I bodu 28 a čl. III bodu 1</w:t>
      </w:r>
      <w:r>
        <w:rPr>
          <w:bCs/>
        </w:rPr>
        <w:t>5</w:t>
      </w:r>
      <w:r w:rsidRPr="00F1190C">
        <w:rPr>
          <w:bCs/>
        </w:rPr>
        <w:t>, které nabývají účinnosti dnem 1. července 2025.“.</w:t>
      </w:r>
    </w:p>
    <w:p w:rsidR="000C6893" w:rsidRDefault="000C6893"/>
    <w:p w:rsidR="000C6893" w:rsidRDefault="000C6893"/>
    <w:p w:rsidR="000C6893" w:rsidRDefault="001E32B1" w:rsidP="001E32B1">
      <w:pPr>
        <w:pStyle w:val="PNposlanec"/>
      </w:pPr>
      <w:r>
        <w:t>Poslankyně Eva Fialová</w:t>
      </w:r>
    </w:p>
    <w:p w:rsidR="000C6893" w:rsidRPr="001E32B1" w:rsidRDefault="001E32B1">
      <w:pPr>
        <w:rPr>
          <w:i/>
        </w:rPr>
      </w:pPr>
      <w:r w:rsidRPr="001E32B1">
        <w:rPr>
          <w:i/>
        </w:rPr>
        <w:t>SD 7381</w:t>
      </w:r>
    </w:p>
    <w:p w:rsidR="000C6893" w:rsidRDefault="000C6893"/>
    <w:p w:rsidR="005154C8" w:rsidRPr="00CF1B7D" w:rsidRDefault="005154C8" w:rsidP="005154C8">
      <w:pPr>
        <w:rPr>
          <w:rFonts w:cs="Times New Roman"/>
        </w:rPr>
      </w:pPr>
      <w:r>
        <w:rPr>
          <w:rFonts w:cs="Times New Roman"/>
        </w:rPr>
        <w:t>Do Čl. I se doplňují nové body 8 a 9:</w:t>
      </w:r>
    </w:p>
    <w:p w:rsidR="005154C8" w:rsidRDefault="005154C8" w:rsidP="005154C8">
      <w:pPr>
        <w:spacing w:after="227"/>
        <w:jc w:val="both"/>
        <w:rPr>
          <w:rFonts w:cs="Times New Roman"/>
        </w:rPr>
      </w:pPr>
      <w:r>
        <w:rPr>
          <w:rFonts w:cs="Times New Roman"/>
        </w:rPr>
        <w:t>„8</w:t>
      </w:r>
      <w:r w:rsidRPr="00CF1B7D">
        <w:rPr>
          <w:rFonts w:cs="Times New Roman"/>
        </w:rPr>
        <w:t>.</w:t>
      </w:r>
      <w:r w:rsidRPr="00CF1B7D">
        <w:rPr>
          <w:rFonts w:cs="Times New Roman"/>
        </w:rPr>
        <w:tab/>
        <w:t xml:space="preserve">V § 75 se </w:t>
      </w:r>
      <w:r>
        <w:rPr>
          <w:rFonts w:cs="Times New Roman"/>
        </w:rPr>
        <w:t xml:space="preserve">dosavadní text označuje jako odstavec 1 a doplňuje se </w:t>
      </w:r>
      <w:r w:rsidRPr="00CF1B7D">
        <w:rPr>
          <w:rFonts w:cs="Times New Roman"/>
        </w:rPr>
        <w:t xml:space="preserve">odstavec 2, který zní: </w:t>
      </w:r>
    </w:p>
    <w:p w:rsidR="005154C8" w:rsidRPr="009F4FBB" w:rsidRDefault="005154C8" w:rsidP="005154C8">
      <w:pPr>
        <w:spacing w:after="227"/>
        <w:jc w:val="both"/>
        <w:rPr>
          <w:rFonts w:cs="Times New Roman"/>
        </w:rPr>
      </w:pPr>
      <w:r w:rsidRPr="009F4FBB">
        <w:rPr>
          <w:rFonts w:cs="Times New Roman"/>
        </w:rPr>
        <w:t>„</w:t>
      </w:r>
      <w:r>
        <w:rPr>
          <w:rFonts w:cs="Times New Roman"/>
        </w:rPr>
        <w:t>(2) </w:t>
      </w:r>
      <w:r w:rsidRPr="009F4FBB">
        <w:rPr>
          <w:rFonts w:cs="Times New Roman"/>
        </w:rPr>
        <w:t>Pokud nelze v případě žádosti o mimořádnou okamžitou pomoc podle odstavce 1 písm. a) vydat rozhodnutí bezodkladně, vydá je správní orgán nejpozději do 15 dnů ode dne zahájení řízení.“</w:t>
      </w:r>
      <w:r>
        <w:rPr>
          <w:rFonts w:cs="Times New Roman"/>
        </w:rPr>
        <w:t>.</w:t>
      </w:r>
    </w:p>
    <w:p w:rsidR="005154C8" w:rsidRDefault="005154C8" w:rsidP="005154C8">
      <w:pPr>
        <w:spacing w:after="227"/>
        <w:jc w:val="both"/>
        <w:rPr>
          <w:rFonts w:cs="Times New Roman"/>
        </w:rPr>
      </w:pPr>
      <w:r>
        <w:rPr>
          <w:rFonts w:cs="Times New Roman"/>
        </w:rPr>
        <w:t>9</w:t>
      </w:r>
      <w:r w:rsidRPr="009F4FBB">
        <w:rPr>
          <w:rFonts w:cs="Times New Roman"/>
        </w:rPr>
        <w:t>.</w:t>
      </w:r>
      <w:r w:rsidRPr="009F4FBB">
        <w:rPr>
          <w:rFonts w:cs="Times New Roman"/>
        </w:rPr>
        <w:tab/>
        <w:t xml:space="preserve">V § 77 se </w:t>
      </w:r>
      <w:r>
        <w:rPr>
          <w:rFonts w:cs="Times New Roman"/>
        </w:rPr>
        <w:t>doplňuje</w:t>
      </w:r>
      <w:r w:rsidRPr="009F4FBB">
        <w:rPr>
          <w:rFonts w:cs="Times New Roman"/>
        </w:rPr>
        <w:t xml:space="preserve"> odstavec 3, který zní: </w:t>
      </w:r>
    </w:p>
    <w:p w:rsidR="005154C8" w:rsidRDefault="005154C8" w:rsidP="00132942">
      <w:pPr>
        <w:jc w:val="both"/>
        <w:rPr>
          <w:rFonts w:cs="Times New Roman"/>
        </w:rPr>
      </w:pPr>
      <w:r w:rsidRPr="009F4FBB">
        <w:rPr>
          <w:rFonts w:cs="Times New Roman"/>
        </w:rPr>
        <w:t>„</w:t>
      </w:r>
      <w:r>
        <w:rPr>
          <w:rFonts w:cs="Times New Roman"/>
        </w:rPr>
        <w:t xml:space="preserve">(3) </w:t>
      </w:r>
      <w:r w:rsidRPr="009F4FBB">
        <w:rPr>
          <w:rFonts w:cs="Times New Roman"/>
        </w:rPr>
        <w:t>Pokud nelze v případě žádosti o mimořádnou okamžitou pomoc vydat rozhodnutí o odvolání proti rozhodnutí podle § 75 odst. 1 písm. a) bezodkladně, vydá je správní orgán nejpozději do 30 dnů ode dne</w:t>
      </w:r>
      <w:r w:rsidRPr="00CF1B7D">
        <w:rPr>
          <w:rFonts w:cs="Times New Roman"/>
        </w:rPr>
        <w:t xml:space="preserve"> podání odvolání.“</w:t>
      </w:r>
      <w:r>
        <w:rPr>
          <w:rFonts w:cs="Times New Roman"/>
        </w:rPr>
        <w:t>.“.</w:t>
      </w:r>
    </w:p>
    <w:p w:rsidR="000C6893" w:rsidRDefault="000C6893"/>
    <w:p w:rsidR="0015138F" w:rsidRDefault="0015138F">
      <w:pPr>
        <w:widowControl/>
        <w:suppressAutoHyphens w:val="0"/>
        <w:rPr>
          <w:b/>
        </w:rPr>
      </w:pPr>
    </w:p>
    <w:p w:rsidR="000C6893" w:rsidRDefault="0015138F" w:rsidP="005154C8">
      <w:pPr>
        <w:pStyle w:val="PNposlanec"/>
      </w:pPr>
      <w:r>
        <w:t xml:space="preserve">Poslanec Radek </w:t>
      </w:r>
      <w:proofErr w:type="spellStart"/>
      <w:r>
        <w:t>Holomčík</w:t>
      </w:r>
      <w:proofErr w:type="spellEnd"/>
    </w:p>
    <w:p w:rsidR="000C6893" w:rsidRPr="0015138F" w:rsidRDefault="0015138F">
      <w:pPr>
        <w:rPr>
          <w:i/>
        </w:rPr>
      </w:pPr>
      <w:r w:rsidRPr="0015138F">
        <w:rPr>
          <w:i/>
        </w:rPr>
        <w:t>SD 6529</w:t>
      </w:r>
    </w:p>
    <w:p w:rsidR="001D51D7" w:rsidRDefault="00B71B94" w:rsidP="001D51D7">
      <w:pPr>
        <w:pBdr>
          <w:top w:val="nil"/>
          <w:left w:val="nil"/>
          <w:bottom w:val="nil"/>
          <w:right w:val="nil"/>
          <w:between w:val="nil"/>
        </w:pBdr>
        <w:jc w:val="both"/>
      </w:pPr>
      <w:r w:rsidRPr="00B71B94">
        <w:rPr>
          <w:b/>
        </w:rPr>
        <w:t xml:space="preserve">E1. </w:t>
      </w:r>
      <w:r w:rsidR="001D51D7">
        <w:t>Novelizační bod 1 nově zní:</w:t>
      </w:r>
    </w:p>
    <w:p w:rsidR="001D51D7" w:rsidRDefault="001D51D7" w:rsidP="001D51D7">
      <w:pPr>
        <w:pBdr>
          <w:top w:val="nil"/>
          <w:left w:val="nil"/>
          <w:bottom w:val="nil"/>
          <w:right w:val="nil"/>
          <w:between w:val="nil"/>
        </w:pBdr>
        <w:jc w:val="both"/>
      </w:pPr>
    </w:p>
    <w:p w:rsidR="001D51D7" w:rsidRDefault="001D51D7" w:rsidP="001D51D7">
      <w:pPr>
        <w:pBdr>
          <w:top w:val="nil"/>
          <w:left w:val="nil"/>
          <w:bottom w:val="nil"/>
          <w:right w:val="nil"/>
          <w:between w:val="nil"/>
        </w:pBdr>
        <w:jc w:val="both"/>
      </w:pPr>
      <w:r>
        <w:t>„1. V § 3 odst. 1 se písmeno e) zrušuje.</w:t>
      </w:r>
    </w:p>
    <w:p w:rsidR="001D51D7" w:rsidRDefault="001D51D7" w:rsidP="001D51D7">
      <w:pPr>
        <w:pBdr>
          <w:top w:val="nil"/>
          <w:left w:val="nil"/>
          <w:bottom w:val="nil"/>
          <w:right w:val="nil"/>
          <w:between w:val="nil"/>
        </w:pBdr>
        <w:jc w:val="both"/>
      </w:pPr>
    </w:p>
    <w:p w:rsidR="001D51D7" w:rsidRDefault="001D51D7" w:rsidP="001D51D7">
      <w:pPr>
        <w:pBdr>
          <w:top w:val="nil"/>
          <w:left w:val="nil"/>
          <w:bottom w:val="nil"/>
          <w:right w:val="nil"/>
          <w:between w:val="nil"/>
        </w:pBdr>
        <w:jc w:val="both"/>
      </w:pPr>
      <w:r>
        <w:t>Písmena f), g) a h) se označují jako písmena e), f) a g).”</w:t>
      </w:r>
    </w:p>
    <w:p w:rsidR="001D51D7" w:rsidRDefault="001D51D7" w:rsidP="001D51D7">
      <w:pPr>
        <w:pBdr>
          <w:top w:val="nil"/>
          <w:left w:val="nil"/>
          <w:bottom w:val="nil"/>
          <w:right w:val="nil"/>
          <w:between w:val="nil"/>
        </w:pBdr>
        <w:jc w:val="both"/>
      </w:pPr>
    </w:p>
    <w:p w:rsidR="001D51D7" w:rsidRDefault="001D51D7" w:rsidP="001D51D7">
      <w:pPr>
        <w:pBdr>
          <w:top w:val="nil"/>
          <w:left w:val="nil"/>
          <w:bottom w:val="nil"/>
          <w:right w:val="nil"/>
          <w:between w:val="nil"/>
        </w:pBdr>
        <w:jc w:val="both"/>
      </w:pPr>
      <w:r>
        <w:t>Vkládají se novelizační body 2 a 3, které znějí:</w:t>
      </w:r>
    </w:p>
    <w:p w:rsidR="001D51D7" w:rsidRDefault="001D51D7" w:rsidP="001D51D7">
      <w:pPr>
        <w:pBdr>
          <w:top w:val="nil"/>
          <w:left w:val="nil"/>
          <w:bottom w:val="nil"/>
          <w:right w:val="nil"/>
          <w:between w:val="nil"/>
        </w:pBdr>
        <w:jc w:val="both"/>
      </w:pPr>
    </w:p>
    <w:p w:rsidR="001D51D7" w:rsidRDefault="001D51D7" w:rsidP="001D51D7">
      <w:pPr>
        <w:pBdr>
          <w:top w:val="nil"/>
          <w:left w:val="nil"/>
          <w:bottom w:val="nil"/>
          <w:right w:val="nil"/>
          <w:between w:val="nil"/>
        </w:pBdr>
        <w:jc w:val="both"/>
      </w:pPr>
      <w:r>
        <w:t>„2. V § 3 odst. 2 se slova „a) až e), g) nebo h)” nahrazují slovy „a) až d), f) nebo g)”.</w:t>
      </w:r>
    </w:p>
    <w:p w:rsidR="001D51D7" w:rsidRDefault="001D51D7" w:rsidP="001D51D7">
      <w:pPr>
        <w:pBdr>
          <w:top w:val="nil"/>
          <w:left w:val="nil"/>
          <w:bottom w:val="nil"/>
          <w:right w:val="nil"/>
          <w:between w:val="nil"/>
        </w:pBdr>
        <w:jc w:val="both"/>
      </w:pPr>
    </w:p>
    <w:p w:rsidR="001D51D7" w:rsidRDefault="001D51D7" w:rsidP="001D51D7">
      <w:pPr>
        <w:jc w:val="both"/>
      </w:pPr>
      <w:r>
        <w:t>3. V § 3 odst. 3 se slova „a) až e), g) a h)” nahrazují slovy „a) až d), f) a g)”.”.</w:t>
      </w:r>
    </w:p>
    <w:p w:rsidR="000C6893" w:rsidRPr="001D51D7" w:rsidRDefault="000C6893">
      <w:pPr>
        <w:rPr>
          <w:i/>
        </w:rPr>
      </w:pPr>
    </w:p>
    <w:p w:rsidR="000C6893" w:rsidRDefault="001D51D7">
      <w:pPr>
        <w:rPr>
          <w:i/>
        </w:rPr>
      </w:pPr>
      <w:r w:rsidRPr="001D51D7">
        <w:rPr>
          <w:i/>
        </w:rPr>
        <w:t>SD 7410</w:t>
      </w:r>
    </w:p>
    <w:p w:rsidR="004D69BC" w:rsidRPr="001D51D7" w:rsidRDefault="00B71B94">
      <w:pPr>
        <w:rPr>
          <w:i/>
        </w:rPr>
      </w:pPr>
      <w:r w:rsidRPr="00B71B94">
        <w:rPr>
          <w:b/>
        </w:rPr>
        <w:t>E2.</w:t>
      </w:r>
      <w:r>
        <w:rPr>
          <w:i/>
        </w:rPr>
        <w:t xml:space="preserve"> </w:t>
      </w:r>
      <w:r w:rsidR="004D69BC">
        <w:rPr>
          <w:i/>
        </w:rPr>
        <w:t>k  usnesení výboru pro sociální politiku č. 652/7</w:t>
      </w:r>
    </w:p>
    <w:p w:rsidR="001D51D7" w:rsidRPr="00132942" w:rsidRDefault="001D51D7" w:rsidP="001D51D7">
      <w:pPr>
        <w:pBdr>
          <w:top w:val="nil"/>
          <w:left w:val="nil"/>
          <w:bottom w:val="nil"/>
          <w:right w:val="nil"/>
          <w:between w:val="nil"/>
        </w:pBdr>
        <w:jc w:val="both"/>
        <w:rPr>
          <w:szCs w:val="26"/>
        </w:rPr>
      </w:pPr>
      <w:r w:rsidRPr="00132942">
        <w:rPr>
          <w:szCs w:val="26"/>
        </w:rPr>
        <w:t>Bod 1 se zrušuje.</w:t>
      </w:r>
    </w:p>
    <w:p w:rsidR="001D51D7" w:rsidRDefault="001D51D7" w:rsidP="001D51D7">
      <w:pPr>
        <w:pBdr>
          <w:top w:val="nil"/>
          <w:left w:val="nil"/>
          <w:bottom w:val="nil"/>
          <w:right w:val="nil"/>
          <w:between w:val="nil"/>
        </w:pBdr>
        <w:jc w:val="both"/>
      </w:pPr>
      <w:r>
        <w:t>Následující body se přečíslují.</w:t>
      </w:r>
    </w:p>
    <w:p w:rsidR="0015138F" w:rsidRDefault="0015138F"/>
    <w:p w:rsidR="0015138F" w:rsidRDefault="001D51D7">
      <w:pPr>
        <w:rPr>
          <w:i/>
        </w:rPr>
      </w:pPr>
      <w:r w:rsidRPr="001D51D7">
        <w:rPr>
          <w:i/>
        </w:rPr>
        <w:t>SD 7411</w:t>
      </w:r>
    </w:p>
    <w:p w:rsidR="004D69BC" w:rsidRPr="001D51D7" w:rsidRDefault="00B71B94" w:rsidP="004D69BC">
      <w:pPr>
        <w:rPr>
          <w:i/>
        </w:rPr>
      </w:pPr>
      <w:r w:rsidRPr="00B71B94">
        <w:rPr>
          <w:b/>
        </w:rPr>
        <w:t xml:space="preserve">E3. </w:t>
      </w:r>
      <w:r w:rsidR="004D69BC">
        <w:rPr>
          <w:i/>
        </w:rPr>
        <w:t>k  usnesení výboru pro sociální politiku č. 652/7</w:t>
      </w:r>
    </w:p>
    <w:p w:rsidR="001D51D7" w:rsidRPr="00132942" w:rsidRDefault="001D51D7" w:rsidP="001D51D7">
      <w:pPr>
        <w:jc w:val="both"/>
        <w:rPr>
          <w:szCs w:val="26"/>
        </w:rPr>
      </w:pPr>
      <w:r w:rsidRPr="00132942">
        <w:rPr>
          <w:szCs w:val="26"/>
        </w:rPr>
        <w:t>Bod 3 se zrušuje.</w:t>
      </w:r>
    </w:p>
    <w:p w:rsidR="001D51D7" w:rsidRPr="00132942" w:rsidRDefault="001D51D7" w:rsidP="001D51D7">
      <w:pPr>
        <w:jc w:val="both"/>
        <w:rPr>
          <w:szCs w:val="26"/>
        </w:rPr>
      </w:pPr>
      <w:r w:rsidRPr="00132942">
        <w:rPr>
          <w:szCs w:val="26"/>
        </w:rPr>
        <w:t>V bodě 5 se text „a j)“ zrušuje.</w:t>
      </w:r>
    </w:p>
    <w:p w:rsidR="001D51D7" w:rsidRDefault="001D51D7" w:rsidP="001D51D7">
      <w:pPr>
        <w:jc w:val="both"/>
      </w:pPr>
      <w:r>
        <w:t>Následující body se přečíslují.</w:t>
      </w:r>
    </w:p>
    <w:p w:rsidR="0015138F" w:rsidRDefault="0015138F"/>
    <w:p w:rsidR="000C6893" w:rsidRDefault="001D51D7">
      <w:pPr>
        <w:rPr>
          <w:i/>
        </w:rPr>
      </w:pPr>
      <w:r w:rsidRPr="001D51D7">
        <w:rPr>
          <w:i/>
        </w:rPr>
        <w:t>SD 7412</w:t>
      </w:r>
    </w:p>
    <w:p w:rsidR="004D69BC" w:rsidRPr="001D51D7" w:rsidRDefault="00B71B94" w:rsidP="004D69BC">
      <w:pPr>
        <w:rPr>
          <w:i/>
        </w:rPr>
      </w:pPr>
      <w:r w:rsidRPr="00B71B94">
        <w:rPr>
          <w:b/>
        </w:rPr>
        <w:t xml:space="preserve">E4. </w:t>
      </w:r>
      <w:r w:rsidR="004D69BC">
        <w:rPr>
          <w:i/>
        </w:rPr>
        <w:t>k  usnesení výboru pro sociální politiku č. 652/7</w:t>
      </w:r>
    </w:p>
    <w:p w:rsidR="001D51D7" w:rsidRPr="00132942" w:rsidRDefault="001D51D7" w:rsidP="001D51D7">
      <w:pPr>
        <w:jc w:val="both"/>
        <w:rPr>
          <w:szCs w:val="26"/>
        </w:rPr>
      </w:pPr>
      <w:r w:rsidRPr="00132942">
        <w:rPr>
          <w:szCs w:val="26"/>
        </w:rPr>
        <w:t>Bod 4 se zrušuje.</w:t>
      </w:r>
    </w:p>
    <w:p w:rsidR="001D51D7" w:rsidRDefault="001D51D7" w:rsidP="001D51D7">
      <w:pPr>
        <w:jc w:val="both"/>
      </w:pPr>
      <w:r>
        <w:t>Následující body se přečíslují.</w:t>
      </w:r>
    </w:p>
    <w:p w:rsidR="001D51D7" w:rsidRDefault="001D51D7"/>
    <w:p w:rsidR="001D51D7" w:rsidRDefault="00B14F99">
      <w:pPr>
        <w:rPr>
          <w:i/>
        </w:rPr>
      </w:pPr>
      <w:r w:rsidRPr="00B14F99">
        <w:rPr>
          <w:i/>
        </w:rPr>
        <w:t>SD 7413</w:t>
      </w:r>
    </w:p>
    <w:p w:rsidR="004D69BC" w:rsidRPr="001D51D7" w:rsidRDefault="00B71B94" w:rsidP="004D69BC">
      <w:pPr>
        <w:rPr>
          <w:i/>
        </w:rPr>
      </w:pPr>
      <w:r w:rsidRPr="00B71B94">
        <w:rPr>
          <w:b/>
        </w:rPr>
        <w:t xml:space="preserve">E5. </w:t>
      </w:r>
      <w:r w:rsidR="004D69BC">
        <w:rPr>
          <w:i/>
        </w:rPr>
        <w:t>k  usnesení výboru pro sociální politiku č. 652/7</w:t>
      </w:r>
    </w:p>
    <w:p w:rsidR="00B14F99" w:rsidRPr="00132942" w:rsidRDefault="00B14F99" w:rsidP="00B14F99">
      <w:pPr>
        <w:jc w:val="both"/>
        <w:rPr>
          <w:szCs w:val="26"/>
        </w:rPr>
      </w:pPr>
      <w:r w:rsidRPr="00132942">
        <w:rPr>
          <w:szCs w:val="26"/>
        </w:rPr>
        <w:t>Bod 8 se zrušuje.</w:t>
      </w:r>
    </w:p>
    <w:p w:rsidR="00B14F99" w:rsidRDefault="00B14F99" w:rsidP="00B14F99">
      <w:pPr>
        <w:jc w:val="both"/>
      </w:pPr>
      <w:r>
        <w:t>Následující body se přečíslují.</w:t>
      </w:r>
    </w:p>
    <w:p w:rsidR="001D51D7" w:rsidRDefault="001D51D7"/>
    <w:p w:rsidR="001D51D7" w:rsidRDefault="00B14F99">
      <w:pPr>
        <w:rPr>
          <w:i/>
        </w:rPr>
      </w:pPr>
      <w:r w:rsidRPr="00B14F99">
        <w:rPr>
          <w:i/>
        </w:rPr>
        <w:t>SD 7414</w:t>
      </w:r>
    </w:p>
    <w:p w:rsidR="009420BC" w:rsidRPr="001D51D7" w:rsidRDefault="00B71B94" w:rsidP="009420BC">
      <w:pPr>
        <w:rPr>
          <w:i/>
        </w:rPr>
      </w:pPr>
      <w:r w:rsidRPr="00B71B94">
        <w:rPr>
          <w:b/>
        </w:rPr>
        <w:t>E</w:t>
      </w:r>
      <w:r>
        <w:rPr>
          <w:b/>
        </w:rPr>
        <w:t>6</w:t>
      </w:r>
      <w:r w:rsidRPr="00B71B94">
        <w:rPr>
          <w:b/>
        </w:rPr>
        <w:t xml:space="preserve">. </w:t>
      </w:r>
      <w:r w:rsidR="009420BC">
        <w:rPr>
          <w:i/>
        </w:rPr>
        <w:t>k  usnesení výboru pro sociální politiku č. 652/7</w:t>
      </w:r>
    </w:p>
    <w:p w:rsidR="00B14F99" w:rsidRPr="00132942" w:rsidRDefault="00B14F99" w:rsidP="00B14F99">
      <w:pPr>
        <w:jc w:val="both"/>
        <w:rPr>
          <w:szCs w:val="26"/>
        </w:rPr>
      </w:pPr>
      <w:r w:rsidRPr="00132942">
        <w:rPr>
          <w:szCs w:val="26"/>
        </w:rPr>
        <w:t>Bod 9 se zrušuje.</w:t>
      </w:r>
    </w:p>
    <w:p w:rsidR="00B14F99" w:rsidRDefault="00B14F99" w:rsidP="00B14F99">
      <w:pPr>
        <w:jc w:val="both"/>
      </w:pPr>
      <w:r>
        <w:t>Následující body se přečíslují.</w:t>
      </w:r>
    </w:p>
    <w:p w:rsidR="001D51D7" w:rsidRDefault="001D51D7"/>
    <w:p w:rsidR="001D51D7" w:rsidRDefault="00B14F99">
      <w:pPr>
        <w:rPr>
          <w:i/>
        </w:rPr>
      </w:pPr>
      <w:r w:rsidRPr="00B14F99">
        <w:rPr>
          <w:i/>
        </w:rPr>
        <w:t>SD 7415</w:t>
      </w:r>
    </w:p>
    <w:p w:rsidR="009420BC" w:rsidRPr="001D51D7" w:rsidRDefault="00B71B94" w:rsidP="009420BC">
      <w:pPr>
        <w:rPr>
          <w:i/>
        </w:rPr>
      </w:pPr>
      <w:r w:rsidRPr="00B71B94">
        <w:rPr>
          <w:b/>
        </w:rPr>
        <w:t>E7.</w:t>
      </w:r>
      <w:r>
        <w:rPr>
          <w:i/>
        </w:rPr>
        <w:t xml:space="preserve"> </w:t>
      </w:r>
      <w:r w:rsidR="009420BC">
        <w:rPr>
          <w:i/>
        </w:rPr>
        <w:t>k  usnesení výboru pro sociální politiku č. 652/7</w:t>
      </w:r>
    </w:p>
    <w:p w:rsidR="00B14F99" w:rsidRPr="00132942" w:rsidRDefault="00B14F99" w:rsidP="00132942">
      <w:pPr>
        <w:pBdr>
          <w:top w:val="nil"/>
          <w:left w:val="nil"/>
          <w:bottom w:val="nil"/>
          <w:right w:val="nil"/>
          <w:between w:val="nil"/>
        </w:pBdr>
        <w:jc w:val="both"/>
        <w:rPr>
          <w:szCs w:val="26"/>
        </w:rPr>
      </w:pPr>
      <w:r w:rsidRPr="00132942">
        <w:rPr>
          <w:szCs w:val="26"/>
        </w:rPr>
        <w:t>V bodě 9 se slova „bude jim” nahrazují slovy „může jim být“.</w:t>
      </w:r>
    </w:p>
    <w:p w:rsidR="001D51D7" w:rsidRDefault="001D51D7"/>
    <w:p w:rsidR="009420BC" w:rsidRDefault="009420BC">
      <w:pPr>
        <w:widowControl/>
        <w:suppressAutoHyphens w:val="0"/>
        <w:rPr>
          <w:i/>
        </w:rPr>
      </w:pPr>
    </w:p>
    <w:p w:rsidR="001D51D7" w:rsidRDefault="00B14F99">
      <w:pPr>
        <w:rPr>
          <w:i/>
        </w:rPr>
      </w:pPr>
      <w:r w:rsidRPr="00B14F99">
        <w:rPr>
          <w:i/>
        </w:rPr>
        <w:t>SD 7416</w:t>
      </w:r>
    </w:p>
    <w:p w:rsidR="009420BC" w:rsidRPr="001D51D7" w:rsidRDefault="00B71B94" w:rsidP="009420BC">
      <w:pPr>
        <w:rPr>
          <w:i/>
        </w:rPr>
      </w:pPr>
      <w:r w:rsidRPr="00132942">
        <w:rPr>
          <w:b/>
        </w:rPr>
        <w:t>E8.</w:t>
      </w:r>
      <w:r w:rsidRPr="00B71B94">
        <w:rPr>
          <w:b/>
          <w:i/>
        </w:rPr>
        <w:t xml:space="preserve"> </w:t>
      </w:r>
      <w:r w:rsidR="009420BC">
        <w:rPr>
          <w:i/>
        </w:rPr>
        <w:t>k  usnesení výboru pro sociální politiku č. 652/7</w:t>
      </w:r>
    </w:p>
    <w:p w:rsidR="00B14F99" w:rsidRPr="00132942" w:rsidRDefault="00B14F99" w:rsidP="00B14F99">
      <w:pPr>
        <w:pBdr>
          <w:top w:val="nil"/>
          <w:left w:val="nil"/>
          <w:bottom w:val="nil"/>
          <w:right w:val="nil"/>
          <w:between w:val="nil"/>
        </w:pBdr>
        <w:jc w:val="both"/>
        <w:rPr>
          <w:szCs w:val="26"/>
        </w:rPr>
      </w:pPr>
      <w:r w:rsidRPr="00132942">
        <w:rPr>
          <w:szCs w:val="26"/>
        </w:rPr>
        <w:t xml:space="preserve">V bodě 9 se číslo „6“ nahrazuje číslem „3“. </w:t>
      </w:r>
    </w:p>
    <w:p w:rsidR="001D51D7" w:rsidRDefault="001D51D7"/>
    <w:p w:rsidR="001D51D7" w:rsidRDefault="00B14F99">
      <w:pPr>
        <w:rPr>
          <w:i/>
        </w:rPr>
      </w:pPr>
      <w:r w:rsidRPr="00B14F99">
        <w:rPr>
          <w:i/>
        </w:rPr>
        <w:t>SD 7417</w:t>
      </w:r>
    </w:p>
    <w:p w:rsidR="009420BC" w:rsidRPr="001D51D7" w:rsidRDefault="00B71B94" w:rsidP="009420BC">
      <w:pPr>
        <w:rPr>
          <w:i/>
        </w:rPr>
      </w:pPr>
      <w:r w:rsidRPr="00B71B94">
        <w:rPr>
          <w:b/>
        </w:rPr>
        <w:t xml:space="preserve">E9. </w:t>
      </w:r>
      <w:r w:rsidR="009420BC">
        <w:rPr>
          <w:i/>
        </w:rPr>
        <w:t>k  usnesení výboru pro sociální politiku č. 652/7</w:t>
      </w:r>
    </w:p>
    <w:p w:rsidR="00B14F99" w:rsidRPr="00132942" w:rsidRDefault="00B14F99" w:rsidP="00B14F99">
      <w:pPr>
        <w:pBdr>
          <w:top w:val="nil"/>
          <w:left w:val="nil"/>
          <w:bottom w:val="nil"/>
          <w:right w:val="nil"/>
          <w:between w:val="nil"/>
        </w:pBdr>
        <w:jc w:val="both"/>
      </w:pPr>
      <w:r w:rsidRPr="00132942">
        <w:t>V bodě 1 se v § 3 odst. 1 písm. e) číslo „3“ nahrazuje číslem „1“.</w:t>
      </w:r>
    </w:p>
    <w:p w:rsidR="003B3E27" w:rsidRDefault="003B3E27">
      <w:pPr>
        <w:rPr>
          <w:i/>
        </w:rPr>
      </w:pPr>
    </w:p>
    <w:p w:rsidR="001D51D7" w:rsidRPr="003B3E27" w:rsidRDefault="00B14F99">
      <w:pPr>
        <w:rPr>
          <w:i/>
        </w:rPr>
      </w:pPr>
      <w:r w:rsidRPr="003B3E27">
        <w:rPr>
          <w:i/>
        </w:rPr>
        <w:t xml:space="preserve">SD </w:t>
      </w:r>
      <w:r w:rsidR="003B3E27" w:rsidRPr="003B3E27">
        <w:rPr>
          <w:i/>
        </w:rPr>
        <w:t>7846</w:t>
      </w:r>
    </w:p>
    <w:p w:rsidR="003B3E27" w:rsidRPr="00132942" w:rsidRDefault="00B71B94" w:rsidP="003B3E27">
      <w:pPr>
        <w:jc w:val="both"/>
        <w:rPr>
          <w:rFonts w:cs="Times New Roman"/>
        </w:rPr>
      </w:pPr>
      <w:r w:rsidRPr="00132942">
        <w:rPr>
          <w:rFonts w:cs="Times New Roman"/>
          <w:b/>
        </w:rPr>
        <w:t>E10.</w:t>
      </w:r>
      <w:r w:rsidRPr="00132942">
        <w:rPr>
          <w:rFonts w:cs="Times New Roman"/>
        </w:rPr>
        <w:t xml:space="preserve"> </w:t>
      </w:r>
      <w:r w:rsidR="003B3E27" w:rsidRPr="00132942">
        <w:rPr>
          <w:rFonts w:cs="Times New Roman"/>
        </w:rPr>
        <w:t>Za bod 5 se vkládají nové body 6 a 7, které znějí:</w:t>
      </w:r>
    </w:p>
    <w:p w:rsidR="003B3E27" w:rsidRPr="003B3E27" w:rsidRDefault="003B3E27" w:rsidP="003B3E27">
      <w:pPr>
        <w:jc w:val="both"/>
        <w:rPr>
          <w:rFonts w:cs="Times New Roman"/>
        </w:rPr>
      </w:pPr>
    </w:p>
    <w:p w:rsidR="003B3E27" w:rsidRPr="003B3E27" w:rsidRDefault="003B3E27" w:rsidP="003B3E27">
      <w:pPr>
        <w:spacing w:before="120" w:line="276" w:lineRule="auto"/>
        <w:rPr>
          <w:rFonts w:eastAsia="Arial" w:cs="Times New Roman"/>
        </w:rPr>
      </w:pPr>
      <w:r w:rsidRPr="003B3E27">
        <w:rPr>
          <w:rFonts w:eastAsia="Arial" w:cs="Times New Roman"/>
        </w:rPr>
        <w:t xml:space="preserve">„6. V § 9 odst. 1 písm. a) se za text „70 %“ vkládají slova „příjmu z důchodů poskytovaných v rámci důchodového </w:t>
      </w:r>
      <w:proofErr w:type="spellStart"/>
      <w:r w:rsidRPr="003B3E27">
        <w:rPr>
          <w:rFonts w:eastAsia="Arial" w:cs="Times New Roman"/>
        </w:rPr>
        <w:t>pojištění</w:t>
      </w:r>
      <w:r w:rsidRPr="003B3E27">
        <w:rPr>
          <w:rFonts w:eastAsia="Arial" w:cs="Times New Roman"/>
          <w:vertAlign w:val="superscript"/>
        </w:rPr>
        <w:t>xx</w:t>
      </w:r>
      <w:proofErr w:type="spellEnd"/>
      <w:r w:rsidRPr="003B3E27">
        <w:rPr>
          <w:rFonts w:eastAsia="Arial" w:cs="Times New Roman"/>
          <w:vertAlign w:val="superscript"/>
        </w:rPr>
        <w:t>)</w:t>
      </w:r>
      <w:r w:rsidRPr="003B3E27">
        <w:rPr>
          <w:rFonts w:eastAsia="Arial" w:cs="Times New Roman"/>
        </w:rPr>
        <w:t>,“.</w:t>
      </w:r>
    </w:p>
    <w:p w:rsidR="003B3E27" w:rsidRPr="003B3E27" w:rsidRDefault="003B3E27" w:rsidP="003B3E27">
      <w:pPr>
        <w:spacing w:before="120" w:line="276" w:lineRule="auto"/>
        <w:rPr>
          <w:rFonts w:eastAsia="Arial" w:cs="Times New Roman"/>
        </w:rPr>
      </w:pPr>
      <w:r>
        <w:rPr>
          <w:rFonts w:eastAsia="Arial" w:cs="Times New Roman"/>
        </w:rPr>
        <w:t>___________</w:t>
      </w:r>
    </w:p>
    <w:p w:rsidR="003B3E27" w:rsidRPr="003B3E27" w:rsidRDefault="003B3E27" w:rsidP="003B3E27">
      <w:pPr>
        <w:spacing w:before="120" w:line="276" w:lineRule="auto"/>
        <w:rPr>
          <w:rFonts w:eastAsia="Arial" w:cs="Times New Roman"/>
        </w:rPr>
      </w:pPr>
      <w:proofErr w:type="spellStart"/>
      <w:r w:rsidRPr="003B3E27">
        <w:rPr>
          <w:rFonts w:eastAsia="Arial" w:cs="Times New Roman"/>
          <w:vertAlign w:val="superscript"/>
        </w:rPr>
        <w:t>xx</w:t>
      </w:r>
      <w:proofErr w:type="spellEnd"/>
      <w:r w:rsidRPr="003B3E27">
        <w:rPr>
          <w:rFonts w:eastAsia="Arial" w:cs="Times New Roman"/>
          <w:vertAlign w:val="superscript"/>
        </w:rPr>
        <w:t xml:space="preserve">) </w:t>
      </w:r>
      <w:r w:rsidRPr="003B3E27">
        <w:rPr>
          <w:rFonts w:eastAsia="Arial" w:cs="Times New Roman"/>
        </w:rPr>
        <w:t>zákon č. 155/1995 Sb., o důchodovém pojištění</w:t>
      </w:r>
    </w:p>
    <w:p w:rsidR="003B3E27" w:rsidRPr="003B3E27" w:rsidRDefault="003B3E27" w:rsidP="003B3E27">
      <w:pPr>
        <w:spacing w:before="120" w:line="276" w:lineRule="auto"/>
        <w:rPr>
          <w:rFonts w:eastAsia="Arial" w:cs="Times New Roman"/>
        </w:rPr>
      </w:pPr>
      <w:r w:rsidRPr="003B3E27">
        <w:rPr>
          <w:rFonts w:eastAsia="Arial" w:cs="Times New Roman"/>
        </w:rPr>
        <w:t>7. V § 9 odst. 1 písm. b) se bod 3 zrušuje.”</w:t>
      </w:r>
    </w:p>
    <w:p w:rsidR="003B3E27" w:rsidRPr="003B3E27" w:rsidRDefault="003B3E27" w:rsidP="003B3E27">
      <w:pPr>
        <w:spacing w:before="120" w:line="276" w:lineRule="auto"/>
        <w:rPr>
          <w:rFonts w:eastAsia="Arial" w:cs="Times New Roman"/>
        </w:rPr>
      </w:pPr>
      <w:r w:rsidRPr="003B3E27">
        <w:rPr>
          <w:rFonts w:eastAsia="Arial" w:cs="Times New Roman"/>
        </w:rPr>
        <w:t>Následující body se přečíslují.</w:t>
      </w:r>
    </w:p>
    <w:p w:rsidR="001D51D7" w:rsidRDefault="001D51D7"/>
    <w:p w:rsidR="000C6893" w:rsidRPr="003B3E27" w:rsidRDefault="003B3E27">
      <w:pPr>
        <w:rPr>
          <w:i/>
        </w:rPr>
      </w:pPr>
      <w:r w:rsidRPr="003B3E27">
        <w:rPr>
          <w:i/>
        </w:rPr>
        <w:t>SD 7848</w:t>
      </w:r>
    </w:p>
    <w:p w:rsidR="003B3E27" w:rsidRPr="003B3E27" w:rsidRDefault="00B71B94" w:rsidP="003B3E27">
      <w:pPr>
        <w:jc w:val="both"/>
        <w:rPr>
          <w:b/>
          <w:szCs w:val="26"/>
        </w:rPr>
      </w:pPr>
      <w:r>
        <w:rPr>
          <w:b/>
          <w:szCs w:val="26"/>
        </w:rPr>
        <w:t xml:space="preserve">E11. </w:t>
      </w:r>
      <w:r w:rsidR="003B3E27" w:rsidRPr="00132942">
        <w:rPr>
          <w:szCs w:val="26"/>
        </w:rPr>
        <w:t>Za bod 6 se vkládá nový bod 7, který zní:</w:t>
      </w:r>
    </w:p>
    <w:p w:rsidR="003B3E27" w:rsidRDefault="003B3E27" w:rsidP="003B3E27">
      <w:pPr>
        <w:jc w:val="both"/>
      </w:pPr>
    </w:p>
    <w:p w:rsidR="003B3E27" w:rsidRDefault="003B3E27" w:rsidP="003B3E27">
      <w:pPr>
        <w:jc w:val="both"/>
      </w:pPr>
      <w:r>
        <w:t>„7. V § 10 odst. 2 písm. a) se slova „zejména ztráta příjmu z výdělečné činnosti, ukončení výplaty podpory v nezaměstnanosti nebo podpory při rekvalifikaci a ukončení výplaty rodičovského příspěvku“ nahrazují slovy „snížení nebo ztráta měsíčně se opakujícího příjmu alespoň o jednu třetinu, a to zejména příjmu z výdělečné činnosti, z podpory v nezaměstnanosti nebo podpory při rekvalifikaci, z rodičovského příspěvku, z dávek nemocenského pojištění“.“.</w:t>
      </w:r>
    </w:p>
    <w:p w:rsidR="003B3E27" w:rsidRDefault="003B3E27" w:rsidP="003B3E27">
      <w:pPr>
        <w:pBdr>
          <w:top w:val="nil"/>
          <w:left w:val="nil"/>
          <w:bottom w:val="nil"/>
          <w:right w:val="nil"/>
          <w:between w:val="nil"/>
        </w:pBdr>
        <w:jc w:val="both"/>
      </w:pPr>
    </w:p>
    <w:p w:rsidR="003B3E27" w:rsidRDefault="003B3E27" w:rsidP="003B3E27">
      <w:pPr>
        <w:pBdr>
          <w:top w:val="nil"/>
          <w:left w:val="nil"/>
          <w:bottom w:val="nil"/>
          <w:right w:val="nil"/>
          <w:between w:val="nil"/>
        </w:pBdr>
        <w:jc w:val="both"/>
      </w:pPr>
      <w:r>
        <w:t>Následující body se přečíslují.</w:t>
      </w:r>
    </w:p>
    <w:p w:rsidR="000C6893" w:rsidRDefault="000C6893"/>
    <w:p w:rsidR="003B3E27" w:rsidRPr="003B3E27" w:rsidRDefault="003B3E27">
      <w:pPr>
        <w:rPr>
          <w:i/>
        </w:rPr>
      </w:pPr>
      <w:r w:rsidRPr="003B3E27">
        <w:rPr>
          <w:i/>
        </w:rPr>
        <w:t>SD 7849</w:t>
      </w:r>
    </w:p>
    <w:p w:rsidR="003B3E27" w:rsidRDefault="00B71B94" w:rsidP="003B3E27">
      <w:pPr>
        <w:jc w:val="both"/>
        <w:rPr>
          <w:b/>
        </w:rPr>
      </w:pPr>
      <w:r>
        <w:rPr>
          <w:b/>
        </w:rPr>
        <w:t xml:space="preserve">E12. </w:t>
      </w:r>
      <w:r w:rsidR="003B3E27" w:rsidRPr="00132942">
        <w:t>Doplňuje se nový bod 8, který zní:</w:t>
      </w:r>
    </w:p>
    <w:p w:rsidR="003B3E27" w:rsidRDefault="003B3E27" w:rsidP="003B3E27">
      <w:pPr>
        <w:jc w:val="both"/>
        <w:rPr>
          <w:vertAlign w:val="superscript"/>
        </w:rPr>
      </w:pPr>
    </w:p>
    <w:p w:rsidR="003B3E27" w:rsidRDefault="003B3E27" w:rsidP="003B3E27">
      <w:pPr>
        <w:jc w:val="both"/>
      </w:pPr>
      <w:r>
        <w:t>„8. V § 67 odstavec 1 včetně poznámky pod čarou č. 7 zní:</w:t>
      </w:r>
    </w:p>
    <w:p w:rsidR="003B3E27" w:rsidRDefault="003B3E27" w:rsidP="003B3E27">
      <w:pPr>
        <w:jc w:val="both"/>
      </w:pPr>
    </w:p>
    <w:p w:rsidR="003B3E27" w:rsidRDefault="003B3E27" w:rsidP="003B3E27">
      <w:pPr>
        <w:spacing w:after="200"/>
        <w:jc w:val="both"/>
      </w:pPr>
      <w:r>
        <w:t>„(1) Místní příslušnost krajské pobočky Úřadu práce se řídí, pokud tento zákon nestanoví jinak,</w:t>
      </w:r>
    </w:p>
    <w:p w:rsidR="003B3E27" w:rsidRDefault="003B3E27" w:rsidP="009420BC">
      <w:pPr>
        <w:jc w:val="both"/>
      </w:pPr>
      <w:r>
        <w:t>a) místem, kde žadatel o dávku na území České republiky bydlí,</w:t>
      </w:r>
    </w:p>
    <w:p w:rsidR="003B3E27" w:rsidRDefault="003B3E27" w:rsidP="009420BC">
      <w:pPr>
        <w:jc w:val="both"/>
      </w:pPr>
      <w:r>
        <w:t>b) nelze-li místo určit podle písmene a), jiným místem, kde je hlášen k trvalému pobytu podle zvláštních právních předpisů</w:t>
      </w:r>
      <w:r>
        <w:rPr>
          <w:vertAlign w:val="superscript"/>
        </w:rPr>
        <w:t>7)</w:t>
      </w:r>
      <w:r>
        <w:t>.</w:t>
      </w:r>
    </w:p>
    <w:p w:rsidR="003B3E27" w:rsidRDefault="003B3E27" w:rsidP="003B3E27">
      <w:pPr>
        <w:jc w:val="both"/>
      </w:pPr>
      <w:r>
        <w:t>____________________</w:t>
      </w:r>
    </w:p>
    <w:p w:rsidR="003B3E27" w:rsidRDefault="003B3E27" w:rsidP="003B3E27">
      <w:pPr>
        <w:jc w:val="both"/>
      </w:pPr>
      <w:r>
        <w:rPr>
          <w:vertAlign w:val="superscript"/>
        </w:rPr>
        <w:t>7)</w:t>
      </w:r>
      <w:r>
        <w:t xml:space="preserve"> Zákon č. 133/2000 Sb., o evidenci obyvatel a rodných číslech a o změně některých zákonů (zákon o evidenci obyvatel), ve znění pozdějších předpisů.</w:t>
      </w:r>
    </w:p>
    <w:p w:rsidR="003B3E27" w:rsidRDefault="003B3E27" w:rsidP="003B3E27">
      <w:pPr>
        <w:jc w:val="both"/>
      </w:pPr>
      <w:r>
        <w:t>Zákon č. 325/1999 Sb., ve znění pozdějších předpisů.</w:t>
      </w:r>
      <w:r>
        <w:tab/>
        <w:t xml:space="preserve"> </w:t>
      </w:r>
    </w:p>
    <w:p w:rsidR="003B3E27" w:rsidRDefault="003B3E27" w:rsidP="003B3E27">
      <w:pPr>
        <w:jc w:val="both"/>
      </w:pPr>
      <w:r>
        <w:t>Zákon č. 326/1999 Sb., ve znění pozdějších předpisů.“.“.</w:t>
      </w:r>
    </w:p>
    <w:p w:rsidR="003B3E27" w:rsidRDefault="003B3E27"/>
    <w:p w:rsidR="009420BC" w:rsidRDefault="009420BC">
      <w:pPr>
        <w:widowControl/>
        <w:suppressAutoHyphens w:val="0"/>
        <w:rPr>
          <w:i/>
        </w:rPr>
      </w:pPr>
      <w:r>
        <w:rPr>
          <w:i/>
        </w:rPr>
        <w:br w:type="page"/>
      </w:r>
    </w:p>
    <w:p w:rsidR="003B3E27" w:rsidRPr="003B3E27" w:rsidRDefault="003B3E27">
      <w:pPr>
        <w:rPr>
          <w:i/>
        </w:rPr>
      </w:pPr>
      <w:r w:rsidRPr="003B3E27">
        <w:rPr>
          <w:i/>
        </w:rPr>
        <w:t>SD 7850</w:t>
      </w:r>
    </w:p>
    <w:p w:rsidR="003B3E27" w:rsidRDefault="00391135" w:rsidP="003B3E27">
      <w:pPr>
        <w:jc w:val="both"/>
        <w:rPr>
          <w:b/>
        </w:rPr>
      </w:pPr>
      <w:r>
        <w:rPr>
          <w:b/>
        </w:rPr>
        <w:t xml:space="preserve">E13. </w:t>
      </w:r>
      <w:r w:rsidR="003B3E27" w:rsidRPr="00132942">
        <w:t>Za bod 6 se vkládá bod 7, který zní:</w:t>
      </w:r>
    </w:p>
    <w:p w:rsidR="003B3E27" w:rsidRDefault="003B3E27" w:rsidP="003B3E27">
      <w:pPr>
        <w:jc w:val="both"/>
      </w:pPr>
    </w:p>
    <w:p w:rsidR="003B3E27" w:rsidRDefault="003B3E27" w:rsidP="003B3E27">
      <w:pPr>
        <w:jc w:val="both"/>
      </w:pPr>
      <w:r>
        <w:t>„7. § 28 včetně nadpisu a poznámky pod čarou č. 32 zní:</w:t>
      </w:r>
    </w:p>
    <w:p w:rsidR="003B3E27" w:rsidRDefault="003B3E27" w:rsidP="003B3E27">
      <w:pPr>
        <w:jc w:val="both"/>
      </w:pPr>
    </w:p>
    <w:p w:rsidR="003B3E27" w:rsidRDefault="003B3E27" w:rsidP="003B3E27">
      <w:pPr>
        <w:jc w:val="center"/>
      </w:pPr>
      <w:r>
        <w:t>„§ 28</w:t>
      </w:r>
    </w:p>
    <w:p w:rsidR="003B3E27" w:rsidRDefault="003B3E27" w:rsidP="003B3E27">
      <w:pPr>
        <w:jc w:val="center"/>
        <w:rPr>
          <w:b/>
        </w:rPr>
      </w:pPr>
      <w:r>
        <w:rPr>
          <w:b/>
        </w:rPr>
        <w:t>Hodnocení možnosti zvýšení příjmu u nezletilých dětí</w:t>
      </w:r>
    </w:p>
    <w:p w:rsidR="003B3E27" w:rsidRDefault="003B3E27" w:rsidP="003B3E27">
      <w:pPr>
        <w:jc w:val="both"/>
      </w:pPr>
    </w:p>
    <w:p w:rsidR="003B3E27" w:rsidRDefault="003B3E27" w:rsidP="003B3E27">
      <w:pPr>
        <w:jc w:val="both"/>
      </w:pPr>
      <w:r>
        <w:t xml:space="preserve">Při hodnocení možnosti zvýšení příjmu u nezletilých dětí se postupuje podle § 26 nebo § 27. Pokud není využíván majetek nezletilého dítěte, přestože by mohl být ve prospěch společně posuzovaných osob využíván, nebo nejsou řádně uplatněny nároky a pohledávky tohoto dítěte, sankce podle § 26 nebo 27 jsou uplatňovány u ostatních společně posuzovaných osob. Při zjišťování možnosti zvýšení příjmu využitím majetku nebo nároků a pohledávek u nezletilých dětí je orgán pomoci v hmotné nouzi povinen spolupracovat s příslušným orgánem sociálně-právní ochrany </w:t>
      </w:r>
      <w:proofErr w:type="spellStart"/>
      <w:r>
        <w:t>dětí</w:t>
      </w:r>
      <w:r>
        <w:rPr>
          <w:vertAlign w:val="superscript"/>
        </w:rPr>
        <w:t>xx</w:t>
      </w:r>
      <w:proofErr w:type="spellEnd"/>
      <w:r>
        <w:rPr>
          <w:vertAlign w:val="superscript"/>
        </w:rPr>
        <w:t>)</w:t>
      </w:r>
      <w:r>
        <w:t>.</w:t>
      </w:r>
    </w:p>
    <w:p w:rsidR="003B3E27" w:rsidRDefault="003B3E27" w:rsidP="003B3E27">
      <w:pPr>
        <w:jc w:val="both"/>
      </w:pPr>
      <w:r>
        <w:t>----------------</w:t>
      </w:r>
    </w:p>
    <w:p w:rsidR="003B3E27" w:rsidRDefault="003B3E27" w:rsidP="003B3E27">
      <w:pPr>
        <w:jc w:val="both"/>
      </w:pPr>
      <w:proofErr w:type="spellStart"/>
      <w:r>
        <w:rPr>
          <w:vertAlign w:val="superscript"/>
        </w:rPr>
        <w:t>xx</w:t>
      </w:r>
      <w:proofErr w:type="spellEnd"/>
      <w:r>
        <w:rPr>
          <w:vertAlign w:val="superscript"/>
        </w:rPr>
        <w:t>)</w:t>
      </w:r>
      <w:r>
        <w:t xml:space="preserve"> § 4 zákona č. 359/1999 Sb., o sociálně-právní ochraně dětí, ve znění pozdějších předpisů.“.</w:t>
      </w:r>
    </w:p>
    <w:p w:rsidR="003B3E27" w:rsidRDefault="003B3E27"/>
    <w:p w:rsidR="003B3E27" w:rsidRDefault="00AB3F64">
      <w:pPr>
        <w:rPr>
          <w:i/>
        </w:rPr>
      </w:pPr>
      <w:r w:rsidRPr="00AB3F64">
        <w:rPr>
          <w:i/>
        </w:rPr>
        <w:t>SD 7851</w:t>
      </w:r>
    </w:p>
    <w:p w:rsidR="00391135" w:rsidRPr="00391135" w:rsidRDefault="00391135">
      <w:pPr>
        <w:rPr>
          <w:b/>
        </w:rPr>
      </w:pPr>
      <w:r w:rsidRPr="00391135">
        <w:rPr>
          <w:b/>
        </w:rPr>
        <w:t xml:space="preserve">E14. </w:t>
      </w:r>
    </w:p>
    <w:p w:rsidR="00AB3F64" w:rsidRDefault="00AB3F64" w:rsidP="00AB3F64">
      <w:pPr>
        <w:widowControl/>
        <w:numPr>
          <w:ilvl w:val="0"/>
          <w:numId w:val="18"/>
        </w:numPr>
        <w:suppressAutoHyphens w:val="0"/>
        <w:jc w:val="both"/>
      </w:pPr>
      <w:r>
        <w:t>Název zákona nově zní: „Zákon, kterým se mění zákon č. 111/2006 Sb., o pomoci v hmotné nouzi, ve znění pozdějších předpisů, a některé související zákony“.</w:t>
      </w:r>
    </w:p>
    <w:p w:rsidR="00AB3F64" w:rsidRDefault="00AB3F64" w:rsidP="00AB3F64">
      <w:pPr>
        <w:jc w:val="both"/>
      </w:pPr>
    </w:p>
    <w:p w:rsidR="00AB3F64" w:rsidRDefault="00AB3F64" w:rsidP="00AB3F64">
      <w:pPr>
        <w:widowControl/>
        <w:numPr>
          <w:ilvl w:val="0"/>
          <w:numId w:val="18"/>
        </w:numPr>
        <w:suppressAutoHyphens w:val="0"/>
        <w:jc w:val="both"/>
      </w:pPr>
      <w:r>
        <w:t>Nad článek I se vkládá označení a nadpis části první, které znějí:</w:t>
      </w:r>
    </w:p>
    <w:p w:rsidR="00AB3F64" w:rsidRDefault="00AB3F64" w:rsidP="00AB3F64">
      <w:pPr>
        <w:jc w:val="both"/>
      </w:pPr>
    </w:p>
    <w:p w:rsidR="00AB3F64" w:rsidRDefault="00AB3F64" w:rsidP="00AB3F64">
      <w:pPr>
        <w:jc w:val="center"/>
      </w:pPr>
      <w:r>
        <w:t>„ČÁST PRVNÍ</w:t>
      </w:r>
    </w:p>
    <w:p w:rsidR="00AB3F64" w:rsidRDefault="00AB3F64" w:rsidP="00AB3F64">
      <w:pPr>
        <w:jc w:val="center"/>
        <w:rPr>
          <w:b/>
        </w:rPr>
      </w:pPr>
      <w:r>
        <w:rPr>
          <w:b/>
        </w:rPr>
        <w:t>Změna zákona o pomoci v hmotné nouzi“.</w:t>
      </w:r>
    </w:p>
    <w:p w:rsidR="00AB3F64" w:rsidRPr="004E5659" w:rsidRDefault="00AB3F64" w:rsidP="00AB3F64">
      <w:pPr>
        <w:spacing w:before="120" w:line="276" w:lineRule="auto"/>
        <w:rPr>
          <w:b/>
        </w:rPr>
      </w:pPr>
      <w:r w:rsidRPr="004E5659">
        <w:rPr>
          <w:b/>
        </w:rPr>
        <w:t>Za Čl. I se doplňují nové části druhá a třetí, které znějí:</w:t>
      </w:r>
    </w:p>
    <w:p w:rsidR="00AB3F64" w:rsidRDefault="00AB3F64" w:rsidP="00AB3F64">
      <w:pPr>
        <w:spacing w:before="240" w:line="276" w:lineRule="auto"/>
        <w:jc w:val="center"/>
      </w:pPr>
      <w:r>
        <w:t>„ČÁST DRUHÁ</w:t>
      </w:r>
    </w:p>
    <w:p w:rsidR="00AB3F64" w:rsidRDefault="00AB3F64" w:rsidP="00AB3F64">
      <w:pPr>
        <w:spacing w:line="276" w:lineRule="auto"/>
        <w:jc w:val="center"/>
      </w:pPr>
      <w:r>
        <w:t>Změna zákona o státní sociální podpoře</w:t>
      </w:r>
    </w:p>
    <w:p w:rsidR="00AB3F64" w:rsidRDefault="00AB3F64" w:rsidP="00AB3F64">
      <w:pPr>
        <w:spacing w:line="276" w:lineRule="auto"/>
        <w:jc w:val="center"/>
      </w:pPr>
      <w:r>
        <w:t>Čl. III</w:t>
      </w:r>
    </w:p>
    <w:p w:rsidR="00AB3F64" w:rsidRDefault="00AB3F64" w:rsidP="000D3C93">
      <w:pPr>
        <w:spacing w:before="120" w:after="120"/>
        <w:jc w:val="both"/>
      </w:pPr>
      <w:r>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98/2017 Sb., zákona č. 183/2017 Sb., zákona č. 200/2017 Sb., zákona č. 222/2017 Sb., zákona č. 92/2018 Sb., zákona č. 320/2018 Sb., zákona č. 32/2019 Sb., zákona č. 277/2019 Sb., zákona č. 349/2019 Sb. a zákona č. 363/2019 Sb. se mění takto:</w:t>
      </w:r>
    </w:p>
    <w:p w:rsidR="00AB3F64" w:rsidRDefault="00AB3F64" w:rsidP="00132942">
      <w:pPr>
        <w:widowControl/>
        <w:numPr>
          <w:ilvl w:val="0"/>
          <w:numId w:val="16"/>
        </w:numPr>
        <w:suppressAutoHyphens w:val="0"/>
        <w:spacing w:before="240" w:line="276" w:lineRule="auto"/>
        <w:jc w:val="both"/>
      </w:pPr>
      <w:r>
        <w:t>V § 5 odst. 1 písm. b) se bod 9 zrušuje. Dosavadní bod 10 se označuje jako bod 9.</w:t>
      </w:r>
    </w:p>
    <w:p w:rsidR="00AB3F64" w:rsidRDefault="00AB3F64" w:rsidP="00132942">
      <w:pPr>
        <w:widowControl/>
        <w:numPr>
          <w:ilvl w:val="0"/>
          <w:numId w:val="16"/>
        </w:numPr>
        <w:suppressAutoHyphens w:val="0"/>
        <w:spacing w:line="276" w:lineRule="auto"/>
        <w:jc w:val="both"/>
      </w:pPr>
      <w:r>
        <w:t>V § 7 odst. 6 se slova „některá ze společně posuzovaných osob nejméně po dobu tří měsíců prokazatelně byt neužívá, rozhodnout, že se k ní při posouzení nároku na příspěvek na bydlení a jeho výši nepřihlíží, i když je v bytě hlášena k trvalému pobytu“ nahrazují slovy „by nebylo spravedlivé osoby společně posuzovat podle odstavce 5, může rozhodnout, že se k některé ze společně posuzovaných osob při posouzení nároku na příspěvek na bydlení a jeho výši nepřihlíží“.</w:t>
      </w:r>
    </w:p>
    <w:p w:rsidR="00AB3F64" w:rsidRDefault="00AB3F64" w:rsidP="00AB3F64">
      <w:pPr>
        <w:widowControl/>
        <w:numPr>
          <w:ilvl w:val="0"/>
          <w:numId w:val="16"/>
        </w:numPr>
        <w:suppressAutoHyphens w:val="0"/>
        <w:spacing w:after="240" w:line="276" w:lineRule="auto"/>
      </w:pPr>
      <w:r>
        <w:t>Za § 24 se vkládá nový § 24a, který včetně nadpisu zní:</w:t>
      </w:r>
    </w:p>
    <w:p w:rsidR="00AB3F64" w:rsidRDefault="00AB3F64" w:rsidP="000D3C93">
      <w:pPr>
        <w:jc w:val="center"/>
      </w:pPr>
      <w:r>
        <w:t>„§ 24a</w:t>
      </w:r>
    </w:p>
    <w:p w:rsidR="00AB3F64" w:rsidRDefault="00AB3F64" w:rsidP="000D3C93">
      <w:pPr>
        <w:jc w:val="center"/>
        <w:rPr>
          <w:b/>
        </w:rPr>
      </w:pPr>
      <w:r>
        <w:rPr>
          <w:b/>
        </w:rPr>
        <w:t>Byt vhodný pro bydlení</w:t>
      </w:r>
    </w:p>
    <w:p w:rsidR="000D3C93" w:rsidRDefault="000D3C93" w:rsidP="000D3C93">
      <w:pPr>
        <w:jc w:val="center"/>
        <w:rPr>
          <w:b/>
        </w:rPr>
      </w:pPr>
    </w:p>
    <w:p w:rsidR="00AB3F64" w:rsidRDefault="00AB3F64" w:rsidP="000D3C93">
      <w:r>
        <w:t xml:space="preserve">(1) Příspěvek na bydlení náleží jen vlastníku nebo nájemci bytu, jestliže byt, který užívá a na který uplatňuje nárok, je vhodný pro bydlení. </w:t>
      </w:r>
    </w:p>
    <w:p w:rsidR="000D3C93" w:rsidRDefault="000D3C93" w:rsidP="000D3C93"/>
    <w:p w:rsidR="00AB3F64" w:rsidRDefault="00AB3F64" w:rsidP="00132942">
      <w:pPr>
        <w:jc w:val="both"/>
      </w:pPr>
      <w:r>
        <w:t>(2) Byt vhodný pro bydlení musí splňovat základní standardy pro bydlení, jimiž jsou:</w:t>
      </w:r>
    </w:p>
    <w:p w:rsidR="00AB3F64" w:rsidRDefault="00AB3F64" w:rsidP="00132942">
      <w:pPr>
        <w:jc w:val="both"/>
      </w:pPr>
      <w:r>
        <w:t>a)</w:t>
      </w:r>
      <w:r>
        <w:tab/>
        <w:t>byt je uzavíratelný a uzamykatelný, je osazen funkčními dveřmi a okny,</w:t>
      </w:r>
    </w:p>
    <w:p w:rsidR="00AB3F64" w:rsidRDefault="00AB3F64" w:rsidP="00132942">
      <w:pPr>
        <w:jc w:val="both"/>
      </w:pPr>
      <w:r>
        <w:t>b)</w:t>
      </w:r>
      <w:r>
        <w:tab/>
        <w:t xml:space="preserve">byt má alespoň 1 obytnou místnost, která splňuje požadavky stavebního zákona, </w:t>
      </w:r>
    </w:p>
    <w:p w:rsidR="00AB3F64" w:rsidRDefault="00AB3F64" w:rsidP="00132942">
      <w:pPr>
        <w:jc w:val="both"/>
      </w:pPr>
      <w:r>
        <w:t>c)</w:t>
      </w:r>
      <w:r>
        <w:tab/>
        <w:t xml:space="preserve">byt má záchod a koupelnu, které jsou provozuschopné,  </w:t>
      </w:r>
    </w:p>
    <w:p w:rsidR="00AB3F64" w:rsidRDefault="00AB3F64" w:rsidP="00132942">
      <w:pPr>
        <w:jc w:val="both"/>
      </w:pPr>
      <w:r>
        <w:t>d)</w:t>
      </w:r>
      <w:r>
        <w:tab/>
        <w:t xml:space="preserve">byt má vyčleněný prostor na vaření a přípravu jídla, </w:t>
      </w:r>
    </w:p>
    <w:p w:rsidR="00AB3F64" w:rsidRDefault="00AB3F64" w:rsidP="00132942">
      <w:pPr>
        <w:jc w:val="both"/>
      </w:pPr>
      <w:r>
        <w:t>e)</w:t>
      </w:r>
      <w:r>
        <w:tab/>
        <w:t xml:space="preserve">byt je napojen na zdroj pitné vody nebo má zajištěn neomezený přímý přístup k pitné vodě, </w:t>
      </w:r>
    </w:p>
    <w:p w:rsidR="00AB3F64" w:rsidRDefault="00AB3F64" w:rsidP="00132942">
      <w:pPr>
        <w:jc w:val="both"/>
      </w:pPr>
      <w:r>
        <w:t>f)</w:t>
      </w:r>
      <w:r>
        <w:tab/>
        <w:t>byt má zajištěno dostatečné větrání obytných místností venkovním vzduchem a vytápění v souladu s normovými hodnotami, s možností regulace vnitřní teploty,</w:t>
      </w:r>
    </w:p>
    <w:p w:rsidR="00AB3F64" w:rsidRDefault="00AB3F64" w:rsidP="00132942">
      <w:pPr>
        <w:jc w:val="both"/>
      </w:pPr>
      <w:r>
        <w:t>g)</w:t>
      </w:r>
      <w:r>
        <w:tab/>
        <w:t>v bytě jsou řádně prováděna nařízená protiepidemická opatření a</w:t>
      </w:r>
    </w:p>
    <w:p w:rsidR="00AB3F64" w:rsidRDefault="00AB3F64" w:rsidP="00132942">
      <w:pPr>
        <w:jc w:val="both"/>
      </w:pPr>
      <w:r>
        <w:t>h)</w:t>
      </w:r>
      <w:r>
        <w:tab/>
        <w:t xml:space="preserve">byt nemá závady ohrožující život nebo zdraví osob.“. </w:t>
      </w:r>
    </w:p>
    <w:p w:rsidR="000D3C93" w:rsidRDefault="000D3C93" w:rsidP="00132942">
      <w:pPr>
        <w:jc w:val="both"/>
      </w:pPr>
    </w:p>
    <w:p w:rsidR="00AB3F64" w:rsidRDefault="00AB3F64" w:rsidP="00132942">
      <w:pPr>
        <w:widowControl/>
        <w:numPr>
          <w:ilvl w:val="0"/>
          <w:numId w:val="16"/>
        </w:numPr>
        <w:suppressAutoHyphens w:val="0"/>
        <w:jc w:val="both"/>
      </w:pPr>
      <w:r>
        <w:t>V § 51 se za odstavec 5 vkládají nové odstavce 6 a 7, které znějí:</w:t>
      </w:r>
    </w:p>
    <w:p w:rsidR="00AB3F64" w:rsidRDefault="00AB3F64" w:rsidP="00132942">
      <w:pPr>
        <w:spacing w:line="276" w:lineRule="auto"/>
        <w:jc w:val="both"/>
      </w:pPr>
    </w:p>
    <w:p w:rsidR="00AB3F64" w:rsidRDefault="00AB3F64" w:rsidP="00132942">
      <w:pPr>
        <w:spacing w:line="276" w:lineRule="auto"/>
        <w:ind w:left="420"/>
        <w:jc w:val="both"/>
      </w:pPr>
      <w:r>
        <w:t>„(6) Je-li při vyhodnocování nároku na příspěvek na bydlení nebo v průběhu výplaty příspěvku na bydlení pochybnost, zda byt je vhodným bytem pro bydlení podle § 24a, provede krajská pobočka Úřadu práce šetření v místě za účelem ověření těchto skutečností. Kontrolu, zda byt splňuje základní standardy pro bydlení uvedené v § 24a odst. 2, provádí pro účely tohoto zákona na žádost krajské pobočky Úřadu práce orgán ochrany veřejného zdraví a obecný stavební úřad. Při provádění kontroly podle věty druhé se postupuje podle kontrolního řádu.</w:t>
      </w:r>
    </w:p>
    <w:p w:rsidR="000D3C93" w:rsidRDefault="000D3C93" w:rsidP="00132942">
      <w:pPr>
        <w:spacing w:line="276" w:lineRule="auto"/>
        <w:ind w:left="420"/>
        <w:jc w:val="both"/>
      </w:pPr>
    </w:p>
    <w:p w:rsidR="00AB3F64" w:rsidRDefault="00AB3F64" w:rsidP="00132942">
      <w:pPr>
        <w:spacing w:line="276" w:lineRule="auto"/>
        <w:ind w:left="420" w:firstLine="280"/>
        <w:jc w:val="both"/>
      </w:pPr>
      <w:r>
        <w:t>(7) Zjistí-li krajská pobočka Úřadu práce v průběhu poskytování příspěvku na bydlení svým šetřením nebo na základě informace, kterou jí po provedení kontroly podle odstavce 6 předá příslušný orgán, že se nejedná o byt vhodný pro bydlení, stanoví vlastníku bytu lhůtu k nápravě tohoto stavu a o lhůtě bezodkladně informuje</w:t>
      </w:r>
    </w:p>
    <w:p w:rsidR="00AB3F64" w:rsidRDefault="00AB3F64" w:rsidP="00AB3F64">
      <w:pPr>
        <w:spacing w:line="276" w:lineRule="auto"/>
        <w:ind w:left="980" w:hanging="280"/>
      </w:pPr>
      <w:r>
        <w:t>a) příjemce příspěvku na bydlení,</w:t>
      </w:r>
    </w:p>
    <w:p w:rsidR="00AB3F64" w:rsidRDefault="00AB3F64" w:rsidP="00AB3F64">
      <w:pPr>
        <w:spacing w:line="276" w:lineRule="auto"/>
        <w:ind w:left="980" w:hanging="280"/>
      </w:pPr>
      <w:r>
        <w:t>b) vlastníka bytu,</w:t>
      </w:r>
    </w:p>
    <w:p w:rsidR="00AB3F64" w:rsidRDefault="00AB3F64" w:rsidP="00AB3F64">
      <w:pPr>
        <w:spacing w:line="276" w:lineRule="auto"/>
        <w:ind w:left="980" w:hanging="280"/>
      </w:pPr>
      <w:r>
        <w:t>c) pověřený obecní úřad s podnětem k zahájení sociální práce za účelem řešení bytové situace osob, které obývají tento byt,</w:t>
      </w:r>
    </w:p>
    <w:p w:rsidR="00AB3F64" w:rsidRDefault="00AB3F64" w:rsidP="00AB3F64">
      <w:pPr>
        <w:spacing w:line="276" w:lineRule="auto"/>
        <w:ind w:left="980" w:hanging="280"/>
      </w:pPr>
      <w:r>
        <w:t>d) orgán sociálně-právní ochrany dětí, pokud je v okruhu společně posuzovaných osob nezletilé dítě.“.</w:t>
      </w:r>
    </w:p>
    <w:p w:rsidR="00AB3F64" w:rsidRDefault="00AB3F64" w:rsidP="00AB3F64">
      <w:pPr>
        <w:spacing w:line="276" w:lineRule="auto"/>
        <w:ind w:left="840" w:hanging="420"/>
      </w:pPr>
      <w:r>
        <w:t xml:space="preserve"> </w:t>
      </w:r>
    </w:p>
    <w:p w:rsidR="00AB3F64" w:rsidRDefault="00AB3F64" w:rsidP="00AB3F64">
      <w:pPr>
        <w:spacing w:line="276" w:lineRule="auto"/>
        <w:ind w:left="420"/>
      </w:pPr>
      <w:r>
        <w:t>Dosavadní odstavce 6 až 8 se označují jako odstavce 8 až 10.</w:t>
      </w:r>
    </w:p>
    <w:p w:rsidR="00AB3F64" w:rsidRDefault="00AB3F64" w:rsidP="00AB3F64">
      <w:pPr>
        <w:spacing w:line="276" w:lineRule="auto"/>
        <w:ind w:left="420"/>
      </w:pPr>
    </w:p>
    <w:p w:rsidR="00AB3F64" w:rsidRDefault="00AB3F64" w:rsidP="00AB3F64">
      <w:pPr>
        <w:widowControl/>
        <w:numPr>
          <w:ilvl w:val="0"/>
          <w:numId w:val="16"/>
        </w:numPr>
        <w:suppressAutoHyphens w:val="0"/>
        <w:spacing w:line="276" w:lineRule="auto"/>
      </w:pPr>
      <w:r>
        <w:t xml:space="preserve"> V § 68 odst. 1 písmeno e) zní:</w:t>
      </w:r>
    </w:p>
    <w:p w:rsidR="00AB3F64" w:rsidRDefault="00AB3F64" w:rsidP="00AB3F64">
      <w:pPr>
        <w:spacing w:before="240" w:line="276" w:lineRule="auto"/>
        <w:ind w:firstLine="420"/>
      </w:pPr>
      <w:r>
        <w:t>„e) jde-li o příspěvek na bydlení,</w:t>
      </w:r>
    </w:p>
    <w:p w:rsidR="00AB3F64" w:rsidRDefault="00AB3F64" w:rsidP="00AB3F64">
      <w:pPr>
        <w:spacing w:line="276" w:lineRule="auto"/>
        <w:ind w:left="1280" w:hanging="280"/>
      </w:pPr>
      <w:r>
        <w:t>1. doklad o tom, že byt je užíván na základě nájemní smlouvy nebo na základě vlastnictví k nemovitosti,</w:t>
      </w:r>
    </w:p>
    <w:p w:rsidR="00AB3F64" w:rsidRDefault="00AB3F64" w:rsidP="00AB3F64">
      <w:pPr>
        <w:spacing w:line="276" w:lineRule="auto"/>
        <w:ind w:left="1280" w:hanging="280"/>
      </w:pPr>
      <w:r>
        <w:t>2. doklad o výši nájemného, nákladů za plnění poskytovaná s užíváním bytu a nákladů uvedených v § 25 odst. 1 písm. c),</w:t>
      </w:r>
    </w:p>
    <w:p w:rsidR="00AB3F64" w:rsidRDefault="00AB3F64" w:rsidP="00AB3F64">
      <w:pPr>
        <w:spacing w:line="276" w:lineRule="auto"/>
        <w:ind w:left="1280" w:hanging="280"/>
      </w:pPr>
      <w:r>
        <w:t>3. prohlášení, že byt, na který je příspěvek na bydlení žádán, splňuje základní standardy pro bydlení podle § 24a odst. 2,“.</w:t>
      </w:r>
    </w:p>
    <w:p w:rsidR="00AB3F64" w:rsidRDefault="00AB3F64" w:rsidP="00AB3F64">
      <w:pPr>
        <w:spacing w:line="276" w:lineRule="auto"/>
      </w:pPr>
    </w:p>
    <w:p w:rsidR="00AB3F64" w:rsidRDefault="00AB3F64" w:rsidP="00AB3F64">
      <w:pPr>
        <w:widowControl/>
        <w:numPr>
          <w:ilvl w:val="0"/>
          <w:numId w:val="16"/>
        </w:numPr>
        <w:suppressAutoHyphens w:val="0"/>
        <w:spacing w:line="276" w:lineRule="auto"/>
        <w:jc w:val="both"/>
      </w:pPr>
      <w:r>
        <w:t>V § 25 odst. 2 se na konci textu věty druhé doplňují slova „, to neplatí v případech hodných zvláštního zřetele“ a za větu druhou se vkládají věty „V těchto případech musí nájemce prokázat, že pronajímatele písemně ke splnění této povinnosti vyzval, ten ji však nesplnil. Krajská pobočka Úřadu práce poté neprodleně sama pronajímatele vyzve k předložení zúčtování nákladů placených zálohově. Pokud pronajímatel ani na tuto výzvu svou povinnost nesplní, postupuje krajská pobočka Úřadu práce podle § 65a nebo § 65b.“.</w:t>
      </w:r>
    </w:p>
    <w:p w:rsidR="00AB3F64" w:rsidRDefault="00AB3F64" w:rsidP="00AB3F64">
      <w:pPr>
        <w:spacing w:line="276" w:lineRule="auto"/>
        <w:rPr>
          <w:b/>
        </w:rPr>
      </w:pPr>
    </w:p>
    <w:p w:rsidR="00AB3F64" w:rsidRDefault="00AB3F64" w:rsidP="00AB3F64">
      <w:pPr>
        <w:widowControl/>
        <w:numPr>
          <w:ilvl w:val="0"/>
          <w:numId w:val="16"/>
        </w:numPr>
        <w:suppressAutoHyphens w:val="0"/>
        <w:spacing w:line="276" w:lineRule="auto"/>
      </w:pPr>
      <w:r>
        <w:t>V § 66 odstavec 2 zní:</w:t>
      </w:r>
    </w:p>
    <w:p w:rsidR="00AB3F64" w:rsidRDefault="00AB3F64" w:rsidP="000D3C93">
      <w:pPr>
        <w:spacing w:before="120"/>
        <w:ind w:firstLine="700"/>
      </w:pPr>
      <w:r>
        <w:t>„(2) Místní příslušnost krajské pobočky Úřadu práce se řídí, pokud tento zákon nestanoví jinak,</w:t>
      </w:r>
    </w:p>
    <w:p w:rsidR="00AB3F64" w:rsidRDefault="00AB3F64" w:rsidP="000D3C93">
      <w:pPr>
        <w:spacing w:before="120"/>
      </w:pPr>
      <w:r>
        <w:t>a) místem, kde oprávněná osoba na území České republiky bydlí,</w:t>
      </w:r>
    </w:p>
    <w:p w:rsidR="00AB3F64" w:rsidRDefault="00AB3F64" w:rsidP="000D3C93">
      <w:pPr>
        <w:spacing w:before="120"/>
      </w:pPr>
      <w:r>
        <w:t>b) nelze-li místo určit podle písmene a), jiným místem, kde je oprávněná osoba hlášena k trvalému pobytu podle zvláštních právních předpisů.“.</w:t>
      </w:r>
    </w:p>
    <w:p w:rsidR="00AB3F64" w:rsidRDefault="00AB3F64" w:rsidP="00AB3F64">
      <w:pPr>
        <w:spacing w:line="276" w:lineRule="auto"/>
        <w:jc w:val="center"/>
      </w:pPr>
      <w:r>
        <w:t>Čl. IV</w:t>
      </w:r>
    </w:p>
    <w:p w:rsidR="00AB3F64" w:rsidRDefault="00AB3F64" w:rsidP="00AB3F64">
      <w:pPr>
        <w:spacing w:after="200" w:line="276" w:lineRule="auto"/>
        <w:jc w:val="center"/>
        <w:rPr>
          <w:b/>
        </w:rPr>
      </w:pPr>
      <w:r>
        <w:rPr>
          <w:b/>
        </w:rPr>
        <w:t>Přechodná ustanovení</w:t>
      </w:r>
    </w:p>
    <w:p w:rsidR="00AB3F64" w:rsidRDefault="00AB3F64" w:rsidP="00AB3F64">
      <w:pPr>
        <w:spacing w:line="276" w:lineRule="auto"/>
        <w:ind w:left="840" w:hanging="420"/>
      </w:pPr>
      <w:r>
        <w:t xml:space="preserve">1.   </w:t>
      </w:r>
      <w:r>
        <w:tab/>
        <w:t>Úřad práce České republiky – krajské pobočky a pobočka pro hlavní město Prahu (dále jen „krajská pobočka Úřadu práce“) doručí v období od 1. dubna do 30. června 2021 příjemcům přídavku na dítě a rodičovského příspěvku písemné sdělení o změně místní příslušnosti krajských poboček Úřadu práce s účinností od 1. července 2021, zároveň je vyzve, aby v případě, kdy je místo jejich skutečného pobytu odlišné od místa, kde jsou hlášeni k trvalému pobytu, tuto skutečnost písemně oznámili krajské pobočce Úřadu práce, která jim přídavek na dítě nebo rodičovský příspěvek vyplácí; toto sdělení se nedoručuje do vlastních rukou.</w:t>
      </w:r>
    </w:p>
    <w:p w:rsidR="00AB3F64" w:rsidRDefault="00AB3F64" w:rsidP="00AB3F64">
      <w:pPr>
        <w:spacing w:line="276" w:lineRule="auto"/>
      </w:pPr>
      <w:r>
        <w:t xml:space="preserve"> </w:t>
      </w:r>
    </w:p>
    <w:p w:rsidR="00AB3F64" w:rsidRDefault="00AB3F64" w:rsidP="00AB3F64">
      <w:pPr>
        <w:spacing w:line="276" w:lineRule="auto"/>
        <w:ind w:left="840" w:hanging="420"/>
      </w:pPr>
      <w:r>
        <w:t xml:space="preserve">2.   </w:t>
      </w:r>
      <w:r>
        <w:tab/>
        <w:t>Ode dne nabytí účinnosti tohoto zákona až do dne oznámení změny místa skutečného pobytu příjemce přídavku na dítě a rodičovského příspěvku vyplácí tyto dávky krajská pobočka Úřadu práce, která jim dávky vyplácela do dne nabytí účinnosti tohoto zákona. To neplatí pro příjemce příspěvku na bydlení poskytovaného na byt v jiném místě, než je místo, kde je příjemce hlášen k trvalému pobytu.</w:t>
      </w:r>
    </w:p>
    <w:p w:rsidR="00AB3F64" w:rsidRDefault="00AB3F64" w:rsidP="00AB3F64">
      <w:pPr>
        <w:spacing w:before="120" w:line="276" w:lineRule="auto"/>
        <w:jc w:val="center"/>
      </w:pPr>
      <w:r>
        <w:t>ČÁST TŘETÍ</w:t>
      </w:r>
    </w:p>
    <w:p w:rsidR="00AB3F64" w:rsidRDefault="00AB3F64" w:rsidP="00AB3F64">
      <w:pPr>
        <w:spacing w:before="120" w:line="276" w:lineRule="auto"/>
        <w:jc w:val="center"/>
        <w:rPr>
          <w:b/>
        </w:rPr>
      </w:pPr>
      <w:r>
        <w:rPr>
          <w:b/>
        </w:rPr>
        <w:t>Změna zákona o životním a existenčním minimu</w:t>
      </w:r>
    </w:p>
    <w:p w:rsidR="00AB3F64" w:rsidRDefault="00AB3F64" w:rsidP="00AB3F64">
      <w:pPr>
        <w:spacing w:before="120" w:line="276" w:lineRule="auto"/>
        <w:jc w:val="center"/>
      </w:pPr>
      <w:r>
        <w:t>Čl. V</w:t>
      </w:r>
    </w:p>
    <w:p w:rsidR="00AB3F64" w:rsidRDefault="00AB3F64" w:rsidP="00AB3F64">
      <w:pPr>
        <w:spacing w:before="120" w:after="240" w:line="276" w:lineRule="auto"/>
        <w:ind w:firstLine="420"/>
        <w:jc w:val="both"/>
      </w:pPr>
      <w:r>
        <w:t>Zákon č. 110/2006 Sb., o životním a existenčním minimu, ve znění zákona č. 218/2007 Sb., zákona č. 261/2007 Sb., zákona č. 129/2008 Sb., zákona č. 239/2008 Sb., zákona č. 306/2008 Sb., zákona č. 85/2010 Sb., zákona č. 73/2011 Sb., zákona č. 329/2011 Sb., zákona č. 366/2011 Sb., zákona č. 458/2011 Sb., zákona č. 399/2012 Sb., zákona č. 401/2012 Sb., zákona č. 44/2013 Sb., zákona č. 105/2013 Sb., zákona č. 303/2013 Sb. a zákonného opatření Senátu č. 344/2013 Sb., zákona č. 252/2014 Sb., zákona č. 332/2014 Sb. a zákona č. 377/2015 Sb., se mění takto:</w:t>
      </w:r>
    </w:p>
    <w:p w:rsidR="00AB3F64" w:rsidRDefault="00AB3F64" w:rsidP="00132942">
      <w:pPr>
        <w:widowControl/>
        <w:numPr>
          <w:ilvl w:val="0"/>
          <w:numId w:val="17"/>
        </w:numPr>
        <w:suppressAutoHyphens w:val="0"/>
        <w:spacing w:before="120" w:after="120"/>
        <w:jc w:val="both"/>
      </w:pPr>
      <w:r>
        <w:t xml:space="preserve">V § 7 odst. 2 se písmeno k) zrušuje. </w:t>
      </w:r>
    </w:p>
    <w:p w:rsidR="00AB3F64" w:rsidRDefault="00AB3F64" w:rsidP="00132942">
      <w:pPr>
        <w:spacing w:before="120" w:after="120"/>
        <w:jc w:val="both"/>
      </w:pPr>
      <w:r>
        <w:t>Dosavadní písmena l) a m) se označují jako písmena k) a l).“.</w:t>
      </w:r>
    </w:p>
    <w:p w:rsidR="00AB3F64" w:rsidRDefault="00AB3F64" w:rsidP="00132942">
      <w:pPr>
        <w:spacing w:before="120" w:after="120"/>
        <w:jc w:val="both"/>
      </w:pPr>
      <w:r>
        <w:t>Článek II se označuje jako článek VI.</w:t>
      </w:r>
    </w:p>
    <w:p w:rsidR="00AB3F64" w:rsidRDefault="00AB3F64" w:rsidP="00132942">
      <w:pPr>
        <w:spacing w:before="120" w:after="120"/>
        <w:jc w:val="both"/>
      </w:pPr>
      <w:r>
        <w:t>Nad článek VI se vkládají označení a nadpis části čtvrté, které znějí:</w:t>
      </w:r>
    </w:p>
    <w:p w:rsidR="00AB3F64" w:rsidRDefault="00AB3F64" w:rsidP="00132942">
      <w:pPr>
        <w:spacing w:before="120" w:after="120"/>
        <w:jc w:val="center"/>
      </w:pPr>
      <w:r>
        <w:t>„ČÁST ČTVRTÁ</w:t>
      </w:r>
    </w:p>
    <w:p w:rsidR="00AB3F64" w:rsidRDefault="00AB3F64" w:rsidP="00132942">
      <w:pPr>
        <w:spacing w:before="120" w:after="120"/>
        <w:jc w:val="center"/>
      </w:pPr>
      <w:r>
        <w:rPr>
          <w:b/>
        </w:rPr>
        <w:t>ÚČINNOST</w:t>
      </w:r>
      <w:r>
        <w:t>“.</w:t>
      </w:r>
    </w:p>
    <w:p w:rsidR="00AB3F64" w:rsidRDefault="00AB3F64" w:rsidP="00AB3F64">
      <w:pPr>
        <w:spacing w:before="120" w:after="240" w:line="276" w:lineRule="auto"/>
      </w:pPr>
      <w:r>
        <w:t>Nadpis článku VI se zrušuje.</w:t>
      </w:r>
    </w:p>
    <w:p w:rsidR="003B3E27" w:rsidRDefault="003B3E27"/>
    <w:p w:rsidR="003B3E27" w:rsidRPr="00AB3F64" w:rsidRDefault="00AB3F64">
      <w:pPr>
        <w:rPr>
          <w:i/>
        </w:rPr>
      </w:pPr>
      <w:r w:rsidRPr="00AB3F64">
        <w:rPr>
          <w:i/>
        </w:rPr>
        <w:t>SD 7852</w:t>
      </w:r>
    </w:p>
    <w:p w:rsidR="00AB3F64" w:rsidRPr="00AB3F64" w:rsidRDefault="00391135" w:rsidP="00AB3F64">
      <w:pPr>
        <w:pBdr>
          <w:top w:val="nil"/>
          <w:left w:val="nil"/>
          <w:bottom w:val="nil"/>
          <w:right w:val="nil"/>
          <w:between w:val="nil"/>
        </w:pBdr>
        <w:spacing w:after="200" w:line="276" w:lineRule="auto"/>
        <w:jc w:val="both"/>
        <w:rPr>
          <w:rFonts w:eastAsia="Arial" w:cs="Times New Roman"/>
          <w:i/>
          <w:szCs w:val="28"/>
        </w:rPr>
      </w:pPr>
      <w:r w:rsidRPr="00391135">
        <w:rPr>
          <w:rFonts w:eastAsia="Arial" w:cs="Times New Roman"/>
          <w:b/>
          <w:szCs w:val="28"/>
        </w:rPr>
        <w:t xml:space="preserve">E15. </w:t>
      </w:r>
      <w:r w:rsidR="00AB3F64"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AB3F64" w:rsidRPr="00132942" w:rsidRDefault="00AB3F64" w:rsidP="00AB3F64">
      <w:pPr>
        <w:pBdr>
          <w:top w:val="nil"/>
          <w:left w:val="nil"/>
          <w:bottom w:val="nil"/>
          <w:right w:val="nil"/>
          <w:between w:val="nil"/>
        </w:pBdr>
        <w:jc w:val="both"/>
      </w:pPr>
      <w:r w:rsidRPr="00132942">
        <w:t>Bod 3 v ČÁSTI DRUHÉ (Změna zákona o státní sociální podpoře) se mění takto:</w:t>
      </w:r>
    </w:p>
    <w:p w:rsidR="00AB3F64" w:rsidRDefault="00AB3F64" w:rsidP="00AB3F64">
      <w:pPr>
        <w:pBdr>
          <w:top w:val="nil"/>
          <w:left w:val="nil"/>
          <w:bottom w:val="nil"/>
          <w:right w:val="nil"/>
          <w:between w:val="nil"/>
        </w:pBdr>
        <w:jc w:val="both"/>
        <w:rPr>
          <w:b/>
        </w:rPr>
      </w:pPr>
    </w:p>
    <w:p w:rsidR="00AB3F64" w:rsidRDefault="00AB3F64" w:rsidP="00AB3F64">
      <w:pPr>
        <w:pBdr>
          <w:top w:val="nil"/>
          <w:left w:val="nil"/>
          <w:bottom w:val="nil"/>
          <w:right w:val="nil"/>
          <w:between w:val="nil"/>
        </w:pBdr>
        <w:jc w:val="both"/>
      </w:pPr>
      <w:r>
        <w:t>V § 7 odst. 3 se na konci textu písmene a) doplňují slova „; pokud rodiče dítěte uvedení v odstavci 2 písm. b) části věty před středníkem žili jako druh a družka nebo jsou dosud manželé, posuzuje se jako osoba společně posuzovaná s nezaopatřeným nezletilým dítětem rodič, kterému bylo toto dítě svěřeno do péče rozhodnutím soudu.“.</w:t>
      </w:r>
    </w:p>
    <w:p w:rsidR="00391135" w:rsidRPr="00391135" w:rsidRDefault="00391135" w:rsidP="00AB3F64">
      <w:pPr>
        <w:pBdr>
          <w:top w:val="nil"/>
          <w:left w:val="nil"/>
          <w:bottom w:val="nil"/>
          <w:right w:val="nil"/>
          <w:between w:val="nil"/>
        </w:pBdr>
        <w:jc w:val="both"/>
        <w:rPr>
          <w:i/>
        </w:rPr>
      </w:pPr>
      <w:r>
        <w:rPr>
          <w:i/>
        </w:rPr>
        <w:t>(poznámka legislativního odboru – SD 7034 nebyl předložen)</w:t>
      </w:r>
    </w:p>
    <w:p w:rsidR="003B3E27" w:rsidRDefault="003B3E27"/>
    <w:p w:rsidR="003B3E27" w:rsidRPr="00AB3F64" w:rsidRDefault="00AB3F64">
      <w:pPr>
        <w:rPr>
          <w:i/>
        </w:rPr>
      </w:pPr>
      <w:r w:rsidRPr="00AB3F64">
        <w:rPr>
          <w:i/>
        </w:rPr>
        <w:t>SD 7854</w:t>
      </w:r>
    </w:p>
    <w:p w:rsidR="00515B74" w:rsidRPr="00AB3F64" w:rsidRDefault="00391135" w:rsidP="00515B74">
      <w:pPr>
        <w:pBdr>
          <w:top w:val="nil"/>
          <w:left w:val="nil"/>
          <w:bottom w:val="nil"/>
          <w:right w:val="nil"/>
          <w:between w:val="nil"/>
        </w:pBdr>
        <w:spacing w:after="200" w:line="276" w:lineRule="auto"/>
        <w:jc w:val="both"/>
        <w:rPr>
          <w:rFonts w:eastAsia="Arial" w:cs="Times New Roman"/>
          <w:i/>
          <w:szCs w:val="28"/>
        </w:rPr>
      </w:pPr>
      <w:r w:rsidRPr="00391135">
        <w:rPr>
          <w:rFonts w:eastAsia="Arial" w:cs="Times New Roman"/>
          <w:b/>
          <w:szCs w:val="28"/>
        </w:rPr>
        <w:t xml:space="preserve">E16. </w:t>
      </w:r>
      <w:r w:rsidR="00515B74"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515B74" w:rsidRPr="00132942" w:rsidRDefault="00515B74" w:rsidP="00515B74">
      <w:pPr>
        <w:jc w:val="both"/>
        <w:rPr>
          <w:sz w:val="26"/>
          <w:szCs w:val="26"/>
        </w:rPr>
      </w:pPr>
      <w:r w:rsidRPr="00132942">
        <w:rPr>
          <w:sz w:val="26"/>
          <w:szCs w:val="26"/>
        </w:rPr>
        <w:t>Bod 6 v ČÁSTI PRVNÍ (Změna zákona o pomoci v hmotné nouzi) se zrušuje.</w:t>
      </w:r>
    </w:p>
    <w:p w:rsidR="00515B74" w:rsidRDefault="00515B74" w:rsidP="00515B74">
      <w:pPr>
        <w:jc w:val="both"/>
      </w:pPr>
      <w:r>
        <w:t>Následující body se vhodně přečíslují.</w:t>
      </w:r>
    </w:p>
    <w:p w:rsidR="00391135" w:rsidRPr="00391135" w:rsidRDefault="00391135" w:rsidP="00391135">
      <w:pPr>
        <w:pBdr>
          <w:top w:val="nil"/>
          <w:left w:val="nil"/>
          <w:bottom w:val="nil"/>
          <w:right w:val="nil"/>
          <w:between w:val="nil"/>
        </w:pBdr>
        <w:jc w:val="both"/>
        <w:rPr>
          <w:i/>
        </w:rPr>
      </w:pPr>
      <w:r>
        <w:rPr>
          <w:i/>
        </w:rPr>
        <w:t>(poznámka legislativního odboru – SD 7034 nebyl předložen)</w:t>
      </w:r>
    </w:p>
    <w:p w:rsidR="003B3E27" w:rsidRDefault="003B3E27"/>
    <w:p w:rsidR="00132942" w:rsidRDefault="00132942">
      <w:pPr>
        <w:widowControl/>
        <w:suppressAutoHyphens w:val="0"/>
        <w:rPr>
          <w:i/>
        </w:rPr>
      </w:pPr>
      <w:r>
        <w:rPr>
          <w:i/>
        </w:rPr>
        <w:br w:type="page"/>
      </w:r>
    </w:p>
    <w:p w:rsidR="003B3E27" w:rsidRDefault="00515B74">
      <w:pPr>
        <w:rPr>
          <w:i/>
        </w:rPr>
      </w:pPr>
      <w:r w:rsidRPr="00515B74">
        <w:rPr>
          <w:i/>
        </w:rPr>
        <w:t>SD 7856</w:t>
      </w:r>
    </w:p>
    <w:p w:rsidR="00C92220" w:rsidRPr="00AB3F64" w:rsidRDefault="00391135" w:rsidP="00C92220">
      <w:pPr>
        <w:pBdr>
          <w:top w:val="nil"/>
          <w:left w:val="nil"/>
          <w:bottom w:val="nil"/>
          <w:right w:val="nil"/>
          <w:between w:val="nil"/>
        </w:pBdr>
        <w:spacing w:after="200" w:line="276" w:lineRule="auto"/>
        <w:jc w:val="both"/>
        <w:rPr>
          <w:rFonts w:eastAsia="Arial" w:cs="Times New Roman"/>
          <w:i/>
          <w:szCs w:val="28"/>
        </w:rPr>
      </w:pPr>
      <w:r w:rsidRPr="00391135">
        <w:rPr>
          <w:rFonts w:eastAsia="Arial" w:cs="Times New Roman"/>
          <w:b/>
          <w:szCs w:val="28"/>
        </w:rPr>
        <w:t xml:space="preserve">E17. </w:t>
      </w:r>
      <w:r w:rsidR="00C92220"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515B74" w:rsidRPr="00132942" w:rsidRDefault="00515B74" w:rsidP="00515B74">
      <w:pPr>
        <w:jc w:val="both"/>
        <w:rPr>
          <w:sz w:val="26"/>
          <w:szCs w:val="26"/>
        </w:rPr>
      </w:pPr>
      <w:r w:rsidRPr="00132942">
        <w:rPr>
          <w:sz w:val="26"/>
          <w:szCs w:val="26"/>
        </w:rPr>
        <w:t>Bod 16 v ČÁSTI PRVNÍ (Změna zákona o pomoci v hmotné nouzi) se zrušuje.</w:t>
      </w:r>
    </w:p>
    <w:p w:rsidR="00515B74" w:rsidRDefault="00515B74" w:rsidP="00515B74">
      <w:pPr>
        <w:jc w:val="both"/>
      </w:pPr>
      <w:r>
        <w:t>Následující body se přečíslují.</w:t>
      </w:r>
    </w:p>
    <w:p w:rsidR="00391135" w:rsidRPr="00391135" w:rsidRDefault="00391135" w:rsidP="00391135">
      <w:pPr>
        <w:pBdr>
          <w:top w:val="nil"/>
          <w:left w:val="nil"/>
          <w:bottom w:val="nil"/>
          <w:right w:val="nil"/>
          <w:between w:val="nil"/>
        </w:pBdr>
        <w:jc w:val="both"/>
        <w:rPr>
          <w:i/>
        </w:rPr>
      </w:pPr>
      <w:r>
        <w:rPr>
          <w:i/>
        </w:rPr>
        <w:t>(poznámka legislativního odboru – SD 7034 nebyl předložen)</w:t>
      </w:r>
    </w:p>
    <w:p w:rsidR="00515B74" w:rsidRDefault="00515B74"/>
    <w:p w:rsidR="00515B74" w:rsidRPr="00C92220" w:rsidRDefault="00C92220">
      <w:pPr>
        <w:rPr>
          <w:i/>
        </w:rPr>
      </w:pPr>
      <w:r w:rsidRPr="00C92220">
        <w:rPr>
          <w:i/>
        </w:rPr>
        <w:t>SD 7859</w:t>
      </w:r>
    </w:p>
    <w:p w:rsidR="00C92220" w:rsidRPr="00AB3F64" w:rsidRDefault="008C419F" w:rsidP="00C92220">
      <w:pPr>
        <w:pBdr>
          <w:top w:val="nil"/>
          <w:left w:val="nil"/>
          <w:bottom w:val="nil"/>
          <w:right w:val="nil"/>
          <w:between w:val="nil"/>
        </w:pBdr>
        <w:spacing w:after="200" w:line="276" w:lineRule="auto"/>
        <w:jc w:val="both"/>
        <w:rPr>
          <w:rFonts w:eastAsia="Arial" w:cs="Times New Roman"/>
          <w:i/>
          <w:szCs w:val="28"/>
        </w:rPr>
      </w:pPr>
      <w:r w:rsidRPr="008C419F">
        <w:rPr>
          <w:rFonts w:eastAsia="Arial" w:cs="Times New Roman"/>
          <w:b/>
          <w:szCs w:val="28"/>
        </w:rPr>
        <w:t xml:space="preserve">E18. </w:t>
      </w:r>
      <w:r w:rsidR="00C92220"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C92220" w:rsidRPr="00132942" w:rsidRDefault="00C92220" w:rsidP="00C92220">
      <w:pPr>
        <w:jc w:val="both"/>
        <w:rPr>
          <w:sz w:val="26"/>
          <w:szCs w:val="26"/>
        </w:rPr>
      </w:pPr>
      <w:r w:rsidRPr="00132942">
        <w:rPr>
          <w:sz w:val="26"/>
          <w:szCs w:val="26"/>
        </w:rPr>
        <w:t>Bod 40 v ČÁSTI PRVNÍ (Změna zákona o pomoci v hmotné nouzi) se zrušuje.</w:t>
      </w:r>
    </w:p>
    <w:p w:rsidR="00C92220" w:rsidRDefault="00C92220" w:rsidP="00C92220">
      <w:pPr>
        <w:jc w:val="both"/>
      </w:pPr>
      <w:r>
        <w:t>Následující body této části se vhodně přečíslují.</w:t>
      </w:r>
    </w:p>
    <w:p w:rsidR="008C419F" w:rsidRPr="00391135" w:rsidRDefault="008C419F" w:rsidP="008C419F">
      <w:pPr>
        <w:pBdr>
          <w:top w:val="nil"/>
          <w:left w:val="nil"/>
          <w:bottom w:val="nil"/>
          <w:right w:val="nil"/>
          <w:between w:val="nil"/>
        </w:pBdr>
        <w:jc w:val="both"/>
        <w:rPr>
          <w:i/>
        </w:rPr>
      </w:pPr>
      <w:r>
        <w:rPr>
          <w:i/>
        </w:rPr>
        <w:t>(poznámka legislativního odboru – SD 7034 nebyl předložen)</w:t>
      </w:r>
    </w:p>
    <w:p w:rsidR="00515B74" w:rsidRDefault="00515B74"/>
    <w:p w:rsidR="008C419F" w:rsidRDefault="008C419F"/>
    <w:p w:rsidR="00515B74" w:rsidRPr="00C92220" w:rsidRDefault="00C92220">
      <w:pPr>
        <w:rPr>
          <w:i/>
        </w:rPr>
      </w:pPr>
      <w:r w:rsidRPr="00C92220">
        <w:rPr>
          <w:i/>
        </w:rPr>
        <w:t>SD 8116</w:t>
      </w:r>
    </w:p>
    <w:p w:rsidR="00C92220" w:rsidRPr="00C92220" w:rsidRDefault="008C419F" w:rsidP="00C92220">
      <w:pPr>
        <w:jc w:val="both"/>
        <w:rPr>
          <w:rFonts w:eastAsia="Calibri" w:cs="Times New Roman"/>
        </w:rPr>
      </w:pPr>
      <w:r w:rsidRPr="008C419F">
        <w:rPr>
          <w:rFonts w:eastAsia="Calibri" w:cs="Times New Roman"/>
          <w:b/>
        </w:rPr>
        <w:t xml:space="preserve">E19. </w:t>
      </w:r>
      <w:r w:rsidR="00C92220" w:rsidRPr="00C92220">
        <w:rPr>
          <w:rFonts w:eastAsia="Calibri" w:cs="Times New Roman"/>
        </w:rPr>
        <w:t>V Čl. I se za bod 6 vkládá nový bod 7, který zní:</w:t>
      </w:r>
    </w:p>
    <w:p w:rsidR="00C92220" w:rsidRPr="00C92220" w:rsidRDefault="00C92220" w:rsidP="00C92220">
      <w:pPr>
        <w:jc w:val="both"/>
        <w:rPr>
          <w:rFonts w:eastAsia="Calibri" w:cs="Times New Roman"/>
        </w:rPr>
      </w:pPr>
    </w:p>
    <w:p w:rsidR="00C92220" w:rsidRPr="00C92220" w:rsidRDefault="00C92220" w:rsidP="00C92220">
      <w:pPr>
        <w:jc w:val="both"/>
        <w:rPr>
          <w:rFonts w:eastAsia="Calibri" w:cs="Times New Roman"/>
        </w:rPr>
      </w:pPr>
      <w:r w:rsidRPr="00C92220">
        <w:rPr>
          <w:rFonts w:eastAsia="Calibri" w:cs="Times New Roman"/>
        </w:rPr>
        <w:t>„7. V § 43 odst. 5 písmeno a) zní:</w:t>
      </w:r>
    </w:p>
    <w:p w:rsidR="00C92220" w:rsidRPr="00C92220" w:rsidRDefault="00C92220" w:rsidP="00C92220">
      <w:pPr>
        <w:jc w:val="both"/>
        <w:rPr>
          <w:rFonts w:eastAsia="Calibri" w:cs="Times New Roman"/>
        </w:rPr>
      </w:pPr>
    </w:p>
    <w:p w:rsidR="00C92220" w:rsidRPr="00C92220" w:rsidRDefault="00C92220" w:rsidP="00C92220">
      <w:pPr>
        <w:jc w:val="both"/>
        <w:rPr>
          <w:rFonts w:eastAsia="Calibri" w:cs="Times New Roman"/>
        </w:rPr>
      </w:pPr>
      <w:r w:rsidRPr="00C92220">
        <w:rPr>
          <w:rFonts w:eastAsia="Calibri" w:cs="Times New Roman"/>
        </w:rPr>
        <w:t xml:space="preserve">„a) příspěvku na živobytí může určit plátce dávky tak, že nejméně 35 % a nejvýše 65 % přiznané dávky bude poskytnuto využitím poukázky opravňující k nákupu zboží ve stanovené hodnotě.“.“. </w:t>
      </w:r>
    </w:p>
    <w:p w:rsidR="00515B74" w:rsidRDefault="00515B74"/>
    <w:p w:rsidR="00515B74" w:rsidRPr="00C92220" w:rsidRDefault="00C92220">
      <w:pPr>
        <w:rPr>
          <w:i/>
        </w:rPr>
      </w:pPr>
      <w:r w:rsidRPr="00C92220">
        <w:rPr>
          <w:i/>
        </w:rPr>
        <w:t>SD 8129</w:t>
      </w:r>
    </w:p>
    <w:p w:rsidR="00C92220" w:rsidRPr="00AB3F64" w:rsidRDefault="008C419F" w:rsidP="00C92220">
      <w:pPr>
        <w:pBdr>
          <w:top w:val="nil"/>
          <w:left w:val="nil"/>
          <w:bottom w:val="nil"/>
          <w:right w:val="nil"/>
          <w:between w:val="nil"/>
        </w:pBdr>
        <w:spacing w:after="200" w:line="276" w:lineRule="auto"/>
        <w:jc w:val="both"/>
        <w:rPr>
          <w:rFonts w:eastAsia="Arial" w:cs="Times New Roman"/>
          <w:i/>
          <w:szCs w:val="28"/>
        </w:rPr>
      </w:pPr>
      <w:r w:rsidRPr="008C419F">
        <w:rPr>
          <w:rFonts w:eastAsia="Arial" w:cs="Times New Roman"/>
          <w:b/>
          <w:szCs w:val="28"/>
        </w:rPr>
        <w:t>E20.</w:t>
      </w:r>
      <w:r>
        <w:rPr>
          <w:rFonts w:eastAsia="Arial" w:cs="Times New Roman"/>
          <w:i/>
          <w:szCs w:val="28"/>
        </w:rPr>
        <w:t xml:space="preserve"> </w:t>
      </w:r>
      <w:r w:rsidR="00C92220"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4 se za bod 8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„X V § 9 odst. 1 se na konci textu písmene c) doplňují slova „a části přídavku na dítě přiznané podle § 18 odst. 4 zákona o státní sociální podpoře“.“.</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Následující body se přečíslují.</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4 se za dosavadní bod 29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„X. V § 37 písm. c) se za text „v § 2 odst. 5 písm. a)“ vkládá text „a c)“.“.</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Následující body se přečíslují.</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4 se za dosavadní bod 29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 xml:space="preserve">„X. V § 37 písm. d) se slova „nebo c)“ zrušují.“. </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Následující body se přečíslují.</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6  se  v části druhé  Čl. III za bod 1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 xml:space="preserve">„X. V § 5 odst. 1 se na konci textu písmene g) doplňují slova „vyjma části přídavku na dítě přiznané podle § 18 odst. 4,“. </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6  se  v části druhé Čl. III za dosavadní bod 7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„X. V § 18 se doplňuje odstavec 4,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 xml:space="preserve">„(4) Pokud žadatel prokáže, že má v každém kalendářním měsíci období, na které se nárok na výplatu dávky prokazuje, popřípadě nárok na dávku uplatňuje, odůvodněné opakující se náklady související se vzděláním nebo zájmovou činností nezaopatřeného dítěte, činí výše přídavku na dítě za kalendářní měsíc tohoto období částku uvedenou v odst. 1 zvýšenou o tyto odůvodněné náklady, nejvýše však o dvojnásobek částky uvedené v odst. 1.“.“. </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 xml:space="preserve">Následující body se přečíslují. </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6 se v části druhé Čl. III  za dosavadní bod 14  vkládá nový bod X,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 xml:space="preserve"> „X. V § 51 odstavec 2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„(2) Pro nárok na výplatu přídavku na dítě ve zvýšené výměře se prokazuje vedle výše rozhodných příjmů nebo odůvodněných nákladů, také druh těchto příjmů podle § 18 odst. 2 nebo nákladů podle § 18 odst. 4, který zakládá nárok na zvýšenou výměru přídavku na dítě. Je-li přídavek na dítě ve zvýšené výměře vyplácen k poslednímu dni kalendářního čtvrtletí, náleží jeho výplata v bezprostředně následujícím kalendářním čtvrtletí, jen jestliže se nejpozději do konce prvního kalendářního měsíce tohoto následujícího kalendářního čtvrtletí prokáže výše a druh rozhodných příjmů za rozhodné období nebo odůvodněných nákladů v každém kalendářním měsíci období, na které se nárok na výplatu dávky prokazuje, popřípadě nárok na dávku uplatňuje. Neprokáže-li se do této doby druh rozhodných příjmů nebo odůvodněných nákladů, vyplatí se přídavek na dítě ve výši podle § 18 odst. 1. Neprokáže-li se do této doby ani výše rozhodných příjmů, postupuje se podle odstavce 1 věty třetí a čtvrté.“. “.</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Následující body se přečíslují.</w:t>
      </w:r>
    </w:p>
    <w:p w:rsidR="00C92220" w:rsidRPr="00C92220" w:rsidRDefault="00C92220" w:rsidP="00C92220">
      <w:pPr>
        <w:ind w:left="720"/>
        <w:jc w:val="both"/>
        <w:rPr>
          <w:rFonts w:eastAsia="Calibri" w:cs="Times New Roman"/>
        </w:rPr>
      </w:pPr>
    </w:p>
    <w:p w:rsidR="00C92220" w:rsidRPr="00C92220" w:rsidRDefault="00C92220" w:rsidP="00C92220">
      <w:pPr>
        <w:widowControl/>
        <w:numPr>
          <w:ilvl w:val="0"/>
          <w:numId w:val="19"/>
        </w:numPr>
        <w:suppressAutoHyphens w:val="0"/>
        <w:jc w:val="both"/>
        <w:rPr>
          <w:rFonts w:eastAsia="Calibri" w:cs="Times New Roman"/>
        </w:rPr>
      </w:pPr>
      <w:r w:rsidRPr="00C92220">
        <w:rPr>
          <w:rFonts w:eastAsia="Calibri" w:cs="Times New Roman"/>
        </w:rPr>
        <w:t>V bodě 6 se v části druhé  Čl. III za dosavadní bod 18 vkládá nový bod X, který zní:</w:t>
      </w:r>
    </w:p>
    <w:p w:rsidR="00C92220" w:rsidRPr="00C92220" w:rsidRDefault="00C92220" w:rsidP="00C92220">
      <w:pPr>
        <w:ind w:left="720"/>
        <w:jc w:val="both"/>
        <w:rPr>
          <w:rFonts w:eastAsia="Calibri" w:cs="Times New Roman"/>
        </w:rPr>
      </w:pPr>
      <w:r w:rsidRPr="00C92220">
        <w:rPr>
          <w:rFonts w:eastAsia="Calibri" w:cs="Times New Roman"/>
        </w:rPr>
        <w:t xml:space="preserve"> </w:t>
      </w:r>
    </w:p>
    <w:p w:rsidR="00C92220" w:rsidRPr="00C92220" w:rsidRDefault="00C92220" w:rsidP="00C92220">
      <w:pPr>
        <w:ind w:left="720"/>
        <w:jc w:val="both"/>
        <w:rPr>
          <w:rFonts w:eastAsia="Calibri" w:cs="Times New Roman"/>
        </w:rPr>
      </w:pPr>
      <w:r w:rsidRPr="00C92220">
        <w:rPr>
          <w:rFonts w:eastAsia="Calibri" w:cs="Times New Roman"/>
        </w:rPr>
        <w:t>„X. V § 59 se doplňuje nový odstavec 7, který zní:</w:t>
      </w:r>
    </w:p>
    <w:p w:rsidR="00C92220" w:rsidRPr="00C92220" w:rsidRDefault="00C92220" w:rsidP="00C92220">
      <w:pPr>
        <w:ind w:left="720"/>
        <w:jc w:val="both"/>
        <w:rPr>
          <w:rFonts w:eastAsia="Calibri" w:cs="Times New Roman"/>
        </w:rPr>
      </w:pPr>
    </w:p>
    <w:p w:rsidR="00C92220" w:rsidRPr="00C92220" w:rsidRDefault="00C92220" w:rsidP="00C92220">
      <w:pPr>
        <w:ind w:left="720"/>
        <w:jc w:val="both"/>
        <w:rPr>
          <w:rFonts w:eastAsia="Calibri" w:cs="Times New Roman"/>
        </w:rPr>
      </w:pPr>
      <w:r w:rsidRPr="00C92220">
        <w:rPr>
          <w:rFonts w:eastAsia="Calibri" w:cs="Times New Roman"/>
        </w:rPr>
        <w:t>„(7) Část přídavku na dítě přiznaná podle § 18 odst. 4 se bez souhlasu příjemce použije k přímé úhradě nákladů odůvodněných opakujících se nákladů souvisejících se vzděláním nebo zájmovou činností nezaopatřeného dítěte, a to tak, že plátce příspěvku jej poukazuje poskytovateli služeb.“.“.</w:t>
      </w:r>
    </w:p>
    <w:p w:rsidR="008C419F" w:rsidRPr="00391135" w:rsidRDefault="008C419F" w:rsidP="008C419F">
      <w:pPr>
        <w:pBdr>
          <w:top w:val="nil"/>
          <w:left w:val="nil"/>
          <w:bottom w:val="nil"/>
          <w:right w:val="nil"/>
          <w:between w:val="nil"/>
        </w:pBdr>
        <w:jc w:val="both"/>
        <w:rPr>
          <w:i/>
        </w:rPr>
      </w:pPr>
      <w:r>
        <w:rPr>
          <w:i/>
        </w:rPr>
        <w:t>(poznámka legislativního odboru – SD 7034 nebyl předložen)</w:t>
      </w:r>
    </w:p>
    <w:p w:rsidR="00C92220" w:rsidRDefault="00C92220" w:rsidP="00C92220">
      <w:pPr>
        <w:ind w:left="720"/>
        <w:jc w:val="both"/>
        <w:rPr>
          <w:rFonts w:ascii="Calibri" w:eastAsia="Calibri" w:hAnsi="Calibri" w:cs="Calibri"/>
        </w:rPr>
      </w:pPr>
    </w:p>
    <w:p w:rsidR="00132942" w:rsidRDefault="00132942">
      <w:pPr>
        <w:widowControl/>
        <w:suppressAutoHyphens w:val="0"/>
        <w:rPr>
          <w:i/>
        </w:rPr>
      </w:pPr>
      <w:r>
        <w:rPr>
          <w:i/>
        </w:rPr>
        <w:br w:type="page"/>
      </w:r>
    </w:p>
    <w:p w:rsidR="00515B74" w:rsidRDefault="00C92220">
      <w:pPr>
        <w:rPr>
          <w:i/>
        </w:rPr>
      </w:pPr>
      <w:r w:rsidRPr="00C92220">
        <w:rPr>
          <w:i/>
        </w:rPr>
        <w:t>SD 8130</w:t>
      </w:r>
    </w:p>
    <w:p w:rsidR="008C419F" w:rsidRPr="008C419F" w:rsidRDefault="008C419F">
      <w:pPr>
        <w:rPr>
          <w:b/>
        </w:rPr>
      </w:pPr>
      <w:r w:rsidRPr="008C419F">
        <w:rPr>
          <w:b/>
        </w:rPr>
        <w:t xml:space="preserve">E21. </w:t>
      </w:r>
    </w:p>
    <w:p w:rsidR="00C92220" w:rsidRPr="00C92220" w:rsidRDefault="00C92220" w:rsidP="00C92220">
      <w:pPr>
        <w:widowControl/>
        <w:numPr>
          <w:ilvl w:val="0"/>
          <w:numId w:val="20"/>
        </w:numPr>
        <w:suppressAutoHyphens w:val="0"/>
        <w:jc w:val="both"/>
        <w:rPr>
          <w:rFonts w:eastAsia="Calibri" w:cs="Times New Roman"/>
        </w:rPr>
      </w:pPr>
      <w:r w:rsidRPr="00C92220">
        <w:rPr>
          <w:rFonts w:eastAsia="Calibri" w:cs="Times New Roman"/>
        </w:rPr>
        <w:t>Vkládá se nový bod X, který zní:</w:t>
      </w:r>
    </w:p>
    <w:p w:rsidR="00C92220" w:rsidRPr="00C92220" w:rsidRDefault="00C92220" w:rsidP="00C92220">
      <w:pPr>
        <w:ind w:left="720"/>
        <w:jc w:val="both"/>
        <w:rPr>
          <w:rFonts w:eastAsia="Calibri" w:cs="Times New Roman"/>
        </w:rPr>
      </w:pPr>
      <w:bookmarkStart w:id="9" w:name="_4d2lr7skfszs" w:colFirst="0" w:colLast="0"/>
      <w:bookmarkEnd w:id="9"/>
    </w:p>
    <w:p w:rsidR="00C92220" w:rsidRPr="00C92220" w:rsidRDefault="00C92220" w:rsidP="00C92220">
      <w:pPr>
        <w:ind w:firstLine="720"/>
        <w:jc w:val="both"/>
        <w:rPr>
          <w:rFonts w:eastAsia="Calibri" w:cs="Times New Roman"/>
        </w:rPr>
      </w:pPr>
      <w:bookmarkStart w:id="10" w:name="_8r85sopz3sg8" w:colFirst="0" w:colLast="0"/>
      <w:bookmarkEnd w:id="10"/>
      <w:r w:rsidRPr="00C92220">
        <w:rPr>
          <w:rFonts w:eastAsia="Calibri" w:cs="Times New Roman"/>
        </w:rPr>
        <w:t>„X. V § 24  odst. 1 se na konci textu písmene a) doplňují slova „nebo § 30“.“.</w:t>
      </w:r>
    </w:p>
    <w:p w:rsidR="00C92220" w:rsidRPr="00C92220" w:rsidRDefault="00C92220" w:rsidP="00C92220">
      <w:pPr>
        <w:ind w:left="720"/>
        <w:jc w:val="both"/>
        <w:rPr>
          <w:rFonts w:eastAsia="Calibri" w:cs="Times New Roman"/>
        </w:rPr>
      </w:pPr>
      <w:bookmarkStart w:id="11" w:name="_nhwra7jnd9i5" w:colFirst="0" w:colLast="0"/>
      <w:bookmarkEnd w:id="11"/>
    </w:p>
    <w:p w:rsidR="00C92220" w:rsidRPr="00C92220" w:rsidRDefault="00C92220" w:rsidP="00C92220">
      <w:pPr>
        <w:widowControl/>
        <w:numPr>
          <w:ilvl w:val="0"/>
          <w:numId w:val="20"/>
        </w:numPr>
        <w:suppressAutoHyphens w:val="0"/>
        <w:jc w:val="both"/>
        <w:rPr>
          <w:rFonts w:eastAsia="Calibri" w:cs="Times New Roman"/>
        </w:rPr>
      </w:pPr>
      <w:bookmarkStart w:id="12" w:name="_msucf4gjgjni" w:colFirst="0" w:colLast="0"/>
      <w:bookmarkEnd w:id="12"/>
      <w:r w:rsidRPr="00C92220">
        <w:rPr>
          <w:rFonts w:eastAsia="Calibri" w:cs="Times New Roman"/>
        </w:rPr>
        <w:t>Vkládá se nový bod X, který zní:</w:t>
      </w:r>
    </w:p>
    <w:p w:rsidR="00C92220" w:rsidRPr="00C92220" w:rsidRDefault="00C92220" w:rsidP="00C92220">
      <w:pPr>
        <w:ind w:left="720"/>
        <w:jc w:val="both"/>
        <w:rPr>
          <w:rFonts w:eastAsia="Calibri" w:cs="Times New Roman"/>
        </w:rPr>
      </w:pPr>
      <w:bookmarkStart w:id="13" w:name="_l64ib4538oyy" w:colFirst="0" w:colLast="0"/>
      <w:bookmarkEnd w:id="13"/>
    </w:p>
    <w:p w:rsidR="00C92220" w:rsidRPr="00C92220" w:rsidRDefault="00C92220" w:rsidP="00C92220">
      <w:pPr>
        <w:ind w:left="720"/>
        <w:jc w:val="both"/>
        <w:rPr>
          <w:rFonts w:eastAsia="Calibri" w:cs="Times New Roman"/>
        </w:rPr>
      </w:pPr>
      <w:r w:rsidRPr="00C92220">
        <w:rPr>
          <w:rFonts w:eastAsia="Calibri" w:cs="Times New Roman"/>
        </w:rPr>
        <w:t>„X. V § 24 odst. 1 písm. b), c) a d) se slova „a § 30“ zrušují.“.</w:t>
      </w:r>
    </w:p>
    <w:p w:rsidR="00C92220" w:rsidRPr="00C92220" w:rsidRDefault="00C92220" w:rsidP="00C92220">
      <w:pPr>
        <w:ind w:left="720"/>
        <w:jc w:val="both"/>
        <w:rPr>
          <w:rFonts w:eastAsia="Calibri" w:cs="Times New Roman"/>
        </w:rPr>
      </w:pPr>
      <w:bookmarkStart w:id="14" w:name="_ezaoqoj3gjpq" w:colFirst="0" w:colLast="0"/>
      <w:bookmarkEnd w:id="14"/>
    </w:p>
    <w:p w:rsidR="00C92220" w:rsidRPr="00C92220" w:rsidRDefault="00C92220" w:rsidP="00C92220">
      <w:pPr>
        <w:widowControl/>
        <w:numPr>
          <w:ilvl w:val="0"/>
          <w:numId w:val="20"/>
        </w:numPr>
        <w:suppressAutoHyphens w:val="0"/>
        <w:jc w:val="both"/>
        <w:rPr>
          <w:rFonts w:eastAsia="Calibri" w:cs="Times New Roman"/>
        </w:rPr>
      </w:pPr>
      <w:bookmarkStart w:id="15" w:name="_fh87nftzunhs" w:colFirst="0" w:colLast="0"/>
      <w:bookmarkEnd w:id="15"/>
      <w:r w:rsidRPr="00C92220">
        <w:rPr>
          <w:rFonts w:eastAsia="Calibri" w:cs="Times New Roman"/>
        </w:rPr>
        <w:t xml:space="preserve">Vkládá se nový bod X, který zní: </w:t>
      </w:r>
    </w:p>
    <w:p w:rsidR="00C92220" w:rsidRPr="00C92220" w:rsidRDefault="00C92220" w:rsidP="00C92220">
      <w:pPr>
        <w:ind w:left="720"/>
        <w:jc w:val="both"/>
        <w:rPr>
          <w:rFonts w:eastAsia="Calibri" w:cs="Times New Roman"/>
        </w:rPr>
      </w:pPr>
      <w:bookmarkStart w:id="16" w:name="_fk8xa9uy3vxv" w:colFirst="0" w:colLast="0"/>
      <w:bookmarkEnd w:id="16"/>
    </w:p>
    <w:p w:rsidR="00C92220" w:rsidRPr="00C92220" w:rsidRDefault="00C92220" w:rsidP="00C92220">
      <w:pPr>
        <w:ind w:left="720"/>
        <w:jc w:val="both"/>
        <w:rPr>
          <w:rFonts w:eastAsia="Calibri" w:cs="Times New Roman"/>
        </w:rPr>
      </w:pPr>
      <w:bookmarkStart w:id="17" w:name="_x3hmb1hhqduc" w:colFirst="0" w:colLast="0"/>
      <w:bookmarkEnd w:id="17"/>
      <w:r w:rsidRPr="00C92220">
        <w:rPr>
          <w:rFonts w:eastAsia="Calibri" w:cs="Times New Roman"/>
        </w:rPr>
        <w:t>„X. V § 24 odst. 1 písm. e) a g) se číslo „30“ nahrazuje číslem „29“.“.</w:t>
      </w:r>
    </w:p>
    <w:p w:rsidR="00C92220" w:rsidRPr="00C92220" w:rsidRDefault="00C92220" w:rsidP="00C92220">
      <w:pPr>
        <w:jc w:val="both"/>
        <w:rPr>
          <w:rFonts w:eastAsia="Calibri" w:cs="Times New Roman"/>
        </w:rPr>
      </w:pPr>
      <w:bookmarkStart w:id="18" w:name="_9rsxojexwyg2" w:colFirst="0" w:colLast="0"/>
      <w:bookmarkEnd w:id="18"/>
    </w:p>
    <w:p w:rsidR="00C92220" w:rsidRPr="00C92220" w:rsidRDefault="00C92220" w:rsidP="00C92220">
      <w:pPr>
        <w:widowControl/>
        <w:numPr>
          <w:ilvl w:val="0"/>
          <w:numId w:val="20"/>
        </w:numPr>
        <w:suppressAutoHyphens w:val="0"/>
        <w:jc w:val="both"/>
        <w:rPr>
          <w:rFonts w:eastAsia="Calibri" w:cs="Times New Roman"/>
        </w:rPr>
      </w:pPr>
      <w:bookmarkStart w:id="19" w:name="_y3txz0s4fkpi" w:colFirst="0" w:colLast="0"/>
      <w:bookmarkEnd w:id="19"/>
      <w:r w:rsidRPr="00C92220">
        <w:rPr>
          <w:rFonts w:eastAsia="Calibri" w:cs="Times New Roman"/>
        </w:rPr>
        <w:t xml:space="preserve">Vkládá se nový bod X, který zní: </w:t>
      </w:r>
    </w:p>
    <w:p w:rsidR="00C92220" w:rsidRPr="00C92220" w:rsidRDefault="00C92220" w:rsidP="00C92220">
      <w:pPr>
        <w:jc w:val="both"/>
        <w:rPr>
          <w:rFonts w:eastAsia="Calibri" w:cs="Times New Roman"/>
        </w:rPr>
      </w:pPr>
      <w:bookmarkStart w:id="20" w:name="_1sc9ctndf31w" w:colFirst="0" w:colLast="0"/>
      <w:bookmarkEnd w:id="20"/>
    </w:p>
    <w:p w:rsidR="00C92220" w:rsidRPr="00C92220" w:rsidRDefault="00C92220" w:rsidP="00C92220">
      <w:pPr>
        <w:ind w:firstLine="720"/>
        <w:jc w:val="both"/>
        <w:rPr>
          <w:rFonts w:eastAsia="Calibri" w:cs="Times New Roman"/>
        </w:rPr>
      </w:pPr>
      <w:bookmarkStart w:id="21" w:name="_ae3rcq9vhhh7" w:colFirst="0" w:colLast="0"/>
      <w:bookmarkEnd w:id="21"/>
      <w:r w:rsidRPr="00C92220">
        <w:rPr>
          <w:rFonts w:eastAsia="Calibri" w:cs="Times New Roman"/>
        </w:rPr>
        <w:t>„X. Za § 29 se vkládá nový § 30, který včetně nadpisu zní:</w:t>
      </w:r>
    </w:p>
    <w:p w:rsidR="00C92220" w:rsidRPr="00C92220" w:rsidRDefault="00C92220" w:rsidP="00C92220">
      <w:pPr>
        <w:jc w:val="both"/>
        <w:rPr>
          <w:rFonts w:eastAsia="Calibri" w:cs="Times New Roman"/>
        </w:rPr>
      </w:pPr>
      <w:bookmarkStart w:id="22" w:name="_lh0zn1b3hiyn" w:colFirst="0" w:colLast="0"/>
      <w:bookmarkEnd w:id="22"/>
    </w:p>
    <w:p w:rsidR="00C92220" w:rsidRPr="00C92220" w:rsidRDefault="00C92220" w:rsidP="00C92220">
      <w:pPr>
        <w:ind w:firstLine="720"/>
        <w:jc w:val="center"/>
        <w:rPr>
          <w:rFonts w:eastAsia="Calibri" w:cs="Times New Roman"/>
        </w:rPr>
      </w:pPr>
      <w:bookmarkStart w:id="23" w:name="_u9qztbkwtf3l" w:colFirst="0" w:colLast="0"/>
      <w:bookmarkEnd w:id="23"/>
      <w:r w:rsidRPr="00C92220">
        <w:rPr>
          <w:rFonts w:eastAsia="Calibri" w:cs="Times New Roman"/>
        </w:rPr>
        <w:t>„§ 30</w:t>
      </w:r>
    </w:p>
    <w:p w:rsidR="00C92220" w:rsidRPr="00C92220" w:rsidRDefault="00C92220" w:rsidP="00C92220">
      <w:pPr>
        <w:ind w:firstLine="720"/>
        <w:jc w:val="center"/>
        <w:rPr>
          <w:rFonts w:eastAsia="Calibri" w:cs="Times New Roman"/>
        </w:rPr>
      </w:pPr>
      <w:bookmarkStart w:id="24" w:name="_vrlmp89pm8g8" w:colFirst="0" w:colLast="0"/>
      <w:bookmarkEnd w:id="24"/>
    </w:p>
    <w:p w:rsidR="00C92220" w:rsidRPr="00C92220" w:rsidRDefault="00C92220" w:rsidP="00C92220">
      <w:pPr>
        <w:ind w:firstLine="720"/>
        <w:jc w:val="center"/>
        <w:rPr>
          <w:rFonts w:eastAsia="Calibri" w:cs="Times New Roman"/>
          <w:b/>
        </w:rPr>
      </w:pPr>
      <w:bookmarkStart w:id="25" w:name="_7hne7wg6i5hp" w:colFirst="0" w:colLast="0"/>
      <w:bookmarkEnd w:id="25"/>
      <w:r w:rsidRPr="00C92220">
        <w:rPr>
          <w:rFonts w:eastAsia="Calibri" w:cs="Times New Roman"/>
          <w:b/>
        </w:rPr>
        <w:t>Zvýšení částky živobytí osoby z důvodu soustavné přípravy na budoucí povolání</w:t>
      </w:r>
    </w:p>
    <w:p w:rsidR="00C92220" w:rsidRPr="00C92220" w:rsidRDefault="00C92220" w:rsidP="00C92220">
      <w:pPr>
        <w:jc w:val="center"/>
        <w:rPr>
          <w:rFonts w:eastAsia="Calibri" w:cs="Times New Roman"/>
          <w:b/>
        </w:rPr>
      </w:pPr>
      <w:bookmarkStart w:id="26" w:name="_xc7u513vrhm3" w:colFirst="0" w:colLast="0"/>
      <w:bookmarkEnd w:id="26"/>
    </w:p>
    <w:p w:rsidR="00C92220" w:rsidRPr="00C92220" w:rsidRDefault="00C92220" w:rsidP="00C92220">
      <w:pPr>
        <w:ind w:left="720"/>
        <w:jc w:val="both"/>
        <w:rPr>
          <w:rFonts w:eastAsia="Calibri" w:cs="Times New Roman"/>
        </w:rPr>
      </w:pPr>
      <w:bookmarkStart w:id="27" w:name="_qm7khgu11ovj" w:colFirst="0" w:colLast="0"/>
      <w:bookmarkEnd w:id="27"/>
      <w:r w:rsidRPr="00C92220">
        <w:rPr>
          <w:rFonts w:eastAsia="Calibri" w:cs="Times New Roman"/>
        </w:rPr>
        <w:t>Částka živobytí osoby se u nezaopatřeného dítěte, které se soustavně připravuje na budoucí povolání</w:t>
      </w:r>
      <w:r w:rsidRPr="00C92220">
        <w:rPr>
          <w:rFonts w:eastAsia="Calibri" w:cs="Times New Roman"/>
          <w:vertAlign w:val="superscript"/>
        </w:rPr>
        <w:t>25)</w:t>
      </w:r>
      <w:r w:rsidRPr="00C92220">
        <w:rPr>
          <w:rFonts w:eastAsia="Calibri" w:cs="Times New Roman"/>
        </w:rPr>
        <w:t xml:space="preserve"> zvyšuje měsíčně o rozdíl mezi životním minimem jednotlivce a existenčním minimem.“.“.  </w:t>
      </w:r>
    </w:p>
    <w:p w:rsidR="00C92220" w:rsidRPr="00C92220" w:rsidRDefault="00C92220" w:rsidP="00C92220">
      <w:pPr>
        <w:ind w:left="720"/>
        <w:jc w:val="both"/>
        <w:rPr>
          <w:rFonts w:eastAsia="Calibri" w:cs="Times New Roman"/>
        </w:rPr>
      </w:pPr>
      <w:bookmarkStart w:id="28" w:name="_1p1oxoi12urk" w:colFirst="0" w:colLast="0"/>
      <w:bookmarkEnd w:id="28"/>
    </w:p>
    <w:p w:rsidR="00C92220" w:rsidRPr="00C92220" w:rsidRDefault="00C92220" w:rsidP="00C92220">
      <w:pPr>
        <w:rPr>
          <w:rFonts w:eastAsia="Calibri" w:cs="Times New Roman"/>
        </w:rPr>
      </w:pPr>
      <w:bookmarkStart w:id="29" w:name="_4qe7l5qi49su" w:colFirst="0" w:colLast="0"/>
      <w:bookmarkEnd w:id="29"/>
    </w:p>
    <w:p w:rsidR="00C92220" w:rsidRPr="00C92220" w:rsidRDefault="00C92220" w:rsidP="00C92220">
      <w:pPr>
        <w:jc w:val="both"/>
        <w:rPr>
          <w:rFonts w:eastAsia="Calibri" w:cs="Times New Roman"/>
        </w:rPr>
      </w:pPr>
      <w:bookmarkStart w:id="30" w:name="_z6e3cm36jgzj" w:colFirst="0" w:colLast="0"/>
      <w:bookmarkEnd w:id="30"/>
      <w:r w:rsidRPr="00C92220">
        <w:rPr>
          <w:rFonts w:eastAsia="Calibri" w:cs="Times New Roman"/>
        </w:rPr>
        <w:t xml:space="preserve">Následující body se přečíslují. </w:t>
      </w:r>
    </w:p>
    <w:p w:rsidR="00C92220" w:rsidRDefault="00C92220" w:rsidP="00C92220">
      <w:pPr>
        <w:jc w:val="both"/>
        <w:rPr>
          <w:rFonts w:ascii="Calibri" w:eastAsia="Calibri" w:hAnsi="Calibri" w:cs="Calibri"/>
        </w:rPr>
      </w:pPr>
      <w:bookmarkStart w:id="31" w:name="_wzenz9okht1b" w:colFirst="0" w:colLast="0"/>
      <w:bookmarkEnd w:id="31"/>
    </w:p>
    <w:p w:rsidR="00515B74" w:rsidRPr="00C92220" w:rsidRDefault="00C92220">
      <w:pPr>
        <w:rPr>
          <w:i/>
        </w:rPr>
      </w:pPr>
      <w:r w:rsidRPr="00C92220">
        <w:rPr>
          <w:i/>
        </w:rPr>
        <w:t>SD 8131</w:t>
      </w:r>
    </w:p>
    <w:p w:rsidR="00C92220" w:rsidRPr="00C92220" w:rsidRDefault="008C419F" w:rsidP="00C92220">
      <w:pPr>
        <w:jc w:val="both"/>
        <w:rPr>
          <w:rFonts w:eastAsia="Calibri" w:cs="Times New Roman"/>
        </w:rPr>
      </w:pPr>
      <w:r w:rsidRPr="008C419F">
        <w:rPr>
          <w:rFonts w:eastAsia="Calibri" w:cs="Times New Roman"/>
          <w:b/>
        </w:rPr>
        <w:t>E22</w:t>
      </w:r>
      <w:r>
        <w:rPr>
          <w:rFonts w:eastAsia="Calibri" w:cs="Times New Roman"/>
        </w:rPr>
        <w:t xml:space="preserve">. </w:t>
      </w:r>
      <w:r w:rsidR="00C92220" w:rsidRPr="00C92220">
        <w:rPr>
          <w:rFonts w:eastAsia="Calibri" w:cs="Times New Roman"/>
        </w:rPr>
        <w:t>V bodě 4 se vkládá nový bod X, který zní:</w:t>
      </w:r>
    </w:p>
    <w:p w:rsidR="00C92220" w:rsidRPr="00C92220" w:rsidRDefault="00C92220" w:rsidP="00C92220">
      <w:pPr>
        <w:jc w:val="both"/>
        <w:rPr>
          <w:rFonts w:eastAsia="Calibri" w:cs="Times New Roman"/>
        </w:rPr>
      </w:pPr>
      <w:bookmarkStart w:id="32" w:name="_418h3rtlxzai" w:colFirst="0" w:colLast="0"/>
      <w:bookmarkEnd w:id="32"/>
    </w:p>
    <w:p w:rsidR="00C92220" w:rsidRPr="00C92220" w:rsidRDefault="00C92220" w:rsidP="00C92220">
      <w:pPr>
        <w:jc w:val="both"/>
        <w:rPr>
          <w:rFonts w:eastAsia="Calibri" w:cs="Times New Roman"/>
        </w:rPr>
      </w:pPr>
      <w:bookmarkStart w:id="33" w:name="_e3716ew777o7" w:colFirst="0" w:colLast="0"/>
      <w:bookmarkEnd w:id="33"/>
      <w:r w:rsidRPr="00C92220">
        <w:rPr>
          <w:rFonts w:eastAsia="Calibri" w:cs="Times New Roman"/>
        </w:rPr>
        <w:t xml:space="preserve">„X. V § 24 odst. 1 se na konci textu písmene f) doplňuje věta „Osobě náleží příspěvek na živobytí i po 6 měsících pobírání ve výši částky životního minima, pokud jí nebyla ze strany Úřadu práce nabídnuta rekvalifikace, účast na projektu krajské pobočky Úřadu práce, vhodné zaměstnání nebo výkon veřejné služby.“.“. </w:t>
      </w:r>
    </w:p>
    <w:p w:rsidR="00C92220" w:rsidRDefault="00C92220" w:rsidP="00C92220">
      <w:pPr>
        <w:jc w:val="both"/>
        <w:rPr>
          <w:rFonts w:ascii="Calibri" w:eastAsia="Calibri" w:hAnsi="Calibri" w:cs="Calibri"/>
        </w:rPr>
      </w:pPr>
      <w:bookmarkStart w:id="34" w:name="_2l3jncgwuval" w:colFirst="0" w:colLast="0"/>
      <w:bookmarkEnd w:id="34"/>
    </w:p>
    <w:p w:rsidR="00515B74" w:rsidRPr="00370C24" w:rsidRDefault="00C92220">
      <w:pPr>
        <w:rPr>
          <w:i/>
        </w:rPr>
      </w:pPr>
      <w:r w:rsidRPr="00370C24">
        <w:rPr>
          <w:i/>
        </w:rPr>
        <w:t>SD</w:t>
      </w:r>
      <w:r w:rsidR="00370C24" w:rsidRPr="00370C24">
        <w:rPr>
          <w:i/>
        </w:rPr>
        <w:t xml:space="preserve"> 8132</w:t>
      </w:r>
    </w:p>
    <w:p w:rsidR="00370C24" w:rsidRPr="00370C24" w:rsidRDefault="008C419F" w:rsidP="00370C24">
      <w:pPr>
        <w:jc w:val="both"/>
        <w:rPr>
          <w:rFonts w:eastAsia="Calibri" w:cs="Times New Roman"/>
        </w:rPr>
      </w:pPr>
      <w:r w:rsidRPr="008C419F">
        <w:rPr>
          <w:rFonts w:eastAsia="Calibri" w:cs="Times New Roman"/>
          <w:b/>
        </w:rPr>
        <w:t xml:space="preserve">E23. </w:t>
      </w:r>
      <w:r w:rsidR="00370C24" w:rsidRPr="00370C24">
        <w:rPr>
          <w:rFonts w:eastAsia="Calibri" w:cs="Times New Roman"/>
        </w:rPr>
        <w:t>Doplňuje se nový bod 8, který zní:</w:t>
      </w:r>
    </w:p>
    <w:p w:rsidR="00370C24" w:rsidRPr="00370C24" w:rsidRDefault="00370C24" w:rsidP="00370C24">
      <w:pPr>
        <w:jc w:val="both"/>
        <w:rPr>
          <w:rFonts w:eastAsia="Calibri" w:cs="Times New Roman"/>
        </w:rPr>
      </w:pPr>
    </w:p>
    <w:p w:rsidR="00370C24" w:rsidRPr="00370C24" w:rsidRDefault="00370C24" w:rsidP="00370C24">
      <w:pPr>
        <w:jc w:val="both"/>
        <w:rPr>
          <w:rFonts w:eastAsia="Calibri" w:cs="Times New Roman"/>
        </w:rPr>
      </w:pPr>
      <w:r w:rsidRPr="00370C24">
        <w:rPr>
          <w:rFonts w:eastAsia="Calibri" w:cs="Times New Roman"/>
        </w:rPr>
        <w:t>„8. Za § 65a se vkládá nový § 65b, který zní:</w:t>
      </w:r>
    </w:p>
    <w:p w:rsidR="00370C24" w:rsidRPr="00370C24" w:rsidRDefault="00370C24" w:rsidP="00370C24">
      <w:pPr>
        <w:jc w:val="center"/>
        <w:rPr>
          <w:rFonts w:eastAsia="Calibri" w:cs="Times New Roman"/>
        </w:rPr>
      </w:pPr>
      <w:r w:rsidRPr="00370C24">
        <w:rPr>
          <w:rFonts w:eastAsia="Calibri" w:cs="Times New Roman"/>
        </w:rPr>
        <w:t xml:space="preserve"> „</w:t>
      </w:r>
      <w:r w:rsidR="000D3C93">
        <w:rPr>
          <w:rFonts w:eastAsia="Calibri" w:cs="Times New Roman"/>
        </w:rPr>
        <w:t xml:space="preserve">§ </w:t>
      </w:r>
      <w:r w:rsidRPr="00370C24">
        <w:rPr>
          <w:rFonts w:eastAsia="Calibri" w:cs="Times New Roman"/>
        </w:rPr>
        <w:t>65b</w:t>
      </w:r>
    </w:p>
    <w:p w:rsidR="00370C24" w:rsidRPr="00370C24" w:rsidRDefault="00370C24" w:rsidP="00370C24">
      <w:pPr>
        <w:jc w:val="both"/>
        <w:rPr>
          <w:rFonts w:eastAsia="Calibri" w:cs="Times New Roman"/>
        </w:rPr>
      </w:pPr>
    </w:p>
    <w:p w:rsidR="00370C24" w:rsidRPr="00370C24" w:rsidRDefault="00370C24" w:rsidP="00370C24">
      <w:pPr>
        <w:pBdr>
          <w:top w:val="none" w:sz="0" w:space="3" w:color="auto"/>
          <w:left w:val="none" w:sz="0" w:space="20" w:color="auto"/>
          <w:bottom w:val="none" w:sz="0" w:space="3" w:color="auto"/>
          <w:right w:val="none" w:sz="0" w:space="30" w:color="auto"/>
          <w:between w:val="none" w:sz="0" w:space="3" w:color="auto"/>
        </w:pBdr>
        <w:shd w:val="clear" w:color="auto" w:fill="FFFFFF"/>
        <w:jc w:val="both"/>
        <w:rPr>
          <w:rFonts w:eastAsia="Calibri" w:cs="Times New Roman"/>
        </w:rPr>
      </w:pPr>
      <w:r w:rsidRPr="00370C24">
        <w:rPr>
          <w:rFonts w:eastAsia="Calibri" w:cs="Times New Roman"/>
        </w:rPr>
        <w:t xml:space="preserve">Na zajištění činností sociální práce, které jsou vykonávány v souvislosti s povinnostmi uvedenými v § 63 a 64, se pověřeným obcím a obcím s rozšířenou působností poskytuje příspěvek na výkon státní správy s ohledem na počet příjemců dávek v hmotné nouzi za rok předcházející roku na který je příspěvek poskytován.“.“. </w:t>
      </w:r>
    </w:p>
    <w:p w:rsidR="00515B74" w:rsidRDefault="00515B74"/>
    <w:p w:rsidR="00132942" w:rsidRDefault="00132942">
      <w:pPr>
        <w:widowControl/>
        <w:suppressAutoHyphens w:val="0"/>
        <w:rPr>
          <w:i/>
        </w:rPr>
      </w:pPr>
      <w:r>
        <w:rPr>
          <w:i/>
        </w:rPr>
        <w:br w:type="page"/>
      </w:r>
    </w:p>
    <w:p w:rsidR="003B3E27" w:rsidRPr="00370C24" w:rsidRDefault="00370C24">
      <w:pPr>
        <w:rPr>
          <w:i/>
        </w:rPr>
      </w:pPr>
      <w:r w:rsidRPr="00370C24">
        <w:rPr>
          <w:i/>
        </w:rPr>
        <w:t>SD 8326</w:t>
      </w:r>
    </w:p>
    <w:p w:rsidR="00370C24" w:rsidRPr="00370C24" w:rsidRDefault="008C419F" w:rsidP="00370C24">
      <w:pPr>
        <w:jc w:val="both"/>
        <w:rPr>
          <w:rFonts w:eastAsia="Times New Roman" w:cs="Times New Roman"/>
          <w:szCs w:val="20"/>
        </w:rPr>
      </w:pPr>
      <w:r w:rsidRPr="008C419F">
        <w:rPr>
          <w:rFonts w:eastAsia="Times New Roman" w:cs="Times New Roman"/>
          <w:b/>
          <w:szCs w:val="20"/>
        </w:rPr>
        <w:t xml:space="preserve">E24. </w:t>
      </w:r>
      <w:r w:rsidR="00370C24" w:rsidRPr="004E5659">
        <w:rPr>
          <w:rFonts w:eastAsia="Times New Roman" w:cs="Times New Roman"/>
          <w:b/>
          <w:szCs w:val="20"/>
        </w:rPr>
        <w:t>V části první, čl. I se vkládají nové body X1 až X9 které znějí:</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 xml:space="preserve">X1. V § 2 odst. 6 se na konci písmene d) slovo „nebo“ zrušuje, na konci písmene e) se tečka nahrazuje slovem „nebo“ a doplňuje se písmeno f), které zní: </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„f) je osobou v bytové nouzi; bytovou nouzí se pro účely tohoto zákona rozumí stav nedostatku jistého, důstojného a přiměřeného bydlení, který osoba není schopna řešit vlastním přičiněním, nebo hrozba, že takový stav v dohledné době nastane.“.</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X2. V § 37 písm. e) se za slova “odst. 6” vkládají slova “ písm. a) až e)”.</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 xml:space="preserve">X3. V § 37 se na konci písmene e) tečka nahrazuje čárkou a doplňuje se písmeno f), které zní: </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vertAlign w:val="superscript"/>
        </w:rPr>
      </w:pPr>
      <w:r w:rsidRPr="00370C24">
        <w:rPr>
          <w:rFonts w:eastAsia="Times New Roman" w:cs="Times New Roman"/>
          <w:szCs w:val="20"/>
        </w:rPr>
        <w:t xml:space="preserve">„f) v § 2 odst. 6 písm. f) se stanoví až do výše potřebné k účelu, ke kterému se dávka poskytuje. </w:t>
      </w:r>
      <w:sdt>
        <w:sdtPr>
          <w:rPr>
            <w:sz w:val="32"/>
          </w:rPr>
          <w:tag w:val="goog_rdk_0"/>
          <w:id w:val="1431858535"/>
        </w:sdtPr>
        <w:sdtEndPr/>
        <w:sdtContent/>
      </w:sdt>
      <w:sdt>
        <w:sdtPr>
          <w:rPr>
            <w:sz w:val="32"/>
          </w:rPr>
          <w:tag w:val="goog_rdk_1"/>
          <w:id w:val="1556360779"/>
        </w:sdtPr>
        <w:sdtEndPr/>
        <w:sdtContent/>
      </w:sdt>
      <w:sdt>
        <w:sdtPr>
          <w:rPr>
            <w:sz w:val="32"/>
          </w:rPr>
          <w:tag w:val="goog_rdk_2"/>
          <w:id w:val="1060450036"/>
        </w:sdtPr>
        <w:sdtEndPr/>
        <w:sdtContent/>
      </w:sdt>
      <w:sdt>
        <w:sdtPr>
          <w:rPr>
            <w:sz w:val="32"/>
          </w:rPr>
          <w:tag w:val="goog_rdk_3"/>
          <w:id w:val="-1456024506"/>
        </w:sdtPr>
        <w:sdtEndPr/>
        <w:sdtContent/>
      </w:sdt>
      <w:r w:rsidRPr="00370C24">
        <w:rPr>
          <w:rFonts w:eastAsia="Times New Roman" w:cs="Times New Roman"/>
          <w:szCs w:val="20"/>
        </w:rPr>
        <w:t>Součet dávek poskytnutých podle tohoto ustanovení nesmí v rámci kalendářního roku překročit desetinásobek životního minima jednotlivce.“.</w:t>
      </w:r>
    </w:p>
    <w:p w:rsidR="00370C24" w:rsidRPr="00370C24" w:rsidRDefault="00370C24" w:rsidP="00370C24">
      <w:pPr>
        <w:jc w:val="both"/>
        <w:rPr>
          <w:rFonts w:eastAsia="Times New Roman" w:cs="Times New Roman"/>
          <w:szCs w:val="20"/>
          <w:vertAlign w:val="superscript"/>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X4. Na konci § 43 odst. 5 písm. c) se doplňuje věta, která zní: „Způsob výplaty využitím přímé úhrady výdaje nebo nákladu určí plátce dávky vždy pro výplatu mimořádné okamžité pomoci z důvodu uvedeného v § 2 odst. 6 písm. f).“.</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X5. V § 50 se za slova „zdravotním stavu osob“ vkládají slova „, údaje o bytové nouzi“.</w:t>
      </w:r>
    </w:p>
    <w:p w:rsidR="00370C24" w:rsidRPr="00370C24" w:rsidRDefault="00370C24" w:rsidP="00370C24">
      <w:pPr>
        <w:jc w:val="both"/>
        <w:rPr>
          <w:rFonts w:eastAsia="Times New Roman" w:cs="Times New Roman"/>
          <w:szCs w:val="20"/>
        </w:rPr>
      </w:pPr>
    </w:p>
    <w:p w:rsidR="00370C24" w:rsidRPr="00370C24" w:rsidRDefault="00370C24" w:rsidP="00370C24">
      <w:pPr>
        <w:jc w:val="both"/>
        <w:rPr>
          <w:rFonts w:eastAsia="Times New Roman" w:cs="Times New Roman"/>
          <w:szCs w:val="20"/>
        </w:rPr>
      </w:pPr>
      <w:r w:rsidRPr="00370C24">
        <w:rPr>
          <w:rFonts w:eastAsia="Times New Roman" w:cs="Times New Roman"/>
          <w:szCs w:val="20"/>
        </w:rPr>
        <w:t>X6. V § 51 se za odstavec 3 vkládá odstavec 4 včetně poznámky pod čarou č. x, který zní:</w:t>
      </w:r>
    </w:p>
    <w:p w:rsidR="00370C24" w:rsidRPr="00370C24" w:rsidRDefault="00370C24" w:rsidP="00370C24">
      <w:pPr>
        <w:jc w:val="both"/>
        <w:rPr>
          <w:rFonts w:eastAsia="Times New Roman" w:cs="Times New Roman"/>
          <w:szCs w:val="20"/>
        </w:rPr>
      </w:pPr>
    </w:p>
    <w:p w:rsidR="00370C24" w:rsidRPr="00370C24" w:rsidRDefault="00370C24" w:rsidP="00370C24">
      <w:pPr>
        <w:spacing w:after="240"/>
        <w:jc w:val="both"/>
        <w:rPr>
          <w:rFonts w:eastAsia="Times New Roman" w:cs="Times New Roman"/>
          <w:color w:val="000000"/>
          <w:szCs w:val="20"/>
        </w:rPr>
      </w:pPr>
      <w:r w:rsidRPr="00370C24">
        <w:rPr>
          <w:rFonts w:eastAsia="Times New Roman" w:cs="Times New Roman"/>
          <w:szCs w:val="20"/>
        </w:rPr>
        <w:t>„(4) P</w:t>
      </w:r>
      <w:r w:rsidRPr="00370C24">
        <w:rPr>
          <w:rFonts w:eastAsia="Times New Roman" w:cs="Times New Roman"/>
          <w:color w:val="000000"/>
          <w:szCs w:val="20"/>
        </w:rPr>
        <w:t xml:space="preserve">okud byla dávka poskytnuta za účelem úhrady peněžité jistoty, že nájemce zaplatí nájemné a splní jiné povinnosti vyplývající z nájmu bytu, </w:t>
      </w:r>
      <w:sdt>
        <w:sdtPr>
          <w:rPr>
            <w:sz w:val="32"/>
          </w:rPr>
          <w:tag w:val="goog_rdk_4"/>
          <w:id w:val="504332829"/>
        </w:sdtPr>
        <w:sdtEndPr/>
        <w:sdtContent>
          <w:sdt>
            <w:sdtPr>
              <w:rPr>
                <w:sz w:val="32"/>
              </w:rPr>
              <w:tag w:val="goog_rdk_5"/>
              <w:id w:val="1865637000"/>
            </w:sdtPr>
            <w:sdtEndPr/>
            <w:sdtContent/>
          </w:sdt>
          <w:r w:rsidRPr="00370C24">
            <w:rPr>
              <w:rFonts w:eastAsia="Times New Roman" w:cs="Times New Roman"/>
              <w:color w:val="000000"/>
              <w:szCs w:val="20"/>
            </w:rPr>
            <w:t>je pronajímatel</w:t>
          </w:r>
        </w:sdtContent>
      </w:sdt>
      <w:r w:rsidRPr="00370C24">
        <w:rPr>
          <w:sz w:val="32"/>
        </w:rPr>
        <w:t xml:space="preserve"> </w:t>
      </w:r>
      <w:r w:rsidRPr="00370C24">
        <w:rPr>
          <w:rFonts w:eastAsia="Times New Roman" w:cs="Times New Roman"/>
          <w:color w:val="000000"/>
          <w:szCs w:val="20"/>
        </w:rPr>
        <w:t>povinen po skončení nájmu tuto dávku</w:t>
      </w:r>
      <w:sdt>
        <w:sdtPr>
          <w:rPr>
            <w:sz w:val="32"/>
          </w:rPr>
          <w:tag w:val="goog_rdk_7"/>
          <w:id w:val="-1030951593"/>
        </w:sdtPr>
        <w:sdtEndPr/>
        <w:sdtContent>
          <w:sdt>
            <w:sdtPr>
              <w:rPr>
                <w:sz w:val="32"/>
              </w:rPr>
              <w:tag w:val="goog_rdk_8"/>
              <w:id w:val="-1494792143"/>
            </w:sdtPr>
            <w:sdtEndPr/>
            <w:sdtContent/>
          </w:sdt>
          <w:r w:rsidRPr="00370C24">
            <w:rPr>
              <w:rFonts w:eastAsia="Times New Roman" w:cs="Times New Roman"/>
              <w:color w:val="000000"/>
              <w:szCs w:val="20"/>
            </w:rPr>
            <w:t xml:space="preserve"> na výzvu orgánu pomoci v hmotné nouzi</w:t>
          </w:r>
        </w:sdtContent>
      </w:sdt>
      <w:r w:rsidRPr="00370C24">
        <w:rPr>
          <w:rFonts w:eastAsia="Times New Roman" w:cs="Times New Roman"/>
          <w:color w:val="000000"/>
          <w:szCs w:val="20"/>
        </w:rPr>
        <w:t xml:space="preserve"> vrátit sníženou o částku, kterou si započetl, a zvýšenou o poskytnuté </w:t>
      </w:r>
      <w:proofErr w:type="spellStart"/>
      <w:r w:rsidRPr="00370C24">
        <w:rPr>
          <w:rFonts w:eastAsia="Times New Roman" w:cs="Times New Roman"/>
          <w:color w:val="000000"/>
          <w:szCs w:val="20"/>
        </w:rPr>
        <w:t>úroky</w:t>
      </w:r>
      <w:r w:rsidRPr="00370C24">
        <w:rPr>
          <w:rFonts w:eastAsia="Times New Roman" w:cs="Times New Roman"/>
          <w:szCs w:val="20"/>
          <w:vertAlign w:val="superscript"/>
        </w:rPr>
        <w:t>x</w:t>
      </w:r>
      <w:proofErr w:type="spellEnd"/>
      <w:r w:rsidRPr="00370C24">
        <w:rPr>
          <w:rFonts w:eastAsia="Times New Roman" w:cs="Times New Roman"/>
          <w:color w:val="000000"/>
          <w:szCs w:val="20"/>
        </w:rPr>
        <w:t>. Započetl-li si pronajímatel částku k náhradě škody na bytu,  doloží pronajímatel poško</w:t>
      </w:r>
      <w:r w:rsidRPr="00370C24">
        <w:rPr>
          <w:rFonts w:eastAsia="Times New Roman" w:cs="Times New Roman"/>
          <w:szCs w:val="20"/>
        </w:rPr>
        <w:t>zení bytu popisem stavu bytu, který byl nedílnou součástí nájemní smlouvy,</w:t>
      </w:r>
      <w:r w:rsidRPr="00370C24">
        <w:rPr>
          <w:rFonts w:eastAsia="Times New Roman" w:cs="Times New Roman"/>
          <w:color w:val="000000"/>
          <w:szCs w:val="20"/>
        </w:rPr>
        <w:t xml:space="preserve"> a fotografickou dokumentací</w:t>
      </w:r>
      <w:r w:rsidRPr="00370C24">
        <w:rPr>
          <w:rFonts w:eastAsia="Times New Roman" w:cs="Times New Roman"/>
          <w:szCs w:val="20"/>
        </w:rPr>
        <w:t xml:space="preserve"> při skončení nájemního vztahu</w:t>
      </w:r>
      <w:r w:rsidRPr="00370C24">
        <w:rPr>
          <w:rFonts w:eastAsia="Times New Roman" w:cs="Times New Roman"/>
          <w:color w:val="000000"/>
          <w:szCs w:val="20"/>
        </w:rPr>
        <w:t>.“</w:t>
      </w:r>
    </w:p>
    <w:p w:rsidR="00370C24" w:rsidRPr="00370C24" w:rsidRDefault="00370C24" w:rsidP="00370C24">
      <w:pPr>
        <w:spacing w:after="240"/>
        <w:jc w:val="both"/>
        <w:rPr>
          <w:rFonts w:eastAsia="Times New Roman" w:cs="Times New Roman"/>
          <w:szCs w:val="20"/>
        </w:rPr>
      </w:pPr>
      <w:r w:rsidRPr="00370C24">
        <w:rPr>
          <w:rFonts w:eastAsia="Times New Roman" w:cs="Times New Roman"/>
          <w:szCs w:val="20"/>
        </w:rPr>
        <w:t>---</w:t>
      </w:r>
    </w:p>
    <w:p w:rsidR="00370C24" w:rsidRPr="00370C24" w:rsidRDefault="00370C24" w:rsidP="00370C24">
      <w:pPr>
        <w:spacing w:after="240"/>
        <w:jc w:val="both"/>
        <w:rPr>
          <w:rFonts w:eastAsia="Times New Roman" w:cs="Times New Roman"/>
          <w:szCs w:val="20"/>
        </w:rPr>
      </w:pPr>
      <w:r w:rsidRPr="00370C24">
        <w:rPr>
          <w:rFonts w:eastAsia="Times New Roman" w:cs="Times New Roman"/>
          <w:szCs w:val="20"/>
          <w:vertAlign w:val="superscript"/>
        </w:rPr>
        <w:t xml:space="preserve">x)  </w:t>
      </w:r>
      <w:r w:rsidRPr="00370C24">
        <w:rPr>
          <w:rFonts w:eastAsia="Times New Roman" w:cs="Times New Roman"/>
          <w:szCs w:val="20"/>
        </w:rPr>
        <w:t>§ 2254 zákona č. 89/2012 Sb., občanský zákoník</w:t>
      </w:r>
    </w:p>
    <w:p w:rsidR="00370C24" w:rsidRPr="00370C24" w:rsidRDefault="00370C24" w:rsidP="00370C24">
      <w:pPr>
        <w:spacing w:after="240"/>
        <w:jc w:val="both"/>
        <w:rPr>
          <w:rFonts w:eastAsia="Times New Roman" w:cs="Times New Roman"/>
          <w:szCs w:val="20"/>
        </w:rPr>
      </w:pPr>
      <w:r w:rsidRPr="00370C24">
        <w:rPr>
          <w:rFonts w:eastAsia="Times New Roman" w:cs="Times New Roman"/>
          <w:szCs w:val="20"/>
        </w:rPr>
        <w:t>Odstavce 4 až 7 se označují jako odstavce 5 až 8.</w:t>
      </w:r>
    </w:p>
    <w:p w:rsidR="00370C24" w:rsidRPr="00370C24" w:rsidRDefault="00370C24" w:rsidP="00370C24">
      <w:pPr>
        <w:spacing w:after="240"/>
        <w:jc w:val="both"/>
        <w:rPr>
          <w:rFonts w:eastAsia="Times New Roman" w:cs="Times New Roman"/>
          <w:szCs w:val="20"/>
        </w:rPr>
      </w:pPr>
      <w:r w:rsidRPr="00370C24">
        <w:rPr>
          <w:rFonts w:eastAsia="Times New Roman" w:cs="Times New Roman"/>
          <w:szCs w:val="20"/>
        </w:rPr>
        <w:t>X7. V § 51 odst. 5 se slova „1 až 3“ nahrazují slovy „1 až 4“.</w:t>
      </w:r>
    </w:p>
    <w:p w:rsidR="00370C24" w:rsidRPr="00370C24" w:rsidRDefault="00370C24" w:rsidP="00370C24">
      <w:pPr>
        <w:spacing w:after="240"/>
        <w:jc w:val="both"/>
        <w:rPr>
          <w:rFonts w:eastAsia="Times New Roman" w:cs="Times New Roman"/>
          <w:szCs w:val="20"/>
        </w:rPr>
      </w:pPr>
      <w:r w:rsidRPr="00370C24">
        <w:rPr>
          <w:rFonts w:eastAsia="Times New Roman" w:cs="Times New Roman"/>
          <w:szCs w:val="20"/>
        </w:rPr>
        <w:t>X8. V § 51 odst. 7 se slova „1 až 4“ nahrazují slovy „1 až 5“.</w:t>
      </w:r>
    </w:p>
    <w:p w:rsidR="00370C24" w:rsidRPr="00370C24" w:rsidRDefault="00370C24" w:rsidP="00370C24">
      <w:pPr>
        <w:jc w:val="both"/>
        <w:rPr>
          <w:rFonts w:eastAsia="Times New Roman" w:cs="Times New Roman"/>
          <w:szCs w:val="20"/>
        </w:rPr>
      </w:pPr>
      <w:r w:rsidRPr="00370C24">
        <w:rPr>
          <w:rFonts w:eastAsia="Times New Roman" w:cs="Times New Roman"/>
          <w:szCs w:val="20"/>
        </w:rPr>
        <w:t>X9. Na konci § 64 odst. 2 písm. a) se doplňují slova „ včetně posouzení bytové nouze,“.</w:t>
      </w:r>
    </w:p>
    <w:p w:rsidR="000C6893" w:rsidRDefault="000C6893"/>
    <w:p w:rsidR="00370C24" w:rsidRPr="00370C24" w:rsidRDefault="00370C24">
      <w:pPr>
        <w:rPr>
          <w:i/>
        </w:rPr>
      </w:pPr>
      <w:r w:rsidRPr="00370C24">
        <w:rPr>
          <w:i/>
        </w:rPr>
        <w:t>SD 8369</w:t>
      </w:r>
    </w:p>
    <w:p w:rsidR="00370C24" w:rsidRPr="00370C24" w:rsidRDefault="008C419F" w:rsidP="00370C24">
      <w:pPr>
        <w:jc w:val="both"/>
        <w:rPr>
          <w:rFonts w:cs="Times New Roman"/>
        </w:rPr>
      </w:pPr>
      <w:r w:rsidRPr="008C419F">
        <w:rPr>
          <w:rFonts w:cs="Times New Roman"/>
          <w:b/>
        </w:rPr>
        <w:t xml:space="preserve">E25. </w:t>
      </w:r>
      <w:r w:rsidR="00370C24" w:rsidRPr="001A3B0C">
        <w:rPr>
          <w:rFonts w:cs="Times New Roman"/>
          <w:b/>
        </w:rPr>
        <w:t>Za bod 6 se vkládají body 7 až 11, které znějí:</w:t>
      </w:r>
    </w:p>
    <w:p w:rsidR="00370C24" w:rsidRPr="00370C24" w:rsidRDefault="00370C24" w:rsidP="00370C24">
      <w:pPr>
        <w:spacing w:before="120" w:line="276" w:lineRule="auto"/>
        <w:rPr>
          <w:rFonts w:eastAsia="Arial" w:cs="Times New Roman"/>
        </w:rPr>
      </w:pPr>
      <w:r w:rsidRPr="00370C24">
        <w:rPr>
          <w:rFonts w:eastAsia="Arial" w:cs="Times New Roman"/>
        </w:rPr>
        <w:t>„7. V § 33 odst. 1 úvodní části ustanovení se za slovo „byt“ vkládají slova „vhodný pro bydlení“.</w:t>
      </w:r>
    </w:p>
    <w:p w:rsidR="00370C24" w:rsidRPr="00370C24" w:rsidRDefault="00370C24" w:rsidP="00370C24">
      <w:pPr>
        <w:spacing w:before="120" w:line="276" w:lineRule="auto"/>
        <w:rPr>
          <w:rFonts w:eastAsia="Arial" w:cs="Times New Roman"/>
        </w:rPr>
      </w:pPr>
      <w:r w:rsidRPr="00370C24">
        <w:rPr>
          <w:rFonts w:eastAsia="Arial" w:cs="Times New Roman"/>
        </w:rPr>
        <w:t>8. V § 33a se za odstavec 1 vkládá nový odstavec 2, který zní:</w:t>
      </w:r>
    </w:p>
    <w:p w:rsidR="00370C24" w:rsidRPr="00370C24" w:rsidRDefault="00370C24" w:rsidP="00370C24">
      <w:pPr>
        <w:spacing w:before="120" w:line="276" w:lineRule="auto"/>
        <w:ind w:left="720"/>
        <w:rPr>
          <w:rFonts w:eastAsia="Arial" w:cs="Times New Roman"/>
        </w:rPr>
      </w:pPr>
      <w:r w:rsidRPr="00370C24">
        <w:rPr>
          <w:rFonts w:eastAsia="Arial" w:cs="Times New Roman"/>
        </w:rPr>
        <w:t>„(2) Byt vhodný pro bydlení musí splňovat základní standardy pro bydlení, jimiž jsou:</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a)  byt je uzavíratelný a uzamykatelný, je osazen funkčními dveřmi a okny,</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b)  byt má alespoň 1 obytnou místnost, která splňuje požadavky stavebního zákona,</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 xml:space="preserve">c)  byt má k dispozici záchod a koupelnu, které jsou provozuschopné, </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d)  byt má vyčleněný prostor na vaření a přípravu jídla,</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e)  byt je napojen na zdroj pitné vody nebo má zajištěn neomezený přímý přístup k pitné vodě,</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f)  byt má zajištěno dostatečné větrání obytných místností venkovním vzduchem a vytápění v souladu s normovými hodnotami, s možností regulace vnitřní teploty,</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g) v bytě jsou řádně prováděna nařízená protiepidemická opatření a</w:t>
      </w:r>
    </w:p>
    <w:p w:rsidR="00370C24" w:rsidRPr="00370C24" w:rsidRDefault="00370C24" w:rsidP="00370C24">
      <w:pPr>
        <w:spacing w:before="120" w:line="276" w:lineRule="auto"/>
        <w:ind w:left="1417" w:hanging="283"/>
        <w:rPr>
          <w:rFonts w:eastAsia="Arial" w:cs="Times New Roman"/>
        </w:rPr>
      </w:pPr>
      <w:r w:rsidRPr="00370C24">
        <w:rPr>
          <w:rFonts w:eastAsia="Arial" w:cs="Times New Roman"/>
        </w:rPr>
        <w:t>h)</w:t>
      </w:r>
      <w:r w:rsidRPr="00370C24">
        <w:rPr>
          <w:rFonts w:eastAsia="Arial" w:cs="Times New Roman"/>
        </w:rPr>
        <w:tab/>
        <w:t>byt nemá závady ohrožující život nebo zdraví osob.“.</w:t>
      </w:r>
    </w:p>
    <w:p w:rsidR="00370C24" w:rsidRPr="00370C24" w:rsidRDefault="00370C24" w:rsidP="00370C24">
      <w:pPr>
        <w:spacing w:before="120" w:after="240" w:line="276" w:lineRule="auto"/>
        <w:jc w:val="both"/>
        <w:rPr>
          <w:rFonts w:eastAsia="Arial" w:cs="Times New Roman"/>
        </w:rPr>
      </w:pPr>
      <w:r w:rsidRPr="00370C24">
        <w:rPr>
          <w:rFonts w:eastAsia="Arial" w:cs="Times New Roman"/>
        </w:rPr>
        <w:t>Dosavadní odstavce 2 až 5 se označují jako odstavce 3 až 6.</w:t>
      </w:r>
    </w:p>
    <w:p w:rsidR="00370C24" w:rsidRPr="00370C24" w:rsidRDefault="00370C24" w:rsidP="00370C24">
      <w:pPr>
        <w:spacing w:before="120" w:line="276" w:lineRule="auto"/>
        <w:rPr>
          <w:rFonts w:eastAsia="Arial" w:cs="Times New Roman"/>
        </w:rPr>
      </w:pPr>
      <w:r w:rsidRPr="00370C24">
        <w:rPr>
          <w:rFonts w:eastAsia="Arial" w:cs="Times New Roman"/>
        </w:rPr>
        <w:t>9. V § 33a odst. 4 se slova „odstavec 2“ nahrazují slovy „odstavec 3“.</w:t>
      </w:r>
    </w:p>
    <w:p w:rsidR="00370C24" w:rsidRPr="00370C24" w:rsidRDefault="00370C24" w:rsidP="00370C24">
      <w:pPr>
        <w:spacing w:before="120" w:line="276" w:lineRule="auto"/>
        <w:rPr>
          <w:rFonts w:eastAsia="Arial" w:cs="Times New Roman"/>
        </w:rPr>
      </w:pPr>
      <w:r w:rsidRPr="00370C24">
        <w:rPr>
          <w:rFonts w:eastAsia="Arial" w:cs="Times New Roman"/>
        </w:rPr>
        <w:t>10. Za § 33a se vkládají nové § 33aa a § 33ab, který včetně nadpisů zní:</w:t>
      </w:r>
    </w:p>
    <w:p w:rsidR="00370C24" w:rsidRPr="00370C24" w:rsidRDefault="00370C24" w:rsidP="00370C24">
      <w:pPr>
        <w:spacing w:before="120" w:line="276" w:lineRule="auto"/>
        <w:jc w:val="center"/>
        <w:rPr>
          <w:rFonts w:eastAsia="Arial" w:cs="Times New Roman"/>
        </w:rPr>
      </w:pPr>
      <w:r w:rsidRPr="00370C24">
        <w:rPr>
          <w:rFonts w:eastAsia="Arial" w:cs="Times New Roman"/>
        </w:rPr>
        <w:t>„§ 33aa</w:t>
      </w:r>
    </w:p>
    <w:p w:rsidR="00370C24" w:rsidRPr="00370C24" w:rsidRDefault="00370C24" w:rsidP="00370C24">
      <w:pPr>
        <w:spacing w:before="120" w:line="276" w:lineRule="auto"/>
        <w:jc w:val="center"/>
        <w:rPr>
          <w:rFonts w:eastAsia="Arial" w:cs="Times New Roman"/>
          <w:b/>
        </w:rPr>
      </w:pPr>
      <w:r w:rsidRPr="00370C24">
        <w:rPr>
          <w:rFonts w:eastAsia="Arial" w:cs="Times New Roman"/>
          <w:b/>
        </w:rPr>
        <w:t>Posuzování plnění základních standardů pro bydlení</w:t>
      </w:r>
    </w:p>
    <w:p w:rsidR="00370C24" w:rsidRPr="00370C24" w:rsidRDefault="00370C24" w:rsidP="00370C24">
      <w:pPr>
        <w:spacing w:before="120" w:line="276" w:lineRule="auto"/>
        <w:ind w:firstLine="860"/>
        <w:jc w:val="both"/>
        <w:rPr>
          <w:rFonts w:eastAsia="Arial" w:cs="Times New Roman"/>
        </w:rPr>
      </w:pPr>
      <w:r w:rsidRPr="00370C24">
        <w:rPr>
          <w:rFonts w:eastAsia="Arial" w:cs="Times New Roman"/>
        </w:rPr>
        <w:t>(1) Je-li při vyhodnocování nároku na doplatek na bydlení nebo v průběhu výplaty doplatku na bydlení pochybnost, zda byt je vhodným bytem k bydlení, provede orgán pomoci v hmotné nouzi šetření v místě za účelem ověření těchto skutečností. Kontrolu, zda byt splňuje požadavky uvedené v § 33a odst. 2 písm. g), provádí pro účely tohoto zákona na žádost orgánu pomoci v hmotné nouzi orgán ochrany veřejného zdraví. Kontrolu, zda byt splňuje požadavky uvedené v § 33a odst. 2 písm. h), provádí pro účely tohoto zákona na žádost orgánu pomoci v hmotné nouzi obecný stavební úřad. Při provádění kontroly podle věty druhé, třetí nebo čtvrté se postupuje podle kontrolního řádu.</w:t>
      </w:r>
    </w:p>
    <w:p w:rsidR="00370C24" w:rsidRPr="00370C24" w:rsidRDefault="00370C24" w:rsidP="00370C24">
      <w:pPr>
        <w:spacing w:before="120" w:line="276" w:lineRule="auto"/>
        <w:ind w:firstLine="860"/>
        <w:jc w:val="both"/>
        <w:rPr>
          <w:rFonts w:eastAsia="Arial" w:cs="Times New Roman"/>
        </w:rPr>
      </w:pPr>
      <w:r w:rsidRPr="00370C24">
        <w:rPr>
          <w:rFonts w:eastAsia="Arial" w:cs="Times New Roman"/>
        </w:rPr>
        <w:t>(2) Pokud orgán pomoci v hmotné nouzi zjistí v průběhu poskytování doplatku na bydlení svým šetřením nebo na základě informace, kterou mu po provedení kontroly podle odstavce 1 předá příslušný orgán, že se nejedná o byt vhodný pro bydlení, stanoví vlastníku bytu lhůtu, ve které má dojít k nápravě tohoto stavu.</w:t>
      </w:r>
    </w:p>
    <w:p w:rsidR="00370C24" w:rsidRPr="00370C24" w:rsidRDefault="00370C24" w:rsidP="00370C24">
      <w:pPr>
        <w:spacing w:before="120" w:line="276" w:lineRule="auto"/>
        <w:ind w:firstLine="860"/>
        <w:jc w:val="both"/>
        <w:rPr>
          <w:rFonts w:eastAsia="Arial" w:cs="Times New Roman"/>
        </w:rPr>
      </w:pPr>
      <w:r w:rsidRPr="00370C24">
        <w:rPr>
          <w:rFonts w:eastAsia="Arial" w:cs="Times New Roman"/>
        </w:rPr>
        <w:t>(3) O skutečnosti, že se nejedná o byt vhodný pro bydlení, a o lhůtě, ve které má dojít k nápravě tohoto stavu, informuje orgán pomoci v hmotné nouzi bezodkladně</w:t>
      </w:r>
    </w:p>
    <w:p w:rsidR="00370C24" w:rsidRPr="00370C24" w:rsidRDefault="00370C24" w:rsidP="00370C24">
      <w:pPr>
        <w:spacing w:before="120" w:line="276" w:lineRule="auto"/>
        <w:ind w:left="840" w:hanging="420"/>
        <w:jc w:val="both"/>
        <w:rPr>
          <w:rFonts w:eastAsia="Arial" w:cs="Times New Roman"/>
        </w:rPr>
      </w:pPr>
      <w:r w:rsidRPr="00370C24">
        <w:rPr>
          <w:rFonts w:eastAsia="Arial" w:cs="Times New Roman"/>
        </w:rPr>
        <w:t>a)</w:t>
      </w:r>
      <w:r w:rsidRPr="00370C24">
        <w:rPr>
          <w:rFonts w:eastAsia="Arial" w:cs="Times New Roman"/>
        </w:rPr>
        <w:tab/>
        <w:t>příjemce doplatku na bydlení,</w:t>
      </w:r>
    </w:p>
    <w:p w:rsidR="00370C24" w:rsidRPr="00370C24" w:rsidRDefault="00370C24" w:rsidP="00370C24">
      <w:pPr>
        <w:spacing w:before="120" w:line="276" w:lineRule="auto"/>
        <w:ind w:left="850" w:hanging="425"/>
        <w:jc w:val="both"/>
        <w:rPr>
          <w:rFonts w:eastAsia="Arial" w:cs="Times New Roman"/>
        </w:rPr>
      </w:pPr>
      <w:r w:rsidRPr="00370C24">
        <w:rPr>
          <w:rFonts w:eastAsia="Arial" w:cs="Times New Roman"/>
        </w:rPr>
        <w:t>b)</w:t>
      </w:r>
      <w:r w:rsidRPr="00370C24">
        <w:rPr>
          <w:rFonts w:eastAsia="Arial" w:cs="Times New Roman"/>
        </w:rPr>
        <w:tab/>
        <w:t>vlastníka bytu,</w:t>
      </w:r>
    </w:p>
    <w:p w:rsidR="00370C24" w:rsidRPr="00370C24" w:rsidRDefault="00370C24" w:rsidP="00370C24">
      <w:pPr>
        <w:spacing w:before="120" w:line="276" w:lineRule="auto"/>
        <w:ind w:left="840" w:hanging="420"/>
        <w:jc w:val="both"/>
        <w:rPr>
          <w:rFonts w:eastAsia="Arial" w:cs="Times New Roman"/>
        </w:rPr>
      </w:pPr>
      <w:r w:rsidRPr="00370C24">
        <w:rPr>
          <w:rFonts w:eastAsia="Arial" w:cs="Times New Roman"/>
        </w:rPr>
        <w:t>c)</w:t>
      </w:r>
      <w:r w:rsidRPr="00370C24">
        <w:rPr>
          <w:rFonts w:eastAsia="Arial" w:cs="Times New Roman"/>
        </w:rPr>
        <w:tab/>
        <w:t>pověřený obecní úřad s podnětem k zahájení sociální práce za účelem řešení bytové situace osob, které obývají tento byt,</w:t>
      </w:r>
    </w:p>
    <w:p w:rsidR="00370C24" w:rsidRPr="00370C24" w:rsidRDefault="00370C24" w:rsidP="00370C24">
      <w:pPr>
        <w:spacing w:before="120" w:line="276" w:lineRule="auto"/>
        <w:ind w:left="840" w:hanging="420"/>
        <w:jc w:val="both"/>
        <w:rPr>
          <w:rFonts w:eastAsia="Arial" w:cs="Times New Roman"/>
        </w:rPr>
      </w:pPr>
      <w:r w:rsidRPr="00370C24">
        <w:rPr>
          <w:rFonts w:eastAsia="Arial" w:cs="Times New Roman"/>
        </w:rPr>
        <w:t>d)</w:t>
      </w:r>
      <w:r w:rsidRPr="00370C24">
        <w:rPr>
          <w:rFonts w:eastAsia="Arial" w:cs="Times New Roman"/>
        </w:rPr>
        <w:tab/>
        <w:t>orgán sociálně-právní ochrany dětí, pokud je v okruhu společně posuzovaných osob nezletilé dítě.</w:t>
      </w:r>
    </w:p>
    <w:p w:rsidR="007D30D0" w:rsidRDefault="007D30D0">
      <w:pPr>
        <w:widowControl/>
        <w:suppressAutoHyphens w:val="0"/>
        <w:rPr>
          <w:rFonts w:eastAsia="Arial" w:cs="Times New Roman"/>
        </w:rPr>
      </w:pPr>
      <w:r>
        <w:rPr>
          <w:rFonts w:eastAsia="Arial" w:cs="Times New Roman"/>
        </w:rPr>
        <w:br w:type="page"/>
      </w:r>
    </w:p>
    <w:p w:rsidR="00370C24" w:rsidRPr="00370C24" w:rsidRDefault="00370C24" w:rsidP="00370C24">
      <w:pPr>
        <w:spacing w:before="120" w:line="276" w:lineRule="auto"/>
        <w:jc w:val="center"/>
        <w:rPr>
          <w:rFonts w:eastAsia="Arial" w:cs="Times New Roman"/>
        </w:rPr>
      </w:pPr>
      <w:r w:rsidRPr="00370C24">
        <w:rPr>
          <w:rFonts w:eastAsia="Arial" w:cs="Times New Roman"/>
        </w:rPr>
        <w:t>§ 33ab</w:t>
      </w:r>
    </w:p>
    <w:p w:rsidR="00370C24" w:rsidRPr="00370C24" w:rsidRDefault="00370C24" w:rsidP="00370C24">
      <w:pPr>
        <w:spacing w:before="120" w:line="276" w:lineRule="auto"/>
        <w:jc w:val="center"/>
        <w:rPr>
          <w:rFonts w:eastAsia="Arial" w:cs="Times New Roman"/>
          <w:b/>
        </w:rPr>
      </w:pPr>
      <w:r w:rsidRPr="00370C24">
        <w:rPr>
          <w:rFonts w:eastAsia="Arial" w:cs="Times New Roman"/>
          <w:b/>
        </w:rPr>
        <w:t>Vstup do obydlí a šetření v místě</w:t>
      </w:r>
    </w:p>
    <w:p w:rsidR="00370C24" w:rsidRPr="00370C24" w:rsidRDefault="00370C24" w:rsidP="00370C24">
      <w:pPr>
        <w:spacing w:before="120" w:line="276" w:lineRule="auto"/>
        <w:jc w:val="both"/>
        <w:rPr>
          <w:rFonts w:eastAsia="Arial" w:cs="Times New Roman"/>
        </w:rPr>
      </w:pPr>
      <w:r w:rsidRPr="00370C24">
        <w:rPr>
          <w:rFonts w:eastAsia="Arial" w:cs="Times New Roman"/>
        </w:rPr>
        <w:t xml:space="preserve">            (1) Zaměstnanci orgánu pomoci v hmotné nouzi, pověřeného obecního úřadu nebo obecního úřadu obce s rozšířenou působností jsou oprávněni na základě souhlasu žadatele o doplatek na bydlení nebo příjemce doplatku na bydlení v souvislosti s plněním úkolů podle tohoto zákona vstupovat do obydlí, které osoba a s ní společně posuzované osoby užívají, a to s cílem provádět šetření v místě pro zjištění podmínek nároku na doplatek na bydlení a jeho výši. Oprávnění k této činnosti jsou povinni prokázat služebním průkazem společně se zvláštním oprávněním vydaným orgánem pomoci v hmotné nouzi nebo obecním úřadem jako doložkou služebního průkazu. Toto zvláštní oprávnění obsahuje označení účelu vydání, číslo služebního průkazu, jméno, popřípadě jména, a příjmení zaměstnance a identifikační údaje vydávajícího úřadu.</w:t>
      </w:r>
    </w:p>
    <w:p w:rsidR="00370C24" w:rsidRPr="00370C24" w:rsidRDefault="00370C24" w:rsidP="00370C24">
      <w:pPr>
        <w:spacing w:before="120" w:line="276" w:lineRule="auto"/>
        <w:ind w:firstLine="700"/>
        <w:jc w:val="both"/>
        <w:rPr>
          <w:rFonts w:eastAsia="Arial" w:cs="Times New Roman"/>
        </w:rPr>
      </w:pPr>
      <w:r w:rsidRPr="00370C24">
        <w:rPr>
          <w:rFonts w:eastAsia="Arial" w:cs="Times New Roman"/>
        </w:rPr>
        <w:t>(2) Oprávnění ke vstupu do obydlí, které žadatel o doplatek na bydlení nebo příjemce doplatku na bydlení a s ním společně posuzované osoby užívají, s cílem provádět kontrolu plnění základních standardů bydlení podle § 33aa, mají se souhlasem žadatele o doplatek na bydlení nebo příjemce doplatku na bydlení také zaměstnanci orgánů veřejného zdraví a obecných stavebních úřadů, kteří se prokáží služebním průkazem.</w:t>
      </w:r>
    </w:p>
    <w:p w:rsidR="00370C24" w:rsidRPr="00370C24" w:rsidRDefault="00370C24" w:rsidP="00370C24">
      <w:pPr>
        <w:spacing w:before="120" w:line="276" w:lineRule="auto"/>
        <w:ind w:firstLine="700"/>
        <w:jc w:val="both"/>
        <w:rPr>
          <w:rFonts w:eastAsia="Arial" w:cs="Times New Roman"/>
        </w:rPr>
      </w:pPr>
      <w:r w:rsidRPr="00370C24">
        <w:rPr>
          <w:rFonts w:eastAsia="Arial" w:cs="Times New Roman"/>
        </w:rPr>
        <w:t>(3) Pokud žadatel o doplatek na bydlení nebo příjemce doplatku na bydlení nedá souhlas se vstupem do obydlí, nebo znemožní provedení šetření v místě k ověření skutečností rozhodných pro nárok na doplatek na bydlení nebo jeho výši, nebo kontrolu skutečností uvedených v § 33 odst. 2, může mu orgán pomoci v hmotné nouzi doplatek na bydlení nepřiznat nebo odejmout.“.“.</w:t>
      </w:r>
    </w:p>
    <w:p w:rsidR="00370C24" w:rsidRPr="00370C24" w:rsidRDefault="00370C24" w:rsidP="00370C24">
      <w:pPr>
        <w:spacing w:before="120" w:line="276" w:lineRule="auto"/>
        <w:jc w:val="both"/>
        <w:rPr>
          <w:rFonts w:cs="Times New Roman"/>
        </w:rPr>
      </w:pPr>
      <w:r w:rsidRPr="00370C24">
        <w:rPr>
          <w:rFonts w:eastAsia="Arial" w:cs="Times New Roman"/>
        </w:rPr>
        <w:t xml:space="preserve">11. </w:t>
      </w:r>
      <w:r w:rsidRPr="00370C24">
        <w:rPr>
          <w:rFonts w:cs="Times New Roman"/>
        </w:rPr>
        <w:t>V § 57 se za odstavec 2 vkládá odstavec 3, který zní:</w:t>
      </w:r>
    </w:p>
    <w:p w:rsidR="00370C24" w:rsidRPr="00370C24" w:rsidRDefault="00370C24" w:rsidP="00370C24">
      <w:pPr>
        <w:spacing w:before="240" w:after="240"/>
        <w:jc w:val="both"/>
        <w:rPr>
          <w:rFonts w:cs="Times New Roman"/>
        </w:rPr>
      </w:pPr>
      <w:r w:rsidRPr="00370C24">
        <w:rPr>
          <w:rFonts w:cs="Times New Roman"/>
        </w:rPr>
        <w:t>„(3) Fyzická osoba se jako vlastník bytu dopustí přestupku tím, že nezjedná nápravu uloženou podle § 33aa odst. 2.”.</w:t>
      </w:r>
    </w:p>
    <w:p w:rsidR="00370C24" w:rsidRPr="00370C24" w:rsidRDefault="00370C24" w:rsidP="000D3C93">
      <w:pPr>
        <w:spacing w:after="120"/>
        <w:jc w:val="both"/>
        <w:rPr>
          <w:rFonts w:cs="Times New Roman"/>
        </w:rPr>
      </w:pPr>
      <w:r w:rsidRPr="00370C24">
        <w:rPr>
          <w:rFonts w:cs="Times New Roman"/>
        </w:rPr>
        <w:t>Dosavadní odstavec 3 se označuje jako odstavec 4.</w:t>
      </w:r>
    </w:p>
    <w:p w:rsidR="00370C24" w:rsidRPr="00370C24" w:rsidRDefault="00370C24" w:rsidP="00370C24">
      <w:pPr>
        <w:spacing w:before="240" w:after="240"/>
        <w:jc w:val="both"/>
        <w:rPr>
          <w:rFonts w:cs="Times New Roman"/>
        </w:rPr>
      </w:pPr>
      <w:r w:rsidRPr="00370C24">
        <w:rPr>
          <w:rFonts w:cs="Times New Roman"/>
        </w:rPr>
        <w:t>37. V § 57 odst. 4 se slova „1 a 2“ nahrazují slovy „1 až 3“.</w:t>
      </w:r>
    </w:p>
    <w:p w:rsidR="00370C24" w:rsidRPr="00370C24" w:rsidRDefault="00370C24" w:rsidP="00370C24">
      <w:pPr>
        <w:spacing w:before="240" w:after="240"/>
        <w:jc w:val="both"/>
        <w:rPr>
          <w:rFonts w:cs="Times New Roman"/>
        </w:rPr>
      </w:pPr>
      <w:r w:rsidRPr="00370C24">
        <w:rPr>
          <w:rFonts w:cs="Times New Roman"/>
        </w:rPr>
        <w:t>38. V § 58 se za odstavec 1 vkládá odstavec 2, který zní:</w:t>
      </w:r>
    </w:p>
    <w:p w:rsidR="00370C24" w:rsidRPr="00370C24" w:rsidRDefault="00370C24" w:rsidP="00370C24">
      <w:pPr>
        <w:spacing w:before="240" w:after="240"/>
        <w:jc w:val="both"/>
        <w:rPr>
          <w:rFonts w:cs="Times New Roman"/>
        </w:rPr>
      </w:pPr>
      <w:r w:rsidRPr="00370C24">
        <w:rPr>
          <w:rFonts w:cs="Times New Roman"/>
        </w:rPr>
        <w:t>„(2) Právnická osoba nebo podnikající fyzická osoba se jako vlastník bytu dopustí přestupku tím, že nezjedná nápravu uloženou podle § 33aa odst. 2.”.</w:t>
      </w:r>
    </w:p>
    <w:p w:rsidR="00370C24" w:rsidRPr="00370C24" w:rsidRDefault="00370C24" w:rsidP="000D3C93">
      <w:pPr>
        <w:spacing w:after="120"/>
        <w:jc w:val="both"/>
        <w:rPr>
          <w:rFonts w:cs="Times New Roman"/>
        </w:rPr>
      </w:pPr>
      <w:r w:rsidRPr="00370C24">
        <w:rPr>
          <w:rFonts w:cs="Times New Roman"/>
        </w:rPr>
        <w:t>Dosavadní odstavec 2 se označuje jako odstavec 3.</w:t>
      </w:r>
    </w:p>
    <w:p w:rsidR="00370C24" w:rsidRPr="00370C24" w:rsidRDefault="00370C24" w:rsidP="00370C24">
      <w:pPr>
        <w:spacing w:before="240" w:after="240"/>
        <w:jc w:val="both"/>
        <w:rPr>
          <w:rFonts w:cs="Times New Roman"/>
        </w:rPr>
      </w:pPr>
      <w:r w:rsidRPr="00370C24">
        <w:rPr>
          <w:rFonts w:cs="Times New Roman"/>
        </w:rPr>
        <w:t>39. V § 58 odst. 3 se slova „odstavce 1“ nahrazují slovy „odstavce 1 a 2“.</w:t>
      </w:r>
    </w:p>
    <w:p w:rsidR="00370C24" w:rsidRPr="00370C24" w:rsidRDefault="00370C24" w:rsidP="00370C24">
      <w:pPr>
        <w:spacing w:before="240" w:after="240"/>
        <w:jc w:val="both"/>
        <w:rPr>
          <w:rFonts w:cs="Times New Roman"/>
        </w:rPr>
      </w:pPr>
      <w:r w:rsidRPr="00370C24">
        <w:rPr>
          <w:rFonts w:cs="Times New Roman"/>
        </w:rPr>
        <w:t>40. V § 56 se slova „§ 57 odst. 2 a § 58 odst. 1“ nahrazují slovy „§ 57 odst. 2 a 3 a § 58 odst. 1 a 2“.”.</w:t>
      </w:r>
    </w:p>
    <w:p w:rsidR="00370C24" w:rsidRPr="00370C24" w:rsidRDefault="00370C24" w:rsidP="00370C24">
      <w:pPr>
        <w:pBdr>
          <w:top w:val="nil"/>
          <w:left w:val="nil"/>
          <w:bottom w:val="nil"/>
          <w:right w:val="nil"/>
          <w:between w:val="nil"/>
        </w:pBdr>
        <w:jc w:val="both"/>
        <w:rPr>
          <w:rFonts w:cs="Times New Roman"/>
        </w:rPr>
      </w:pPr>
    </w:p>
    <w:p w:rsidR="00370C24" w:rsidRPr="00370C24" w:rsidRDefault="00370C24" w:rsidP="00370C24">
      <w:pPr>
        <w:pBdr>
          <w:top w:val="nil"/>
          <w:left w:val="nil"/>
          <w:bottom w:val="nil"/>
          <w:right w:val="nil"/>
          <w:between w:val="nil"/>
        </w:pBdr>
        <w:jc w:val="both"/>
        <w:rPr>
          <w:rFonts w:cs="Times New Roman"/>
          <w:color w:val="000000"/>
        </w:rPr>
      </w:pPr>
      <w:r w:rsidRPr="00370C24">
        <w:rPr>
          <w:rFonts w:cs="Times New Roman"/>
        </w:rPr>
        <w:t>Následující body se přečíslují.</w:t>
      </w:r>
    </w:p>
    <w:p w:rsidR="00370C24" w:rsidRDefault="00370C24"/>
    <w:p w:rsidR="007D30D0" w:rsidRDefault="007D30D0">
      <w:pPr>
        <w:widowControl/>
        <w:suppressAutoHyphens w:val="0"/>
        <w:rPr>
          <w:i/>
        </w:rPr>
      </w:pPr>
      <w:r>
        <w:rPr>
          <w:i/>
        </w:rPr>
        <w:br w:type="page"/>
      </w:r>
    </w:p>
    <w:p w:rsidR="00370C24" w:rsidRPr="00370C24" w:rsidRDefault="00370C24">
      <w:pPr>
        <w:rPr>
          <w:i/>
        </w:rPr>
      </w:pPr>
      <w:r w:rsidRPr="00370C24">
        <w:rPr>
          <w:i/>
        </w:rPr>
        <w:t>SD 8370</w:t>
      </w:r>
    </w:p>
    <w:p w:rsidR="0070098B" w:rsidRPr="00AB3F64" w:rsidRDefault="008C419F" w:rsidP="0070098B">
      <w:pPr>
        <w:pBdr>
          <w:top w:val="nil"/>
          <w:left w:val="nil"/>
          <w:bottom w:val="nil"/>
          <w:right w:val="nil"/>
          <w:between w:val="nil"/>
        </w:pBdr>
        <w:spacing w:after="200" w:line="276" w:lineRule="auto"/>
        <w:jc w:val="both"/>
        <w:rPr>
          <w:rFonts w:eastAsia="Arial" w:cs="Times New Roman"/>
          <w:i/>
          <w:szCs w:val="28"/>
        </w:rPr>
      </w:pPr>
      <w:r w:rsidRPr="008C419F">
        <w:rPr>
          <w:rFonts w:eastAsia="Arial" w:cs="Times New Roman"/>
          <w:b/>
          <w:szCs w:val="28"/>
        </w:rPr>
        <w:t xml:space="preserve">E26. </w:t>
      </w:r>
      <w:r w:rsidR="0070098B"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370C24" w:rsidRPr="00DA2C45" w:rsidRDefault="00370C24" w:rsidP="00370C24">
      <w:pPr>
        <w:pBdr>
          <w:top w:val="nil"/>
          <w:left w:val="nil"/>
          <w:bottom w:val="nil"/>
          <w:right w:val="nil"/>
          <w:between w:val="nil"/>
        </w:pBdr>
        <w:jc w:val="both"/>
        <w:rPr>
          <w:b/>
          <w:sz w:val="26"/>
          <w:szCs w:val="26"/>
        </w:rPr>
      </w:pPr>
      <w:r w:rsidRPr="00DA2C45">
        <w:rPr>
          <w:b/>
          <w:sz w:val="26"/>
          <w:szCs w:val="26"/>
        </w:rPr>
        <w:t>V bodě 25 v ČÁSTI PRVNÍ (Změna zákona o pomoci v hmotné nouzi) se slova „byt má záchod a koupelnu“ nahrazují slovy „byt má k dispozici záchod a koupelnu“.</w:t>
      </w:r>
    </w:p>
    <w:p w:rsidR="00370C24" w:rsidRPr="00DA2C45" w:rsidRDefault="00370C24" w:rsidP="00370C24">
      <w:pPr>
        <w:spacing w:before="120" w:after="240"/>
        <w:jc w:val="both"/>
        <w:rPr>
          <w:b/>
          <w:sz w:val="26"/>
          <w:szCs w:val="26"/>
        </w:rPr>
      </w:pPr>
      <w:r w:rsidRPr="00DA2C45">
        <w:rPr>
          <w:b/>
          <w:sz w:val="26"/>
          <w:szCs w:val="26"/>
        </w:rPr>
        <w:t>Bod 27 v ČÁSTI PRVNÍ (Změna zákona o pomoci v hmotné nouzi) nově zní:</w:t>
      </w:r>
    </w:p>
    <w:p w:rsidR="00370C24" w:rsidRDefault="00370C24" w:rsidP="009E52AB">
      <w:pPr>
        <w:spacing w:before="120" w:after="120"/>
        <w:jc w:val="both"/>
      </w:pPr>
      <w:r>
        <w:t>„27. Za § 33a se vkládají nové § 33aa a § 33ab, které včetně nadpisu znějí:</w:t>
      </w:r>
    </w:p>
    <w:p w:rsidR="00370C24" w:rsidRDefault="00370C24" w:rsidP="009E52AB">
      <w:pPr>
        <w:spacing w:before="120" w:after="120"/>
        <w:jc w:val="center"/>
      </w:pPr>
      <w:r>
        <w:t xml:space="preserve"> „§ 33aa</w:t>
      </w:r>
    </w:p>
    <w:p w:rsidR="00370C24" w:rsidRDefault="00370C24" w:rsidP="009E52AB">
      <w:pPr>
        <w:spacing w:before="120" w:after="120"/>
        <w:jc w:val="center"/>
      </w:pPr>
      <w:r>
        <w:t>Posuzování plnění základních standardů pro bydlení</w:t>
      </w:r>
    </w:p>
    <w:p w:rsidR="00370C24" w:rsidRDefault="00370C24" w:rsidP="00370C24">
      <w:pPr>
        <w:spacing w:before="120" w:after="240"/>
        <w:ind w:firstLine="860"/>
        <w:jc w:val="both"/>
      </w:pPr>
      <w:r>
        <w:t>(1) Je-li při vyhodnocování nároku na doplatek na bydlení nebo v průběhu výplaty doplatku na bydlení pochybnost, zda byt je vhodným bytem k bydlení, provede orgán pomoci v hmotné nouzi šetření v místě za účelem ověření těchto skutečností. Kontrolu, zda byt splňuje požadavky uvedené v § 33a odst. 2 písm. g), provádí pro účely tohoto zákona na žádost orgánu pomoci v hmotné nouzi orgán ochrany veřejného zdraví. Kontrolu, zda byt splňuje požadavky uvedené v § 33a odst. 2 písm. h), provádí pro účely tohoto zákona na žádost orgánu pomoci v hmotné nouzi obecný stavební úřad. Při provádění kontroly podle věty druhé, třetí nebo čtvrté se postupuje podle kontrolního řádu.</w:t>
      </w:r>
    </w:p>
    <w:p w:rsidR="00370C24" w:rsidRDefault="00370C24" w:rsidP="00370C24">
      <w:pPr>
        <w:spacing w:before="120" w:after="240"/>
        <w:ind w:firstLine="860"/>
        <w:jc w:val="both"/>
      </w:pPr>
      <w:r>
        <w:t>(2) Pokud orgán pomoci v hmotné nouzi zjistí v průběhu poskytování doplatku na bydlení svým šetřením nebo na základě informace, kterou mu po provedení kontroly podle odstavce 1 předá příslušný orgán, že se nejedná o byt vhodný pro bydlení, stanoví vlastníku bytu lhůtu, ve které má dojít k nápravě tohoto stavu.</w:t>
      </w:r>
    </w:p>
    <w:p w:rsidR="00370C24" w:rsidRDefault="00370C24" w:rsidP="00370C24">
      <w:pPr>
        <w:spacing w:before="120" w:after="240"/>
        <w:ind w:firstLine="860"/>
        <w:jc w:val="both"/>
      </w:pPr>
      <w:r>
        <w:t>(3) O skutečnosti, že se nejedná o byt vhodný pro bydlení, a o lhůtě, ve které má dojít k nápravě tohoto stavu, informuje orgán pomoci v hmotné nouzi bezodkladně</w:t>
      </w:r>
    </w:p>
    <w:p w:rsidR="00370C24" w:rsidRDefault="00370C24" w:rsidP="00370C24">
      <w:pPr>
        <w:spacing w:before="120"/>
        <w:ind w:left="1120" w:hanging="280"/>
        <w:jc w:val="both"/>
      </w:pPr>
      <w:r>
        <w:t>a) příjemce doplatku na bydlení,</w:t>
      </w:r>
    </w:p>
    <w:p w:rsidR="00370C24" w:rsidRDefault="00370C24" w:rsidP="00370C24">
      <w:pPr>
        <w:spacing w:before="120"/>
        <w:ind w:left="1140" w:hanging="280"/>
        <w:jc w:val="both"/>
      </w:pPr>
      <w:r>
        <w:t>b)  vlastníka bytu,</w:t>
      </w:r>
    </w:p>
    <w:p w:rsidR="00370C24" w:rsidRDefault="00370C24" w:rsidP="00370C24">
      <w:pPr>
        <w:spacing w:before="120"/>
        <w:ind w:left="1120" w:hanging="280"/>
        <w:jc w:val="both"/>
      </w:pPr>
      <w:r>
        <w:t>c)  pověřený obecní úřad s podnětem k zahájení sociální práce za účelem řešení bytové situace osob, které obývají tento byt,</w:t>
      </w:r>
    </w:p>
    <w:p w:rsidR="00370C24" w:rsidRDefault="00370C24" w:rsidP="00370C24">
      <w:pPr>
        <w:spacing w:before="120"/>
        <w:ind w:left="1120" w:hanging="280"/>
        <w:jc w:val="both"/>
      </w:pPr>
      <w:r>
        <w:t>d) orgán sociálně-právní ochrany dětí, pokud je v okruhu společně posuzovaných osob nezletilé dítě.</w:t>
      </w:r>
    </w:p>
    <w:p w:rsidR="00370C24" w:rsidRDefault="00370C24" w:rsidP="000D3C93">
      <w:pPr>
        <w:spacing w:before="120" w:after="120"/>
        <w:jc w:val="center"/>
      </w:pPr>
      <w:r>
        <w:t>§ 33ab</w:t>
      </w:r>
    </w:p>
    <w:p w:rsidR="00370C24" w:rsidRDefault="00370C24" w:rsidP="000D3C93">
      <w:pPr>
        <w:spacing w:before="120" w:after="120"/>
        <w:jc w:val="center"/>
      </w:pPr>
      <w:r>
        <w:t>Vstup do obydlí a šetření v místě</w:t>
      </w:r>
    </w:p>
    <w:p w:rsidR="00370C24" w:rsidRDefault="00370C24" w:rsidP="000D3C93">
      <w:pPr>
        <w:spacing w:before="120" w:after="120"/>
        <w:jc w:val="both"/>
      </w:pPr>
      <w:r>
        <w:t xml:space="preserve">        </w:t>
      </w:r>
      <w:r>
        <w:tab/>
        <w:t>(1) Zaměstnanci orgánu pomoci v hmotné nouzi, pověřeného obecního úřadu nebo obecního úřadu obce s rozšířenou působností jsou oprávněni na základě souhlasu žadatele o doplatek na bydlení nebo příjemce doplatku na bydlení v souvislosti s plněním úkolů podle tohoto zákona vstupovat do obydlí, které osoba a s ní společně posuzované osoby užívají, a to s cílem provádět šetření v místě pro zjištění podmínek nároku na doplatek na bydlení a jeho výši. Oprávnění k této činnosti jsou povinni prokázat služebním průkazem společně se zvláštním oprávněním vydaným orgánem pomoci v hmotné nouzi nebo obecním úřadem jako doložkou služebního průkazu. Toto zvláštní oprávnění obsahuje označení účelu vydání, číslo služebního průkazu, jméno, popřípadě jména, a příjmení zaměstnance a identifikační údaje vydávajícího úřadu.</w:t>
      </w:r>
    </w:p>
    <w:p w:rsidR="00370C24" w:rsidRDefault="00370C24" w:rsidP="00370C24">
      <w:pPr>
        <w:spacing w:before="120" w:after="240"/>
        <w:ind w:firstLine="700"/>
        <w:jc w:val="both"/>
      </w:pPr>
      <w:r>
        <w:t>(2) Oprávnění ke vstupu do obydlí, které žadatel o doplatek na bydlení nebo příjemce doplatku na bydlení a s ním společně posuzované osoby užívají, s cílem provádět kontrolu plnění základních standardů bydlení podle § 33aa, mají se souhlasem žadatele o doplatek na bydlení nebo příjemce doplatku na bydlení také zaměstnanci orgánů veřejného zdraví a obecných stavebních úřadů, kteří se prokáží služebním průkazem.</w:t>
      </w:r>
    </w:p>
    <w:p w:rsidR="00370C24" w:rsidRDefault="00370C24" w:rsidP="00370C24">
      <w:pPr>
        <w:spacing w:before="120" w:after="240"/>
        <w:ind w:firstLine="700"/>
        <w:jc w:val="both"/>
      </w:pPr>
      <w:r>
        <w:t>(3) Pokud žadatel o doplatek na bydlení nebo příjemce doplatku na bydlení nedá souhlas se vstupem do obydlí, nebo znemožní provedení šetření v místě k ověření skutečností rozhodných pro nárok na doplatek na bydlení nebo jeho výši, nebo kontrolu skutečností uvedených v § 33 odst. 2, může mu orgán pomoci v hmotné nouzi doplatek na bydlení nepřiznat nebo odejmout.“.“.</w:t>
      </w:r>
    </w:p>
    <w:p w:rsidR="00370C24" w:rsidRPr="00DA2C45" w:rsidRDefault="00370C24" w:rsidP="00370C24">
      <w:pPr>
        <w:spacing w:before="240" w:after="240"/>
        <w:jc w:val="both"/>
        <w:rPr>
          <w:b/>
          <w:sz w:val="26"/>
          <w:szCs w:val="26"/>
        </w:rPr>
      </w:pPr>
      <w:r w:rsidRPr="00DA2C45">
        <w:rPr>
          <w:b/>
          <w:sz w:val="26"/>
          <w:szCs w:val="26"/>
        </w:rPr>
        <w:t>Body 28 a 29 v ČÁSTI PRVNÍ (Změna zákona o pomoci v hmotné nouzi) se zrušují.</w:t>
      </w:r>
    </w:p>
    <w:p w:rsidR="00370C24" w:rsidRDefault="00370C24" w:rsidP="009E52AB">
      <w:pPr>
        <w:spacing w:after="120"/>
        <w:jc w:val="both"/>
      </w:pPr>
      <w:r>
        <w:t>Ostatní body se přečíslují.</w:t>
      </w:r>
    </w:p>
    <w:p w:rsidR="00370C24" w:rsidRPr="00DA2C45" w:rsidRDefault="00370C24" w:rsidP="00370C24">
      <w:pPr>
        <w:spacing w:before="240" w:after="240"/>
        <w:jc w:val="both"/>
        <w:rPr>
          <w:b/>
          <w:sz w:val="26"/>
          <w:szCs w:val="26"/>
        </w:rPr>
      </w:pPr>
      <w:r w:rsidRPr="00DA2C45">
        <w:rPr>
          <w:b/>
          <w:sz w:val="26"/>
          <w:szCs w:val="26"/>
        </w:rPr>
        <w:t>V ČÁSTI PRVNÍ (Změna zákona o pomoci v hmotné nouzi) se za bod 35 (původní číslování) vkládají body 36 až 40, které znějí:</w:t>
      </w:r>
    </w:p>
    <w:p w:rsidR="00370C24" w:rsidRDefault="00370C24" w:rsidP="00370C24">
      <w:pPr>
        <w:spacing w:before="240" w:after="240"/>
        <w:jc w:val="both"/>
      </w:pPr>
      <w:r>
        <w:t>„36. V § 57 se za odstavec 2 vkládá odstavec 3, který zní:</w:t>
      </w:r>
    </w:p>
    <w:p w:rsidR="00370C24" w:rsidRDefault="00370C24" w:rsidP="00370C24">
      <w:pPr>
        <w:spacing w:before="240" w:after="240"/>
        <w:jc w:val="both"/>
      </w:pPr>
      <w:r>
        <w:t>„(3) Fyzická osoba se jako vlastník bytu dopustí přestupku tím, že nezjedná nápravu uloženou podle § 33aa odst. 2.”.</w:t>
      </w:r>
    </w:p>
    <w:p w:rsidR="00370C24" w:rsidRDefault="00370C24" w:rsidP="00370C24">
      <w:pPr>
        <w:spacing w:before="240" w:after="240"/>
        <w:jc w:val="both"/>
      </w:pPr>
      <w:r>
        <w:t>Dosavadní odstavec 3 se označuje jako odstavec 4.</w:t>
      </w:r>
    </w:p>
    <w:p w:rsidR="00370C24" w:rsidRDefault="00370C24" w:rsidP="00370C24">
      <w:pPr>
        <w:spacing w:before="240" w:after="240"/>
        <w:jc w:val="both"/>
      </w:pPr>
      <w:r>
        <w:t>37. V § 57 odst. 4 se slova „1 a 2“ nahrazují slovy „1 až 3“.</w:t>
      </w:r>
    </w:p>
    <w:p w:rsidR="00370C24" w:rsidRDefault="00370C24" w:rsidP="00370C24">
      <w:pPr>
        <w:spacing w:before="240" w:after="240"/>
        <w:jc w:val="both"/>
      </w:pPr>
      <w:r>
        <w:t>38. V § 58 se za odstavec 1 vkládá odstavec 2, který zní:</w:t>
      </w:r>
    </w:p>
    <w:p w:rsidR="00370C24" w:rsidRDefault="00370C24" w:rsidP="00370C24">
      <w:pPr>
        <w:spacing w:before="240" w:after="240"/>
        <w:jc w:val="both"/>
      </w:pPr>
      <w:r>
        <w:t>„(2) Právnická osoba nebo podnikající fyzická osoba se jako vlastník bytu dopustí přestupku tím, že nezjedná nápravu uloženou podle § 33aa odst. 2.”.</w:t>
      </w:r>
    </w:p>
    <w:p w:rsidR="00370C24" w:rsidRDefault="00370C24" w:rsidP="00370C24">
      <w:pPr>
        <w:spacing w:before="240" w:after="240"/>
        <w:jc w:val="both"/>
      </w:pPr>
      <w:r>
        <w:t>Dosavadní odstavec 2 se označuje jako odstavec 3.</w:t>
      </w:r>
    </w:p>
    <w:p w:rsidR="00370C24" w:rsidRDefault="00370C24" w:rsidP="00370C24">
      <w:pPr>
        <w:spacing w:before="240" w:after="240"/>
        <w:jc w:val="both"/>
      </w:pPr>
      <w:r>
        <w:t>39. V § 58 odst. 3 se slova „odstavce 1“ nahrazují slovy „odstavce 1 a 2“.</w:t>
      </w:r>
    </w:p>
    <w:p w:rsidR="00370C24" w:rsidRDefault="00370C24" w:rsidP="00370C24">
      <w:pPr>
        <w:spacing w:before="240" w:after="240"/>
        <w:jc w:val="both"/>
      </w:pPr>
      <w:r>
        <w:t>40. V § 56 se slova „§ 57 odst. 2 a § 58 odst. 1“ nahrazují slovy „§ 57 odst. 2 a 3 a § 58 odst. 1 a 2“.”.</w:t>
      </w:r>
    </w:p>
    <w:p w:rsidR="00370C24" w:rsidRPr="00DA2C45" w:rsidRDefault="00370C24" w:rsidP="00370C24">
      <w:pPr>
        <w:spacing w:before="240" w:after="240"/>
        <w:jc w:val="both"/>
        <w:rPr>
          <w:b/>
          <w:sz w:val="26"/>
          <w:szCs w:val="26"/>
        </w:rPr>
      </w:pPr>
      <w:r w:rsidRPr="00DA2C45">
        <w:rPr>
          <w:b/>
          <w:sz w:val="26"/>
          <w:szCs w:val="26"/>
        </w:rPr>
        <w:t>Bod 11 v ČÁSTI DRUHÉ (Změna zákona o státní sociální podpoře) se slova „byt má záchod a koupelnu“ nahrazují slovy „byt má k dispozici záchod a koupelnu“.</w:t>
      </w:r>
    </w:p>
    <w:p w:rsidR="00370C24" w:rsidRPr="00DA2C45" w:rsidRDefault="00370C24" w:rsidP="00370C24">
      <w:pPr>
        <w:spacing w:before="240" w:after="240"/>
        <w:jc w:val="both"/>
        <w:rPr>
          <w:b/>
          <w:sz w:val="26"/>
          <w:szCs w:val="26"/>
        </w:rPr>
      </w:pPr>
      <w:r w:rsidRPr="00DA2C45">
        <w:rPr>
          <w:b/>
          <w:sz w:val="26"/>
          <w:szCs w:val="26"/>
        </w:rPr>
        <w:t>Bod 15 v ČÁSTI DRUHÉ (Změna zákona o státní sociální podpoře) se mění takto:</w:t>
      </w:r>
    </w:p>
    <w:p w:rsidR="00370C24" w:rsidRDefault="00370C24" w:rsidP="00370C24">
      <w:pPr>
        <w:spacing w:before="240" w:after="240"/>
        <w:jc w:val="both"/>
      </w:pPr>
      <w:r>
        <w:t>„15. V § 51 se za odstavec 5 vkládají nové odstavce 6 a 7, které znějí:</w:t>
      </w:r>
    </w:p>
    <w:p w:rsidR="00370C24" w:rsidRDefault="00370C24" w:rsidP="00370C24">
      <w:pPr>
        <w:spacing w:before="240" w:after="240"/>
        <w:jc w:val="both"/>
      </w:pPr>
      <w:r>
        <w:t xml:space="preserve"> „(6) Je-li při vyhodnocování nároku na příspěvek na bydlení nebo v průběhu výplaty příspěvku na bydlení pochybnost, zda byt je vhodným bytem pro bydlení podle § 24a, provede krajská pobočka Úřadu práce šetření v místě za účelem ověření těchto skutečností. Kontrolu, zda byt splňuje základní standardy pro bydlení uvedené v § 24a odst. 2, provádí pro účely tohoto zákona na žádost krajské pobočky Úřadu práce orgán ochrany veřejného zdraví a obecný stavební úřad. Při provádění kontroly podle věty druhé se postupuje podle kontrolního řádu.</w:t>
      </w:r>
    </w:p>
    <w:p w:rsidR="00370C24" w:rsidRDefault="00370C24" w:rsidP="00370C24">
      <w:pPr>
        <w:spacing w:before="240" w:after="240"/>
        <w:jc w:val="both"/>
      </w:pPr>
      <w:r>
        <w:t>(7) Zjistí-li krajská pobočka Úřadu práce v průběhu poskytování příspěvku na bydlení svým šetřením nebo na základě informace, kterou jí po provedení kontroly podle odstavce 6 předá příslušný orgán, že se nejedná o byt vhodný pro bydlení, stanoví vlastníku bytu lhůtu k nápravě tohoto stavu a o lhůtě bezodkladně informuje</w:t>
      </w:r>
    </w:p>
    <w:p w:rsidR="00370C24" w:rsidRDefault="00370C24" w:rsidP="00370C24">
      <w:pPr>
        <w:spacing w:before="240" w:after="240"/>
        <w:ind w:left="708" w:hanging="285"/>
        <w:jc w:val="both"/>
      </w:pPr>
      <w:r>
        <w:t>a) příjemce příspěvku na bydlení,</w:t>
      </w:r>
    </w:p>
    <w:p w:rsidR="00370C24" w:rsidRDefault="00370C24" w:rsidP="00370C24">
      <w:pPr>
        <w:spacing w:before="240" w:after="240"/>
        <w:ind w:left="708" w:hanging="285"/>
        <w:jc w:val="both"/>
      </w:pPr>
      <w:r>
        <w:t>b) vlastníka bytu,</w:t>
      </w:r>
    </w:p>
    <w:p w:rsidR="00370C24" w:rsidRDefault="00370C24" w:rsidP="00370C24">
      <w:pPr>
        <w:spacing w:before="240" w:after="240"/>
        <w:ind w:left="708" w:hanging="285"/>
        <w:jc w:val="both"/>
      </w:pPr>
      <w:r>
        <w:t>c) pověřený obecní úřad s podnětem k zahájení sociální práce za účelem řešení bytové situace osob, které obývají tento byt,</w:t>
      </w:r>
    </w:p>
    <w:p w:rsidR="00370C24" w:rsidRDefault="00370C24" w:rsidP="00370C24">
      <w:pPr>
        <w:spacing w:before="240" w:after="240"/>
        <w:ind w:left="708" w:hanging="285"/>
        <w:jc w:val="both"/>
      </w:pPr>
      <w:r>
        <w:t>d) orgán sociálně-právní ochrany dětí, pokud je v okruhu společně posuzovaných osob nezletilé dítě.“.</w:t>
      </w:r>
    </w:p>
    <w:p w:rsidR="00370C24" w:rsidRDefault="00370C24" w:rsidP="009E52AB">
      <w:pPr>
        <w:spacing w:before="120"/>
        <w:jc w:val="both"/>
      </w:pPr>
      <w:r>
        <w:t>Dosavadní odstavce 6 až 8 se označují jako odstavce 8 až 10.“.</w:t>
      </w:r>
    </w:p>
    <w:p w:rsidR="00370C24" w:rsidRPr="00DA2C45" w:rsidRDefault="00370C24" w:rsidP="00370C24">
      <w:pPr>
        <w:spacing w:before="240" w:after="240"/>
        <w:jc w:val="both"/>
        <w:rPr>
          <w:b/>
          <w:sz w:val="26"/>
          <w:szCs w:val="26"/>
        </w:rPr>
      </w:pPr>
      <w:r w:rsidRPr="00DA2C45">
        <w:rPr>
          <w:b/>
          <w:sz w:val="26"/>
          <w:szCs w:val="26"/>
        </w:rPr>
        <w:t>Bod 16 v části druhé se zrušuje.</w:t>
      </w:r>
    </w:p>
    <w:p w:rsidR="00370C24" w:rsidRPr="00DA2C45" w:rsidRDefault="00370C24" w:rsidP="00370C24">
      <w:pPr>
        <w:spacing w:before="240" w:after="240"/>
        <w:jc w:val="both"/>
        <w:rPr>
          <w:b/>
          <w:sz w:val="26"/>
          <w:szCs w:val="26"/>
        </w:rPr>
      </w:pPr>
      <w:r w:rsidRPr="00DA2C45">
        <w:rPr>
          <w:b/>
          <w:sz w:val="26"/>
          <w:szCs w:val="26"/>
        </w:rPr>
        <w:t>V ČÁSTI DRUHÉ (Změna zákona o státní sociální podpoře) se za bod 20 vkládají body 21 až 25</w:t>
      </w:r>
      <w:r w:rsidR="008C419F" w:rsidRPr="00DA2C45">
        <w:rPr>
          <w:b/>
          <w:sz w:val="26"/>
          <w:szCs w:val="26"/>
        </w:rPr>
        <w:t>,</w:t>
      </w:r>
      <w:r w:rsidRPr="00DA2C45">
        <w:rPr>
          <w:b/>
          <w:sz w:val="26"/>
          <w:szCs w:val="26"/>
        </w:rPr>
        <w:t xml:space="preserve"> které znějí:</w:t>
      </w:r>
    </w:p>
    <w:p w:rsidR="00370C24" w:rsidRDefault="00370C24" w:rsidP="00370C24">
      <w:pPr>
        <w:spacing w:before="240" w:after="240"/>
        <w:jc w:val="both"/>
      </w:pPr>
      <w:r>
        <w:t>„21. V § 65a se za odstavec 2 vkládá odstavec 3, který zní:</w:t>
      </w:r>
    </w:p>
    <w:p w:rsidR="00370C24" w:rsidRDefault="00370C24" w:rsidP="00370C24">
      <w:pPr>
        <w:spacing w:before="240" w:after="240"/>
        <w:jc w:val="both"/>
      </w:pPr>
      <w:r>
        <w:t>„(3) Fyzická osoba se jako vlastník bytu dopustí přestupku tím, že nezjedná nápravu uloženou podle § 51 odst. 7.”.</w:t>
      </w:r>
    </w:p>
    <w:p w:rsidR="00370C24" w:rsidRDefault="00370C24" w:rsidP="00370C24">
      <w:pPr>
        <w:spacing w:before="240" w:after="240"/>
        <w:jc w:val="both"/>
      </w:pPr>
      <w:r>
        <w:t>Dosavadní odstavec 3 se označuje jako odstavec 4.</w:t>
      </w:r>
    </w:p>
    <w:p w:rsidR="00370C24" w:rsidRDefault="00370C24" w:rsidP="00370C24">
      <w:pPr>
        <w:spacing w:before="240" w:after="240"/>
        <w:jc w:val="both"/>
      </w:pPr>
      <w:r>
        <w:t>22. V § 65a odst. 4 se slova „odstavce 2“ nahrazuje slovy „odstavců 2 a 3“.</w:t>
      </w:r>
    </w:p>
    <w:p w:rsidR="00370C24" w:rsidRDefault="00370C24" w:rsidP="00370C24">
      <w:pPr>
        <w:spacing w:before="240" w:after="240"/>
        <w:jc w:val="both"/>
      </w:pPr>
      <w:r>
        <w:t>23. V § 65b se za odstavec 2 vkládá odstavec 3, který zní:</w:t>
      </w:r>
    </w:p>
    <w:p w:rsidR="00370C24" w:rsidRDefault="00370C24" w:rsidP="00370C24">
      <w:pPr>
        <w:spacing w:before="240" w:after="240"/>
        <w:jc w:val="both"/>
      </w:pPr>
      <w:r>
        <w:t>„(3) Právnická osoba nebo podnikající fyzická osoba se jako vlastník bytu dopustí přestupku tím, že nezjedná nápravu uloženou podle § 51 odst. 7.“.</w:t>
      </w:r>
    </w:p>
    <w:p w:rsidR="00370C24" w:rsidRDefault="00370C24" w:rsidP="009E52AB">
      <w:pPr>
        <w:spacing w:before="120" w:after="120"/>
        <w:jc w:val="both"/>
      </w:pPr>
      <w:r>
        <w:t>Dosavadní odstavec 3 se označuje jako odstavec 4.</w:t>
      </w:r>
    </w:p>
    <w:p w:rsidR="00370C24" w:rsidRDefault="00370C24" w:rsidP="00370C24">
      <w:pPr>
        <w:spacing w:before="240" w:after="240"/>
        <w:jc w:val="both"/>
      </w:pPr>
      <w:r>
        <w:t>24. V § 65b se na konci textu odstavce 4 doplňuje text „, za přestupek podle odstavce 3 lze uložit pokutu do 20 000 Kč“.</w:t>
      </w:r>
    </w:p>
    <w:p w:rsidR="00370C24" w:rsidRDefault="00370C24" w:rsidP="00370C24">
      <w:pPr>
        <w:spacing w:before="240" w:after="240"/>
        <w:jc w:val="both"/>
      </w:pPr>
      <w:r>
        <w:t>25. V 65c v odstavci 1 se na konci písmene b) tečka nahrazuje čárkou a doplňuje se písmeno c), které zní:</w:t>
      </w:r>
    </w:p>
    <w:p w:rsidR="00370C24" w:rsidRDefault="00370C24" w:rsidP="009E52AB">
      <w:pPr>
        <w:spacing w:after="240"/>
        <w:jc w:val="both"/>
      </w:pPr>
      <w:r>
        <w:t>„c) orgán státní sociální podpory, který vyzval ke zjednání nápravy, jde-li o přestupek podle § 65a odst. 3 a § 65b odst. 3,“.“.</w:t>
      </w:r>
    </w:p>
    <w:p w:rsidR="00370C24" w:rsidRDefault="00370C24" w:rsidP="009E52AB">
      <w:pPr>
        <w:jc w:val="both"/>
      </w:pPr>
      <w:r>
        <w:t>Následující body se přečíslují.</w:t>
      </w:r>
    </w:p>
    <w:p w:rsidR="008C419F" w:rsidRPr="00391135" w:rsidRDefault="008C419F" w:rsidP="008C419F">
      <w:pPr>
        <w:pBdr>
          <w:top w:val="nil"/>
          <w:left w:val="nil"/>
          <w:bottom w:val="nil"/>
          <w:right w:val="nil"/>
          <w:between w:val="nil"/>
        </w:pBdr>
        <w:jc w:val="both"/>
        <w:rPr>
          <w:i/>
        </w:rPr>
      </w:pPr>
      <w:r>
        <w:rPr>
          <w:i/>
        </w:rPr>
        <w:t>(poznámka legislativního odboru – SD 7034 nebyl předložen)</w:t>
      </w:r>
    </w:p>
    <w:p w:rsidR="00370C24" w:rsidRDefault="00370C24"/>
    <w:p w:rsidR="00370C24" w:rsidRPr="0070098B" w:rsidRDefault="0070098B">
      <w:pPr>
        <w:rPr>
          <w:i/>
        </w:rPr>
      </w:pPr>
      <w:r w:rsidRPr="0070098B">
        <w:rPr>
          <w:i/>
        </w:rPr>
        <w:t>SD 8371</w:t>
      </w:r>
    </w:p>
    <w:p w:rsidR="0070098B" w:rsidRPr="00AB3F64" w:rsidRDefault="008C419F" w:rsidP="0070098B">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E27. </w:t>
      </w:r>
      <w:r w:rsidR="0070098B"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70098B" w:rsidRPr="007D30D0" w:rsidRDefault="0070098B" w:rsidP="0070098B">
      <w:pPr>
        <w:jc w:val="both"/>
        <w:rPr>
          <w:sz w:val="26"/>
          <w:szCs w:val="26"/>
        </w:rPr>
      </w:pPr>
      <w:r w:rsidRPr="007D30D0">
        <w:rPr>
          <w:sz w:val="26"/>
          <w:szCs w:val="26"/>
        </w:rPr>
        <w:t>Body 14, 15, 34, 35, 36 a 41 v ČÁSTI PRVNÍ (Změna zákona o pomoci v hmotné nouzi) se zrušují.</w:t>
      </w:r>
    </w:p>
    <w:p w:rsidR="0070098B" w:rsidRDefault="0070098B" w:rsidP="0070098B">
      <w:pPr>
        <w:jc w:val="both"/>
      </w:pPr>
      <w:r>
        <w:t>Ostatní body se této části se vhodně přečíslují.</w:t>
      </w:r>
    </w:p>
    <w:p w:rsidR="00364249" w:rsidRPr="00391135" w:rsidRDefault="00364249" w:rsidP="00364249">
      <w:pPr>
        <w:pBdr>
          <w:top w:val="nil"/>
          <w:left w:val="nil"/>
          <w:bottom w:val="nil"/>
          <w:right w:val="nil"/>
          <w:between w:val="nil"/>
        </w:pBdr>
        <w:jc w:val="both"/>
        <w:rPr>
          <w:i/>
        </w:rPr>
      </w:pPr>
      <w:r>
        <w:rPr>
          <w:i/>
        </w:rPr>
        <w:t>(poznámka legislativního odboru – SD 7034 nebyl předložen)</w:t>
      </w:r>
    </w:p>
    <w:p w:rsidR="00370C24" w:rsidRDefault="00370C24"/>
    <w:p w:rsidR="00370C24" w:rsidRPr="0070098B" w:rsidRDefault="0070098B">
      <w:pPr>
        <w:rPr>
          <w:i/>
        </w:rPr>
      </w:pPr>
      <w:r w:rsidRPr="0070098B">
        <w:rPr>
          <w:i/>
        </w:rPr>
        <w:t>SD 8372</w:t>
      </w:r>
    </w:p>
    <w:p w:rsidR="0070098B" w:rsidRPr="00AB3F64" w:rsidRDefault="00364249" w:rsidP="0070098B">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E28. </w:t>
      </w:r>
      <w:r w:rsidR="0070098B"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70098B" w:rsidRPr="007D30D0" w:rsidRDefault="0070098B" w:rsidP="0070098B">
      <w:pPr>
        <w:jc w:val="both"/>
        <w:rPr>
          <w:sz w:val="26"/>
          <w:szCs w:val="26"/>
        </w:rPr>
      </w:pPr>
      <w:r w:rsidRPr="007D30D0">
        <w:rPr>
          <w:sz w:val="26"/>
          <w:szCs w:val="26"/>
        </w:rPr>
        <w:t>Bod 40 v ČÁSTI PRVNÍ (Změna zákona o pomoci v hmotné nouzi) se zrušuje.</w:t>
      </w:r>
    </w:p>
    <w:p w:rsidR="0070098B" w:rsidRDefault="0070098B" w:rsidP="0070098B">
      <w:pPr>
        <w:jc w:val="both"/>
      </w:pPr>
      <w:r>
        <w:t>Následující body se přečíslují.</w:t>
      </w:r>
    </w:p>
    <w:p w:rsidR="00364249" w:rsidRPr="00391135" w:rsidRDefault="00364249" w:rsidP="00364249">
      <w:pPr>
        <w:pBdr>
          <w:top w:val="nil"/>
          <w:left w:val="nil"/>
          <w:bottom w:val="nil"/>
          <w:right w:val="nil"/>
          <w:between w:val="nil"/>
        </w:pBdr>
        <w:jc w:val="both"/>
        <w:rPr>
          <w:i/>
        </w:rPr>
      </w:pPr>
      <w:r>
        <w:rPr>
          <w:i/>
        </w:rPr>
        <w:t>(poznámka legislativního odboru – SD 7034 nebyl předložen)</w:t>
      </w:r>
    </w:p>
    <w:p w:rsidR="00370C24" w:rsidRDefault="00370C24"/>
    <w:p w:rsidR="00370C24" w:rsidRPr="0070098B" w:rsidRDefault="0070098B">
      <w:pPr>
        <w:rPr>
          <w:i/>
        </w:rPr>
      </w:pPr>
      <w:r w:rsidRPr="0070098B">
        <w:rPr>
          <w:i/>
        </w:rPr>
        <w:t>SD 8373</w:t>
      </w:r>
    </w:p>
    <w:p w:rsidR="0070098B" w:rsidRPr="00AB3F64" w:rsidRDefault="00364249" w:rsidP="0070098B">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E29. </w:t>
      </w:r>
      <w:r w:rsidR="0070098B"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70098B" w:rsidRPr="007D30D0" w:rsidRDefault="0070098B" w:rsidP="0070098B">
      <w:pPr>
        <w:pBdr>
          <w:top w:val="nil"/>
          <w:left w:val="nil"/>
          <w:bottom w:val="nil"/>
          <w:right w:val="nil"/>
          <w:between w:val="nil"/>
        </w:pBdr>
        <w:jc w:val="both"/>
      </w:pPr>
      <w:r w:rsidRPr="007D30D0">
        <w:t>V části druhé (Změna zákona o státní sociální podpoře), čl. III bod 8 nově zní:</w:t>
      </w:r>
    </w:p>
    <w:p w:rsidR="0070098B" w:rsidRDefault="0070098B" w:rsidP="0070098B">
      <w:pPr>
        <w:pBdr>
          <w:top w:val="nil"/>
          <w:left w:val="nil"/>
          <w:bottom w:val="nil"/>
          <w:right w:val="nil"/>
          <w:between w:val="nil"/>
        </w:pBdr>
        <w:jc w:val="both"/>
        <w:rPr>
          <w:b/>
        </w:rPr>
      </w:pPr>
    </w:p>
    <w:p w:rsidR="0070098B" w:rsidRDefault="0070098B" w:rsidP="0070098B">
      <w:pPr>
        <w:pBdr>
          <w:top w:val="nil"/>
          <w:left w:val="nil"/>
          <w:bottom w:val="nil"/>
          <w:right w:val="nil"/>
          <w:between w:val="nil"/>
        </w:pBdr>
        <w:jc w:val="both"/>
      </w:pPr>
      <w:r>
        <w:t>„8. V § 24 odst. 2 se za větu druhou vkládá věta, která zní: „Za nájemce bytu se pro účely tohoto zákona považuje též osoba, která užívá byt se souhlasem vlastníka na základě podnájemní nebo jiné smlouvy, rozhodnutí, nebo jiného právního titulu.”.”.</w:t>
      </w:r>
    </w:p>
    <w:p w:rsidR="00364249" w:rsidRPr="00391135" w:rsidRDefault="00364249" w:rsidP="00364249">
      <w:pPr>
        <w:pBdr>
          <w:top w:val="nil"/>
          <w:left w:val="nil"/>
          <w:bottom w:val="nil"/>
          <w:right w:val="nil"/>
          <w:between w:val="nil"/>
        </w:pBdr>
        <w:jc w:val="both"/>
        <w:rPr>
          <w:i/>
        </w:rPr>
      </w:pPr>
      <w:r>
        <w:rPr>
          <w:i/>
        </w:rPr>
        <w:t>(poznámka legislativního odboru – SD 7034 nebyl předložen)</w:t>
      </w:r>
    </w:p>
    <w:p w:rsidR="00370C24" w:rsidRDefault="00370C24"/>
    <w:p w:rsidR="00370C24" w:rsidRPr="0070098B" w:rsidRDefault="0070098B">
      <w:pPr>
        <w:rPr>
          <w:i/>
        </w:rPr>
      </w:pPr>
      <w:r w:rsidRPr="0070098B">
        <w:rPr>
          <w:i/>
        </w:rPr>
        <w:t>SD 8374</w:t>
      </w:r>
    </w:p>
    <w:p w:rsidR="0070098B" w:rsidRPr="00AB3F64" w:rsidRDefault="00364249" w:rsidP="0070098B">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E30. </w:t>
      </w:r>
      <w:r w:rsidR="0070098B" w:rsidRPr="00AB3F64">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7034)</w:t>
      </w:r>
    </w:p>
    <w:p w:rsidR="0070098B" w:rsidRPr="007D30D0" w:rsidRDefault="0070098B" w:rsidP="0070098B">
      <w:pPr>
        <w:jc w:val="both"/>
      </w:pPr>
      <w:r w:rsidRPr="007D30D0">
        <w:t>Za bod 19 se vkládá bod 20, který zní:</w:t>
      </w:r>
    </w:p>
    <w:p w:rsidR="0070098B" w:rsidRPr="007D30D0" w:rsidRDefault="0070098B" w:rsidP="0070098B">
      <w:pPr>
        <w:jc w:val="both"/>
      </w:pPr>
    </w:p>
    <w:p w:rsidR="0070098B" w:rsidRDefault="0070098B" w:rsidP="0070098B">
      <w:pPr>
        <w:jc w:val="both"/>
      </w:pPr>
      <w:r w:rsidRPr="007D30D0">
        <w:t>„20. V § 24 odst. 1 písm. f) se za slova „6 kalendářních měsíců“ vkládají slova „a bez vážných</w:t>
      </w:r>
      <w:r>
        <w:t xml:space="preserve"> důvodů odmítla vykonávat veřejnou službu (§ 18a), krátkodobé zaměstnání</w:t>
      </w:r>
      <w:r>
        <w:rPr>
          <w:vertAlign w:val="superscript"/>
        </w:rPr>
        <w:t>3)</w:t>
      </w:r>
      <w:r>
        <w:t>, rekvalifikaci</w:t>
      </w:r>
      <w:r>
        <w:rPr>
          <w:vertAlign w:val="superscript"/>
        </w:rPr>
        <w:t>56)</w:t>
      </w:r>
      <w:r>
        <w:t xml:space="preserve"> nebo účastnit se v cíleném programu k řešení zaměstnanosti</w:t>
      </w:r>
      <w:r>
        <w:rPr>
          <w:vertAlign w:val="superscript"/>
        </w:rPr>
        <w:t>4)</w:t>
      </w:r>
      <w:r>
        <w:t>,”.”.</w:t>
      </w:r>
    </w:p>
    <w:p w:rsidR="0070098B" w:rsidRDefault="0070098B" w:rsidP="0070098B">
      <w:pPr>
        <w:jc w:val="both"/>
        <w:rPr>
          <w:b/>
        </w:rPr>
      </w:pPr>
    </w:p>
    <w:p w:rsidR="0070098B" w:rsidRPr="007D30D0" w:rsidRDefault="0070098B" w:rsidP="0070098B">
      <w:pPr>
        <w:jc w:val="both"/>
      </w:pPr>
      <w:r w:rsidRPr="007D30D0">
        <w:t>Následující body se přečíslují.</w:t>
      </w:r>
    </w:p>
    <w:p w:rsidR="00364249" w:rsidRPr="00391135" w:rsidRDefault="00364249" w:rsidP="00364249">
      <w:pPr>
        <w:pBdr>
          <w:top w:val="nil"/>
          <w:left w:val="nil"/>
          <w:bottom w:val="nil"/>
          <w:right w:val="nil"/>
          <w:between w:val="nil"/>
        </w:pBdr>
        <w:jc w:val="both"/>
        <w:rPr>
          <w:i/>
        </w:rPr>
      </w:pPr>
      <w:r>
        <w:rPr>
          <w:i/>
        </w:rPr>
        <w:t>(poznámka legislativního odboru – SD 7034 nebyl předložen)</w:t>
      </w:r>
    </w:p>
    <w:p w:rsidR="00370C24" w:rsidRDefault="00370C24"/>
    <w:p w:rsidR="00370C24" w:rsidRPr="00EC4328" w:rsidRDefault="0070098B">
      <w:pPr>
        <w:rPr>
          <w:i/>
        </w:rPr>
      </w:pPr>
      <w:r w:rsidRPr="00EC4328">
        <w:rPr>
          <w:i/>
        </w:rPr>
        <w:t>SD</w:t>
      </w:r>
      <w:r w:rsidR="00EC4328" w:rsidRPr="00EC4328">
        <w:rPr>
          <w:i/>
        </w:rPr>
        <w:t xml:space="preserve"> 8406</w:t>
      </w:r>
    </w:p>
    <w:p w:rsidR="00EC4328" w:rsidRPr="00EC4328" w:rsidRDefault="00364249" w:rsidP="00EC4328">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E31. </w:t>
      </w:r>
      <w:r w:rsidR="00EC4328"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EC4328" w:rsidRPr="007D30D0" w:rsidRDefault="00EC4328" w:rsidP="00EC4328">
      <w:pPr>
        <w:pBdr>
          <w:top w:val="nil"/>
          <w:left w:val="nil"/>
          <w:bottom w:val="nil"/>
          <w:right w:val="nil"/>
          <w:between w:val="nil"/>
        </w:pBdr>
        <w:jc w:val="both"/>
      </w:pPr>
      <w:r w:rsidRPr="007D30D0">
        <w:t>V části druhé (Změna zákona o státní sociální podpoře), čl. III se za bod 8 vkládá bod 9, který zní:</w:t>
      </w:r>
    </w:p>
    <w:p w:rsidR="00EC4328" w:rsidRDefault="00EC4328" w:rsidP="00EC4328">
      <w:pPr>
        <w:pBdr>
          <w:top w:val="nil"/>
          <w:left w:val="nil"/>
          <w:bottom w:val="nil"/>
          <w:right w:val="nil"/>
          <w:between w:val="nil"/>
        </w:pBdr>
        <w:jc w:val="both"/>
        <w:rPr>
          <w:b/>
        </w:rPr>
      </w:pPr>
    </w:p>
    <w:p w:rsidR="00EC4328" w:rsidRDefault="00EC4328" w:rsidP="00EC4328">
      <w:pPr>
        <w:pBdr>
          <w:top w:val="nil"/>
          <w:left w:val="nil"/>
          <w:bottom w:val="nil"/>
          <w:right w:val="nil"/>
          <w:between w:val="nil"/>
        </w:pBdr>
        <w:jc w:val="both"/>
      </w:pPr>
      <w:r>
        <w:t>„9. V § 24 odst. 2 se za větu druhou vkládá věta, která zní: „Za nájemce bytu se pro účely tohoto zákona považuje též osoba, která užívá byt se souhlasem vlastníka na základě podnájemní nebo jiné smlouvy, rozhodnutí, nebo jiného právního titulu.”.”.</w:t>
      </w:r>
    </w:p>
    <w:p w:rsidR="00EC4328" w:rsidRDefault="00EC4328" w:rsidP="00EC4328">
      <w:pPr>
        <w:pBdr>
          <w:top w:val="nil"/>
          <w:left w:val="nil"/>
          <w:bottom w:val="nil"/>
          <w:right w:val="nil"/>
          <w:between w:val="nil"/>
        </w:pBdr>
        <w:jc w:val="both"/>
      </w:pPr>
    </w:p>
    <w:p w:rsidR="00EC4328" w:rsidRDefault="00EC4328" w:rsidP="00EC4328">
      <w:pPr>
        <w:pBdr>
          <w:top w:val="nil"/>
          <w:left w:val="nil"/>
          <w:bottom w:val="nil"/>
          <w:right w:val="nil"/>
          <w:between w:val="nil"/>
        </w:pBdr>
        <w:jc w:val="both"/>
      </w:pPr>
      <w:r>
        <w:t>Následující body a odkazy na ně se přečíslují.</w:t>
      </w:r>
    </w:p>
    <w:p w:rsidR="00370C24" w:rsidRDefault="00370C24"/>
    <w:p w:rsidR="00370C24" w:rsidRPr="00EC4328" w:rsidRDefault="00EC4328">
      <w:pPr>
        <w:rPr>
          <w:i/>
        </w:rPr>
      </w:pPr>
      <w:r w:rsidRPr="00EC4328">
        <w:rPr>
          <w:i/>
        </w:rPr>
        <w:t>SD 8407</w:t>
      </w:r>
    </w:p>
    <w:p w:rsidR="00EC4328" w:rsidRPr="00EC4328" w:rsidRDefault="00364249" w:rsidP="00EC4328">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E32. </w:t>
      </w:r>
      <w:r w:rsidR="00EC4328"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EC4328" w:rsidRPr="007D30D0" w:rsidRDefault="00EC4328" w:rsidP="00EC4328">
      <w:pPr>
        <w:jc w:val="both"/>
      </w:pPr>
      <w:r w:rsidRPr="007D30D0">
        <w:t>V části první, čl. I bod 20 nově zní:</w:t>
      </w:r>
    </w:p>
    <w:p w:rsidR="00EC4328" w:rsidRDefault="00EC4328" w:rsidP="00EC4328">
      <w:pPr>
        <w:jc w:val="both"/>
      </w:pPr>
    </w:p>
    <w:p w:rsidR="00EC4328" w:rsidRDefault="00EC4328" w:rsidP="00EC4328">
      <w:pPr>
        <w:jc w:val="both"/>
      </w:pPr>
      <w:r>
        <w:t>„20. V § 24 odst. 1 písm. f) se za slova „6 kalendářních měsíců“ vkládají slova „a bez vážných důvodů odmítla vykonávat veřejnou službu (§ 18a), krátkodobé zaměstnání</w:t>
      </w:r>
      <w:r>
        <w:rPr>
          <w:vertAlign w:val="superscript"/>
        </w:rPr>
        <w:t>3)</w:t>
      </w:r>
      <w:r>
        <w:t>, rekvalifikaci</w:t>
      </w:r>
      <w:r>
        <w:rPr>
          <w:vertAlign w:val="superscript"/>
        </w:rPr>
        <w:t>56)</w:t>
      </w:r>
      <w:r>
        <w:t xml:space="preserve"> nebo účastnit se v cíleném programu k řešení zaměstnanosti</w:t>
      </w:r>
      <w:r>
        <w:rPr>
          <w:vertAlign w:val="superscript"/>
        </w:rPr>
        <w:t>4)</w:t>
      </w:r>
      <w:r>
        <w:t>,”.”.</w:t>
      </w:r>
    </w:p>
    <w:p w:rsidR="00370C24" w:rsidRDefault="00370C24"/>
    <w:p w:rsidR="00370C24" w:rsidRPr="00EC4328" w:rsidRDefault="00EC4328">
      <w:pPr>
        <w:rPr>
          <w:i/>
        </w:rPr>
      </w:pPr>
      <w:r w:rsidRPr="00EC4328">
        <w:rPr>
          <w:i/>
        </w:rPr>
        <w:t>SD 8408</w:t>
      </w:r>
    </w:p>
    <w:p w:rsidR="00EC4328" w:rsidRPr="00EC4328" w:rsidRDefault="00364249" w:rsidP="00EC4328">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E33.</w:t>
      </w:r>
      <w:r>
        <w:rPr>
          <w:rFonts w:eastAsia="Arial" w:cs="Times New Roman"/>
          <w:i/>
          <w:szCs w:val="28"/>
        </w:rPr>
        <w:t xml:space="preserve"> </w:t>
      </w:r>
      <w:r w:rsidR="00EC4328"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EC4328" w:rsidRPr="007D30D0" w:rsidRDefault="00EC4328" w:rsidP="00EC4328">
      <w:pPr>
        <w:jc w:val="both"/>
        <w:rPr>
          <w:szCs w:val="22"/>
        </w:rPr>
      </w:pPr>
      <w:r w:rsidRPr="007D30D0">
        <w:rPr>
          <w:szCs w:val="22"/>
        </w:rPr>
        <w:t>V bodě 4 pozměňovacího návrhu se vkládají nové body X1 až X9 které znějí:</w:t>
      </w:r>
    </w:p>
    <w:p w:rsidR="00EC4328" w:rsidRDefault="00EC4328" w:rsidP="00EC4328">
      <w:pPr>
        <w:jc w:val="both"/>
        <w:rPr>
          <w:sz w:val="22"/>
          <w:szCs w:val="22"/>
        </w:rPr>
      </w:pPr>
    </w:p>
    <w:p w:rsidR="00EC4328" w:rsidRPr="007D30D0" w:rsidRDefault="00EC4328" w:rsidP="00EC4328">
      <w:pPr>
        <w:jc w:val="both"/>
        <w:rPr>
          <w:szCs w:val="22"/>
        </w:rPr>
      </w:pPr>
      <w:r w:rsidRPr="007D30D0">
        <w:rPr>
          <w:szCs w:val="22"/>
        </w:rPr>
        <w:t xml:space="preserve">„X1. V § 2 odst. 6 se na konci písmene d) slovo „nebo“ zrušuje, na konci písmene e) se tečka nahrazuje slovem „nebo“ a doplňuje se písmeno f), které zní: </w:t>
      </w:r>
    </w:p>
    <w:p w:rsidR="00EC4328" w:rsidRPr="007D30D0" w:rsidRDefault="00EC4328" w:rsidP="00EC4328">
      <w:pPr>
        <w:jc w:val="both"/>
        <w:rPr>
          <w:szCs w:val="22"/>
        </w:rPr>
      </w:pPr>
    </w:p>
    <w:p w:rsidR="00EC4328" w:rsidRPr="007D30D0" w:rsidRDefault="00EC4328" w:rsidP="00EC4328">
      <w:pPr>
        <w:jc w:val="both"/>
        <w:rPr>
          <w:szCs w:val="22"/>
        </w:rPr>
      </w:pPr>
      <w:r w:rsidRPr="007D30D0">
        <w:rPr>
          <w:szCs w:val="22"/>
        </w:rPr>
        <w:t>„f) je osobou v bytové nouzi; bytovou nouzí se pro účely tohoto zákona rozumí stav nedostatku jistého, důstojného a přiměřeného bydlení, který osoba není schopna řešit vlastním přičiněním, nebo hrozba, že takový stav v dohledné době nastane.“.</w:t>
      </w:r>
    </w:p>
    <w:p w:rsidR="00EC4328" w:rsidRPr="007D30D0" w:rsidRDefault="00EC4328" w:rsidP="00EC4328">
      <w:pPr>
        <w:jc w:val="both"/>
        <w:rPr>
          <w:szCs w:val="22"/>
        </w:rPr>
      </w:pPr>
    </w:p>
    <w:p w:rsidR="00EC4328" w:rsidRPr="007D30D0" w:rsidRDefault="00EC4328" w:rsidP="00EC4328">
      <w:pPr>
        <w:jc w:val="both"/>
        <w:rPr>
          <w:szCs w:val="22"/>
        </w:rPr>
      </w:pPr>
      <w:r w:rsidRPr="007D30D0">
        <w:rPr>
          <w:szCs w:val="22"/>
        </w:rPr>
        <w:t>X2. V § 37 písm. e) se za slova “odst. 6” vkládají slova “ písm. a) až e)”.</w:t>
      </w:r>
    </w:p>
    <w:p w:rsidR="00EC4328" w:rsidRPr="007D30D0" w:rsidRDefault="00EC4328" w:rsidP="00EC4328">
      <w:pPr>
        <w:jc w:val="both"/>
        <w:rPr>
          <w:szCs w:val="22"/>
        </w:rPr>
      </w:pPr>
    </w:p>
    <w:p w:rsidR="00EC4328" w:rsidRPr="007D30D0" w:rsidRDefault="00EC4328" w:rsidP="00EC4328">
      <w:pPr>
        <w:jc w:val="both"/>
        <w:rPr>
          <w:szCs w:val="22"/>
        </w:rPr>
      </w:pPr>
      <w:r w:rsidRPr="007D30D0">
        <w:rPr>
          <w:szCs w:val="22"/>
        </w:rPr>
        <w:t xml:space="preserve">X3. V § 37 se na konci písmene e) tečka nahrazuje čárkou a doplňuje se písmeno f), které zní: </w:t>
      </w:r>
    </w:p>
    <w:p w:rsidR="00EC4328" w:rsidRPr="007D30D0" w:rsidRDefault="00EC4328" w:rsidP="00EC4328">
      <w:pPr>
        <w:jc w:val="both"/>
        <w:rPr>
          <w:szCs w:val="22"/>
        </w:rPr>
      </w:pPr>
    </w:p>
    <w:p w:rsidR="00EC4328" w:rsidRPr="007D30D0" w:rsidRDefault="00EC4328" w:rsidP="00EC4328">
      <w:pPr>
        <w:jc w:val="both"/>
        <w:rPr>
          <w:szCs w:val="22"/>
          <w:vertAlign w:val="superscript"/>
        </w:rPr>
      </w:pPr>
      <w:r w:rsidRPr="007D30D0">
        <w:rPr>
          <w:szCs w:val="22"/>
        </w:rPr>
        <w:t>„f) v § 2 odst. 6 písm. f) se stanoví až do výše potřebné k účelu, ke kterému se dávka poskytuje. Součet dávek poskytnutých podle tohoto ustanovení nesmí v rámci kalendářního roku překročit desetinásobek životního minima jednotlivce.“.</w:t>
      </w:r>
    </w:p>
    <w:p w:rsidR="00EC4328" w:rsidRPr="007D30D0" w:rsidRDefault="00EC4328" w:rsidP="00EC4328">
      <w:pPr>
        <w:jc w:val="both"/>
        <w:rPr>
          <w:szCs w:val="22"/>
          <w:vertAlign w:val="superscript"/>
        </w:rPr>
      </w:pPr>
    </w:p>
    <w:p w:rsidR="00EC4328" w:rsidRPr="007D30D0" w:rsidRDefault="00EC4328" w:rsidP="00EC4328">
      <w:pPr>
        <w:jc w:val="both"/>
        <w:rPr>
          <w:szCs w:val="22"/>
        </w:rPr>
      </w:pPr>
      <w:r w:rsidRPr="007D30D0">
        <w:rPr>
          <w:szCs w:val="22"/>
        </w:rPr>
        <w:t>X4. Na konci § 43 odst. 5 písm. c) se doplňuje věta, která zní: „Způsob výplaty využitím přímé úhrady výdaje nebo nákladu určí plátce dávky vždy pro výplatu mimořádné okamžité pomoci z důvodu uvedeného v § 2 odst. 6 písm. f).“.</w:t>
      </w:r>
    </w:p>
    <w:p w:rsidR="00EC4328" w:rsidRPr="007D30D0" w:rsidRDefault="00EC4328" w:rsidP="00EC4328">
      <w:pPr>
        <w:jc w:val="both"/>
        <w:rPr>
          <w:szCs w:val="22"/>
        </w:rPr>
      </w:pPr>
    </w:p>
    <w:p w:rsidR="00EC4328" w:rsidRPr="007D30D0" w:rsidRDefault="00EC4328" w:rsidP="00EC4328">
      <w:pPr>
        <w:jc w:val="both"/>
        <w:rPr>
          <w:szCs w:val="22"/>
        </w:rPr>
      </w:pPr>
      <w:r w:rsidRPr="007D30D0">
        <w:rPr>
          <w:szCs w:val="22"/>
        </w:rPr>
        <w:t>X5. V § 50 se za slova „zdravotním stavu osob“ vkládají slova „, údaje o bytové nouzi“.</w:t>
      </w:r>
    </w:p>
    <w:p w:rsidR="00EC4328" w:rsidRPr="007D30D0" w:rsidRDefault="00EC4328" w:rsidP="00EC4328">
      <w:pPr>
        <w:jc w:val="both"/>
        <w:rPr>
          <w:szCs w:val="22"/>
        </w:rPr>
      </w:pPr>
    </w:p>
    <w:p w:rsidR="00EC4328" w:rsidRPr="007D30D0" w:rsidRDefault="00EC4328" w:rsidP="00EC4328">
      <w:pPr>
        <w:jc w:val="both"/>
        <w:rPr>
          <w:szCs w:val="22"/>
        </w:rPr>
      </w:pPr>
      <w:r w:rsidRPr="007D30D0">
        <w:rPr>
          <w:szCs w:val="22"/>
        </w:rPr>
        <w:t>X6. V § 51 se za odstavec 3 vkládá odstavec 4 včetně poznámky pod čarou č. x, který zní:</w:t>
      </w:r>
    </w:p>
    <w:p w:rsidR="00EC4328" w:rsidRPr="007D30D0" w:rsidRDefault="00EC4328" w:rsidP="00EC4328">
      <w:pPr>
        <w:jc w:val="both"/>
        <w:rPr>
          <w:szCs w:val="22"/>
        </w:rPr>
      </w:pPr>
    </w:p>
    <w:p w:rsidR="00EC4328" w:rsidRPr="007D30D0" w:rsidRDefault="00EC4328" w:rsidP="00EC4328">
      <w:pPr>
        <w:spacing w:after="240"/>
        <w:jc w:val="both"/>
        <w:rPr>
          <w:color w:val="000000"/>
          <w:szCs w:val="22"/>
        </w:rPr>
      </w:pPr>
      <w:r w:rsidRPr="007D30D0">
        <w:rPr>
          <w:szCs w:val="22"/>
        </w:rPr>
        <w:t>„(4) P</w:t>
      </w:r>
      <w:r w:rsidRPr="007D30D0">
        <w:rPr>
          <w:color w:val="000000"/>
          <w:szCs w:val="22"/>
        </w:rPr>
        <w:t xml:space="preserve">okud byla dávka poskytnuta za účelem úhrady peněžité jistoty, že nájemce zaplatí nájemné a splní jiné povinnosti vyplývající z nájmu bytu, je </w:t>
      </w:r>
      <w:r w:rsidRPr="007D30D0">
        <w:rPr>
          <w:szCs w:val="22"/>
        </w:rPr>
        <w:t>pronajímatel</w:t>
      </w:r>
      <w:r w:rsidRPr="007D30D0">
        <w:rPr>
          <w:color w:val="000000"/>
          <w:szCs w:val="22"/>
        </w:rPr>
        <w:t xml:space="preserve"> povinen po skončení nájmu tuto dávku na výzvu orgánu po</w:t>
      </w:r>
      <w:r w:rsidRPr="007D30D0">
        <w:rPr>
          <w:szCs w:val="22"/>
        </w:rPr>
        <w:t>moci v hmotné nouzi</w:t>
      </w:r>
      <w:r w:rsidRPr="007D30D0">
        <w:rPr>
          <w:color w:val="000000"/>
          <w:szCs w:val="22"/>
        </w:rPr>
        <w:t xml:space="preserve"> vrátit sníženou o částku, kterou si započetl, a zvýšenou o poskytnuté </w:t>
      </w:r>
      <w:proofErr w:type="spellStart"/>
      <w:r w:rsidRPr="007D30D0">
        <w:rPr>
          <w:color w:val="000000"/>
          <w:szCs w:val="22"/>
        </w:rPr>
        <w:t>úroky</w:t>
      </w:r>
      <w:r w:rsidRPr="007D30D0">
        <w:rPr>
          <w:szCs w:val="22"/>
          <w:vertAlign w:val="superscript"/>
        </w:rPr>
        <w:t>x</w:t>
      </w:r>
      <w:proofErr w:type="spellEnd"/>
      <w:r w:rsidRPr="007D30D0">
        <w:rPr>
          <w:color w:val="000000"/>
          <w:szCs w:val="22"/>
        </w:rPr>
        <w:t>. Započetl-li si pronajímatel částku k náhradě škody na bytu,  doloží pronajímatel poško</w:t>
      </w:r>
      <w:r w:rsidRPr="007D30D0">
        <w:rPr>
          <w:szCs w:val="22"/>
        </w:rPr>
        <w:t>zení bytu popisem stavu bytu, který byl nedílnou součástí nájemní smlouvy,</w:t>
      </w:r>
      <w:r w:rsidRPr="007D30D0">
        <w:rPr>
          <w:color w:val="000000"/>
          <w:szCs w:val="22"/>
        </w:rPr>
        <w:t xml:space="preserve"> a fotografickou dokumentací</w:t>
      </w:r>
      <w:r w:rsidRPr="007D30D0">
        <w:rPr>
          <w:szCs w:val="22"/>
        </w:rPr>
        <w:t xml:space="preserve"> při skončení nájemního vztahu</w:t>
      </w:r>
      <w:r w:rsidRPr="007D30D0">
        <w:rPr>
          <w:color w:val="000000"/>
          <w:szCs w:val="22"/>
        </w:rPr>
        <w:t>.“</w:t>
      </w:r>
    </w:p>
    <w:p w:rsidR="00EC4328" w:rsidRPr="007D30D0" w:rsidRDefault="009E52AB" w:rsidP="009E52AB">
      <w:pPr>
        <w:jc w:val="both"/>
        <w:rPr>
          <w:szCs w:val="22"/>
        </w:rPr>
      </w:pPr>
      <w:r w:rsidRPr="007D30D0">
        <w:rPr>
          <w:szCs w:val="22"/>
        </w:rPr>
        <w:t>_______</w:t>
      </w:r>
    </w:p>
    <w:p w:rsidR="00EC4328" w:rsidRPr="007D30D0" w:rsidRDefault="00EC4328" w:rsidP="009E52AB">
      <w:pPr>
        <w:jc w:val="both"/>
        <w:rPr>
          <w:szCs w:val="22"/>
        </w:rPr>
      </w:pPr>
      <w:r w:rsidRPr="007D30D0">
        <w:rPr>
          <w:szCs w:val="22"/>
          <w:vertAlign w:val="superscript"/>
        </w:rPr>
        <w:t xml:space="preserve">x)  </w:t>
      </w:r>
      <w:r w:rsidRPr="007D30D0">
        <w:rPr>
          <w:szCs w:val="22"/>
        </w:rPr>
        <w:t>§ 2254 zákona č. 89/2012 Sb., občanský zákoník</w:t>
      </w:r>
    </w:p>
    <w:p w:rsidR="00EC4328" w:rsidRPr="007D30D0" w:rsidRDefault="00EC4328" w:rsidP="00EC4328">
      <w:pPr>
        <w:spacing w:after="240"/>
        <w:jc w:val="both"/>
        <w:rPr>
          <w:szCs w:val="22"/>
        </w:rPr>
      </w:pPr>
      <w:r w:rsidRPr="007D30D0">
        <w:rPr>
          <w:szCs w:val="22"/>
        </w:rPr>
        <w:t>Odstavce 4 až 7 se označují jako odstavce 5 až 8.</w:t>
      </w:r>
    </w:p>
    <w:p w:rsidR="00EC4328" w:rsidRPr="007D30D0" w:rsidRDefault="00EC4328" w:rsidP="00EC4328">
      <w:pPr>
        <w:spacing w:after="240"/>
        <w:jc w:val="both"/>
        <w:rPr>
          <w:szCs w:val="22"/>
        </w:rPr>
      </w:pPr>
      <w:r w:rsidRPr="007D30D0">
        <w:rPr>
          <w:szCs w:val="22"/>
        </w:rPr>
        <w:t>X7. V § 51 odst. 5 se slova „1 až 3“ nahrazují slovy „1 až 4“.</w:t>
      </w:r>
    </w:p>
    <w:p w:rsidR="00EC4328" w:rsidRPr="007D30D0" w:rsidRDefault="00EC4328" w:rsidP="00EC4328">
      <w:pPr>
        <w:spacing w:after="240"/>
        <w:jc w:val="both"/>
        <w:rPr>
          <w:szCs w:val="22"/>
        </w:rPr>
      </w:pPr>
      <w:r w:rsidRPr="007D30D0">
        <w:rPr>
          <w:szCs w:val="22"/>
        </w:rPr>
        <w:t>X8. V § 51 odst. 7 se slova „1 až 4“ nahrazují slovy „1 až 5“.</w:t>
      </w:r>
    </w:p>
    <w:p w:rsidR="00EC4328" w:rsidRPr="007D30D0" w:rsidRDefault="00EC4328" w:rsidP="00EC4328">
      <w:pPr>
        <w:jc w:val="both"/>
        <w:rPr>
          <w:szCs w:val="22"/>
        </w:rPr>
      </w:pPr>
      <w:r w:rsidRPr="007D30D0">
        <w:rPr>
          <w:szCs w:val="22"/>
        </w:rPr>
        <w:t>X9. Na konci § 64 odst. 2 písm. a) se doplňují slova „ včetně posouzení bytové nouze,“.“.</w:t>
      </w:r>
    </w:p>
    <w:p w:rsidR="00EC4328" w:rsidRPr="007D30D0" w:rsidRDefault="00EC4328" w:rsidP="00EC4328">
      <w:pPr>
        <w:jc w:val="both"/>
        <w:rPr>
          <w:sz w:val="22"/>
          <w:szCs w:val="20"/>
        </w:rPr>
      </w:pPr>
    </w:p>
    <w:p w:rsidR="00370C24" w:rsidRPr="00EC4328" w:rsidRDefault="00EC4328">
      <w:pPr>
        <w:rPr>
          <w:i/>
        </w:rPr>
      </w:pPr>
      <w:r w:rsidRPr="00EC4328">
        <w:rPr>
          <w:i/>
        </w:rPr>
        <w:t>SD 8409</w:t>
      </w:r>
    </w:p>
    <w:p w:rsidR="007819A0" w:rsidRPr="00EC4328" w:rsidRDefault="00364249" w:rsidP="007819A0">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E34. </w:t>
      </w:r>
      <w:r w:rsidR="007819A0"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EC4328" w:rsidRPr="007D30D0" w:rsidRDefault="00EC4328" w:rsidP="00DF5DC3">
      <w:pPr>
        <w:jc w:val="both"/>
        <w:rPr>
          <w:sz w:val="26"/>
          <w:szCs w:val="26"/>
        </w:rPr>
      </w:pPr>
      <w:r w:rsidRPr="007D30D0">
        <w:rPr>
          <w:sz w:val="26"/>
          <w:szCs w:val="26"/>
        </w:rPr>
        <w:t>V bodě 4 pozměňovacího návrhu se body 14, 15, 34, 35, 36 a 41 zrušují.</w:t>
      </w:r>
    </w:p>
    <w:p w:rsidR="00EC4328" w:rsidRDefault="00EC4328" w:rsidP="00DF5DC3">
      <w:pPr>
        <w:jc w:val="both"/>
      </w:pPr>
      <w:r>
        <w:t>Ostatní body se této části se vhodně přečíslují.</w:t>
      </w:r>
    </w:p>
    <w:p w:rsidR="00370C24" w:rsidRDefault="00370C24"/>
    <w:p w:rsidR="00370C24" w:rsidRPr="00DF5DC3" w:rsidRDefault="00DF5DC3">
      <w:pPr>
        <w:rPr>
          <w:i/>
        </w:rPr>
      </w:pPr>
      <w:r w:rsidRPr="00DF5DC3">
        <w:rPr>
          <w:i/>
        </w:rPr>
        <w:t>SD 8410</w:t>
      </w:r>
    </w:p>
    <w:p w:rsidR="00347261" w:rsidRPr="00EC4328" w:rsidRDefault="00364249" w:rsidP="00347261">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E35. </w:t>
      </w:r>
      <w:r w:rsidR="00347261"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347261" w:rsidRPr="007D30D0" w:rsidRDefault="00347261" w:rsidP="00347261">
      <w:pPr>
        <w:jc w:val="both"/>
        <w:rPr>
          <w:sz w:val="26"/>
          <w:szCs w:val="26"/>
        </w:rPr>
      </w:pPr>
      <w:r w:rsidRPr="007D30D0">
        <w:rPr>
          <w:sz w:val="26"/>
          <w:szCs w:val="26"/>
        </w:rPr>
        <w:t>V bodě 4 pozměňovacího návrhu se bod 40 zrušuje.</w:t>
      </w:r>
    </w:p>
    <w:p w:rsidR="00347261" w:rsidRDefault="00347261" w:rsidP="00347261">
      <w:pPr>
        <w:jc w:val="both"/>
      </w:pPr>
      <w:r>
        <w:t>Následující body se přečíslují.</w:t>
      </w:r>
    </w:p>
    <w:p w:rsidR="00370C24" w:rsidRDefault="00370C24"/>
    <w:p w:rsidR="00D25075" w:rsidRDefault="00D25075">
      <w:pPr>
        <w:rPr>
          <w:i/>
        </w:rPr>
      </w:pPr>
    </w:p>
    <w:p w:rsidR="00370C24" w:rsidRPr="00347261" w:rsidRDefault="00347261">
      <w:pPr>
        <w:rPr>
          <w:i/>
        </w:rPr>
      </w:pPr>
      <w:r w:rsidRPr="00347261">
        <w:rPr>
          <w:i/>
        </w:rPr>
        <w:t>SD 8411</w:t>
      </w:r>
    </w:p>
    <w:p w:rsidR="00347261" w:rsidRPr="00EC4328" w:rsidRDefault="00364249" w:rsidP="00347261">
      <w:pPr>
        <w:pBdr>
          <w:top w:val="nil"/>
          <w:left w:val="nil"/>
          <w:bottom w:val="nil"/>
          <w:right w:val="nil"/>
          <w:between w:val="nil"/>
        </w:pBdr>
        <w:spacing w:after="200" w:line="276" w:lineRule="auto"/>
        <w:jc w:val="both"/>
        <w:rPr>
          <w:rFonts w:eastAsia="Arial" w:cs="Times New Roman"/>
          <w:i/>
          <w:szCs w:val="28"/>
        </w:rPr>
      </w:pPr>
      <w:r w:rsidRPr="00364249">
        <w:rPr>
          <w:rFonts w:eastAsia="Arial" w:cs="Times New Roman"/>
          <w:b/>
          <w:szCs w:val="28"/>
        </w:rPr>
        <w:t xml:space="preserve">E36. </w:t>
      </w:r>
      <w:r w:rsidR="00347261"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347261" w:rsidRPr="00D25075" w:rsidRDefault="00D25075" w:rsidP="009E52AB">
      <w:pPr>
        <w:pBdr>
          <w:top w:val="nil"/>
          <w:left w:val="nil"/>
          <w:bottom w:val="nil"/>
          <w:right w:val="nil"/>
          <w:between w:val="nil"/>
        </w:pBdr>
        <w:spacing w:before="120"/>
        <w:jc w:val="both"/>
        <w:rPr>
          <w:b/>
          <w:szCs w:val="26"/>
        </w:rPr>
      </w:pPr>
      <w:r>
        <w:rPr>
          <w:b/>
          <w:szCs w:val="26"/>
        </w:rPr>
        <w:t xml:space="preserve">E36.1. </w:t>
      </w:r>
      <w:r w:rsidR="00347261" w:rsidRPr="00D25075">
        <w:rPr>
          <w:b/>
          <w:szCs w:val="26"/>
        </w:rPr>
        <w:t>V bodě 4 pozměňovacího návrhu ve změnovém bodě 25 se slova „byt má záchod a koupelnu“ nahrazují slovy „byt má k dispozici záchod a koupelnu“.</w:t>
      </w:r>
    </w:p>
    <w:p w:rsidR="00347261" w:rsidRPr="007D30D0" w:rsidRDefault="00347261" w:rsidP="009E52AB">
      <w:pPr>
        <w:pBdr>
          <w:top w:val="nil"/>
          <w:left w:val="nil"/>
          <w:bottom w:val="nil"/>
          <w:right w:val="nil"/>
          <w:between w:val="nil"/>
        </w:pBdr>
        <w:spacing w:before="120"/>
        <w:jc w:val="both"/>
      </w:pPr>
    </w:p>
    <w:p w:rsidR="00347261" w:rsidRPr="00D25075" w:rsidRDefault="00D25075" w:rsidP="009E52AB">
      <w:pPr>
        <w:spacing w:before="120"/>
        <w:jc w:val="both"/>
        <w:rPr>
          <w:b/>
          <w:szCs w:val="26"/>
        </w:rPr>
      </w:pPr>
      <w:r>
        <w:rPr>
          <w:b/>
          <w:szCs w:val="26"/>
        </w:rPr>
        <w:t xml:space="preserve">E36.2. </w:t>
      </w:r>
      <w:r w:rsidR="00347261" w:rsidRPr="00D25075">
        <w:rPr>
          <w:b/>
          <w:szCs w:val="26"/>
        </w:rPr>
        <w:t>V bodě 4 pozměňovacího návrhu změnový bod 27 nově zní:</w:t>
      </w:r>
    </w:p>
    <w:p w:rsidR="00347261" w:rsidRDefault="00347261" w:rsidP="009E52AB">
      <w:pPr>
        <w:spacing w:before="120"/>
        <w:jc w:val="both"/>
      </w:pPr>
      <w:r>
        <w:t>„27. Za § 33a se vkládají nové § 33aa a § 33ab, které včetně nadpisu znějí:</w:t>
      </w:r>
    </w:p>
    <w:p w:rsidR="00347261" w:rsidRDefault="00347261" w:rsidP="009E52AB">
      <w:pPr>
        <w:spacing w:before="120"/>
        <w:jc w:val="center"/>
      </w:pPr>
      <w:r>
        <w:t xml:space="preserve"> „§ 33aa</w:t>
      </w:r>
    </w:p>
    <w:p w:rsidR="00347261" w:rsidRDefault="00347261" w:rsidP="009E52AB">
      <w:pPr>
        <w:spacing w:before="120"/>
        <w:jc w:val="center"/>
      </w:pPr>
      <w:r>
        <w:t>Posuzování plnění základních standardů pro bydlení</w:t>
      </w:r>
    </w:p>
    <w:p w:rsidR="00347261" w:rsidRDefault="00347261" w:rsidP="00347261">
      <w:pPr>
        <w:spacing w:before="120" w:after="240"/>
        <w:ind w:firstLine="860"/>
        <w:jc w:val="both"/>
      </w:pPr>
      <w:r>
        <w:t>(1) Je-li při vyhodnocování nároku na doplatek na bydlení nebo v průběhu výplaty doplatku na bydlení pochybnost, zda byt je vhodným bytem k bydlení, provede orgán pomoci v hmotné nouzi šetření v místě za účelem ověření těchto skutečností. Kontrolu, zda byt splňuje požadavky uvedené v § 33a odst. 2 písm. g), provádí pro účely tohoto zákona na žádost orgánu pomoci v hmotné nouzi orgán ochrany veřejného zdraví. Kontrolu, zda byt splňuje požadavky uvedené v § 33a odst. 2 písm. h), provádí pro účely tohoto zákona na žádost orgánu pomoci v hmotné nouzi obecný stavební úřad. Při provádění kontroly podle věty druhé, třetí nebo čtvrté se postupuje podle kontrolního řádu.</w:t>
      </w:r>
    </w:p>
    <w:p w:rsidR="00347261" w:rsidRDefault="00347261" w:rsidP="00347261">
      <w:pPr>
        <w:spacing w:before="120" w:after="240"/>
        <w:ind w:firstLine="860"/>
        <w:jc w:val="both"/>
      </w:pPr>
      <w:r>
        <w:t>(2) Pokud orgán pomoci v hmotné nouzi zjistí v průběhu poskytování doplatku na bydlení svým šetřením nebo na základě informace, kterou mu po provedení kontroly podle odstavce 1 předá příslušný orgán, že se nejedná o byt vhodný pro bydlení, stanoví vlastníku bytu lhůtu, ve které má dojít k nápravě tohoto stavu.</w:t>
      </w:r>
    </w:p>
    <w:p w:rsidR="00347261" w:rsidRDefault="00347261" w:rsidP="00347261">
      <w:pPr>
        <w:spacing w:before="120" w:after="240"/>
        <w:ind w:firstLine="860"/>
        <w:jc w:val="both"/>
      </w:pPr>
      <w:r>
        <w:t>(3) O skutečnosti, že se nejedná o byt vhodný pro bydlení, a o lhůtě, ve které má dojít k nápravě tohoto stavu, informuje orgán pomoci v hmotné nouzi bezodkladně</w:t>
      </w:r>
    </w:p>
    <w:p w:rsidR="00347261" w:rsidRDefault="00347261" w:rsidP="00347261">
      <w:pPr>
        <w:spacing w:before="120"/>
        <w:ind w:left="1120" w:hanging="280"/>
        <w:jc w:val="both"/>
      </w:pPr>
      <w:r>
        <w:t>a) příjemce doplatku na bydlení,</w:t>
      </w:r>
    </w:p>
    <w:p w:rsidR="00347261" w:rsidRDefault="00347261" w:rsidP="00347261">
      <w:pPr>
        <w:spacing w:before="120"/>
        <w:ind w:left="1140" w:hanging="280"/>
        <w:jc w:val="both"/>
      </w:pPr>
      <w:r>
        <w:t>b)  vlastníka bytu,</w:t>
      </w:r>
    </w:p>
    <w:p w:rsidR="00347261" w:rsidRDefault="00347261" w:rsidP="00347261">
      <w:pPr>
        <w:spacing w:before="120"/>
        <w:ind w:left="1120" w:hanging="280"/>
        <w:jc w:val="both"/>
      </w:pPr>
      <w:r>
        <w:t>c)  pověřený obecní úřad s podnětem k zahájení sociální práce za účelem řešení bytové situace osob, které obývají tento byt,</w:t>
      </w:r>
    </w:p>
    <w:p w:rsidR="00347261" w:rsidRDefault="00347261" w:rsidP="00347261">
      <w:pPr>
        <w:spacing w:before="120"/>
        <w:ind w:left="1120" w:hanging="280"/>
        <w:jc w:val="both"/>
      </w:pPr>
      <w:r>
        <w:t>d) orgán sociálně-právní ochrany dětí, pokud je v okruhu společně posuzovaných osob nezletilé dítě.</w:t>
      </w:r>
    </w:p>
    <w:p w:rsidR="00347261" w:rsidRDefault="00347261" w:rsidP="009E52AB">
      <w:pPr>
        <w:spacing w:before="120" w:after="120"/>
        <w:jc w:val="center"/>
      </w:pPr>
      <w:r>
        <w:t>§ 33ab</w:t>
      </w:r>
    </w:p>
    <w:p w:rsidR="00347261" w:rsidRDefault="00347261" w:rsidP="00D25075">
      <w:pPr>
        <w:jc w:val="center"/>
      </w:pPr>
      <w:r>
        <w:t>Vstup do obydlí a šetření v místě</w:t>
      </w:r>
    </w:p>
    <w:p w:rsidR="00347261" w:rsidRDefault="00347261" w:rsidP="00D25075">
      <w:pPr>
        <w:spacing w:before="120" w:after="120"/>
        <w:jc w:val="both"/>
      </w:pPr>
      <w:r>
        <w:t xml:space="preserve">        </w:t>
      </w:r>
      <w:r>
        <w:tab/>
        <w:t>(1) Zaměstnanci orgánu pomoci v hmotné nouzi, pověřeného obecního úřadu nebo obecního úřadu obce s rozšířenou působností jsou oprávněni na základě souhlasu žadatele o doplatek na bydlení nebo příjemce doplatku na bydlení v souvislosti s plněním úkolů podle tohoto zákona vstupovat do obydlí, které osoba a s ní společně posuzované osoby užívají, a to s cílem provádět šetření v místě pro zjištění podmínek nároku na doplatek na bydlení a jeho výši. Oprávnění k této činnosti jsou povinni prokázat služebním průkazem společně se zvláštním oprávněním vydaným orgánem pomoci v hmotné nouzi nebo obecním úřadem jako doložkou služebního průkazu. Toto zvláštní oprávnění obsahuje označení účelu vydání, číslo služebního průkazu, jméno, popřípadě jména, a příjmení zaměstnance a identifikační údaje vydávajícího úřadu.</w:t>
      </w:r>
    </w:p>
    <w:p w:rsidR="00347261" w:rsidRDefault="00347261" w:rsidP="00347261">
      <w:pPr>
        <w:spacing w:before="120" w:after="240"/>
        <w:ind w:firstLine="700"/>
        <w:jc w:val="both"/>
      </w:pPr>
      <w:r>
        <w:t>(2) Oprávnění ke vstupu do obydlí, které žadatel o doplatek na bydlení nebo příjemce doplatku na bydlení a s ním společně posuzované osoby užívají, s cílem provádět kontrolu plnění základních standardů bydlení podle § 33aa, mají se souhlasem žadatele o doplatek na bydlení nebo příjemce doplatku na bydlení také zaměstnanci orgánů veřejného zdraví a obecných stavebních úřadů, kteří se prokáží služebním průkazem.</w:t>
      </w:r>
    </w:p>
    <w:p w:rsidR="00347261" w:rsidRDefault="00347261" w:rsidP="00347261">
      <w:pPr>
        <w:spacing w:before="120" w:after="240"/>
        <w:ind w:firstLine="700"/>
        <w:jc w:val="both"/>
      </w:pPr>
      <w:r>
        <w:t>(3) Pokud žadatel o doplatek na bydlení nebo příjemce doplatku na bydlení nedá souhlas se vstupem do obydlí, nebo znemožní provedení šetření v místě k ověření skutečností rozhodných pro nárok na doplatek na bydlení nebo jeho výši, nebo kontrolu skutečností uvedených v § 33 odst. 2, může mu orgán pomoci v hmotné nouzi doplatek na bydlení nepřiznat nebo odejmout.“.“.</w:t>
      </w:r>
    </w:p>
    <w:p w:rsidR="00347261" w:rsidRPr="00323234" w:rsidRDefault="00323234" w:rsidP="009E52AB">
      <w:pPr>
        <w:spacing w:after="120"/>
        <w:jc w:val="both"/>
        <w:rPr>
          <w:b/>
          <w:szCs w:val="26"/>
        </w:rPr>
      </w:pPr>
      <w:r>
        <w:rPr>
          <w:b/>
          <w:szCs w:val="26"/>
        </w:rPr>
        <w:t xml:space="preserve">E36.3. </w:t>
      </w:r>
      <w:r w:rsidR="00347261" w:rsidRPr="00323234">
        <w:rPr>
          <w:b/>
          <w:szCs w:val="26"/>
        </w:rPr>
        <w:t>V bodě 4 pozměňovacího návrhu se změnové body 28 a 29 zrušují.</w:t>
      </w:r>
    </w:p>
    <w:p w:rsidR="00347261" w:rsidRPr="007D30D0" w:rsidRDefault="00347261" w:rsidP="009E52AB">
      <w:pPr>
        <w:spacing w:after="120"/>
        <w:jc w:val="both"/>
      </w:pPr>
      <w:r w:rsidRPr="007D30D0">
        <w:t>Ostatní body se přečíslují.</w:t>
      </w:r>
    </w:p>
    <w:p w:rsidR="00347261" w:rsidRPr="00323234" w:rsidRDefault="00323234" w:rsidP="009E52AB">
      <w:pPr>
        <w:spacing w:after="120"/>
        <w:jc w:val="both"/>
        <w:rPr>
          <w:b/>
          <w:szCs w:val="26"/>
        </w:rPr>
      </w:pPr>
      <w:r>
        <w:rPr>
          <w:b/>
          <w:szCs w:val="26"/>
        </w:rPr>
        <w:t xml:space="preserve">E36.4. </w:t>
      </w:r>
      <w:r w:rsidR="00347261" w:rsidRPr="00323234">
        <w:rPr>
          <w:b/>
          <w:szCs w:val="26"/>
        </w:rPr>
        <w:t>V bodě 4 pozměňovacího návrhu se za změnový bod 35 (původní číslování) vkládají body 36 až 40, které znějí:</w:t>
      </w:r>
    </w:p>
    <w:p w:rsidR="00347261" w:rsidRDefault="00347261" w:rsidP="009E52AB">
      <w:pPr>
        <w:spacing w:before="120"/>
        <w:jc w:val="both"/>
      </w:pPr>
      <w:r>
        <w:t>„36. V § 57 se za odstavec 2 vkládá odstavec 3, který zní:</w:t>
      </w:r>
    </w:p>
    <w:p w:rsidR="00347261" w:rsidRDefault="00347261" w:rsidP="009E52AB">
      <w:pPr>
        <w:spacing w:before="120"/>
        <w:jc w:val="both"/>
      </w:pPr>
      <w:r>
        <w:t>„(3) Fyzická osoba se jako vlastník bytu dopustí přestupku tím, že nezjedná nápravu uloženou podle § 33aa odst. 2.”.</w:t>
      </w:r>
    </w:p>
    <w:p w:rsidR="00347261" w:rsidRDefault="00347261" w:rsidP="009E52AB">
      <w:pPr>
        <w:spacing w:before="120"/>
        <w:jc w:val="both"/>
      </w:pPr>
      <w:r>
        <w:t>Dosavadní odstavec 3 se označuje jako odstavec 4.</w:t>
      </w:r>
    </w:p>
    <w:p w:rsidR="00347261" w:rsidRDefault="00347261" w:rsidP="009E52AB">
      <w:pPr>
        <w:spacing w:before="360" w:after="240"/>
        <w:jc w:val="both"/>
      </w:pPr>
      <w:r>
        <w:t>37. V § 57 odst. 4 se slova „1 a 2“ nahrazují slovy „1 až 3“.</w:t>
      </w:r>
    </w:p>
    <w:p w:rsidR="00347261" w:rsidRDefault="00347261" w:rsidP="00347261">
      <w:pPr>
        <w:spacing w:before="240" w:after="240"/>
        <w:jc w:val="both"/>
      </w:pPr>
      <w:r>
        <w:t>38. V § 58 se za odstavec 1 vkládá odstavec 2, který zní:</w:t>
      </w:r>
    </w:p>
    <w:p w:rsidR="00347261" w:rsidRDefault="00347261" w:rsidP="00347261">
      <w:pPr>
        <w:spacing w:before="240" w:after="240"/>
        <w:jc w:val="both"/>
      </w:pPr>
      <w:r>
        <w:t>„(2) Právnická osoba nebo podnikající fyzická osoba se jako vlastník bytu dopustí přestupku tím, že nezjedná nápravu uloženou podle § 33aa odst. 2.”.</w:t>
      </w:r>
    </w:p>
    <w:p w:rsidR="00347261" w:rsidRDefault="00347261" w:rsidP="00347261">
      <w:pPr>
        <w:spacing w:before="240" w:after="240"/>
        <w:jc w:val="both"/>
      </w:pPr>
      <w:r>
        <w:t>Dosavadní odstavec 2 se označuje jako odstavec 3.</w:t>
      </w:r>
    </w:p>
    <w:p w:rsidR="00347261" w:rsidRDefault="00347261" w:rsidP="00347261">
      <w:pPr>
        <w:spacing w:before="240" w:after="240"/>
        <w:jc w:val="both"/>
      </w:pPr>
      <w:r>
        <w:t>39. V § 58 odst. 3 se slova „odstavce 1“ nahrazují slovy „odstavce 1 a 2“.</w:t>
      </w:r>
    </w:p>
    <w:p w:rsidR="00347261" w:rsidRDefault="00347261" w:rsidP="00347261">
      <w:pPr>
        <w:spacing w:before="240" w:after="240"/>
        <w:jc w:val="both"/>
      </w:pPr>
      <w:r>
        <w:t>40. V § 56 se slova „§ 57 odst. 2 a § 58 odst. 1“ nahrazují slovy „§ 57 odst. 2 a 3 a § 58 odst. 1 a 2“.”.</w:t>
      </w:r>
    </w:p>
    <w:p w:rsidR="00347261" w:rsidRPr="00323234" w:rsidRDefault="00323234" w:rsidP="00347261">
      <w:pPr>
        <w:spacing w:before="240" w:after="240"/>
        <w:jc w:val="both"/>
        <w:rPr>
          <w:b/>
          <w:szCs w:val="26"/>
        </w:rPr>
      </w:pPr>
      <w:r>
        <w:rPr>
          <w:b/>
          <w:szCs w:val="26"/>
        </w:rPr>
        <w:t xml:space="preserve">E36.5. </w:t>
      </w:r>
      <w:r w:rsidR="00347261" w:rsidRPr="00323234">
        <w:rPr>
          <w:b/>
          <w:szCs w:val="26"/>
        </w:rPr>
        <w:t>V bodě 6 pozměňovacího návrhu v doplněné ČÁSTI DRUHÉ (Změna zákona o státní sociální podpoře) v bodě 11 se slova „byt má záchod a koupelnu“ nahrazují slovy „byt má k dispozici záchod a koupelnu“.</w:t>
      </w:r>
    </w:p>
    <w:p w:rsidR="00347261" w:rsidRPr="00323234" w:rsidRDefault="00323234" w:rsidP="00347261">
      <w:pPr>
        <w:spacing w:before="240" w:after="240"/>
        <w:jc w:val="both"/>
        <w:rPr>
          <w:b/>
          <w:szCs w:val="26"/>
        </w:rPr>
      </w:pPr>
      <w:r>
        <w:rPr>
          <w:b/>
          <w:szCs w:val="26"/>
        </w:rPr>
        <w:t xml:space="preserve">E36.6. </w:t>
      </w:r>
      <w:r w:rsidR="00347261" w:rsidRPr="00323234">
        <w:rPr>
          <w:b/>
          <w:szCs w:val="26"/>
        </w:rPr>
        <w:t>V bodě 6 pozměňovacího návrhu v doplněné ČÁSTI DRUHÉ (Změna zákona o státní sociální podpoře) bod 15 nově zní:</w:t>
      </w:r>
    </w:p>
    <w:p w:rsidR="00347261" w:rsidRDefault="00347261" w:rsidP="00347261">
      <w:pPr>
        <w:spacing w:before="240" w:after="240"/>
        <w:jc w:val="both"/>
      </w:pPr>
      <w:r>
        <w:t>„15. V § 51 se za odstavec 5 vkládají nové odstavce 6 a 7, které znějí:</w:t>
      </w:r>
    </w:p>
    <w:p w:rsidR="00347261" w:rsidRDefault="00347261" w:rsidP="00347261">
      <w:pPr>
        <w:spacing w:before="240" w:after="240"/>
        <w:jc w:val="both"/>
      </w:pPr>
      <w:r>
        <w:t xml:space="preserve"> „(6) Je-li při vyhodnocování nároku na příspěvek na bydlení nebo v průběhu výplaty příspěvku na bydlení pochybnost, zda byt je vhodným bytem pro bydlení podle § 24a, provede krajská pobočka Úřadu práce šetření v místě za účelem ověření těchto skutečností. Kontrolu, zda byt splňuje základní standardy pro bydlení uvedené v § 24a odst. 2, provádí pro účely tohoto zákona na žádost krajské pobočky Úřadu práce orgán ochrany veřejného zdraví a obecný stavební úřad. Při provádění kontroly podle věty druhé se postupuje podle kontrolního řádu.</w:t>
      </w:r>
    </w:p>
    <w:p w:rsidR="00347261" w:rsidRDefault="00347261" w:rsidP="00347261">
      <w:pPr>
        <w:spacing w:before="240" w:after="240"/>
        <w:jc w:val="both"/>
      </w:pPr>
      <w:r>
        <w:t>(7) Zjistí-li krajská pobočka Úřadu práce v průběhu poskytování příspěvku na bydlení svým šetřením nebo na základě informace, kterou jí po provedení kontroly podle odstavce 6 předá příslušný orgán, že se nejedná o byt vhodný pro bydlení, stanoví vlastníku bytu lhůtu k nápravě tohoto stavu a o lhůtě bezodkladně informuje</w:t>
      </w:r>
    </w:p>
    <w:p w:rsidR="00347261" w:rsidRDefault="00347261" w:rsidP="009E52AB">
      <w:pPr>
        <w:spacing w:after="120"/>
        <w:ind w:left="709" w:hanging="284"/>
        <w:jc w:val="both"/>
      </w:pPr>
      <w:r>
        <w:t>a) příjemce příspěvku na bydlení,</w:t>
      </w:r>
    </w:p>
    <w:p w:rsidR="00347261" w:rsidRDefault="00347261" w:rsidP="009E52AB">
      <w:pPr>
        <w:spacing w:after="120"/>
        <w:ind w:left="709" w:hanging="284"/>
        <w:jc w:val="both"/>
      </w:pPr>
      <w:r>
        <w:t>b) vlastníka bytu,</w:t>
      </w:r>
    </w:p>
    <w:p w:rsidR="00347261" w:rsidRDefault="00347261" w:rsidP="009E52AB">
      <w:pPr>
        <w:spacing w:after="120"/>
        <w:ind w:left="709" w:hanging="284"/>
        <w:jc w:val="both"/>
      </w:pPr>
      <w:r>
        <w:t>c) pověřený obecní úřad s podnětem k zahájení sociální práce za účelem řešení bytové situace osob, které obývají tento byt,</w:t>
      </w:r>
    </w:p>
    <w:p w:rsidR="00347261" w:rsidRDefault="00347261" w:rsidP="009E52AB">
      <w:pPr>
        <w:spacing w:after="120"/>
        <w:ind w:left="709" w:hanging="284"/>
        <w:jc w:val="both"/>
      </w:pPr>
      <w:r>
        <w:t>d) orgán sociálně-právní ochrany dětí, pokud je v okruhu společně posuzovaných osob nezletilé dítě.“.</w:t>
      </w:r>
    </w:p>
    <w:p w:rsidR="00347261" w:rsidRDefault="00347261" w:rsidP="00347261">
      <w:pPr>
        <w:spacing w:before="240" w:after="240"/>
        <w:jc w:val="both"/>
      </w:pPr>
      <w:r>
        <w:t>Dosavadní odstavce 6 až 8 se označují jako odstavce 8 až 10.“.</w:t>
      </w:r>
    </w:p>
    <w:p w:rsidR="00347261" w:rsidRPr="00323234" w:rsidRDefault="00323234" w:rsidP="00347261">
      <w:pPr>
        <w:spacing w:before="240" w:after="240"/>
        <w:jc w:val="both"/>
        <w:rPr>
          <w:b/>
          <w:szCs w:val="26"/>
        </w:rPr>
      </w:pPr>
      <w:r>
        <w:rPr>
          <w:b/>
          <w:szCs w:val="26"/>
        </w:rPr>
        <w:t xml:space="preserve">E36.7. </w:t>
      </w:r>
      <w:r w:rsidR="00347261" w:rsidRPr="00323234">
        <w:rPr>
          <w:b/>
          <w:szCs w:val="26"/>
        </w:rPr>
        <w:t>V bodě 6 pozměňovacího návrhu v doplněné ČÁSTI DRUHÉ (Změna zákona o státní sociální podpoře) se bod 16 zrušuje.</w:t>
      </w:r>
    </w:p>
    <w:p w:rsidR="00347261" w:rsidRPr="00323234" w:rsidRDefault="00323234" w:rsidP="00347261">
      <w:pPr>
        <w:spacing w:before="240" w:after="240"/>
        <w:jc w:val="both"/>
        <w:rPr>
          <w:b/>
          <w:szCs w:val="26"/>
        </w:rPr>
      </w:pPr>
      <w:r>
        <w:rPr>
          <w:b/>
          <w:szCs w:val="26"/>
        </w:rPr>
        <w:t xml:space="preserve">E36.8. </w:t>
      </w:r>
      <w:r w:rsidR="00347261" w:rsidRPr="00323234">
        <w:rPr>
          <w:b/>
          <w:szCs w:val="26"/>
        </w:rPr>
        <w:t>V bodě 6 pozměňovacího návrhu v doplněné ČÁSTI DRUHÉ (Změna zákona o státní sociální podpoře) se za bod 20 vkládají body 21 až 25</w:t>
      </w:r>
      <w:r w:rsidR="00626755" w:rsidRPr="00323234">
        <w:rPr>
          <w:b/>
          <w:szCs w:val="26"/>
        </w:rPr>
        <w:t>,</w:t>
      </w:r>
      <w:r w:rsidR="00347261" w:rsidRPr="00323234">
        <w:rPr>
          <w:b/>
          <w:szCs w:val="26"/>
        </w:rPr>
        <w:t xml:space="preserve"> které znějí:</w:t>
      </w:r>
    </w:p>
    <w:p w:rsidR="00347261" w:rsidRDefault="00347261" w:rsidP="00347261">
      <w:pPr>
        <w:spacing w:before="240" w:after="240"/>
        <w:jc w:val="both"/>
      </w:pPr>
      <w:r>
        <w:t>„21. V § 65a se za odstavec 2 vkládá odstavec 3, který zní:</w:t>
      </w:r>
    </w:p>
    <w:p w:rsidR="00347261" w:rsidRDefault="00347261" w:rsidP="00347261">
      <w:pPr>
        <w:spacing w:before="240" w:after="240"/>
        <w:jc w:val="both"/>
      </w:pPr>
      <w:r>
        <w:t>„(3) Fyzická osoba se jako vlastník bytu dopustí přestupku tím, že nezjedná nápravu uloženou podle § 51 odst. 7.”.</w:t>
      </w:r>
    </w:p>
    <w:p w:rsidR="00347261" w:rsidRDefault="00347261" w:rsidP="002C6D14">
      <w:pPr>
        <w:spacing w:after="120"/>
        <w:jc w:val="both"/>
      </w:pPr>
      <w:r>
        <w:t>Dosavadní odstavec 3 se označuje jako odstavec 4.</w:t>
      </w:r>
    </w:p>
    <w:p w:rsidR="00347261" w:rsidRDefault="00347261" w:rsidP="00347261">
      <w:pPr>
        <w:spacing w:before="240" w:after="240"/>
        <w:jc w:val="both"/>
      </w:pPr>
      <w:r>
        <w:t>22. V § 65a odst. 4 se slova „odstavce 2“ nahrazuje slovy „odstavců 2 a 3“.</w:t>
      </w:r>
    </w:p>
    <w:p w:rsidR="00347261" w:rsidRDefault="00347261" w:rsidP="00347261">
      <w:pPr>
        <w:spacing w:before="240" w:after="240"/>
        <w:jc w:val="both"/>
      </w:pPr>
      <w:r>
        <w:t>23. V § 65b se za odstavec 2 vkládá odstavec 3, který zní:</w:t>
      </w:r>
    </w:p>
    <w:p w:rsidR="00347261" w:rsidRDefault="00347261" w:rsidP="009E52AB">
      <w:pPr>
        <w:spacing w:before="120"/>
        <w:jc w:val="both"/>
      </w:pPr>
      <w:r>
        <w:t>„(3) Právnická osoba nebo podnikající fyzická osoba se jako vlastník bytu dopustí přestupku tím, že nezjedná nápravu uloženou podle § 51 odst. 7.“.</w:t>
      </w:r>
    </w:p>
    <w:p w:rsidR="00347261" w:rsidRDefault="00347261" w:rsidP="00347261">
      <w:pPr>
        <w:spacing w:before="240" w:after="240"/>
        <w:jc w:val="both"/>
      </w:pPr>
      <w:r>
        <w:t>Dosavadní odstavec 3 se označuje jako odstavec 4.</w:t>
      </w:r>
    </w:p>
    <w:p w:rsidR="00347261" w:rsidRDefault="00347261" w:rsidP="00347261">
      <w:pPr>
        <w:spacing w:before="240" w:after="240"/>
        <w:jc w:val="both"/>
      </w:pPr>
      <w:r>
        <w:t>24. V § 65b se na konci textu odstavce 4 doplňuje text „, za přestupek podle odstavce 3 lze uložit pokutu do 20 000 Kč“.</w:t>
      </w:r>
    </w:p>
    <w:p w:rsidR="00347261" w:rsidRDefault="00347261" w:rsidP="00347261">
      <w:pPr>
        <w:spacing w:before="240" w:after="240"/>
        <w:jc w:val="both"/>
      </w:pPr>
      <w:r>
        <w:t>25. V 65c v odstavci 1 se na konci písmene b) tečka nahrazuje čárkou a doplňuje se písmeno c), které zní:</w:t>
      </w:r>
    </w:p>
    <w:p w:rsidR="00347261" w:rsidRDefault="00347261" w:rsidP="009E52AB">
      <w:pPr>
        <w:spacing w:after="120"/>
        <w:jc w:val="both"/>
      </w:pPr>
      <w:r>
        <w:t>„c) orgán státní sociální podpory, který vyzval ke zjednání nápravy, jde-li o přestupek podle § 65a odst. 3 a § 65b odst. 3,“.“.</w:t>
      </w:r>
    </w:p>
    <w:p w:rsidR="00347261" w:rsidRDefault="00347261" w:rsidP="00112A32">
      <w:pPr>
        <w:jc w:val="both"/>
      </w:pPr>
      <w:r>
        <w:t>Následující body se přečíslují.</w:t>
      </w:r>
    </w:p>
    <w:p w:rsidR="00347261" w:rsidRDefault="00347261"/>
    <w:p w:rsidR="00347261" w:rsidRPr="00347261" w:rsidRDefault="00347261">
      <w:pPr>
        <w:rPr>
          <w:i/>
        </w:rPr>
      </w:pPr>
      <w:r w:rsidRPr="00347261">
        <w:rPr>
          <w:i/>
        </w:rPr>
        <w:t>SD 8412</w:t>
      </w:r>
    </w:p>
    <w:p w:rsidR="00347261" w:rsidRPr="00EC4328" w:rsidRDefault="00626755" w:rsidP="00347261">
      <w:pPr>
        <w:pBdr>
          <w:top w:val="nil"/>
          <w:left w:val="nil"/>
          <w:bottom w:val="nil"/>
          <w:right w:val="nil"/>
          <w:between w:val="nil"/>
        </w:pBdr>
        <w:spacing w:after="200" w:line="276" w:lineRule="auto"/>
        <w:jc w:val="both"/>
        <w:rPr>
          <w:rFonts w:eastAsia="Arial" w:cs="Times New Roman"/>
          <w:i/>
          <w:szCs w:val="28"/>
        </w:rPr>
      </w:pPr>
      <w:r w:rsidRPr="00626755">
        <w:rPr>
          <w:rFonts w:eastAsia="Arial" w:cs="Times New Roman"/>
          <w:b/>
          <w:szCs w:val="28"/>
        </w:rPr>
        <w:t xml:space="preserve">E37. </w:t>
      </w:r>
      <w:r w:rsidR="00347261"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112A32" w:rsidRPr="007D30D0" w:rsidRDefault="00112A32" w:rsidP="00112A32">
      <w:pPr>
        <w:jc w:val="both"/>
        <w:rPr>
          <w:sz w:val="26"/>
          <w:szCs w:val="26"/>
        </w:rPr>
      </w:pPr>
      <w:r w:rsidRPr="007D30D0">
        <w:rPr>
          <w:sz w:val="26"/>
          <w:szCs w:val="26"/>
        </w:rPr>
        <w:t>V bodě 4 pozměňovacího návrhu ve čl. I se bod 6 zrušuje.</w:t>
      </w:r>
    </w:p>
    <w:p w:rsidR="00112A32" w:rsidRDefault="00112A32" w:rsidP="00112A32">
      <w:pPr>
        <w:jc w:val="both"/>
      </w:pPr>
      <w:r>
        <w:t>Následující body a odkazy na ně se přečíslují.</w:t>
      </w:r>
    </w:p>
    <w:p w:rsidR="000C6893" w:rsidRDefault="000C6893"/>
    <w:p w:rsidR="00347261" w:rsidRPr="00112A32" w:rsidRDefault="00112A32">
      <w:pPr>
        <w:rPr>
          <w:i/>
        </w:rPr>
      </w:pPr>
      <w:r w:rsidRPr="00112A32">
        <w:rPr>
          <w:i/>
        </w:rPr>
        <w:t>SD 8413</w:t>
      </w:r>
    </w:p>
    <w:p w:rsidR="00112A32" w:rsidRPr="00EC4328" w:rsidRDefault="00626755" w:rsidP="00112A32">
      <w:pPr>
        <w:pBdr>
          <w:top w:val="nil"/>
          <w:left w:val="nil"/>
          <w:bottom w:val="nil"/>
          <w:right w:val="nil"/>
          <w:between w:val="nil"/>
        </w:pBdr>
        <w:spacing w:after="200" w:line="276" w:lineRule="auto"/>
        <w:jc w:val="both"/>
        <w:rPr>
          <w:rFonts w:eastAsia="Arial" w:cs="Times New Roman"/>
          <w:i/>
          <w:szCs w:val="28"/>
        </w:rPr>
      </w:pPr>
      <w:r w:rsidRPr="00626755">
        <w:rPr>
          <w:rFonts w:eastAsia="Arial" w:cs="Times New Roman"/>
          <w:b/>
          <w:szCs w:val="28"/>
        </w:rPr>
        <w:t xml:space="preserve">E38. </w:t>
      </w:r>
      <w:r w:rsidR="00112A32"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112A32" w:rsidRPr="007D30D0" w:rsidRDefault="00112A32" w:rsidP="00112A32">
      <w:pPr>
        <w:jc w:val="both"/>
        <w:rPr>
          <w:sz w:val="26"/>
          <w:szCs w:val="26"/>
        </w:rPr>
      </w:pPr>
      <w:r w:rsidRPr="007D30D0">
        <w:rPr>
          <w:sz w:val="26"/>
          <w:szCs w:val="26"/>
        </w:rPr>
        <w:t>V bodě 4 pozměňovacího návrhu v čl. I se bod 16 zrušuje.</w:t>
      </w:r>
    </w:p>
    <w:p w:rsidR="00112A32" w:rsidRPr="007D30D0" w:rsidRDefault="00112A32" w:rsidP="00112A32">
      <w:pPr>
        <w:jc w:val="both"/>
      </w:pPr>
      <w:r w:rsidRPr="007D30D0">
        <w:t>Následující body se přečíslují.</w:t>
      </w:r>
    </w:p>
    <w:p w:rsidR="002C6D14" w:rsidRDefault="002C6D14">
      <w:pPr>
        <w:rPr>
          <w:i/>
        </w:rPr>
      </w:pPr>
    </w:p>
    <w:p w:rsidR="00347261" w:rsidRPr="00112A32" w:rsidRDefault="00112A32">
      <w:pPr>
        <w:rPr>
          <w:i/>
        </w:rPr>
      </w:pPr>
      <w:r w:rsidRPr="00112A32">
        <w:rPr>
          <w:i/>
        </w:rPr>
        <w:t>SD 8414</w:t>
      </w:r>
    </w:p>
    <w:p w:rsidR="00112A32" w:rsidRPr="00EC4328" w:rsidRDefault="00626755" w:rsidP="00112A32">
      <w:pPr>
        <w:pBdr>
          <w:top w:val="nil"/>
          <w:left w:val="nil"/>
          <w:bottom w:val="nil"/>
          <w:right w:val="nil"/>
          <w:between w:val="nil"/>
        </w:pBdr>
        <w:spacing w:after="200" w:line="276" w:lineRule="auto"/>
        <w:jc w:val="both"/>
        <w:rPr>
          <w:rFonts w:eastAsia="Arial" w:cs="Times New Roman"/>
          <w:i/>
          <w:szCs w:val="28"/>
        </w:rPr>
      </w:pPr>
      <w:r w:rsidRPr="00626755">
        <w:rPr>
          <w:rFonts w:eastAsia="Arial" w:cs="Times New Roman"/>
          <w:b/>
          <w:szCs w:val="28"/>
        </w:rPr>
        <w:t>E3</w:t>
      </w:r>
      <w:r>
        <w:rPr>
          <w:rFonts w:eastAsia="Arial" w:cs="Times New Roman"/>
          <w:b/>
          <w:szCs w:val="28"/>
        </w:rPr>
        <w:t>9</w:t>
      </w:r>
      <w:r w:rsidRPr="00626755">
        <w:rPr>
          <w:rFonts w:eastAsia="Arial" w:cs="Times New Roman"/>
          <w:b/>
          <w:szCs w:val="28"/>
        </w:rPr>
        <w:t xml:space="preserve">. </w:t>
      </w:r>
      <w:r w:rsidR="00112A32"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112A32" w:rsidRPr="007D30D0" w:rsidRDefault="00112A32" w:rsidP="00112A32">
      <w:pPr>
        <w:jc w:val="both"/>
        <w:rPr>
          <w:sz w:val="26"/>
          <w:szCs w:val="26"/>
        </w:rPr>
      </w:pPr>
      <w:r w:rsidRPr="007D30D0">
        <w:rPr>
          <w:sz w:val="26"/>
          <w:szCs w:val="26"/>
        </w:rPr>
        <w:t>V bodě 6 pozměňovacího návrhu, v doplněné ČÁSTI DRUHÉ, čl. III (Změna zákona o státní sociální podpoře) se bod 13 zrušuje.</w:t>
      </w:r>
    </w:p>
    <w:p w:rsidR="00112A32" w:rsidRPr="007D30D0" w:rsidRDefault="00112A32" w:rsidP="00112A32">
      <w:pPr>
        <w:jc w:val="both"/>
      </w:pPr>
      <w:r w:rsidRPr="007D30D0">
        <w:t>Následující body a odkazy na ně se přečíslují.</w:t>
      </w:r>
    </w:p>
    <w:p w:rsidR="00347261" w:rsidRDefault="00347261"/>
    <w:p w:rsidR="00347261" w:rsidRPr="00112A32" w:rsidRDefault="00112A32">
      <w:pPr>
        <w:rPr>
          <w:i/>
        </w:rPr>
      </w:pPr>
      <w:r w:rsidRPr="00112A32">
        <w:rPr>
          <w:i/>
        </w:rPr>
        <w:t>SD 8416</w:t>
      </w:r>
    </w:p>
    <w:p w:rsidR="00112A32" w:rsidRPr="00EC4328" w:rsidRDefault="00626755" w:rsidP="00112A32">
      <w:pPr>
        <w:pBdr>
          <w:top w:val="nil"/>
          <w:left w:val="nil"/>
          <w:bottom w:val="nil"/>
          <w:right w:val="nil"/>
          <w:between w:val="nil"/>
        </w:pBdr>
        <w:spacing w:after="200" w:line="276" w:lineRule="auto"/>
        <w:jc w:val="both"/>
        <w:rPr>
          <w:rFonts w:eastAsia="Arial" w:cs="Times New Roman"/>
          <w:i/>
          <w:szCs w:val="28"/>
        </w:rPr>
      </w:pPr>
      <w:r w:rsidRPr="00626755">
        <w:rPr>
          <w:rFonts w:eastAsia="Arial" w:cs="Times New Roman"/>
          <w:b/>
          <w:szCs w:val="28"/>
        </w:rPr>
        <w:t>E</w:t>
      </w:r>
      <w:r>
        <w:rPr>
          <w:rFonts w:eastAsia="Arial" w:cs="Times New Roman"/>
          <w:b/>
          <w:szCs w:val="28"/>
        </w:rPr>
        <w:t>40</w:t>
      </w:r>
      <w:r w:rsidRPr="00626755">
        <w:rPr>
          <w:rFonts w:eastAsia="Arial" w:cs="Times New Roman"/>
          <w:b/>
          <w:szCs w:val="28"/>
        </w:rPr>
        <w:t xml:space="preserve">. </w:t>
      </w:r>
      <w:r w:rsidR="00112A32" w:rsidRPr="00EC4328">
        <w:rPr>
          <w:rFonts w:eastAsia="Arial" w:cs="Times New Roman"/>
          <w:i/>
          <w:szCs w:val="28"/>
        </w:rPr>
        <w:t>k pozměňovacímu návrhu Marka Nováka, Lucie Šafránkové, Aleny Gajdůškové, Hany Aulické Jírovcové, Jana Bauera, Jany Pastuchové, Lenky Dražilové, Evy Fialové, Davida Kasala, Karla Raise a Věry Procházkové (SD 8404)</w:t>
      </w:r>
    </w:p>
    <w:p w:rsidR="00112A32" w:rsidRPr="00CF533A" w:rsidRDefault="00112A32" w:rsidP="00112A32">
      <w:pPr>
        <w:jc w:val="both"/>
        <w:rPr>
          <w:rFonts w:cs="Times New Roman"/>
          <w:b/>
          <w:bCs/>
        </w:rPr>
      </w:pPr>
      <w:r w:rsidRPr="00CF533A">
        <w:rPr>
          <w:rFonts w:eastAsia="Calibri" w:cs="Times New Roman"/>
          <w:b/>
          <w:bCs/>
        </w:rPr>
        <w:t>V bodě 4 pozměňovacího návrhu se vkládají nové body, které znějí:</w:t>
      </w:r>
    </w:p>
    <w:p w:rsidR="00112A32" w:rsidRPr="00112A32" w:rsidRDefault="00112A32" w:rsidP="00112A32">
      <w:pPr>
        <w:ind w:left="720"/>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9 odst. 1 se na konci textu písmene c) doplňují slova „a části přídavku na dítě přiznané podle § 18 odst. 4 zákona o státní sociální podpoře“.“.</w:t>
      </w:r>
    </w:p>
    <w:p w:rsidR="00112A32" w:rsidRPr="00112A32" w:rsidRDefault="00112A32" w:rsidP="00112A32">
      <w:pPr>
        <w:ind w:left="720"/>
        <w:jc w:val="both"/>
        <w:rPr>
          <w:rFonts w:eastAsia="Calibri" w:cs="Times New Roman"/>
        </w:rPr>
      </w:pPr>
    </w:p>
    <w:p w:rsidR="00112A32" w:rsidRPr="00112A32" w:rsidRDefault="00112A32" w:rsidP="00112A32">
      <w:pPr>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37 písm. c) se za text „v § 2 odst. 5 písm. a)“ vkládá text „a c)“.“.</w:t>
      </w:r>
    </w:p>
    <w:p w:rsidR="00112A32" w:rsidRPr="00112A32" w:rsidRDefault="00112A32" w:rsidP="00112A32">
      <w:pPr>
        <w:ind w:left="720"/>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37 písm. d) se slova „nebo c)“ zrušují.“.”.</w:t>
      </w:r>
    </w:p>
    <w:p w:rsidR="00112A32" w:rsidRPr="00112A32" w:rsidRDefault="00112A32" w:rsidP="00112A32">
      <w:pPr>
        <w:jc w:val="both"/>
        <w:rPr>
          <w:rFonts w:eastAsia="Calibri" w:cs="Times New Roman"/>
        </w:rPr>
      </w:pPr>
    </w:p>
    <w:p w:rsidR="00112A32" w:rsidRPr="007D30D0" w:rsidRDefault="00112A32" w:rsidP="00112A32">
      <w:pPr>
        <w:jc w:val="both"/>
        <w:rPr>
          <w:rFonts w:cs="Times New Roman"/>
          <w:bCs/>
        </w:rPr>
      </w:pPr>
      <w:r w:rsidRPr="007D30D0">
        <w:rPr>
          <w:rFonts w:eastAsia="Calibri" w:cs="Times New Roman"/>
          <w:bCs/>
        </w:rPr>
        <w:t>V bodě 6 pozměňovacího návrhu se v části druhé  Čl. III vkládají nové body, které znějí:</w:t>
      </w:r>
    </w:p>
    <w:p w:rsidR="00112A32" w:rsidRPr="00112A32" w:rsidRDefault="00112A32" w:rsidP="00112A32">
      <w:pPr>
        <w:ind w:left="720"/>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5 odst. 1 se na konci textu písmene g) doplňují slova „vyjma části přídavku na dítě přiznané podle § 18 odst. 4,“.</w:t>
      </w:r>
    </w:p>
    <w:p w:rsidR="00112A32" w:rsidRPr="00112A32" w:rsidRDefault="00112A32" w:rsidP="00112A32">
      <w:pPr>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18 se doplňuje odstavec 4, který zní:</w:t>
      </w:r>
    </w:p>
    <w:p w:rsidR="00112A32" w:rsidRPr="00112A32" w:rsidRDefault="00112A32" w:rsidP="00112A32">
      <w:pPr>
        <w:ind w:left="720"/>
        <w:jc w:val="both"/>
        <w:rPr>
          <w:rFonts w:eastAsia="Calibri" w:cs="Times New Roman"/>
        </w:rPr>
      </w:pPr>
    </w:p>
    <w:p w:rsidR="00112A32" w:rsidRPr="00112A32" w:rsidRDefault="00112A32" w:rsidP="00112A32">
      <w:pPr>
        <w:ind w:left="720"/>
        <w:jc w:val="both"/>
        <w:rPr>
          <w:rFonts w:eastAsia="Calibri" w:cs="Times New Roman"/>
        </w:rPr>
      </w:pPr>
      <w:r w:rsidRPr="00112A32">
        <w:rPr>
          <w:rFonts w:eastAsia="Calibri" w:cs="Times New Roman"/>
        </w:rPr>
        <w:t xml:space="preserve">„(4) Pokud žadatel prokáže, že má v každém kalendářním měsíci období, na které se nárok na výplatu dávky prokazuje, popřípadě nárok na dávku uplatňuje, odůvodněné opakující se náklady související se vzděláním nebo zájmovou činností nezaopatřeného dítěte, činí výše přídavku na dítě za kalendářní měsíc tohoto období částku uvedenou v odst. 1 zvýšenou o tyto odůvodněné náklady, nejvýše však o dvojnásobek částky uvedené v odst. 1.“.“. </w:t>
      </w:r>
    </w:p>
    <w:p w:rsidR="00112A32" w:rsidRPr="00112A32" w:rsidRDefault="00112A32" w:rsidP="00112A32">
      <w:pPr>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51 odstavec 2 zní:</w:t>
      </w:r>
    </w:p>
    <w:p w:rsidR="00112A32" w:rsidRPr="00112A32" w:rsidRDefault="00112A32" w:rsidP="00112A32">
      <w:pPr>
        <w:ind w:left="720"/>
        <w:jc w:val="both"/>
        <w:rPr>
          <w:rFonts w:eastAsia="Calibri" w:cs="Times New Roman"/>
        </w:rPr>
      </w:pPr>
    </w:p>
    <w:p w:rsidR="00112A32" w:rsidRPr="00112A32" w:rsidRDefault="00112A32" w:rsidP="00112A32">
      <w:pPr>
        <w:ind w:left="720"/>
        <w:jc w:val="both"/>
        <w:rPr>
          <w:rFonts w:eastAsia="Calibri" w:cs="Times New Roman"/>
        </w:rPr>
      </w:pPr>
      <w:r w:rsidRPr="00112A32">
        <w:rPr>
          <w:rFonts w:eastAsia="Calibri" w:cs="Times New Roman"/>
        </w:rPr>
        <w:t>„(2) Pro nárok na výplatu přídavku na dítě ve zvýšené výměře se prokazuje vedle výše rozhodných příjmů nebo odůvodněných nákladů, také druh těchto příjmů podle § 18 odst. 2 nebo nákladů podle § 18 odst. 4, který zakládá nárok na zvýšenou výměru přídavku na dítě. Je-li přídavek na dítě ve zvýšené výměře vyplácen k poslednímu dni kalendářního čtvrtletí, náleží jeho výplata v bezprostředně následujícím kalendářním čtvrtletí, jen jestliže se nejpozději do konce prvního kalendářního měsíce tohoto následujícího kalendářního čtvrtletí prokáže výše a druh rozhodných příjmů za rozhodné období nebo odůvodněných nákladů v každém kalendářním měsíci období, na které se nárok na výplatu dávky prokazuje, popřípadě nárok na dávku uplatňuje. Neprokáže-li se do této doby druh rozhodných příjmů nebo odůvodněných nákladů, vyplatí se přídavek na dítě ve výši podle § 18 odst. 1. Neprokáže-li se do této doby ani výše rozhodných příjmů, postupuje se podle odstavce 1 věty třetí a čtvrté.“. “.</w:t>
      </w:r>
    </w:p>
    <w:p w:rsidR="00112A32" w:rsidRPr="00112A32" w:rsidRDefault="00112A32" w:rsidP="00112A32">
      <w:pPr>
        <w:ind w:left="720"/>
        <w:jc w:val="both"/>
        <w:rPr>
          <w:rFonts w:eastAsia="Calibri" w:cs="Times New Roman"/>
        </w:rPr>
      </w:pPr>
    </w:p>
    <w:p w:rsidR="00112A32" w:rsidRPr="00112A32" w:rsidRDefault="00112A32" w:rsidP="00112A32">
      <w:pPr>
        <w:jc w:val="both"/>
        <w:rPr>
          <w:rFonts w:cs="Times New Roman"/>
        </w:rPr>
      </w:pPr>
      <w:r w:rsidRPr="00112A32">
        <w:rPr>
          <w:rFonts w:eastAsia="Calibri" w:cs="Times New Roman"/>
        </w:rPr>
        <w:t>X. V § 59 se doplňuje nový odstavec 7, který zní:</w:t>
      </w:r>
    </w:p>
    <w:p w:rsidR="00112A32" w:rsidRPr="00112A32" w:rsidRDefault="00112A32" w:rsidP="00112A32">
      <w:pPr>
        <w:ind w:left="720"/>
        <w:jc w:val="both"/>
        <w:rPr>
          <w:rFonts w:eastAsia="Calibri" w:cs="Times New Roman"/>
        </w:rPr>
      </w:pPr>
    </w:p>
    <w:p w:rsidR="00112A32" w:rsidRPr="00112A32" w:rsidRDefault="00112A32" w:rsidP="00112A32">
      <w:pPr>
        <w:ind w:left="720"/>
        <w:jc w:val="both"/>
        <w:rPr>
          <w:rFonts w:eastAsia="Calibri" w:cs="Times New Roman"/>
        </w:rPr>
      </w:pPr>
      <w:r w:rsidRPr="00112A32">
        <w:rPr>
          <w:rFonts w:eastAsia="Calibri" w:cs="Times New Roman"/>
        </w:rPr>
        <w:t>„(7) Část přídavku na dítě přiznaná podle § 18 odst. 4 se bez souhlasu příjemce použije k přímé úhradě nákladů odůvodněných opakujících se nákladů souvisejících se vzděláním nebo zájmovou činností nezaopatřeného dítěte, a to tak, že plátce příspěvku jej poukazuje poskytovateli služeb.“.“.</w:t>
      </w:r>
    </w:p>
    <w:p w:rsidR="00347261" w:rsidRPr="00112A32" w:rsidRDefault="00347261">
      <w:pPr>
        <w:rPr>
          <w:rFonts w:cs="Times New Roman"/>
        </w:rPr>
      </w:pPr>
    </w:p>
    <w:p w:rsidR="00347261" w:rsidRDefault="00347261"/>
    <w:p w:rsidR="00347261" w:rsidRDefault="00A119AB" w:rsidP="00A119AB">
      <w:pPr>
        <w:pStyle w:val="PNposlanec"/>
      </w:pPr>
      <w:r>
        <w:t>Poslankyně Kateřina Valachová</w:t>
      </w:r>
    </w:p>
    <w:p w:rsidR="00347261" w:rsidRDefault="00A119AB">
      <w:pPr>
        <w:rPr>
          <w:i/>
        </w:rPr>
      </w:pPr>
      <w:r w:rsidRPr="00A119AB">
        <w:rPr>
          <w:i/>
        </w:rPr>
        <w:t>SD 6735</w:t>
      </w:r>
    </w:p>
    <w:p w:rsidR="00626755" w:rsidRPr="00626755" w:rsidRDefault="00626755">
      <w:pPr>
        <w:rPr>
          <w:b/>
        </w:rPr>
      </w:pPr>
      <w:r w:rsidRPr="00626755">
        <w:rPr>
          <w:b/>
        </w:rPr>
        <w:t xml:space="preserve">F1. </w:t>
      </w:r>
    </w:p>
    <w:p w:rsidR="00A119AB" w:rsidRPr="007D30D0" w:rsidRDefault="00A119AB" w:rsidP="00A119AB">
      <w:pPr>
        <w:pStyle w:val="Odstavecseseznamem"/>
        <w:numPr>
          <w:ilvl w:val="0"/>
          <w:numId w:val="21"/>
        </w:numPr>
        <w:suppressAutoHyphens w:val="0"/>
        <w:spacing w:before="120" w:after="0" w:line="240" w:lineRule="auto"/>
        <w:ind w:left="426" w:hanging="426"/>
        <w:jc w:val="both"/>
        <w:rPr>
          <w:u w:val="single"/>
        </w:rPr>
      </w:pPr>
      <w:r w:rsidRPr="007D30D0">
        <w:t>Název zákona nově zní:</w:t>
      </w:r>
    </w:p>
    <w:p w:rsidR="00A119AB" w:rsidRPr="00324C8F" w:rsidRDefault="00A119AB" w:rsidP="00A119AB">
      <w:pPr>
        <w:pStyle w:val="Nadpisoddlu"/>
        <w:keepNext w:val="0"/>
        <w:keepLines w:val="0"/>
        <w:spacing w:before="120"/>
        <w:jc w:val="both"/>
        <w:outlineLvl w:val="9"/>
        <w:rPr>
          <w:szCs w:val="24"/>
        </w:rPr>
      </w:pPr>
      <w:r w:rsidRPr="00324C8F">
        <w:rPr>
          <w:szCs w:val="24"/>
        </w:rPr>
        <w:t>„Zákon, kterým se mění zákon č. 111/2006 Sb., o pomoci v hmotné nouzi, ve znění pozdějších předpisů</w:t>
      </w:r>
      <w:r>
        <w:rPr>
          <w:szCs w:val="24"/>
        </w:rPr>
        <w:t>,</w:t>
      </w:r>
      <w:r w:rsidRPr="00324C8F">
        <w:rPr>
          <w:szCs w:val="24"/>
        </w:rPr>
        <w:t xml:space="preserve"> a </w:t>
      </w:r>
      <w:r>
        <w:rPr>
          <w:szCs w:val="24"/>
        </w:rPr>
        <w:t>zákon č. 117/1995 Sb., o státní sociální podpoře, ve znění pozdějších předpisů</w:t>
      </w:r>
      <w:r w:rsidRPr="00324C8F">
        <w:rPr>
          <w:szCs w:val="24"/>
        </w:rPr>
        <w:t xml:space="preserve">“. </w:t>
      </w:r>
    </w:p>
    <w:p w:rsidR="00A119AB" w:rsidRPr="00324C8F" w:rsidRDefault="00A119AB" w:rsidP="00A119AB">
      <w:pPr>
        <w:autoSpaceDE w:val="0"/>
        <w:autoSpaceDN w:val="0"/>
        <w:adjustRightInd w:val="0"/>
        <w:spacing w:before="120"/>
        <w:rPr>
          <w:b/>
        </w:rPr>
      </w:pPr>
    </w:p>
    <w:p w:rsidR="00A119AB" w:rsidRPr="007D30D0" w:rsidRDefault="00A119AB" w:rsidP="00A119AB">
      <w:pPr>
        <w:pStyle w:val="Odstavecseseznamem"/>
        <w:numPr>
          <w:ilvl w:val="0"/>
          <w:numId w:val="21"/>
        </w:numPr>
        <w:suppressAutoHyphens w:val="0"/>
        <w:spacing w:before="120" w:after="0" w:line="240" w:lineRule="auto"/>
        <w:ind w:left="284" w:hanging="284"/>
        <w:jc w:val="both"/>
      </w:pPr>
      <w:r w:rsidRPr="007D30D0">
        <w:t>Dosavadní text Čl. I se označuje jako:</w:t>
      </w:r>
    </w:p>
    <w:p w:rsidR="00A119AB" w:rsidRDefault="00A119AB" w:rsidP="00A119AB">
      <w:pPr>
        <w:pStyle w:val="Odstavecseseznamem"/>
        <w:suppressAutoHyphens w:val="0"/>
        <w:spacing w:before="120" w:after="0" w:line="240" w:lineRule="auto"/>
        <w:ind w:left="0"/>
        <w:jc w:val="center"/>
        <w:rPr>
          <w:b/>
        </w:rPr>
      </w:pPr>
      <w:r w:rsidRPr="00324C8F">
        <w:rPr>
          <w:b/>
        </w:rPr>
        <w:t>„</w:t>
      </w:r>
      <w:r w:rsidRPr="000E09CE">
        <w:rPr>
          <w:bCs/>
        </w:rPr>
        <w:t>ČÁST PRVNÍ</w:t>
      </w:r>
    </w:p>
    <w:p w:rsidR="00A119AB" w:rsidRDefault="00A119AB" w:rsidP="00A119AB">
      <w:pPr>
        <w:pStyle w:val="Odstavecseseznamem"/>
        <w:suppressAutoHyphens w:val="0"/>
        <w:spacing w:before="120" w:after="0" w:line="240" w:lineRule="auto"/>
        <w:ind w:left="0"/>
        <w:jc w:val="center"/>
        <w:rPr>
          <w:b/>
        </w:rPr>
      </w:pPr>
      <w:r w:rsidRPr="00324C8F">
        <w:rPr>
          <w:b/>
        </w:rPr>
        <w:t>Změna zákona o pomoci v hmotné nouzi</w:t>
      </w:r>
    </w:p>
    <w:p w:rsidR="00A119AB" w:rsidRPr="00324C8F" w:rsidRDefault="00A119AB" w:rsidP="00A119AB">
      <w:pPr>
        <w:pStyle w:val="Odstavecseseznamem"/>
        <w:suppressAutoHyphens w:val="0"/>
        <w:spacing w:before="120" w:after="0" w:line="240" w:lineRule="auto"/>
        <w:ind w:left="0"/>
        <w:jc w:val="center"/>
        <w:rPr>
          <w:b/>
        </w:rPr>
      </w:pPr>
      <w:r w:rsidRPr="000E09CE">
        <w:rPr>
          <w:bCs/>
        </w:rPr>
        <w:t>Čl. I</w:t>
      </w:r>
      <w:r w:rsidRPr="00324C8F">
        <w:rPr>
          <w:b/>
        </w:rPr>
        <w:t>“</w:t>
      </w:r>
      <w:r>
        <w:rPr>
          <w:b/>
        </w:rPr>
        <w:t>.</w:t>
      </w:r>
    </w:p>
    <w:p w:rsidR="00A119AB" w:rsidRPr="007D30D0" w:rsidRDefault="00A119AB" w:rsidP="00A119AB">
      <w:pPr>
        <w:pStyle w:val="Odstavecseseznamem"/>
        <w:suppressAutoHyphens w:val="0"/>
        <w:spacing w:before="120" w:after="0" w:line="240" w:lineRule="auto"/>
        <w:ind w:left="284"/>
      </w:pPr>
    </w:p>
    <w:p w:rsidR="00A119AB" w:rsidRPr="007D30D0" w:rsidRDefault="00A119AB" w:rsidP="00A119AB">
      <w:pPr>
        <w:pStyle w:val="Odstavecseseznamem"/>
        <w:numPr>
          <w:ilvl w:val="0"/>
          <w:numId w:val="21"/>
        </w:numPr>
        <w:suppressAutoHyphens w:val="0"/>
        <w:spacing w:before="120" w:after="0" w:line="240" w:lineRule="auto"/>
        <w:ind w:left="284" w:hanging="284"/>
        <w:jc w:val="both"/>
      </w:pPr>
      <w:r w:rsidRPr="007D30D0">
        <w:t>V Čl. I se vkládá nový bod 7, který zní:</w:t>
      </w:r>
    </w:p>
    <w:p w:rsidR="00A119AB" w:rsidRDefault="00A119AB" w:rsidP="00A119AB">
      <w:pPr>
        <w:ind w:left="709" w:hanging="425"/>
      </w:pPr>
    </w:p>
    <w:p w:rsidR="00A119AB" w:rsidRPr="004360C3" w:rsidRDefault="00A119AB" w:rsidP="00A119AB">
      <w:pPr>
        <w:ind w:left="709" w:hanging="425"/>
      </w:pPr>
      <w:r>
        <w:t>„7.</w:t>
      </w:r>
      <w:r>
        <w:tab/>
      </w:r>
      <w:r w:rsidRPr="008B1446">
        <w:t xml:space="preserve">V § </w:t>
      </w:r>
      <w:r>
        <w:t>34</w:t>
      </w:r>
      <w:r w:rsidRPr="008B1446">
        <w:t xml:space="preserve"> písm. </w:t>
      </w:r>
      <w:r>
        <w:t>b</w:t>
      </w:r>
      <w:r w:rsidRPr="008B1446">
        <w:t xml:space="preserve">) se </w:t>
      </w:r>
      <w:r w:rsidRPr="008B1446">
        <w:rPr>
          <w:bCs/>
        </w:rPr>
        <w:t>za slova „</w:t>
      </w:r>
      <w:r w:rsidRPr="001D0684">
        <w:rPr>
          <w:color w:val="000000"/>
        </w:rPr>
        <w:t>pravidelné úhrady</w:t>
      </w:r>
      <w:r>
        <w:rPr>
          <w:color w:val="000000"/>
        </w:rPr>
        <w:t xml:space="preserve">“ vkládají slova </w:t>
      </w:r>
      <w:r w:rsidRPr="004360C3">
        <w:rPr>
          <w:color w:val="000000"/>
        </w:rPr>
        <w:t>„</w:t>
      </w:r>
      <w:r w:rsidRPr="004360C3">
        <w:t>za připojení k</w:t>
      </w:r>
      <w:r>
        <w:t> </w:t>
      </w:r>
      <w:r w:rsidRPr="004360C3">
        <w:t>internetu</w:t>
      </w:r>
      <w:r>
        <w:t> </w:t>
      </w:r>
      <w:r w:rsidRPr="004360C3">
        <w:t>a“.</w:t>
      </w:r>
    </w:p>
    <w:p w:rsidR="00A119AB" w:rsidRPr="008B1446" w:rsidRDefault="00A119AB" w:rsidP="00A119AB">
      <w:pPr>
        <w:ind w:left="709" w:hanging="425"/>
      </w:pPr>
      <w:r>
        <w:rPr>
          <w:bCs/>
        </w:rPr>
        <w:t>Dosavadní bod 7 se označuje jako bod 8.</w:t>
      </w:r>
    </w:p>
    <w:p w:rsidR="00A119AB" w:rsidRDefault="00A119AB" w:rsidP="00A119AB"/>
    <w:p w:rsidR="00A119AB" w:rsidRPr="007D30D0" w:rsidRDefault="00A119AB" w:rsidP="00A119AB">
      <w:pPr>
        <w:pStyle w:val="Odstavecseseznamem"/>
        <w:numPr>
          <w:ilvl w:val="0"/>
          <w:numId w:val="21"/>
        </w:numPr>
        <w:suppressAutoHyphens w:val="0"/>
        <w:spacing w:before="120" w:after="0" w:line="240" w:lineRule="auto"/>
        <w:ind w:left="284" w:hanging="284"/>
        <w:jc w:val="both"/>
      </w:pPr>
      <w:r w:rsidRPr="007D30D0">
        <w:t>Za ČÁST PRVNÍ se vkládá nová „ČÁST DRUHÁ“, která zní:</w:t>
      </w:r>
    </w:p>
    <w:p w:rsidR="00A119AB" w:rsidRDefault="00A119AB" w:rsidP="00A119AB">
      <w:pPr>
        <w:tabs>
          <w:tab w:val="left" w:pos="6030"/>
        </w:tabs>
        <w:jc w:val="center"/>
      </w:pPr>
    </w:p>
    <w:p w:rsidR="00A119AB" w:rsidRPr="00324C8F" w:rsidRDefault="00A119AB" w:rsidP="007D30D0">
      <w:pPr>
        <w:tabs>
          <w:tab w:val="left" w:pos="6030"/>
        </w:tabs>
        <w:spacing w:before="120"/>
        <w:jc w:val="center"/>
      </w:pPr>
      <w:r w:rsidRPr="00324C8F">
        <w:t>„ČÁST DRUHÁ</w:t>
      </w:r>
    </w:p>
    <w:p w:rsidR="00A119AB" w:rsidRPr="00324C8F" w:rsidRDefault="00A119AB" w:rsidP="007D30D0">
      <w:pPr>
        <w:pStyle w:val="Odstavecseseznamem"/>
        <w:spacing w:before="120" w:after="0" w:line="240" w:lineRule="auto"/>
        <w:ind w:left="0"/>
        <w:jc w:val="center"/>
        <w:rPr>
          <w:b/>
          <w:bCs/>
        </w:rPr>
      </w:pPr>
      <w:r w:rsidRPr="00324C8F">
        <w:rPr>
          <w:b/>
          <w:bCs/>
        </w:rPr>
        <w:t>Změna zákona o státní sociální podpoře</w:t>
      </w:r>
    </w:p>
    <w:p w:rsidR="00A119AB" w:rsidRPr="00324C8F" w:rsidRDefault="00A119AB" w:rsidP="007D30D0">
      <w:pPr>
        <w:pStyle w:val="Odstavecseseznamem"/>
        <w:spacing w:before="120" w:after="0" w:line="240" w:lineRule="auto"/>
        <w:ind w:left="0"/>
        <w:jc w:val="center"/>
      </w:pPr>
      <w:r w:rsidRPr="00324C8F">
        <w:t>Čl. I</w:t>
      </w:r>
      <w:r>
        <w:t>I</w:t>
      </w:r>
    </w:p>
    <w:p w:rsidR="00A119AB" w:rsidRDefault="00A119AB" w:rsidP="007D30D0">
      <w:pPr>
        <w:jc w:val="both"/>
        <w:rPr>
          <w:bCs/>
        </w:rPr>
      </w:pPr>
      <w:r w:rsidRPr="008B1446">
        <w:t>V § 25 odst. 1 písm. c) zákona č. 117/1995 Sb., o státní sociální podpoře, ve znění zákona č.</w:t>
      </w:r>
      <w:r>
        <w:t> </w:t>
      </w:r>
      <w:r w:rsidRPr="008B1446">
        <w:t>91/1998 Sb., zákona č. 109/2006 Sb., zákona č. 347/2010 Sb., zákona č.</w:t>
      </w:r>
      <w:r>
        <w:t> </w:t>
      </w:r>
      <w:r w:rsidRPr="008B1446">
        <w:t>252/2014</w:t>
      </w:r>
      <w:r>
        <w:t> </w:t>
      </w:r>
      <w:r w:rsidRPr="008B1446">
        <w:t>Sb., zákona č. 200/2017 Sb., zákona č. 92/2018 Sb. a zákona č. 363/2019 Sb.</w:t>
      </w:r>
      <w:r>
        <w:t>,</w:t>
      </w:r>
      <w:r w:rsidRPr="008B1446">
        <w:t xml:space="preserve"> se </w:t>
      </w:r>
      <w:r w:rsidRPr="008B1446">
        <w:rPr>
          <w:bCs/>
        </w:rPr>
        <w:t>za slov</w:t>
      </w:r>
      <w:r>
        <w:rPr>
          <w:bCs/>
        </w:rPr>
        <w:t>o</w:t>
      </w:r>
      <w:r w:rsidRPr="008B1446">
        <w:rPr>
          <w:bCs/>
        </w:rPr>
        <w:t xml:space="preserve"> „</w:t>
      </w:r>
      <w:r>
        <w:rPr>
          <w:bCs/>
        </w:rPr>
        <w:t>elektřinu</w:t>
      </w:r>
      <w:r w:rsidRPr="008B1446">
        <w:rPr>
          <w:bCs/>
        </w:rPr>
        <w:t xml:space="preserve">“ vkládají </w:t>
      </w:r>
      <w:proofErr w:type="gramStart"/>
      <w:r w:rsidRPr="008B1446">
        <w:rPr>
          <w:bCs/>
        </w:rPr>
        <w:t>slova</w:t>
      </w:r>
      <w:r w:rsidR="007D30D0">
        <w:rPr>
          <w:bCs/>
        </w:rPr>
        <w:br/>
      </w:r>
      <w:r w:rsidRPr="008B1446">
        <w:rPr>
          <w:bCs/>
        </w:rPr>
        <w:t xml:space="preserve"> „</w:t>
      </w:r>
      <w:r w:rsidR="007D30D0">
        <w:rPr>
          <w:bCs/>
        </w:rPr>
        <w:t xml:space="preserve"> </w:t>
      </w:r>
      <w:r w:rsidRPr="008B1446">
        <w:rPr>
          <w:bCs/>
        </w:rPr>
        <w:t>,</w:t>
      </w:r>
      <w:r>
        <w:rPr>
          <w:bCs/>
        </w:rPr>
        <w:t xml:space="preserve"> </w:t>
      </w:r>
      <w:r w:rsidRPr="008B1446">
        <w:rPr>
          <w:bCs/>
        </w:rPr>
        <w:t>internetové</w:t>
      </w:r>
      <w:proofErr w:type="gramEnd"/>
      <w:r w:rsidRPr="008B1446">
        <w:rPr>
          <w:bCs/>
        </w:rPr>
        <w:t xml:space="preserve"> připojení“.</w:t>
      </w:r>
      <w:r>
        <w:rPr>
          <w:bCs/>
        </w:rPr>
        <w:t>“.</w:t>
      </w:r>
    </w:p>
    <w:p w:rsidR="00A119AB" w:rsidRPr="008B1446" w:rsidRDefault="00A119AB" w:rsidP="00A119AB"/>
    <w:p w:rsidR="00A119AB" w:rsidRPr="007D30D0" w:rsidRDefault="00A119AB" w:rsidP="00A119AB">
      <w:pPr>
        <w:pStyle w:val="Odstavecseseznamem"/>
        <w:numPr>
          <w:ilvl w:val="0"/>
          <w:numId w:val="21"/>
        </w:numPr>
        <w:autoSpaceDE w:val="0"/>
        <w:autoSpaceDN w:val="0"/>
        <w:spacing w:after="0" w:line="240" w:lineRule="auto"/>
        <w:ind w:left="0" w:firstLine="0"/>
        <w:contextualSpacing w:val="0"/>
        <w:jc w:val="both"/>
      </w:pPr>
      <w:r w:rsidRPr="007D30D0">
        <w:t>Dosavadní Čl. II se označuje jako:</w:t>
      </w:r>
    </w:p>
    <w:p w:rsidR="00A119AB" w:rsidRDefault="00A119AB" w:rsidP="007D30D0">
      <w:pPr>
        <w:pStyle w:val="Odstavecseseznamem"/>
        <w:autoSpaceDE w:val="0"/>
        <w:autoSpaceDN w:val="0"/>
        <w:spacing w:before="120" w:after="0" w:line="240" w:lineRule="auto"/>
        <w:ind w:left="0"/>
        <w:contextualSpacing w:val="0"/>
        <w:jc w:val="center"/>
        <w:rPr>
          <w:b/>
        </w:rPr>
      </w:pPr>
      <w:r w:rsidRPr="007D30D0">
        <w:t>„</w:t>
      </w:r>
      <w:r w:rsidRPr="00034295">
        <w:rPr>
          <w:bCs/>
        </w:rPr>
        <w:t>ČÁST TŘETÍ</w:t>
      </w:r>
    </w:p>
    <w:p w:rsidR="00A119AB" w:rsidRDefault="00A119AB" w:rsidP="007D30D0">
      <w:pPr>
        <w:pStyle w:val="Odstavecseseznamem"/>
        <w:autoSpaceDE w:val="0"/>
        <w:autoSpaceDN w:val="0"/>
        <w:spacing w:before="120" w:after="0" w:line="240" w:lineRule="auto"/>
        <w:ind w:left="0"/>
        <w:contextualSpacing w:val="0"/>
        <w:jc w:val="center"/>
        <w:rPr>
          <w:b/>
        </w:rPr>
      </w:pPr>
      <w:r>
        <w:rPr>
          <w:b/>
        </w:rPr>
        <w:t>Účinnost</w:t>
      </w:r>
    </w:p>
    <w:p w:rsidR="00A119AB" w:rsidRDefault="00A119AB" w:rsidP="007D30D0">
      <w:pPr>
        <w:pStyle w:val="Odstavecseseznamem"/>
        <w:autoSpaceDE w:val="0"/>
        <w:autoSpaceDN w:val="0"/>
        <w:spacing w:before="120" w:after="0" w:line="240" w:lineRule="auto"/>
        <w:ind w:left="0"/>
        <w:contextualSpacing w:val="0"/>
        <w:jc w:val="center"/>
        <w:rPr>
          <w:b/>
        </w:rPr>
      </w:pPr>
      <w:r w:rsidRPr="00034295">
        <w:rPr>
          <w:bCs/>
        </w:rPr>
        <w:t>Čl. III</w:t>
      </w:r>
      <w:r w:rsidRPr="007D30D0">
        <w:t>“.</w:t>
      </w:r>
    </w:p>
    <w:p w:rsidR="00A119AB" w:rsidRDefault="00A119AB" w:rsidP="00A119AB">
      <w:pPr>
        <w:pStyle w:val="Odstavecseseznamem"/>
        <w:autoSpaceDE w:val="0"/>
        <w:autoSpaceDN w:val="0"/>
        <w:spacing w:after="0" w:line="240" w:lineRule="auto"/>
        <w:ind w:left="426"/>
        <w:rPr>
          <w:bCs/>
        </w:rPr>
      </w:pPr>
    </w:p>
    <w:p w:rsidR="00A119AB" w:rsidRPr="007D30D0" w:rsidRDefault="00A119AB" w:rsidP="00A119AB">
      <w:pPr>
        <w:pStyle w:val="Odstavecseseznamem"/>
        <w:numPr>
          <w:ilvl w:val="0"/>
          <w:numId w:val="21"/>
        </w:numPr>
        <w:autoSpaceDE w:val="0"/>
        <w:autoSpaceDN w:val="0"/>
        <w:spacing w:after="0" w:line="240" w:lineRule="auto"/>
        <w:ind w:left="284" w:hanging="284"/>
        <w:contextualSpacing w:val="0"/>
        <w:jc w:val="both"/>
      </w:pPr>
      <w:r w:rsidRPr="007D30D0">
        <w:t>Účinnost - navrhuje se, aby úpravy vkládané tímto pozměňovacím návrhem nabyly účinnosti dnem 1. července 2021.</w:t>
      </w:r>
    </w:p>
    <w:p w:rsidR="00A119AB" w:rsidRDefault="00A119AB"/>
    <w:p w:rsidR="007D30D0" w:rsidRDefault="007D30D0"/>
    <w:p w:rsidR="00A119AB" w:rsidRDefault="00A119AB">
      <w:pPr>
        <w:rPr>
          <w:i/>
        </w:rPr>
      </w:pPr>
      <w:r w:rsidRPr="00A119AB">
        <w:rPr>
          <w:i/>
        </w:rPr>
        <w:t>SD 6736</w:t>
      </w:r>
    </w:p>
    <w:p w:rsidR="00626755" w:rsidRPr="00626755" w:rsidRDefault="00626755">
      <w:pPr>
        <w:rPr>
          <w:b/>
        </w:rPr>
      </w:pPr>
      <w:r w:rsidRPr="00626755">
        <w:rPr>
          <w:b/>
        </w:rPr>
        <w:t xml:space="preserve">F2. </w:t>
      </w:r>
    </w:p>
    <w:p w:rsidR="00A119AB" w:rsidRPr="007D30D0" w:rsidRDefault="00A119AB" w:rsidP="00A119AB">
      <w:pPr>
        <w:pStyle w:val="Odstavecseseznamem"/>
        <w:numPr>
          <w:ilvl w:val="0"/>
          <w:numId w:val="22"/>
        </w:numPr>
        <w:suppressAutoHyphens w:val="0"/>
        <w:spacing w:after="0" w:line="240" w:lineRule="auto"/>
        <w:ind w:hanging="720"/>
        <w:jc w:val="both"/>
        <w:rPr>
          <w:u w:val="single"/>
        </w:rPr>
      </w:pPr>
      <w:r w:rsidRPr="007D30D0">
        <w:t>Název zákona nově zní:</w:t>
      </w:r>
    </w:p>
    <w:p w:rsidR="00A119AB" w:rsidRPr="00324C8F" w:rsidRDefault="00A119AB" w:rsidP="00A119AB">
      <w:pPr>
        <w:pStyle w:val="Nadpisoddlu"/>
        <w:keepNext w:val="0"/>
        <w:keepLines w:val="0"/>
        <w:jc w:val="both"/>
        <w:outlineLvl w:val="9"/>
        <w:rPr>
          <w:szCs w:val="24"/>
        </w:rPr>
      </w:pPr>
      <w:r w:rsidRPr="00324C8F">
        <w:rPr>
          <w:szCs w:val="24"/>
        </w:rPr>
        <w:t>„Zákon, kterým se mění zákon č. 111/2006 Sb., o pomoci v hmotné nouzi, ve znění pozdějších předpisů</w:t>
      </w:r>
      <w:r>
        <w:rPr>
          <w:szCs w:val="24"/>
        </w:rPr>
        <w:t>,</w:t>
      </w:r>
      <w:r w:rsidRPr="00324C8F">
        <w:rPr>
          <w:szCs w:val="24"/>
        </w:rPr>
        <w:t xml:space="preserve"> a </w:t>
      </w:r>
      <w:r>
        <w:rPr>
          <w:szCs w:val="24"/>
        </w:rPr>
        <w:t>zákon č. 117/1995 Sb., o státní sociální podpoře, ve znění pozdějších předpisů</w:t>
      </w:r>
      <w:r w:rsidRPr="00324C8F">
        <w:rPr>
          <w:szCs w:val="24"/>
        </w:rPr>
        <w:t xml:space="preserve">“. </w:t>
      </w:r>
    </w:p>
    <w:p w:rsidR="00A119AB" w:rsidRPr="00324C8F" w:rsidRDefault="00A119AB" w:rsidP="00A119AB">
      <w:pPr>
        <w:autoSpaceDE w:val="0"/>
        <w:autoSpaceDN w:val="0"/>
        <w:adjustRightInd w:val="0"/>
        <w:rPr>
          <w:b/>
        </w:rPr>
      </w:pPr>
    </w:p>
    <w:p w:rsidR="00A119AB" w:rsidRPr="007D30D0" w:rsidRDefault="00A119AB" w:rsidP="00A119AB">
      <w:pPr>
        <w:pStyle w:val="Odstavecseseznamem"/>
        <w:numPr>
          <w:ilvl w:val="0"/>
          <w:numId w:val="22"/>
        </w:numPr>
        <w:suppressAutoHyphens w:val="0"/>
        <w:spacing w:before="120" w:after="0" w:line="240" w:lineRule="auto"/>
        <w:ind w:hanging="720"/>
        <w:jc w:val="both"/>
      </w:pPr>
      <w:r w:rsidRPr="007D30D0">
        <w:t>Dosavadní text Čl. I se označuje jako:</w:t>
      </w:r>
    </w:p>
    <w:p w:rsidR="00A119AB" w:rsidRDefault="00A119AB" w:rsidP="00A119AB">
      <w:pPr>
        <w:pStyle w:val="Odstavecseseznamem"/>
        <w:suppressAutoHyphens w:val="0"/>
        <w:spacing w:before="120" w:after="0" w:line="240" w:lineRule="auto"/>
        <w:ind w:left="0"/>
        <w:contextualSpacing w:val="0"/>
        <w:jc w:val="center"/>
        <w:rPr>
          <w:b/>
        </w:rPr>
      </w:pPr>
      <w:r w:rsidRPr="007D30D0">
        <w:t>„</w:t>
      </w:r>
      <w:r w:rsidRPr="000E09CE">
        <w:rPr>
          <w:bCs/>
        </w:rPr>
        <w:t>ČÁST PRVNÍ</w:t>
      </w:r>
    </w:p>
    <w:p w:rsidR="00A119AB" w:rsidRDefault="00A119AB" w:rsidP="00A119AB">
      <w:pPr>
        <w:pStyle w:val="Odstavecseseznamem"/>
        <w:suppressAutoHyphens w:val="0"/>
        <w:spacing w:before="120" w:after="0" w:line="240" w:lineRule="auto"/>
        <w:ind w:left="0"/>
        <w:contextualSpacing w:val="0"/>
        <w:jc w:val="center"/>
        <w:rPr>
          <w:b/>
        </w:rPr>
      </w:pPr>
      <w:r w:rsidRPr="00324C8F">
        <w:rPr>
          <w:b/>
        </w:rPr>
        <w:t>Změna zákona o pomoci v hmotné nouzi</w:t>
      </w:r>
    </w:p>
    <w:p w:rsidR="00A119AB" w:rsidRPr="00324C8F" w:rsidRDefault="00A119AB" w:rsidP="00A119AB">
      <w:pPr>
        <w:pStyle w:val="Odstavecseseznamem"/>
        <w:suppressAutoHyphens w:val="0"/>
        <w:spacing w:before="120" w:after="0" w:line="240" w:lineRule="auto"/>
        <w:ind w:left="0"/>
        <w:contextualSpacing w:val="0"/>
        <w:jc w:val="center"/>
        <w:rPr>
          <w:b/>
        </w:rPr>
      </w:pPr>
      <w:r w:rsidRPr="000E09CE">
        <w:rPr>
          <w:bCs/>
        </w:rPr>
        <w:t>Čl. I</w:t>
      </w:r>
      <w:r w:rsidRPr="007D30D0">
        <w:t>“.</w:t>
      </w:r>
    </w:p>
    <w:p w:rsidR="00A119AB" w:rsidRPr="00324C8F" w:rsidRDefault="00A119AB" w:rsidP="00A119AB">
      <w:pPr>
        <w:pStyle w:val="Odstavecseseznamem"/>
        <w:suppressAutoHyphens w:val="0"/>
        <w:spacing w:after="0" w:line="240" w:lineRule="auto"/>
        <w:ind w:left="284"/>
        <w:rPr>
          <w:b/>
        </w:rPr>
      </w:pPr>
    </w:p>
    <w:p w:rsidR="00A119AB" w:rsidRPr="007D30D0" w:rsidRDefault="00A119AB" w:rsidP="00A119AB">
      <w:pPr>
        <w:pStyle w:val="Odstavecseseznamem"/>
        <w:numPr>
          <w:ilvl w:val="0"/>
          <w:numId w:val="22"/>
        </w:numPr>
        <w:tabs>
          <w:tab w:val="left" w:pos="709"/>
        </w:tabs>
        <w:suppressAutoHyphens w:val="0"/>
        <w:spacing w:after="0" w:line="240" w:lineRule="auto"/>
        <w:ind w:left="709" w:hanging="709"/>
        <w:jc w:val="both"/>
      </w:pPr>
      <w:r w:rsidRPr="007D30D0">
        <w:t>Za ČÁST PRVNÍ se vkládá nová „ČÁST DRUHÁ“, která zní:</w:t>
      </w:r>
    </w:p>
    <w:p w:rsidR="00A119AB" w:rsidRDefault="00A119AB" w:rsidP="00A119AB">
      <w:pPr>
        <w:tabs>
          <w:tab w:val="left" w:pos="6030"/>
        </w:tabs>
        <w:jc w:val="center"/>
      </w:pPr>
    </w:p>
    <w:p w:rsidR="00A119AB" w:rsidRPr="00324C8F" w:rsidRDefault="00A119AB" w:rsidP="007D30D0">
      <w:pPr>
        <w:tabs>
          <w:tab w:val="left" w:pos="6030"/>
        </w:tabs>
        <w:spacing w:before="120"/>
        <w:jc w:val="center"/>
      </w:pPr>
      <w:r w:rsidRPr="00324C8F">
        <w:t>„ČÁST DRUHÁ</w:t>
      </w:r>
    </w:p>
    <w:p w:rsidR="00A119AB" w:rsidRPr="00324C8F" w:rsidRDefault="00A119AB" w:rsidP="007D30D0">
      <w:pPr>
        <w:pStyle w:val="Odstavecseseznamem"/>
        <w:spacing w:before="120" w:after="0" w:line="240" w:lineRule="auto"/>
        <w:ind w:left="0"/>
        <w:contextualSpacing w:val="0"/>
        <w:jc w:val="center"/>
        <w:rPr>
          <w:b/>
          <w:bCs/>
        </w:rPr>
      </w:pPr>
      <w:r w:rsidRPr="00324C8F">
        <w:rPr>
          <w:b/>
          <w:bCs/>
        </w:rPr>
        <w:t>Změna zákona o státní sociální podpoře</w:t>
      </w:r>
    </w:p>
    <w:p w:rsidR="00A119AB" w:rsidRPr="00324C8F" w:rsidRDefault="00A119AB" w:rsidP="007D30D0">
      <w:pPr>
        <w:pStyle w:val="Odstavecseseznamem"/>
        <w:spacing w:before="120" w:after="0" w:line="240" w:lineRule="auto"/>
        <w:ind w:left="0"/>
        <w:contextualSpacing w:val="0"/>
        <w:jc w:val="center"/>
      </w:pPr>
      <w:r w:rsidRPr="00324C8F">
        <w:t>Čl. I</w:t>
      </w:r>
      <w:r>
        <w:t>I</w:t>
      </w:r>
    </w:p>
    <w:p w:rsidR="00A119AB" w:rsidRDefault="00A119AB" w:rsidP="007D30D0">
      <w:pPr>
        <w:spacing w:before="120"/>
        <w:jc w:val="both"/>
      </w:pPr>
      <w:r w:rsidRPr="001645D3">
        <w:t>V § 24 zákona č. 117/1995 Sb., o státní sociální podpoře, ve znění zákona č. 242/1997 Sb., zákona č. 91/1998 Sb., zákona č. 271/2001 Sb., zákona č. 320/2002 Sb., zákona č.</w:t>
      </w:r>
      <w:r>
        <w:t> </w:t>
      </w:r>
      <w:r w:rsidRPr="001645D3">
        <w:t>453/2003</w:t>
      </w:r>
      <w:r>
        <w:t> </w:t>
      </w:r>
      <w:r w:rsidRPr="001645D3">
        <w:t>Sb., zákona č. 113/2006 Sb., zákona č. 414/2008 Sb., zákona č.</w:t>
      </w:r>
      <w:r>
        <w:t> </w:t>
      </w:r>
      <w:r w:rsidRPr="001645D3">
        <w:t>73/2011 Sb., zákona č.</w:t>
      </w:r>
      <w:r>
        <w:t> </w:t>
      </w:r>
      <w:r w:rsidRPr="001645D3">
        <w:t>303/2013 Sb., zákona č. 252/2014 Sb. a</w:t>
      </w:r>
      <w:r>
        <w:t> </w:t>
      </w:r>
      <w:r w:rsidRPr="001645D3">
        <w:t>zákona č. 363/2019 Sb.</w:t>
      </w:r>
      <w:r>
        <w:t>,</w:t>
      </w:r>
      <w:r w:rsidRPr="001645D3">
        <w:t xml:space="preserve"> </w:t>
      </w:r>
      <w:r w:rsidRPr="00324C8F">
        <w:t xml:space="preserve">se za odstavec </w:t>
      </w:r>
      <w:r>
        <w:t>2</w:t>
      </w:r>
      <w:r w:rsidRPr="00324C8F">
        <w:t xml:space="preserve"> vkládá nový odstavec </w:t>
      </w:r>
      <w:r>
        <w:t>3</w:t>
      </w:r>
      <w:r w:rsidRPr="00324C8F">
        <w:t>, který zní:</w:t>
      </w:r>
    </w:p>
    <w:p w:rsidR="007D30D0" w:rsidRPr="001645D3" w:rsidRDefault="007D30D0" w:rsidP="007D30D0">
      <w:pPr>
        <w:jc w:val="both"/>
      </w:pPr>
    </w:p>
    <w:p w:rsidR="00A119AB" w:rsidRPr="00324C8F" w:rsidRDefault="00A119AB" w:rsidP="007D30D0">
      <w:pPr>
        <w:autoSpaceDE w:val="0"/>
        <w:autoSpaceDN w:val="0"/>
        <w:adjustRightInd w:val="0"/>
        <w:ind w:firstLine="708"/>
        <w:jc w:val="both"/>
      </w:pPr>
      <w:r w:rsidRPr="00324C8F">
        <w:t>„(</w:t>
      </w:r>
      <w:r>
        <w:t>3</w:t>
      </w:r>
      <w:r w:rsidRPr="00324C8F">
        <w:t>) Za nájemce bytu se pro účely tohoto zákona považuje i podnájemce celého bytu, který byt užívá se souhlasem vlastníka bytu. Pro účely tohoto zákona, jde-li o podnájemní vztah, nájemce vstupuje do práv a povinností vlastníka bytu a podnájemce do práv a povinností nájemce bytu.“.</w:t>
      </w:r>
    </w:p>
    <w:p w:rsidR="00A119AB" w:rsidRPr="00324C8F" w:rsidRDefault="00A119AB" w:rsidP="00A119AB">
      <w:pPr>
        <w:pStyle w:val="Odstavecseseznamem"/>
        <w:autoSpaceDE w:val="0"/>
        <w:autoSpaceDN w:val="0"/>
        <w:spacing w:after="0" w:line="240" w:lineRule="auto"/>
        <w:ind w:left="0"/>
      </w:pPr>
    </w:p>
    <w:p w:rsidR="00A119AB" w:rsidRDefault="00A119AB" w:rsidP="00A119AB">
      <w:pPr>
        <w:autoSpaceDE w:val="0"/>
        <w:autoSpaceDN w:val="0"/>
        <w:rPr>
          <w:bCs/>
        </w:rPr>
      </w:pPr>
      <w:r w:rsidRPr="001645D3">
        <w:rPr>
          <w:bCs/>
        </w:rPr>
        <w:t xml:space="preserve">Dosavadní odstavce </w:t>
      </w:r>
      <w:r>
        <w:rPr>
          <w:bCs/>
        </w:rPr>
        <w:t>3</w:t>
      </w:r>
      <w:r w:rsidRPr="001645D3">
        <w:rPr>
          <w:bCs/>
        </w:rPr>
        <w:t xml:space="preserve"> až 5 se označují jako odstavce </w:t>
      </w:r>
      <w:r>
        <w:rPr>
          <w:bCs/>
        </w:rPr>
        <w:t>4</w:t>
      </w:r>
      <w:r w:rsidRPr="001645D3">
        <w:rPr>
          <w:bCs/>
        </w:rPr>
        <w:t xml:space="preserve"> až 6.</w:t>
      </w:r>
      <w:r>
        <w:rPr>
          <w:bCs/>
        </w:rPr>
        <w:t>“.</w:t>
      </w:r>
    </w:p>
    <w:p w:rsidR="00A119AB" w:rsidRDefault="00A119AB" w:rsidP="00A119AB">
      <w:pPr>
        <w:autoSpaceDE w:val="0"/>
        <w:autoSpaceDN w:val="0"/>
        <w:rPr>
          <w:bCs/>
        </w:rPr>
      </w:pPr>
    </w:p>
    <w:p w:rsidR="007D30D0" w:rsidRDefault="007D30D0">
      <w:pPr>
        <w:widowControl/>
        <w:suppressAutoHyphens w:val="0"/>
        <w:rPr>
          <w:rFonts w:eastAsia="Calibri" w:cs="Times New Roman"/>
          <w:kern w:val="0"/>
          <w:szCs w:val="22"/>
          <w:lang w:eastAsia="en-US" w:bidi="ar-SA"/>
        </w:rPr>
      </w:pPr>
    </w:p>
    <w:p w:rsidR="00A119AB" w:rsidRPr="007D30D0" w:rsidRDefault="00A119AB" w:rsidP="00A119AB">
      <w:pPr>
        <w:pStyle w:val="Odstavecseseznamem"/>
        <w:numPr>
          <w:ilvl w:val="0"/>
          <w:numId w:val="22"/>
        </w:numPr>
        <w:autoSpaceDE w:val="0"/>
        <w:autoSpaceDN w:val="0"/>
        <w:spacing w:after="0" w:line="240" w:lineRule="auto"/>
        <w:ind w:left="0" w:firstLine="0"/>
        <w:contextualSpacing w:val="0"/>
        <w:jc w:val="both"/>
      </w:pPr>
      <w:r w:rsidRPr="007D30D0">
        <w:t xml:space="preserve">Dosavadní Čl. II se označuje jako </w:t>
      </w:r>
    </w:p>
    <w:p w:rsidR="00A119AB" w:rsidRDefault="00A119AB" w:rsidP="007D30D0">
      <w:pPr>
        <w:pStyle w:val="Odstavecseseznamem"/>
        <w:autoSpaceDE w:val="0"/>
        <w:autoSpaceDN w:val="0"/>
        <w:spacing w:before="120" w:after="0" w:line="240" w:lineRule="auto"/>
        <w:ind w:left="0"/>
        <w:contextualSpacing w:val="0"/>
        <w:jc w:val="center"/>
        <w:rPr>
          <w:b/>
        </w:rPr>
      </w:pPr>
      <w:r w:rsidRPr="007D30D0">
        <w:t>„</w:t>
      </w:r>
      <w:r w:rsidRPr="00F528A0">
        <w:rPr>
          <w:bCs/>
        </w:rPr>
        <w:t>ČÁST TŘETÍ</w:t>
      </w:r>
    </w:p>
    <w:p w:rsidR="00A119AB" w:rsidRDefault="00A119AB" w:rsidP="007D30D0">
      <w:pPr>
        <w:pStyle w:val="Odstavecseseznamem"/>
        <w:autoSpaceDE w:val="0"/>
        <w:autoSpaceDN w:val="0"/>
        <w:spacing w:before="120" w:after="0" w:line="240" w:lineRule="auto"/>
        <w:ind w:left="0"/>
        <w:contextualSpacing w:val="0"/>
        <w:jc w:val="center"/>
        <w:rPr>
          <w:b/>
        </w:rPr>
      </w:pPr>
      <w:r>
        <w:rPr>
          <w:b/>
        </w:rPr>
        <w:t>Účinnost</w:t>
      </w:r>
    </w:p>
    <w:p w:rsidR="00A119AB" w:rsidRDefault="00A119AB" w:rsidP="007D30D0">
      <w:pPr>
        <w:pStyle w:val="Odstavecseseznamem"/>
        <w:autoSpaceDE w:val="0"/>
        <w:autoSpaceDN w:val="0"/>
        <w:spacing w:before="120" w:after="0" w:line="240" w:lineRule="auto"/>
        <w:ind w:left="0"/>
        <w:contextualSpacing w:val="0"/>
        <w:jc w:val="center"/>
        <w:rPr>
          <w:b/>
        </w:rPr>
      </w:pPr>
      <w:r w:rsidRPr="00F528A0">
        <w:rPr>
          <w:bCs/>
        </w:rPr>
        <w:t>Čl. III</w:t>
      </w:r>
      <w:r w:rsidRPr="007D30D0">
        <w:t>“.</w:t>
      </w:r>
    </w:p>
    <w:p w:rsidR="00A119AB" w:rsidRDefault="00A119AB" w:rsidP="00A119AB">
      <w:pPr>
        <w:pStyle w:val="Odstavecseseznamem"/>
        <w:autoSpaceDE w:val="0"/>
        <w:autoSpaceDN w:val="0"/>
        <w:spacing w:after="0" w:line="240" w:lineRule="auto"/>
        <w:ind w:left="0"/>
        <w:rPr>
          <w:b/>
        </w:rPr>
      </w:pPr>
    </w:p>
    <w:p w:rsidR="00A119AB" w:rsidRPr="007D30D0" w:rsidRDefault="00A119AB" w:rsidP="00A119AB">
      <w:pPr>
        <w:pStyle w:val="Odstavecseseznamem"/>
        <w:numPr>
          <w:ilvl w:val="0"/>
          <w:numId w:val="22"/>
        </w:numPr>
        <w:autoSpaceDE w:val="0"/>
        <w:autoSpaceDN w:val="0"/>
        <w:spacing w:after="0" w:line="240" w:lineRule="auto"/>
        <w:ind w:left="709" w:hanging="709"/>
        <w:contextualSpacing w:val="0"/>
        <w:jc w:val="both"/>
      </w:pPr>
      <w:r w:rsidRPr="007D30D0">
        <w:t>Navrhuje se, aby část druhá nabyla účinnosti dnem 1. července 2021.</w:t>
      </w:r>
    </w:p>
    <w:p w:rsidR="00347261" w:rsidRDefault="00347261"/>
    <w:p w:rsidR="00347261" w:rsidRDefault="00347261"/>
    <w:p w:rsidR="00347261" w:rsidRDefault="00347261"/>
    <w:p w:rsidR="00347261" w:rsidRDefault="00347261"/>
    <w:p w:rsidR="00347261" w:rsidRDefault="00347261"/>
    <w:p w:rsidR="00347261" w:rsidRDefault="00347261"/>
    <w:p w:rsidR="00347261" w:rsidRDefault="00347261"/>
    <w:p w:rsidR="00347261" w:rsidRDefault="00347261"/>
    <w:p w:rsidR="00347261" w:rsidRDefault="00347261"/>
    <w:p w:rsidR="00347261" w:rsidRDefault="00347261"/>
    <w:p w:rsidR="000C6893" w:rsidRDefault="000C6893">
      <w:pPr>
        <w:jc w:val="center"/>
      </w:pPr>
      <w:r>
        <w:t xml:space="preserve">V Praze </w:t>
      </w:r>
      <w:r w:rsidR="000F28F0">
        <w:t>25</w:t>
      </w:r>
      <w:r w:rsidR="00B34CB2">
        <w:t>. května 2021</w:t>
      </w:r>
    </w:p>
    <w:p w:rsidR="000C6893" w:rsidRDefault="000C6893">
      <w:pPr>
        <w:jc w:val="center"/>
      </w:pPr>
    </w:p>
    <w:p w:rsidR="000C6893" w:rsidRDefault="000C6893">
      <w:pPr>
        <w:jc w:val="center"/>
      </w:pPr>
    </w:p>
    <w:p w:rsidR="000C6893" w:rsidRDefault="000C6893">
      <w:pPr>
        <w:jc w:val="center"/>
      </w:pPr>
    </w:p>
    <w:p w:rsidR="000C6893" w:rsidRDefault="00240D95">
      <w:pPr>
        <w:jc w:val="center"/>
      </w:pPr>
      <w:r>
        <w:t xml:space="preserve">Ing. </w:t>
      </w:r>
      <w:r w:rsidR="0003010B">
        <w:t>Hana  Aulická Jírovcová</w:t>
      </w:r>
      <w:r w:rsidR="000F28F0">
        <w:t xml:space="preserve">, </w:t>
      </w:r>
      <w:proofErr w:type="gramStart"/>
      <w:r w:rsidR="000F28F0">
        <w:t>v.r.</w:t>
      </w:r>
      <w:proofErr w:type="gramEnd"/>
    </w:p>
    <w:p w:rsidR="000C6893" w:rsidRDefault="000C6893">
      <w:pPr>
        <w:jc w:val="center"/>
      </w:pPr>
      <w:r>
        <w:t>zpravodaj</w:t>
      </w:r>
      <w:r w:rsidR="0003010B">
        <w:t>ka</w:t>
      </w:r>
      <w:r>
        <w:t xml:space="preserve"> garančního výboru</w:t>
      </w:r>
      <w:r w:rsidR="0003010B">
        <w:t xml:space="preserve"> pro sociální politiku</w:t>
      </w:r>
    </w:p>
    <w:p w:rsidR="00F821C1" w:rsidRDefault="00F821C1">
      <w:pPr>
        <w:jc w:val="center"/>
      </w:pPr>
    </w:p>
    <w:p w:rsidR="00F821C1" w:rsidRDefault="00F821C1">
      <w:pPr>
        <w:jc w:val="center"/>
      </w:pPr>
    </w:p>
    <w:p w:rsidR="00F821C1" w:rsidRDefault="00240D95">
      <w:pPr>
        <w:jc w:val="center"/>
      </w:pPr>
      <w:r>
        <w:t xml:space="preserve">prof. Ing. </w:t>
      </w:r>
      <w:r w:rsidR="00F821C1">
        <w:t>Karel Rais</w:t>
      </w:r>
      <w:r>
        <w:t>, CSc., MBA</w:t>
      </w:r>
    </w:p>
    <w:p w:rsidR="00F821C1" w:rsidRDefault="00F821C1">
      <w:pPr>
        <w:jc w:val="center"/>
      </w:pPr>
      <w:r>
        <w:t>zpravodaj výboru pro vědu, vzdělání, kulturu, mládež a tělovýchovu</w:t>
      </w:r>
    </w:p>
    <w:p w:rsidR="000F28F0" w:rsidRDefault="000F28F0">
      <w:pPr>
        <w:jc w:val="center"/>
      </w:pPr>
      <w:r>
        <w:t xml:space="preserve">v z. Mgr. Kateřina Valachová, Ph.D., </w:t>
      </w:r>
      <w:proofErr w:type="gramStart"/>
      <w:r>
        <w:t>v.r.</w:t>
      </w:r>
      <w:proofErr w:type="gramEnd"/>
    </w:p>
    <w:p w:rsidR="00F821C1" w:rsidRDefault="000F28F0">
      <w:pPr>
        <w:jc w:val="center"/>
      </w:pPr>
      <w:r>
        <w:t xml:space="preserve">místopředsedkyně </w:t>
      </w:r>
      <w:r>
        <w:t>výboru pro vědu, vzdělání, kulturu, mládež a tělovýchovu</w:t>
      </w:r>
    </w:p>
    <w:p w:rsidR="00F821C1" w:rsidRDefault="00F821C1">
      <w:pPr>
        <w:jc w:val="center"/>
      </w:pPr>
    </w:p>
    <w:p w:rsidR="00F821C1" w:rsidRDefault="00F821C1">
      <w:pPr>
        <w:jc w:val="center"/>
      </w:pPr>
      <w:r>
        <w:t>Ing. Jan Schiller</w:t>
      </w:r>
    </w:p>
    <w:p w:rsidR="00A119AB" w:rsidRDefault="00F821C1">
      <w:pPr>
        <w:jc w:val="center"/>
      </w:pPr>
      <w:r>
        <w:t>zpravodaj výboru pro veřejnou správu a regionální rozvoj</w:t>
      </w:r>
    </w:p>
    <w:p w:rsidR="000F28F0" w:rsidRDefault="000F28F0">
      <w:pPr>
        <w:jc w:val="center"/>
      </w:pPr>
      <w:r>
        <w:t xml:space="preserve">v z. Ing. </w:t>
      </w:r>
      <w:bookmarkStart w:id="35" w:name="_GoBack"/>
      <w:bookmarkEnd w:id="35"/>
      <w:r>
        <w:t>Jiří Dolejš, v.r.</w:t>
      </w:r>
    </w:p>
    <w:p w:rsidR="000F28F0" w:rsidRDefault="000F28F0">
      <w:pPr>
        <w:jc w:val="center"/>
      </w:pPr>
      <w:r>
        <w:t xml:space="preserve">místopředseda </w:t>
      </w:r>
      <w:r>
        <w:t>výboru pro veřejnou správu a regionální rozvoj</w:t>
      </w:r>
    </w:p>
    <w:p w:rsidR="000F28F0" w:rsidRDefault="000F28F0">
      <w:pPr>
        <w:jc w:val="center"/>
      </w:pPr>
    </w:p>
    <w:p w:rsidR="00A119AB" w:rsidRDefault="00A119AB" w:rsidP="00A119AB">
      <w:pPr>
        <w:pStyle w:val="Zkladntext"/>
      </w:pPr>
      <w:r>
        <w:br w:type="page"/>
      </w:r>
    </w:p>
    <w:p w:rsidR="00A119AB" w:rsidRDefault="00A119AB" w:rsidP="00A119AB">
      <w:pPr>
        <w:jc w:val="both"/>
        <w:rPr>
          <w:b/>
        </w:rPr>
      </w:pPr>
    </w:p>
    <w:p w:rsidR="00A119AB" w:rsidRDefault="00A119AB" w:rsidP="00A119AB">
      <w:pPr>
        <w:jc w:val="both"/>
        <w:rPr>
          <w:b/>
        </w:rPr>
      </w:pPr>
    </w:p>
    <w:p w:rsidR="00F821C1" w:rsidRPr="00A119AB" w:rsidRDefault="00A119AB" w:rsidP="00A119AB">
      <w:pPr>
        <w:jc w:val="both"/>
        <w:rPr>
          <w:b/>
        </w:rPr>
      </w:pPr>
      <w:r w:rsidRPr="00A119AB">
        <w:rPr>
          <w:b/>
        </w:rPr>
        <w:t>Poslanec Marek Novák</w:t>
      </w:r>
    </w:p>
    <w:p w:rsidR="00A119AB" w:rsidRPr="00A119AB" w:rsidRDefault="00A119AB" w:rsidP="00A119AB">
      <w:pPr>
        <w:jc w:val="both"/>
        <w:rPr>
          <w:b/>
        </w:rPr>
      </w:pPr>
    </w:p>
    <w:p w:rsidR="00A119AB" w:rsidRDefault="00A119AB" w:rsidP="00A119AB">
      <w:pPr>
        <w:jc w:val="both"/>
        <w:rPr>
          <w:b/>
        </w:rPr>
      </w:pPr>
      <w:r w:rsidRPr="00A119AB">
        <w:rPr>
          <w:b/>
        </w:rPr>
        <w:t>návrh doprovodného usnesení</w:t>
      </w:r>
    </w:p>
    <w:p w:rsidR="00A119AB" w:rsidRDefault="00A119AB" w:rsidP="00A119AB">
      <w:pPr>
        <w:jc w:val="both"/>
        <w:rPr>
          <w:b/>
        </w:rPr>
      </w:pPr>
    </w:p>
    <w:p w:rsidR="002C6D14" w:rsidRPr="002C6D14" w:rsidRDefault="002C6D14" w:rsidP="002C6D14">
      <w:pPr>
        <w:widowControl/>
        <w:shd w:val="clear" w:color="auto" w:fill="FFFFFF"/>
        <w:suppressAutoHyphens w:val="0"/>
        <w:spacing w:after="240"/>
        <w:rPr>
          <w:rFonts w:eastAsia="Times New Roman" w:cs="Times New Roman"/>
          <w:color w:val="000000"/>
          <w:kern w:val="0"/>
          <w:szCs w:val="18"/>
          <w:lang w:eastAsia="cs-CZ" w:bidi="ar-SA"/>
        </w:rPr>
      </w:pPr>
      <w:r w:rsidRPr="002C6D14">
        <w:rPr>
          <w:rFonts w:eastAsia="Times New Roman" w:cs="Times New Roman"/>
          <w:color w:val="000000"/>
          <w:kern w:val="0"/>
          <w:szCs w:val="18"/>
          <w:lang w:eastAsia="cs-CZ" w:bidi="ar-SA"/>
        </w:rPr>
        <w:t>Poslanecká sněmovna Parlamentu České republiky</w:t>
      </w:r>
    </w:p>
    <w:p w:rsidR="002C6D14" w:rsidRPr="002C6D14" w:rsidRDefault="002C6D14" w:rsidP="007D30D0">
      <w:pPr>
        <w:widowControl/>
        <w:shd w:val="clear" w:color="auto" w:fill="FFFFFF"/>
        <w:suppressAutoHyphens w:val="0"/>
        <w:spacing w:after="240"/>
        <w:jc w:val="both"/>
        <w:rPr>
          <w:rFonts w:eastAsia="Times New Roman" w:cs="Times New Roman"/>
          <w:color w:val="000000"/>
          <w:kern w:val="0"/>
          <w:szCs w:val="18"/>
          <w:lang w:eastAsia="cs-CZ" w:bidi="ar-SA"/>
        </w:rPr>
      </w:pPr>
      <w:r w:rsidRPr="002C6D14">
        <w:rPr>
          <w:rFonts w:eastAsia="Times New Roman" w:cs="Times New Roman"/>
          <w:color w:val="000000"/>
          <w:kern w:val="0"/>
          <w:szCs w:val="18"/>
          <w:lang w:eastAsia="cs-CZ" w:bidi="ar-SA"/>
        </w:rPr>
        <w:t>I. žádá vládu, aby uložila ministryni práce a sociálních věcí České republiky, aby provedla revizi všech formulářů používaných v rámci žádostí o dávky státní sociální podpory a pomoci v hmotné nouzi v rámci dávkových systémů z pohledu</w:t>
      </w:r>
    </w:p>
    <w:p w:rsidR="002C6D14" w:rsidRPr="002C6D14" w:rsidRDefault="002C6D14" w:rsidP="007D30D0">
      <w:pPr>
        <w:widowControl/>
        <w:shd w:val="clear" w:color="auto" w:fill="FFFFFF"/>
        <w:suppressAutoHyphens w:val="0"/>
        <w:spacing w:after="240"/>
        <w:jc w:val="both"/>
        <w:rPr>
          <w:rFonts w:eastAsia="Times New Roman" w:cs="Times New Roman"/>
          <w:color w:val="000000"/>
          <w:kern w:val="0"/>
          <w:szCs w:val="18"/>
          <w:lang w:eastAsia="cs-CZ" w:bidi="ar-SA"/>
        </w:rPr>
      </w:pPr>
      <w:r w:rsidRPr="002C6D14">
        <w:rPr>
          <w:rFonts w:eastAsia="Times New Roman" w:cs="Times New Roman"/>
          <w:color w:val="000000"/>
          <w:kern w:val="0"/>
          <w:szCs w:val="18"/>
          <w:lang w:eastAsia="cs-CZ" w:bidi="ar-SA"/>
        </w:rPr>
        <w:t>a) uživatelské přívětivosti, b) potřebnosti a nezbytnosti jednotlivých údajů, c) duplicit jednotlivých údajů, d) potřeby existence jednoho komplexního formuláře, který by se používal při opětovném dokládání podkladů k jednotlivým dávkám, a následně výsledek této revize předložila Poslanecké sněmovně Parlamentu České republiky do 30. 6. 2021;</w:t>
      </w:r>
    </w:p>
    <w:p w:rsidR="002C6D14" w:rsidRPr="002C6D14" w:rsidRDefault="002C6D14" w:rsidP="007D30D0">
      <w:pPr>
        <w:widowControl/>
        <w:shd w:val="clear" w:color="auto" w:fill="FFFFFF"/>
        <w:suppressAutoHyphens w:val="0"/>
        <w:spacing w:after="240"/>
        <w:jc w:val="both"/>
        <w:rPr>
          <w:rFonts w:eastAsia="Times New Roman" w:cs="Times New Roman"/>
          <w:color w:val="000000"/>
          <w:kern w:val="0"/>
          <w:szCs w:val="18"/>
          <w:lang w:eastAsia="cs-CZ" w:bidi="ar-SA"/>
        </w:rPr>
      </w:pPr>
      <w:r w:rsidRPr="002C6D14">
        <w:rPr>
          <w:rFonts w:eastAsia="Times New Roman" w:cs="Times New Roman"/>
          <w:color w:val="000000"/>
          <w:kern w:val="0"/>
          <w:szCs w:val="18"/>
          <w:lang w:eastAsia="cs-CZ" w:bidi="ar-SA"/>
        </w:rPr>
        <w:t>II. žádá vládu, aby uložila ministryni práce a sociálních věcí České republiky, aby do 15. 9. 2021 předložila Poslanecké sněmovně zprávu o aktualizaci formulářů provedené na základě opatření vyplývajících z výsledků revize provedené dle bodu 1 tohoto usnesení a o jejich zavedení do praxe.</w:t>
      </w:r>
    </w:p>
    <w:p w:rsidR="00A119AB" w:rsidRPr="00A119AB" w:rsidRDefault="00A119AB" w:rsidP="00A119AB">
      <w:pPr>
        <w:jc w:val="both"/>
      </w:pPr>
    </w:p>
    <w:sectPr w:rsidR="00A119AB" w:rsidRPr="00A119AB"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075" w:rsidRDefault="00D25075" w:rsidP="00087102">
      <w:r>
        <w:separator/>
      </w:r>
    </w:p>
  </w:endnote>
  <w:endnote w:type="continuationSeparator" w:id="0">
    <w:p w:rsidR="00D25075" w:rsidRDefault="00D25075"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075" w:rsidRDefault="00D25075" w:rsidP="00087102">
      <w:r>
        <w:separator/>
      </w:r>
    </w:p>
  </w:footnote>
  <w:footnote w:type="continuationSeparator" w:id="0">
    <w:p w:rsidR="00D25075" w:rsidRDefault="00D25075"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075" w:rsidRDefault="00D25075">
    <w:pPr>
      <w:pStyle w:val="Zhlav"/>
      <w:jc w:val="center"/>
    </w:pPr>
    <w:r>
      <w:fldChar w:fldCharType="begin"/>
    </w:r>
    <w:r>
      <w:instrText>PAGE   \* MERGEFORMAT</w:instrText>
    </w:r>
    <w:r>
      <w:fldChar w:fldCharType="separate"/>
    </w:r>
    <w:r w:rsidR="000F28F0">
      <w:rPr>
        <w:noProof/>
      </w:rPr>
      <w:t>44</w:t>
    </w:r>
    <w:r>
      <w:fldChar w:fldCharType="end"/>
    </w:r>
  </w:p>
  <w:p w:rsidR="00D25075" w:rsidRDefault="00D250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6F212D8"/>
    <w:multiLevelType w:val="multilevel"/>
    <w:tmpl w:val="19122A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1AA61E3"/>
    <w:multiLevelType w:val="hybridMultilevel"/>
    <w:tmpl w:val="DFA2D4E8"/>
    <w:lvl w:ilvl="0" w:tplc="6212E43C">
      <w:start w:val="1"/>
      <w:numFmt w:val="decimal"/>
      <w:lvlText w:val="%1."/>
      <w:lvlJc w:val="left"/>
      <w:pPr>
        <w:ind w:left="644"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F22DB9"/>
    <w:multiLevelType w:val="hybridMultilevel"/>
    <w:tmpl w:val="322C46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DB62D3"/>
    <w:multiLevelType w:val="hybridMultilevel"/>
    <w:tmpl w:val="3A6219F6"/>
    <w:lvl w:ilvl="0" w:tplc="7AC4527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1973E2"/>
    <w:multiLevelType w:val="hybridMultilevel"/>
    <w:tmpl w:val="C9D6BFF4"/>
    <w:lvl w:ilvl="0" w:tplc="0405000F">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D66A10"/>
    <w:multiLevelType w:val="hybridMultilevel"/>
    <w:tmpl w:val="8626CE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3F178E"/>
    <w:multiLevelType w:val="hybridMultilevel"/>
    <w:tmpl w:val="BF56EAE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C5F33"/>
    <w:multiLevelType w:val="hybridMultilevel"/>
    <w:tmpl w:val="FB602286"/>
    <w:lvl w:ilvl="0" w:tplc="DE5E4B7C">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AD2A75"/>
    <w:multiLevelType w:val="multilevel"/>
    <w:tmpl w:val="E74AC5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C65394F"/>
    <w:multiLevelType w:val="hybridMultilevel"/>
    <w:tmpl w:val="A63A8B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F47FF9"/>
    <w:multiLevelType w:val="hybridMultilevel"/>
    <w:tmpl w:val="A8A423AC"/>
    <w:lvl w:ilvl="0" w:tplc="553C581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2C423D"/>
    <w:multiLevelType w:val="hybridMultilevel"/>
    <w:tmpl w:val="A1142B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713E69"/>
    <w:multiLevelType w:val="hybridMultilevel"/>
    <w:tmpl w:val="4BA8F9D4"/>
    <w:lvl w:ilvl="0" w:tplc="0405000F">
      <w:start w:val="1"/>
      <w:numFmt w:val="decimal"/>
      <w:lvlText w:val="%1."/>
      <w:lvlJc w:val="left"/>
      <w:pPr>
        <w:ind w:left="720" w:hanging="360"/>
      </w:pPr>
    </w:lvl>
    <w:lvl w:ilvl="1" w:tplc="FDBCD200">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B04D41"/>
    <w:multiLevelType w:val="hybridMultilevel"/>
    <w:tmpl w:val="F5FAF8D8"/>
    <w:lvl w:ilvl="0" w:tplc="04882C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FC5B70"/>
    <w:multiLevelType w:val="hybridMultilevel"/>
    <w:tmpl w:val="9B7A3CBA"/>
    <w:lvl w:ilvl="0" w:tplc="79AE9E8A">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A7A44A1"/>
    <w:multiLevelType w:val="multilevel"/>
    <w:tmpl w:val="46FE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BA30BF8"/>
    <w:multiLevelType w:val="hybridMultilevel"/>
    <w:tmpl w:val="7524492A"/>
    <w:lvl w:ilvl="0" w:tplc="4ACCFA2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C4F5AB6"/>
    <w:multiLevelType w:val="multilevel"/>
    <w:tmpl w:val="88CC65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09E3E3F"/>
    <w:multiLevelType w:val="hybridMultilevel"/>
    <w:tmpl w:val="A63A8B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CF1138"/>
    <w:multiLevelType w:val="hybridMultilevel"/>
    <w:tmpl w:val="3A6219F6"/>
    <w:lvl w:ilvl="0" w:tplc="7AC4527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8B92BEC"/>
    <w:multiLevelType w:val="multilevel"/>
    <w:tmpl w:val="7820EC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1"/>
  </w:num>
  <w:num w:numId="4">
    <w:abstractNumId w:val="16"/>
  </w:num>
  <w:num w:numId="5">
    <w:abstractNumId w:val="4"/>
  </w:num>
  <w:num w:numId="6">
    <w:abstractNumId w:val="3"/>
  </w:num>
  <w:num w:numId="7">
    <w:abstractNumId w:val="7"/>
  </w:num>
  <w:num w:numId="8">
    <w:abstractNumId w:val="14"/>
  </w:num>
  <w:num w:numId="9">
    <w:abstractNumId w:val="20"/>
  </w:num>
  <w:num w:numId="10">
    <w:abstractNumId w:val="12"/>
  </w:num>
  <w:num w:numId="11">
    <w:abstractNumId w:val="18"/>
  </w:num>
  <w:num w:numId="12">
    <w:abstractNumId w:val="8"/>
  </w:num>
  <w:num w:numId="13">
    <w:abstractNumId w:val="9"/>
  </w:num>
  <w:num w:numId="14">
    <w:abstractNumId w:val="15"/>
  </w:num>
  <w:num w:numId="15">
    <w:abstractNumId w:val="6"/>
  </w:num>
  <w:num w:numId="16">
    <w:abstractNumId w:val="17"/>
  </w:num>
  <w:num w:numId="17">
    <w:abstractNumId w:val="10"/>
  </w:num>
  <w:num w:numId="18">
    <w:abstractNumId w:val="22"/>
  </w:num>
  <w:num w:numId="19">
    <w:abstractNumId w:val="19"/>
  </w:num>
  <w:num w:numId="20">
    <w:abstractNumId w:val="2"/>
  </w:num>
  <w:num w:numId="21">
    <w:abstractNumId w:val="11"/>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10B"/>
    <w:rsid w:val="0003010B"/>
    <w:rsid w:val="00087102"/>
    <w:rsid w:val="0009267B"/>
    <w:rsid w:val="000C1786"/>
    <w:rsid w:val="000C4F9E"/>
    <w:rsid w:val="000C6893"/>
    <w:rsid w:val="000D3C93"/>
    <w:rsid w:val="000F28F0"/>
    <w:rsid w:val="00112A32"/>
    <w:rsid w:val="00132942"/>
    <w:rsid w:val="0015138F"/>
    <w:rsid w:val="001844A0"/>
    <w:rsid w:val="001944C8"/>
    <w:rsid w:val="001A3B0C"/>
    <w:rsid w:val="001D51D7"/>
    <w:rsid w:val="001E32B1"/>
    <w:rsid w:val="00240D95"/>
    <w:rsid w:val="002C6D14"/>
    <w:rsid w:val="00323234"/>
    <w:rsid w:val="00347261"/>
    <w:rsid w:val="00364249"/>
    <w:rsid w:val="00370C24"/>
    <w:rsid w:val="00391135"/>
    <w:rsid w:val="003B3E27"/>
    <w:rsid w:val="004D69BC"/>
    <w:rsid w:val="004E5659"/>
    <w:rsid w:val="00511F8C"/>
    <w:rsid w:val="005154C8"/>
    <w:rsid w:val="00515B74"/>
    <w:rsid w:val="005A216F"/>
    <w:rsid w:val="005E1C08"/>
    <w:rsid w:val="0061538C"/>
    <w:rsid w:val="00626755"/>
    <w:rsid w:val="006706ED"/>
    <w:rsid w:val="0070098B"/>
    <w:rsid w:val="0075584A"/>
    <w:rsid w:val="007819A0"/>
    <w:rsid w:val="007D30D0"/>
    <w:rsid w:val="00840AB0"/>
    <w:rsid w:val="008C419F"/>
    <w:rsid w:val="009420BC"/>
    <w:rsid w:val="0098673E"/>
    <w:rsid w:val="009A6BE8"/>
    <w:rsid w:val="009E52AB"/>
    <w:rsid w:val="00A119AB"/>
    <w:rsid w:val="00A53D9E"/>
    <w:rsid w:val="00A81562"/>
    <w:rsid w:val="00AB3F64"/>
    <w:rsid w:val="00B14F99"/>
    <w:rsid w:val="00B34CB2"/>
    <w:rsid w:val="00B66FD0"/>
    <w:rsid w:val="00B71B94"/>
    <w:rsid w:val="00B803C3"/>
    <w:rsid w:val="00C92220"/>
    <w:rsid w:val="00CF533A"/>
    <w:rsid w:val="00D25075"/>
    <w:rsid w:val="00DA2C45"/>
    <w:rsid w:val="00DF5DC3"/>
    <w:rsid w:val="00E25D4F"/>
    <w:rsid w:val="00EC4328"/>
    <w:rsid w:val="00F82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2FBA81"/>
  <w15:chartTrackingRefBased/>
  <w15:docId w15:val="{4F8D8BCE-5EEB-4892-9FD9-39FA7541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1 odstavecH,List Paragraph (Czech Tourism),Odstavec_muj,Nad,List Paragraph,Odstavec se seznamem1,Conclusion de partie,References,Odstavec se seznamem2"/>
    <w:basedOn w:val="Normln"/>
    <w:link w:val="OdstavecseseznamemChar"/>
    <w:uiPriority w:val="34"/>
    <w:qFormat/>
    <w:rsid w:val="0003010B"/>
    <w:pPr>
      <w:widowControl/>
      <w:spacing w:after="160" w:line="256" w:lineRule="auto"/>
      <w:ind w:left="720"/>
      <w:contextualSpacing/>
    </w:pPr>
    <w:rPr>
      <w:rFonts w:eastAsia="Calibri" w:cs="Times New Roman"/>
      <w:kern w:val="0"/>
      <w:szCs w:val="22"/>
      <w:lang w:eastAsia="en-US" w:bidi="ar-SA"/>
    </w:rPr>
  </w:style>
  <w:style w:type="paragraph" w:customStyle="1" w:styleId="nadpiszkona">
    <w:name w:val="nadpis zákona"/>
    <w:basedOn w:val="Normln"/>
    <w:rsid w:val="0003010B"/>
    <w:pPr>
      <w:keepNext/>
      <w:keepLines/>
      <w:widowControl/>
      <w:spacing w:before="120" w:after="200" w:line="276" w:lineRule="auto"/>
      <w:jc w:val="center"/>
      <w:outlineLvl w:val="0"/>
    </w:pPr>
    <w:rPr>
      <w:rFonts w:eastAsia="Times New Roman" w:cs="Times New Roman"/>
      <w:b/>
      <w:color w:val="00000A"/>
      <w:kern w:val="0"/>
      <w:lang w:eastAsia="cs-CZ" w:bidi="ar-SA"/>
    </w:rPr>
  </w:style>
  <w:style w:type="paragraph" w:customStyle="1" w:styleId="Parlament">
    <w:name w:val="Parlament"/>
    <w:basedOn w:val="Normln"/>
    <w:rsid w:val="0003010B"/>
    <w:pPr>
      <w:keepNext/>
      <w:keepLines/>
      <w:widowControl/>
      <w:spacing w:before="360" w:after="240" w:line="276" w:lineRule="auto"/>
      <w:jc w:val="both"/>
    </w:pPr>
    <w:rPr>
      <w:rFonts w:eastAsia="Times New Roman" w:cs="Times New Roman"/>
      <w:color w:val="00000A"/>
      <w:kern w:val="0"/>
      <w:lang w:eastAsia="cs-CZ" w:bidi="ar-SA"/>
    </w:rPr>
  </w:style>
  <w:style w:type="paragraph" w:customStyle="1" w:styleId="Textlnku">
    <w:name w:val="Text článku"/>
    <w:basedOn w:val="Normln"/>
    <w:rsid w:val="0003010B"/>
    <w:pPr>
      <w:widowControl/>
      <w:spacing w:before="240" w:after="200" w:line="276" w:lineRule="auto"/>
      <w:ind w:firstLine="425"/>
      <w:jc w:val="both"/>
      <w:outlineLvl w:val="5"/>
    </w:pPr>
    <w:rPr>
      <w:rFonts w:eastAsia="Times New Roman" w:cs="Times New Roman"/>
      <w:color w:val="00000A"/>
      <w:kern w:val="0"/>
      <w:lang w:eastAsia="cs-CZ" w:bidi="ar-SA"/>
    </w:rPr>
  </w:style>
  <w:style w:type="paragraph" w:customStyle="1" w:styleId="lnek">
    <w:name w:val="Článek"/>
    <w:basedOn w:val="Normln"/>
    <w:rsid w:val="0003010B"/>
    <w:pPr>
      <w:keepNext/>
      <w:keepLines/>
      <w:widowControl/>
      <w:spacing w:before="240" w:after="200" w:line="276" w:lineRule="auto"/>
      <w:jc w:val="center"/>
      <w:outlineLvl w:val="5"/>
    </w:pPr>
    <w:rPr>
      <w:rFonts w:eastAsia="Times New Roman" w:cs="Times New Roman"/>
      <w:color w:val="00000A"/>
      <w:kern w:val="0"/>
      <w:lang w:eastAsia="cs-CZ" w:bidi="ar-SA"/>
    </w:rPr>
  </w:style>
  <w:style w:type="paragraph" w:customStyle="1" w:styleId="Nadpislnku">
    <w:name w:val="Nadpis článku"/>
    <w:basedOn w:val="lnek"/>
    <w:rsid w:val="0003010B"/>
    <w:rPr>
      <w:b/>
    </w:rPr>
  </w:style>
  <w:style w:type="character" w:styleId="PromnnHTML">
    <w:name w:val="HTML Variable"/>
    <w:uiPriority w:val="99"/>
    <w:semiHidden/>
    <w:unhideWhenUsed/>
    <w:rsid w:val="0003010B"/>
    <w:rPr>
      <w:i/>
      <w:iCs/>
    </w:rPr>
  </w:style>
  <w:style w:type="character" w:customStyle="1" w:styleId="OdstavecseseznamemChar">
    <w:name w:val="Odstavec se seznamem Char"/>
    <w:aliases w:val="1 odstavecH Char,List Paragraph (Czech Tourism) Char,Odstavec_muj Char,Nad Char,List Paragraph Char,Odstavec se seznamem1 Char,Conclusion de partie Char,References Char,Odstavec se seznamem2 Char"/>
    <w:link w:val="Odstavecseseznamem"/>
    <w:uiPriority w:val="34"/>
    <w:qFormat/>
    <w:rsid w:val="001E32B1"/>
    <w:rPr>
      <w:rFonts w:eastAsia="Calibri"/>
      <w:sz w:val="24"/>
      <w:szCs w:val="22"/>
      <w:lang w:eastAsia="en-US"/>
    </w:rPr>
  </w:style>
  <w:style w:type="paragraph" w:styleId="Bezmezer">
    <w:name w:val="No Spacing"/>
    <w:uiPriority w:val="1"/>
    <w:qFormat/>
    <w:rsid w:val="001E32B1"/>
    <w:rPr>
      <w:rFonts w:asciiTheme="minorHAnsi" w:eastAsiaTheme="minorHAnsi" w:hAnsiTheme="minorHAnsi" w:cstheme="minorBidi"/>
      <w:sz w:val="22"/>
      <w:szCs w:val="22"/>
      <w:lang w:eastAsia="en-US"/>
    </w:rPr>
  </w:style>
  <w:style w:type="character" w:styleId="Znakapoznpodarou">
    <w:name w:val="footnote reference"/>
    <w:aliases w:val="BVI fnr,Footnote symbol,EN Footnote Reference,PGI Fußnote Ziffer + Times New Roman,12 b.,Zúžené o ...,PGI Fußnote Ziffer,Footnote Reference Superscript,Appel note de bas de p,Appel note de bas de page,Légende,Char Car Car Car Car"/>
    <w:basedOn w:val="Standardnpsmoodstavce"/>
    <w:uiPriority w:val="99"/>
    <w:unhideWhenUsed/>
    <w:rsid w:val="001E32B1"/>
    <w:rPr>
      <w:vertAlign w:val="superscript"/>
    </w:rPr>
  </w:style>
  <w:style w:type="paragraph" w:styleId="Normlnweb">
    <w:name w:val="Normal (Web)"/>
    <w:basedOn w:val="Normln"/>
    <w:uiPriority w:val="99"/>
    <w:unhideWhenUsed/>
    <w:rsid w:val="001E32B1"/>
    <w:pPr>
      <w:widowControl/>
      <w:suppressAutoHyphens w:val="0"/>
      <w:spacing w:before="100" w:beforeAutospacing="1" w:after="100" w:afterAutospacing="1"/>
    </w:pPr>
    <w:rPr>
      <w:rFonts w:ascii="Times" w:eastAsia="Times New Roman" w:hAnsi="Times" w:cs="Times New Roman"/>
      <w:kern w:val="0"/>
      <w:sz w:val="20"/>
      <w:szCs w:val="20"/>
      <w:lang w:eastAsia="en-US" w:bidi="ar-SA"/>
    </w:rPr>
  </w:style>
  <w:style w:type="paragraph" w:customStyle="1" w:styleId="Nadpisoddlu">
    <w:name w:val="Nadpis oddílu"/>
    <w:basedOn w:val="Normln"/>
    <w:next w:val="Normln"/>
    <w:rsid w:val="001E32B1"/>
    <w:pPr>
      <w:keepNext/>
      <w:keepLines/>
      <w:widowControl/>
      <w:suppressAutoHyphens w:val="0"/>
      <w:jc w:val="center"/>
      <w:outlineLvl w:val="4"/>
    </w:pPr>
    <w:rPr>
      <w:rFonts w:eastAsia="Times New Roman" w:cs="Times New Roman"/>
      <w:b/>
      <w:kern w:val="0"/>
      <w:szCs w:val="20"/>
      <w:lang w:eastAsia="cs-CZ" w:bidi="ar-SA"/>
    </w:rPr>
  </w:style>
  <w:style w:type="paragraph" w:styleId="Textbubliny">
    <w:name w:val="Balloon Text"/>
    <w:basedOn w:val="Normln"/>
    <w:link w:val="TextbublinyChar"/>
    <w:uiPriority w:val="99"/>
    <w:semiHidden/>
    <w:unhideWhenUsed/>
    <w:rsid w:val="002C6D14"/>
    <w:rPr>
      <w:rFonts w:ascii="Segoe UI" w:hAnsi="Segoe UI"/>
      <w:sz w:val="18"/>
      <w:szCs w:val="16"/>
    </w:rPr>
  </w:style>
  <w:style w:type="character" w:customStyle="1" w:styleId="TextbublinyChar">
    <w:name w:val="Text bubliny Char"/>
    <w:basedOn w:val="Standardnpsmoodstavce"/>
    <w:link w:val="Textbubliny"/>
    <w:uiPriority w:val="99"/>
    <w:semiHidden/>
    <w:rsid w:val="002C6D14"/>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2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55/2012%20Sb.%2523'&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294</TotalTime>
  <Pages>44</Pages>
  <Words>15157</Words>
  <Characters>89427</Characters>
  <Application>Microsoft Office Word</Application>
  <DocSecurity>0</DocSecurity>
  <Lines>745</Lines>
  <Paragraphs>208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104376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11</cp:revision>
  <cp:lastPrinted>2021-05-25T14:47:00Z</cp:lastPrinted>
  <dcterms:created xsi:type="dcterms:W3CDTF">2021-02-09T15:41:00Z</dcterms:created>
  <dcterms:modified xsi:type="dcterms:W3CDTF">2021-05-25T16:00:00Z</dcterms:modified>
</cp:coreProperties>
</file>