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D426E8">
        <w:rPr>
          <w:b w:val="0"/>
          <w:i w:val="0"/>
        </w:rPr>
        <w:t>223647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E606B4" w:rsidP="000E730C">
      <w:pPr>
        <w:pStyle w:val="PS-slousnesen"/>
      </w:pPr>
      <w:r>
        <w:t>28</w:t>
      </w:r>
      <w:r w:rsidR="004153FD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21EED">
        <w:t xml:space="preserve"> </w:t>
      </w:r>
      <w:r w:rsidR="003C58D1">
        <w:t>8</w:t>
      </w:r>
      <w:r w:rsidR="00D96419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D96419">
        <w:t xml:space="preserve">13. května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D96419" w:rsidRPr="00086CCA" w:rsidRDefault="00D96419" w:rsidP="00D96419">
      <w:pPr>
        <w:autoSpaceDE w:val="0"/>
        <w:adjustRightInd w:val="0"/>
        <w:ind w:left="709" w:hanging="709"/>
        <w:jc w:val="center"/>
        <w:rPr>
          <w:color w:val="000000"/>
          <w:lang w:eastAsia="cs-CZ"/>
        </w:rPr>
      </w:pPr>
      <w:r w:rsidRPr="00086CCA">
        <w:rPr>
          <w:shd w:val="clear" w:color="auto" w:fill="FFFFFF"/>
        </w:rPr>
        <w:t>Návrh poslanců Kateřiny Valachové, Heleny Válkové, Jakuba Michálka, Marka Výborného a Milana Ferance na vydání zákona, kterým se mění zákon č. 90/1995 Sb., o jednacím řádu Poslanecké sněmovny, ve znění pozdějších předpisů, a zákon č. 247/1995 Sb., o volbách do Parlamentu České republiky a o změně a doplnění některých dalších zákonů, ve znění pozdějších předpisů</w:t>
      </w:r>
      <w:r w:rsidRPr="00086CCA">
        <w:t xml:space="preserve"> (tisk 965)</w:t>
      </w:r>
    </w:p>
    <w:p w:rsidR="003F73C2" w:rsidRDefault="003F73C2" w:rsidP="00A65FB1">
      <w:pPr>
        <w:pStyle w:val="PS-pedmtusnesen"/>
        <w:pBdr>
          <w:bottom w:val="single" w:sz="4" w:space="0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D96419">
        <w:t xml:space="preserve">odůvodnění </w:t>
      </w:r>
      <w:r w:rsidR="00A65FB1">
        <w:t>člen</w:t>
      </w:r>
      <w:r w:rsidR="00D96419">
        <w:t xml:space="preserve">ky </w:t>
      </w:r>
      <w:r w:rsidR="00A65FB1">
        <w:t xml:space="preserve">návrhové skupiny poslanců posl. </w:t>
      </w:r>
      <w:r w:rsidR="00D96419">
        <w:t>Mgr. Kateřiny Valach</w:t>
      </w:r>
      <w:bookmarkStart w:id="0" w:name="_GoBack"/>
      <w:bookmarkEnd w:id="0"/>
      <w:r w:rsidR="00D96419">
        <w:t xml:space="preserve">ové, </w:t>
      </w:r>
      <w:r w:rsidR="00D426E8">
        <w:t xml:space="preserve">Ph.D., </w:t>
      </w:r>
      <w:r w:rsidR="00D96419">
        <w:t xml:space="preserve">zpravodajské zprávě posl. Mgr. Jana Farského </w:t>
      </w:r>
      <w:r>
        <w:t xml:space="preserve">a </w:t>
      </w:r>
      <w:r w:rsidR="005F357B">
        <w:rPr>
          <w:bCs/>
        </w:rPr>
        <w:t>p</w:t>
      </w:r>
      <w:r w:rsidR="009E5BB6">
        <w:t xml:space="preserve">o </w:t>
      </w:r>
      <w:r w:rsidR="00DC29E4">
        <w:t>rozpravě</w:t>
      </w:r>
    </w:p>
    <w:p w:rsidR="00E606B4" w:rsidRPr="00E606B4" w:rsidRDefault="00E606B4" w:rsidP="00E606B4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5C2180" w:rsidRDefault="009E5BB6" w:rsidP="00E606B4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</w:t>
      </w:r>
      <w:r w:rsidR="001300F9">
        <w:t>e</w:t>
      </w:r>
      <w:r w:rsidRPr="00FC2A3C">
        <w:t>cké sněmovně Parlamentu, aby návrh schválila</w:t>
      </w:r>
      <w:r w:rsidR="00E606B4">
        <w:t>,</w:t>
      </w:r>
    </w:p>
    <w:p w:rsidR="000901C9" w:rsidRDefault="000901C9" w:rsidP="00E606B4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E606B4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A65FB1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</w:t>
      </w:r>
      <w:r w:rsidR="00E606B4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606B4" w:rsidRDefault="00E606B4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606B4" w:rsidRDefault="00E606B4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606B4" w:rsidRDefault="00E606B4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606B4" w:rsidRDefault="00E606B4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606B4" w:rsidRDefault="00E606B4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D96419">
        <w:t xml:space="preserve">     </w:t>
      </w:r>
      <w:r w:rsidR="001300F9">
        <w:t xml:space="preserve">  </w:t>
      </w:r>
      <w:r w:rsidR="00064D86">
        <w:t xml:space="preserve">Mgr. </w:t>
      </w:r>
      <w:r w:rsidR="00D96419">
        <w:t>Jan FARSKÝ</w:t>
      </w:r>
      <w:r w:rsidR="00D426E8">
        <w:t xml:space="preserve"> v. r. </w:t>
      </w:r>
      <w:r>
        <w:tab/>
      </w:r>
      <w:r w:rsidR="00E606B4">
        <w:tab/>
      </w:r>
      <w:r w:rsidR="00E606B4">
        <w:tab/>
        <w:t xml:space="preserve">    </w:t>
      </w:r>
      <w:r w:rsidR="00E606B4">
        <w:tab/>
        <w:t xml:space="preserve">    Mgr. Marek VÝBORNÝ</w:t>
      </w:r>
      <w:r w:rsidR="00D426E8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064D86">
        <w:t xml:space="preserve">   </w:t>
      </w:r>
      <w:r w:rsidR="00D426E8">
        <w:t xml:space="preserve">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E606B4" w:rsidRDefault="00E606B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E606B4" w:rsidRDefault="00E606B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D426E8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6B4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744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C58D1"/>
    <w:rsid w:val="003D1635"/>
    <w:rsid w:val="003D2033"/>
    <w:rsid w:val="003E5F88"/>
    <w:rsid w:val="003F73C2"/>
    <w:rsid w:val="00410447"/>
    <w:rsid w:val="004153FD"/>
    <w:rsid w:val="00420F4C"/>
    <w:rsid w:val="0042193B"/>
    <w:rsid w:val="00424F0D"/>
    <w:rsid w:val="00427EAD"/>
    <w:rsid w:val="00437458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139CF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65FB1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426E8"/>
    <w:rsid w:val="00D5440C"/>
    <w:rsid w:val="00D76FB3"/>
    <w:rsid w:val="00D91A96"/>
    <w:rsid w:val="00D96419"/>
    <w:rsid w:val="00DA7D64"/>
    <w:rsid w:val="00DC29E4"/>
    <w:rsid w:val="00DF7105"/>
    <w:rsid w:val="00E07BC0"/>
    <w:rsid w:val="00E149E9"/>
    <w:rsid w:val="00E1670F"/>
    <w:rsid w:val="00E22C6E"/>
    <w:rsid w:val="00E56C7F"/>
    <w:rsid w:val="00E606B4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45B6D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F9D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4F03D-C634-4941-86CB-0E66E4CE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2021-03-30T15:03:00Z</cp:lastPrinted>
  <dcterms:created xsi:type="dcterms:W3CDTF">2021-05-13T13:40:00Z</dcterms:created>
  <dcterms:modified xsi:type="dcterms:W3CDTF">2021-05-18T08:43:00Z</dcterms:modified>
</cp:coreProperties>
</file>