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8B7FD5">
        <w:rPr>
          <w:b w:val="0"/>
          <w:i w:val="0"/>
        </w:rPr>
        <w:t>223645</w:t>
      </w:r>
    </w:p>
    <w:p w:rsidR="009E5BB6" w:rsidRDefault="009E5BB6" w:rsidP="009E5BB6">
      <w:pPr>
        <w:pStyle w:val="Bezmezer"/>
      </w:pPr>
    </w:p>
    <w:p w:rsidR="00F51D95" w:rsidRPr="009E5BB6" w:rsidRDefault="00F51D95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135307">
        <w:t>21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F65942" w:rsidP="000E730C">
      <w:pPr>
        <w:pStyle w:val="PS-slousnesen"/>
      </w:pPr>
      <w:r>
        <w:t>282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135307">
        <w:t>8</w:t>
      </w:r>
      <w:r w:rsidR="00B77365">
        <w:t>9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B77365">
        <w:t>13. května 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5D57AC" w:rsidRDefault="005D57AC" w:rsidP="005D57AC">
      <w:pPr>
        <w:ind w:left="709" w:hanging="709"/>
        <w:jc w:val="center"/>
      </w:pPr>
      <w:r w:rsidRPr="00C021E6">
        <w:rPr>
          <w:shd w:val="clear" w:color="auto" w:fill="FFFFFF"/>
        </w:rPr>
        <w:t>Vládní návrh zákona, kterým se mění některé zákony v souvislosti s přijetím zákona o lobbování</w:t>
      </w:r>
      <w:r w:rsidRPr="00C021E6">
        <w:t xml:space="preserve"> (tisk 566)</w:t>
      </w:r>
    </w:p>
    <w:p w:rsidR="003F73C2" w:rsidRDefault="003F73C2" w:rsidP="00F51D95">
      <w:pPr>
        <w:pStyle w:val="PS-pedmtusnesen"/>
        <w:pBdr>
          <w:bottom w:val="single" w:sz="4" w:space="7" w:color="auto"/>
        </w:pBdr>
        <w:spacing w:before="0" w:after="0"/>
        <w:jc w:val="left"/>
      </w:pPr>
    </w:p>
    <w:p w:rsidR="004A4F60" w:rsidRDefault="004A4F60" w:rsidP="003F73C2">
      <w:pPr>
        <w:pStyle w:val="PS-uvodnodstavec"/>
        <w:spacing w:after="0"/>
        <w:ind w:firstLine="708"/>
      </w:pPr>
    </w:p>
    <w:p w:rsidR="00F33DF2" w:rsidRDefault="00F33DF2" w:rsidP="00F33DF2">
      <w:pPr>
        <w:pStyle w:val="PS-uvodnodstavec"/>
        <w:spacing w:after="0"/>
        <w:ind w:firstLine="708"/>
      </w:pPr>
      <w:r>
        <w:t xml:space="preserve">Po </w:t>
      </w:r>
      <w:r w:rsidR="008B7FD5">
        <w:t>vyjádření</w:t>
      </w:r>
      <w:r>
        <w:t xml:space="preserve"> náměstka ministryně spravedlnosti JUDr. Jeronýma Tejce, zpravodaj</w:t>
      </w:r>
      <w:r w:rsidR="008B7FD5">
        <w:t xml:space="preserve">e </w:t>
      </w:r>
      <w:r>
        <w:t>posl. Marka Bendy a v obecné  rozpravě</w:t>
      </w:r>
    </w:p>
    <w:p w:rsidR="00F33DF2" w:rsidRDefault="00F33DF2" w:rsidP="00F33DF2">
      <w:pPr>
        <w:pStyle w:val="PS-uvodnodstavec"/>
        <w:spacing w:after="0"/>
        <w:ind w:left="360" w:firstLine="0"/>
      </w:pPr>
    </w:p>
    <w:p w:rsidR="00F33DF2" w:rsidRPr="00F33DF2" w:rsidRDefault="00F33DF2" w:rsidP="00F33DF2"/>
    <w:p w:rsidR="00F33DF2" w:rsidRDefault="00F33DF2" w:rsidP="00F33DF2">
      <w:pPr>
        <w:pStyle w:val="PS-uvodnodstavec"/>
        <w:spacing w:after="0"/>
        <w:ind w:left="360" w:firstLine="0"/>
      </w:pPr>
      <w:r>
        <w:t>ústavně právní výbor</w:t>
      </w:r>
    </w:p>
    <w:p w:rsidR="00F33DF2" w:rsidRDefault="00F33DF2" w:rsidP="00F33DF2"/>
    <w:p w:rsidR="00F33DF2" w:rsidRDefault="00F33DF2" w:rsidP="00F33DF2"/>
    <w:p w:rsidR="00F33DF2" w:rsidRDefault="00F33DF2" w:rsidP="00F33DF2"/>
    <w:p w:rsidR="00F33DF2" w:rsidRDefault="00F33DF2" w:rsidP="00F33DF2">
      <w:pPr>
        <w:pStyle w:val="PS-slovanseznam"/>
        <w:numPr>
          <w:ilvl w:val="0"/>
          <w:numId w:val="22"/>
        </w:numPr>
        <w:spacing w:line="256" w:lineRule="auto"/>
        <w:ind w:left="426" w:hanging="426"/>
      </w:pPr>
      <w:r>
        <w:rPr>
          <w:rStyle w:val="proloenChar"/>
        </w:rPr>
        <w:t>přerušuje</w:t>
      </w:r>
      <w:r>
        <w:t xml:space="preserve"> projednávání sněmovního tisku 566 do 25. května 2021.</w:t>
      </w:r>
    </w:p>
    <w:p w:rsidR="00E94E43" w:rsidRDefault="00E94E43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50D27">
      <w:pPr>
        <w:tabs>
          <w:tab w:val="center" w:pos="1985"/>
        </w:tabs>
        <w:spacing w:after="0" w:line="240" w:lineRule="auto"/>
        <w:ind w:right="-995"/>
      </w:pPr>
    </w:p>
    <w:p w:rsidR="00F51D95" w:rsidRDefault="00F51D95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135307">
        <w:tab/>
      </w:r>
      <w:r w:rsidR="00F33DF2">
        <w:t>Mgr. Marek VÝBORNÝ</w:t>
      </w:r>
      <w:r w:rsidR="00631602">
        <w:t xml:space="preserve"> v. r. </w:t>
      </w:r>
      <w:r>
        <w:tab/>
      </w:r>
      <w:r>
        <w:tab/>
      </w:r>
      <w:r>
        <w:tab/>
      </w:r>
      <w:r w:rsidR="00135307">
        <w:tab/>
        <w:t xml:space="preserve"> Marek BENDA</w:t>
      </w:r>
      <w:r w:rsidR="00631602">
        <w:t xml:space="preserve"> v. r. </w:t>
      </w:r>
      <w:bookmarkStart w:id="0" w:name="_GoBack"/>
      <w:bookmarkEnd w:id="0"/>
    </w:p>
    <w:p w:rsidR="00B715B6" w:rsidRDefault="003F73C2" w:rsidP="00350D27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 w:rsidR="00135307">
        <w:t>ověřovatel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</w:t>
      </w:r>
      <w:r w:rsidR="00135307">
        <w:t xml:space="preserve">                       předseda</w:t>
      </w:r>
      <w:r>
        <w:t xml:space="preserve"> </w:t>
      </w:r>
      <w:r w:rsidR="00135307">
        <w:t xml:space="preserve">a zpravodaj </w:t>
      </w:r>
      <w:r>
        <w:t xml:space="preserve">výboru    </w:t>
      </w:r>
      <w:r>
        <w:tab/>
      </w:r>
      <w:r>
        <w:tab/>
      </w:r>
      <w:r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DF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45DAD"/>
    <w:multiLevelType w:val="hybridMultilevel"/>
    <w:tmpl w:val="FACC159E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00F9"/>
    <w:rsid w:val="00135307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0D27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D57AC"/>
    <w:rsid w:val="005E094C"/>
    <w:rsid w:val="005E1997"/>
    <w:rsid w:val="005F357B"/>
    <w:rsid w:val="005F6CAE"/>
    <w:rsid w:val="00620764"/>
    <w:rsid w:val="00620998"/>
    <w:rsid w:val="00631602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8B7FD5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77365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A3F4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33DF2"/>
    <w:rsid w:val="00F443EA"/>
    <w:rsid w:val="00F51D95"/>
    <w:rsid w:val="00F545FE"/>
    <w:rsid w:val="00F65942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BBA7F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A7B65-7826-4941-A7D3-DAD17FBF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2021-05-14T07:34:00Z</cp:lastPrinted>
  <dcterms:created xsi:type="dcterms:W3CDTF">2021-05-14T07:34:00Z</dcterms:created>
  <dcterms:modified xsi:type="dcterms:W3CDTF">2021-05-18T08:40:00Z</dcterms:modified>
</cp:coreProperties>
</file>